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6A27EA">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6A27EA">
              <w:rPr>
                <w:rFonts w:ascii="Arial Black" w:hAnsi="Arial Black"/>
                <w:caps/>
                <w:sz w:val="15"/>
              </w:rPr>
              <w:t xml:space="preserve">  March 14,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6A27EA" w:rsidRPr="003845C1" w:rsidRDefault="006A27EA" w:rsidP="006A27EA">
      <w:pPr>
        <w:rPr>
          <w:caps/>
          <w:sz w:val="24"/>
        </w:rPr>
      </w:pPr>
      <w:bookmarkStart w:id="3" w:name="TitleOfDoc"/>
      <w:bookmarkEnd w:id="3"/>
      <w:r w:rsidRPr="00237C20">
        <w:rPr>
          <w:caps/>
          <w:sz w:val="24"/>
        </w:rPr>
        <w:t xml:space="preserve">The Protection of Traditional </w:t>
      </w:r>
      <w:r>
        <w:rPr>
          <w:caps/>
          <w:sz w:val="24"/>
        </w:rPr>
        <w:t>cultural expressions</w:t>
      </w:r>
      <w:r w:rsidRPr="00237C20">
        <w:rPr>
          <w:caps/>
          <w:sz w:val="24"/>
        </w:rPr>
        <w:t xml:space="preserve">: </w:t>
      </w:r>
      <w:r>
        <w:rPr>
          <w:caps/>
          <w:sz w:val="24"/>
        </w:rPr>
        <w:t xml:space="preserve"> </w:t>
      </w:r>
      <w:r w:rsidRPr="00237C20">
        <w:rPr>
          <w:caps/>
          <w:sz w:val="24"/>
        </w:rPr>
        <w:t>Draft Articles</w:t>
      </w:r>
    </w:p>
    <w:p w:rsidR="006A27EA" w:rsidRPr="008B2CC1" w:rsidRDefault="006A27EA" w:rsidP="006A27EA"/>
    <w:p w:rsidR="006A27EA" w:rsidRPr="008B2CC1" w:rsidRDefault="006A27EA" w:rsidP="006A27EA">
      <w:pPr>
        <w:rPr>
          <w:i/>
        </w:rPr>
      </w:pPr>
      <w:r>
        <w:rPr>
          <w:i/>
        </w:rPr>
        <w:t>Document Prepared by the Secretariat</w:t>
      </w:r>
    </w:p>
    <w:p w:rsidR="006A27EA" w:rsidRDefault="006A27EA" w:rsidP="006A27EA"/>
    <w:p w:rsidR="006A27EA" w:rsidRDefault="006A27EA" w:rsidP="006A27EA"/>
    <w:p w:rsidR="006A27EA" w:rsidRDefault="006A27EA" w:rsidP="006A27EA"/>
    <w:p w:rsidR="006A27EA" w:rsidRDefault="006A27EA" w:rsidP="006A27EA"/>
    <w:p w:rsidR="006A27EA" w:rsidRDefault="006A27EA" w:rsidP="006A27EA">
      <w:r>
        <w:fldChar w:fldCharType="begin"/>
      </w:r>
      <w:r>
        <w:instrText xml:space="preserve"> AUTONUM  </w:instrText>
      </w:r>
      <w:r>
        <w:fldChar w:fldCharType="end"/>
      </w:r>
      <w:r>
        <w:tab/>
        <w:t>At its Forty-Sixth Session, which took place from February 27 to March 3, 2023, the WIPO Intergovernmental Committee on Intellectual Property and Genetic Resources, Traditional Knowledge and Folklore (“the Committee”) developed, on the basis of document WIPO/GRTKF/IC/46/5, a further text, “</w:t>
      </w:r>
      <w:r w:rsidRPr="00116045">
        <w:t xml:space="preserve">The Protection of Traditional </w:t>
      </w:r>
      <w:r>
        <w:t>Cultural Expressions</w:t>
      </w:r>
      <w:r w:rsidRPr="00116045">
        <w:t>:  Draft Articles</w:t>
      </w:r>
      <w:r>
        <w:t xml:space="preserve"> – Facilitators’ Rev.”.  The Committee decided that this text, as at the close of Agenda Item 6 “Traditional Knowledge/Traditional Cultural Expressions” on March 3, 2023, be transmitted to the Forty-Seventh Session of the Committee, in accordance with the Committee’s mandate for 2022</w:t>
      </w:r>
      <w:r>
        <w:noBreakHyphen/>
        <w:t>2023 and the work program for 2023.</w:t>
      </w:r>
    </w:p>
    <w:p w:rsidR="006A27EA" w:rsidRDefault="006A27EA" w:rsidP="006A27EA"/>
    <w:p w:rsidR="006A27EA" w:rsidRDefault="006A27EA" w:rsidP="006A27EA">
      <w:r>
        <w:fldChar w:fldCharType="begin"/>
      </w:r>
      <w:r>
        <w:instrText xml:space="preserve"> AUTONUM  </w:instrText>
      </w:r>
      <w:r>
        <w:fldChar w:fldCharType="end"/>
      </w:r>
      <w:r>
        <w:tab/>
        <w:t>Pursuant to the decision above, “</w:t>
      </w:r>
      <w:r w:rsidRPr="00116045">
        <w:t xml:space="preserve">The Protection of Traditional </w:t>
      </w:r>
      <w:r>
        <w:t>Cultural Expressions</w:t>
      </w:r>
      <w:r w:rsidRPr="00116045">
        <w:t>:  Draft Articles</w:t>
      </w:r>
      <w:r>
        <w:t xml:space="preserve"> Rev.” is annexed to the present document.</w:t>
      </w:r>
    </w:p>
    <w:p w:rsidR="006A27EA" w:rsidRDefault="006A27EA" w:rsidP="006A27EA"/>
    <w:p w:rsidR="006A27EA" w:rsidRPr="00116045" w:rsidRDefault="006A27EA" w:rsidP="006A27EA">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6A27EA" w:rsidRDefault="006A27EA" w:rsidP="006A27EA"/>
    <w:p w:rsidR="006A27EA" w:rsidRDefault="006A27EA" w:rsidP="006A27EA">
      <w:pPr>
        <w:ind w:left="4966" w:firstLine="567"/>
      </w:pPr>
      <w:r w:rsidRPr="00116045">
        <w:t>[Annex follows]</w:t>
      </w:r>
    </w:p>
    <w:p w:rsidR="006A27EA" w:rsidRDefault="006A27EA" w:rsidP="006A27EA">
      <w:pPr>
        <w:ind w:left="4966" w:firstLine="567"/>
      </w:pPr>
    </w:p>
    <w:p w:rsidR="006A27EA" w:rsidRDefault="006A27EA" w:rsidP="006A27EA">
      <w:pPr>
        <w:sectPr w:rsidR="006A27EA" w:rsidSect="0054075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6A27EA" w:rsidRDefault="006A27EA" w:rsidP="006A27EA"/>
    <w:p w:rsidR="006A27EA" w:rsidRDefault="006A27EA" w:rsidP="006A27EA"/>
    <w:p w:rsidR="006A27EA" w:rsidRDefault="006A27EA" w:rsidP="006A27EA"/>
    <w:p w:rsidR="006A27EA" w:rsidRDefault="006A27EA" w:rsidP="006A27EA"/>
    <w:p w:rsidR="006A27EA" w:rsidRDefault="006A27EA" w:rsidP="006A27EA">
      <w:pPr>
        <w:rPr>
          <w:b/>
          <w:sz w:val="28"/>
          <w:szCs w:val="28"/>
        </w:rPr>
      </w:pPr>
      <w:r>
        <w:rPr>
          <w:b/>
          <w:sz w:val="28"/>
          <w:szCs w:val="28"/>
        </w:rPr>
        <w:t>The Protection of Traditional Cultural Expressions:  Draft Articles</w:t>
      </w:r>
    </w:p>
    <w:p w:rsidR="006A27EA" w:rsidRDefault="006A27EA" w:rsidP="006A27EA">
      <w:pPr>
        <w:rPr>
          <w:sz w:val="28"/>
          <w:szCs w:val="28"/>
        </w:rPr>
      </w:pPr>
    </w:p>
    <w:p w:rsidR="006A27EA" w:rsidRDefault="006A27EA" w:rsidP="006A27EA">
      <w:pPr>
        <w:rPr>
          <w:b/>
          <w:sz w:val="28"/>
          <w:szCs w:val="28"/>
        </w:rPr>
      </w:pPr>
      <w:r>
        <w:rPr>
          <w:b/>
          <w:sz w:val="28"/>
          <w:szCs w:val="28"/>
        </w:rPr>
        <w:t>Rev. (March 3, 2023)</w:t>
      </w:r>
    </w:p>
    <w:p w:rsidR="006A27EA" w:rsidRDefault="006A27EA" w:rsidP="006A27EA"/>
    <w:p w:rsidR="006A27EA" w:rsidRDefault="006A27EA" w:rsidP="006A27EA"/>
    <w:p w:rsidR="006A27EA" w:rsidRDefault="006A27EA" w:rsidP="006A27EA">
      <w:pPr>
        <w:sectPr w:rsidR="006A27EA" w:rsidSect="00540755">
          <w:headerReference w:type="first" r:id="rId14"/>
          <w:endnotePr>
            <w:numFmt w:val="decimal"/>
          </w:endnotePr>
          <w:pgSz w:w="11907" w:h="16840" w:code="9"/>
          <w:pgMar w:top="567" w:right="1134" w:bottom="1418" w:left="1418" w:header="510" w:footer="1021" w:gutter="0"/>
          <w:cols w:space="720"/>
          <w:titlePg/>
          <w:docGrid w:linePitch="299"/>
        </w:sectPr>
      </w:pPr>
    </w:p>
    <w:p w:rsidR="006A27EA" w:rsidRPr="007F61F7" w:rsidRDefault="006A27EA" w:rsidP="006A27EA">
      <w:pPr>
        <w:tabs>
          <w:tab w:val="num" w:pos="993"/>
        </w:tabs>
        <w:autoSpaceDE w:val="0"/>
        <w:autoSpaceDN w:val="0"/>
        <w:adjustRightInd w:val="0"/>
        <w:rPr>
          <w:bCs/>
          <w:lang w:val="en-GB"/>
        </w:rPr>
      </w:pPr>
      <w:r w:rsidRPr="007F61F7">
        <w:rPr>
          <w:bCs/>
          <w:lang w:val="en-GB"/>
        </w:rPr>
        <w:lastRenderedPageBreak/>
        <w:t>PREAMBLE/INTRODUCTION</w:t>
      </w:r>
    </w:p>
    <w:p w:rsidR="005D1A2D" w:rsidRPr="007F61F7" w:rsidRDefault="005D1A2D" w:rsidP="005D1A2D">
      <w:pPr>
        <w:tabs>
          <w:tab w:val="num" w:pos="993"/>
        </w:tabs>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5D1A2D" w:rsidRPr="007F61F7" w:rsidRDefault="005D1A2D" w:rsidP="005D1A2D">
      <w:pPr>
        <w:tabs>
          <w:tab w:val="num" w:pos="993"/>
        </w:tabs>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Respecting the continuing customary use, development, exchange and transmission of traditional cultural expressions by, within and between communities;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lastRenderedPageBreak/>
        <w:t>[Recognizing the need for new rules and disciplines concerning the provision of effective and appropriate means for the enforcement of rights relating to traditional cultural expressions, taking into account differences in national legal systems;]</w:t>
      </w:r>
    </w:p>
    <w:p w:rsidR="005D1A2D" w:rsidRPr="007F61F7" w:rsidRDefault="005D1A2D" w:rsidP="005D1A2D">
      <w:pPr>
        <w:autoSpaceDE w:val="0"/>
        <w:autoSpaceDN w:val="0"/>
        <w:adjustRightInd w:val="0"/>
        <w:rPr>
          <w:bCs/>
          <w:lang w:val="en-GB"/>
        </w:rPr>
      </w:pPr>
    </w:p>
    <w:p w:rsidR="005D1A2D" w:rsidRPr="00B977BF" w:rsidRDefault="005D1A2D" w:rsidP="005D1A2D">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[Nothing in this instrument may be construed as diminishing or extinguishing the rights that indigenous [peoples] or local communities have now or may acquire in the future.]</w:t>
      </w:r>
    </w:p>
    <w:p w:rsidR="005D1A2D" w:rsidRDefault="005D1A2D" w:rsidP="005D1A2D">
      <w:pPr>
        <w:tabs>
          <w:tab w:val="num" w:pos="993"/>
        </w:tabs>
        <w:autoSpaceDE w:val="0"/>
        <w:autoSpaceDN w:val="0"/>
        <w:adjustRightInd w:val="0"/>
        <w:rPr>
          <w:szCs w:val="22"/>
          <w:u w:val="single"/>
        </w:rPr>
      </w:pPr>
    </w:p>
    <w:p w:rsidR="005D1A2D" w:rsidRPr="00E31D9A" w:rsidRDefault="005D1A2D" w:rsidP="005D1A2D">
      <w:pPr>
        <w:tabs>
          <w:tab w:val="left" w:pos="550"/>
          <w:tab w:val="num" w:pos="993"/>
        </w:tabs>
        <w:autoSpaceDE w:val="0"/>
        <w:autoSpaceDN w:val="0"/>
        <w:adjustRightInd w:val="0"/>
        <w:rPr>
          <w:szCs w:val="22"/>
        </w:rPr>
      </w:pPr>
    </w:p>
    <w:p w:rsidR="005D1A2D" w:rsidRDefault="005D1A2D" w:rsidP="005D1A2D">
      <w:pPr>
        <w:rPr>
          <w:szCs w:val="22"/>
        </w:rPr>
      </w:pPr>
      <w:r w:rsidRPr="00E31D9A">
        <w:rPr>
          <w:szCs w:val="22"/>
        </w:rPr>
        <w:br w:type="page"/>
      </w:r>
    </w:p>
    <w:p w:rsidR="005D1A2D" w:rsidRPr="00E31D9A" w:rsidRDefault="005D1A2D" w:rsidP="005D1A2D">
      <w:pPr>
        <w:jc w:val="center"/>
        <w:rPr>
          <w:szCs w:val="22"/>
        </w:rPr>
      </w:pPr>
      <w:r w:rsidRPr="00E31D9A">
        <w:rPr>
          <w:szCs w:val="22"/>
        </w:rPr>
        <w:lastRenderedPageBreak/>
        <w:t xml:space="preserve">[ARTICLE </w:t>
      </w:r>
      <w:r>
        <w:rPr>
          <w:szCs w:val="22"/>
        </w:rPr>
        <w:t>1</w:t>
      </w:r>
    </w:p>
    <w:p w:rsidR="005D1A2D" w:rsidRPr="00E31D9A" w:rsidRDefault="005D1A2D" w:rsidP="005D1A2D">
      <w:pPr>
        <w:jc w:val="center"/>
        <w:rPr>
          <w:szCs w:val="22"/>
        </w:rPr>
      </w:pPr>
    </w:p>
    <w:p w:rsidR="005D1A2D" w:rsidRPr="00E31D9A" w:rsidRDefault="005D1A2D" w:rsidP="005D1A2D">
      <w:pPr>
        <w:jc w:val="center"/>
        <w:rPr>
          <w:szCs w:val="22"/>
        </w:rPr>
      </w:pPr>
      <w:r w:rsidRPr="00E31D9A">
        <w:rPr>
          <w:szCs w:val="22"/>
        </w:rPr>
        <w:t>USE OF TERMS</w:t>
      </w:r>
    </w:p>
    <w:p w:rsidR="005D1A2D" w:rsidRPr="00E31D9A" w:rsidRDefault="005D1A2D" w:rsidP="005D1A2D">
      <w:pPr>
        <w:jc w:val="center"/>
        <w:rPr>
          <w:szCs w:val="22"/>
        </w:rPr>
      </w:pPr>
    </w:p>
    <w:p w:rsidR="005D1A2D" w:rsidRPr="00E31D9A" w:rsidRDefault="005D1A2D" w:rsidP="005D1A2D">
      <w:pPr>
        <w:jc w:val="center"/>
        <w:rPr>
          <w:szCs w:val="22"/>
        </w:rPr>
      </w:pPr>
    </w:p>
    <w:p w:rsidR="005D1A2D" w:rsidRPr="00E31D9A" w:rsidRDefault="005D1A2D" w:rsidP="005D1A2D">
      <w:pPr>
        <w:rPr>
          <w:szCs w:val="22"/>
        </w:rPr>
      </w:pPr>
      <w:r w:rsidRPr="00E31D9A">
        <w:rPr>
          <w:szCs w:val="22"/>
        </w:rPr>
        <w:t>For the purposes of this instrument:</w:t>
      </w:r>
    </w:p>
    <w:p w:rsidR="005D1A2D" w:rsidRDefault="005D1A2D" w:rsidP="005D1A2D">
      <w:pPr>
        <w:rPr>
          <w:szCs w:val="22"/>
        </w:rPr>
      </w:pPr>
    </w:p>
    <w:p w:rsidR="005D1A2D" w:rsidRPr="006E6F91" w:rsidRDefault="005D1A2D" w:rsidP="005D1A2D">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rsidR="005D1A2D" w:rsidRPr="00E31D9A" w:rsidRDefault="005D1A2D" w:rsidP="005D1A2D">
      <w:pPr>
        <w:tabs>
          <w:tab w:val="left" w:pos="550"/>
          <w:tab w:val="num" w:pos="993"/>
        </w:tabs>
        <w:autoSpaceDE w:val="0"/>
        <w:autoSpaceDN w:val="0"/>
        <w:adjustRightInd w:val="0"/>
        <w:rPr>
          <w:b/>
        </w:rPr>
      </w:pPr>
    </w:p>
    <w:p w:rsidR="005D1A2D" w:rsidRDefault="005D1A2D" w:rsidP="005D1A2D">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5D1A2D" w:rsidRDefault="005D1A2D" w:rsidP="005D1A2D">
      <w:pPr>
        <w:tabs>
          <w:tab w:val="left" w:pos="550"/>
          <w:tab w:val="num" w:pos="993"/>
        </w:tabs>
        <w:autoSpaceDE w:val="0"/>
        <w:autoSpaceDN w:val="0"/>
        <w:adjustRightInd w:val="0"/>
      </w:pPr>
    </w:p>
    <w:p w:rsidR="005D1A2D" w:rsidRDefault="005D1A2D" w:rsidP="005D1A2D">
      <w:pPr>
        <w:tabs>
          <w:tab w:val="left" w:pos="550"/>
          <w:tab w:val="num" w:pos="993"/>
        </w:tabs>
        <w:autoSpaceDE w:val="0"/>
        <w:autoSpaceDN w:val="0"/>
        <w:adjustRightInd w:val="0"/>
      </w:pPr>
      <w:r>
        <w:t>[ALT</w:t>
      </w:r>
    </w:p>
    <w:p w:rsidR="005D1A2D" w:rsidRDefault="005D1A2D" w:rsidP="005D1A2D">
      <w:pPr>
        <w:tabs>
          <w:tab w:val="left" w:pos="550"/>
          <w:tab w:val="num" w:pos="993"/>
        </w:tabs>
        <w:autoSpaceDE w:val="0"/>
        <w:autoSpaceDN w:val="0"/>
        <w:adjustRightInd w:val="0"/>
      </w:pPr>
    </w:p>
    <w:p w:rsidR="005D1A2D" w:rsidRPr="00E31D9A" w:rsidRDefault="005D1A2D" w:rsidP="005D1A2D">
      <w:pPr>
        <w:tabs>
          <w:tab w:val="left" w:pos="550"/>
          <w:tab w:val="num" w:pos="993"/>
        </w:tabs>
        <w:autoSpaceDE w:val="0"/>
        <w:autoSpaceDN w:val="0"/>
        <w:adjustRightInd w:val="0"/>
      </w:pPr>
      <w:r w:rsidRPr="00C504C5">
        <w:rPr>
          <w:b/>
        </w:rPr>
        <w:t>Publicly available</w:t>
      </w:r>
      <w:r>
        <w:t xml:space="preserve"> means traditional cultural expressions that are used outside of the practices of indigenous peoples and local communities in which they originated, notwithstanding that their historic origin may be known to the public.]</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5D1A2D" w:rsidRPr="00E31D9A" w:rsidRDefault="005D1A2D" w:rsidP="005D1A2D">
      <w:pPr>
        <w:tabs>
          <w:tab w:val="num" w:pos="993"/>
        </w:tabs>
        <w:autoSpaceDE w:val="0"/>
        <w:autoSpaceDN w:val="0"/>
        <w:adjustRightInd w:val="0"/>
        <w:ind w:left="550"/>
        <w:rPr>
          <w:szCs w:val="22"/>
        </w:rPr>
      </w:pPr>
    </w:p>
    <w:p w:rsidR="005D1A2D" w:rsidRPr="00E31D9A" w:rsidRDefault="005D1A2D" w:rsidP="005D1A2D">
      <w:pPr>
        <w:tabs>
          <w:tab w:val="num" w:pos="993"/>
        </w:tabs>
        <w:autoSpaceDE w:val="0"/>
        <w:autoSpaceDN w:val="0"/>
        <w:adjustRightInd w:val="0"/>
        <w:ind w:left="1100"/>
        <w:rPr>
          <w:szCs w:val="22"/>
        </w:rPr>
      </w:pPr>
      <w:r w:rsidRPr="00E31D9A">
        <w:rPr>
          <w:szCs w:val="22"/>
        </w:rPr>
        <w:t>(i)</w:t>
      </w:r>
      <w:r w:rsidRPr="00E31D9A">
        <w:rPr>
          <w:szCs w:val="22"/>
        </w:rPr>
        <w:tab/>
        <w:t xml:space="preserve">the manufacturing, importing, offering for sale, selling, stocking or </w:t>
      </w:r>
      <w:r>
        <w:rPr>
          <w:szCs w:val="22"/>
        </w:rPr>
        <w:t>[</w:t>
      </w:r>
      <w:r w:rsidRPr="00E31D9A">
        <w:rPr>
          <w:szCs w:val="22"/>
        </w:rPr>
        <w:t>using</w:t>
      </w:r>
      <w:r>
        <w:rPr>
          <w:szCs w:val="22"/>
        </w:rPr>
        <w:t>]</w:t>
      </w:r>
      <w:r w:rsidRPr="00E31D9A">
        <w:rPr>
          <w:szCs w:val="22"/>
        </w:rPr>
        <w:t xml:space="preserve"> the product </w:t>
      </w:r>
      <w:r>
        <w:rPr>
          <w:szCs w:val="22"/>
        </w:rPr>
        <w:t>[</w:t>
      </w:r>
      <w:r w:rsidRPr="00E31D9A">
        <w:rPr>
          <w:szCs w:val="22"/>
        </w:rPr>
        <w:t>beyond the traditional context</w:t>
      </w:r>
      <w:r>
        <w:rPr>
          <w:szCs w:val="22"/>
        </w:rPr>
        <w:t>]</w:t>
      </w:r>
      <w:r w:rsidRPr="00E31D9A">
        <w:rPr>
          <w:szCs w:val="22"/>
        </w:rPr>
        <w:t>;  or</w:t>
      </w:r>
    </w:p>
    <w:p w:rsidR="005D1A2D" w:rsidRPr="00E31D9A" w:rsidRDefault="005D1A2D" w:rsidP="005D1A2D">
      <w:pPr>
        <w:tabs>
          <w:tab w:val="num" w:pos="993"/>
        </w:tabs>
        <w:autoSpaceDE w:val="0"/>
        <w:autoSpaceDN w:val="0"/>
        <w:adjustRightInd w:val="0"/>
        <w:ind w:left="1100"/>
        <w:rPr>
          <w:szCs w:val="22"/>
        </w:rPr>
      </w:pPr>
    </w:p>
    <w:p w:rsidR="005D1A2D" w:rsidRPr="00E31D9A" w:rsidRDefault="005D1A2D" w:rsidP="005D1A2D">
      <w:pPr>
        <w:tabs>
          <w:tab w:val="num" w:pos="993"/>
        </w:tabs>
        <w:autoSpaceDE w:val="0"/>
        <w:autoSpaceDN w:val="0"/>
        <w:adjustRightInd w:val="0"/>
        <w:ind w:left="1100"/>
        <w:rPr>
          <w:szCs w:val="22"/>
        </w:rPr>
      </w:pPr>
      <w:r w:rsidRPr="00E31D9A">
        <w:rPr>
          <w:szCs w:val="22"/>
        </w:rPr>
        <w:t>(ii)</w:t>
      </w:r>
      <w:r w:rsidRPr="00E31D9A">
        <w:rPr>
          <w:szCs w:val="22"/>
        </w:rPr>
        <w:tab/>
        <w:t xml:space="preserve">being in possession of the product for the purposes of offering it for sale, selling it or </w:t>
      </w:r>
      <w:r>
        <w:rPr>
          <w:szCs w:val="22"/>
        </w:rPr>
        <w:t>[</w:t>
      </w:r>
      <w:r w:rsidRPr="00E31D9A">
        <w:rPr>
          <w:szCs w:val="22"/>
        </w:rPr>
        <w:t>using</w:t>
      </w:r>
      <w:r>
        <w:rPr>
          <w:szCs w:val="22"/>
        </w:rPr>
        <w:t>]</w:t>
      </w:r>
      <w:r w:rsidRPr="00E31D9A">
        <w:rPr>
          <w:szCs w:val="22"/>
        </w:rPr>
        <w:t xml:space="preserve"> it </w:t>
      </w:r>
      <w:r>
        <w:rPr>
          <w:szCs w:val="22"/>
        </w:rPr>
        <w:t>[</w:t>
      </w:r>
      <w:r w:rsidRPr="00E31D9A">
        <w:rPr>
          <w:szCs w:val="22"/>
        </w:rPr>
        <w:t>beyond the traditional context</w:t>
      </w:r>
      <w:r>
        <w:rPr>
          <w:szCs w:val="22"/>
        </w:rPr>
        <w:t>]</w:t>
      </w:r>
      <w:r w:rsidRPr="00E31D9A">
        <w:rPr>
          <w:szCs w:val="22"/>
        </w:rPr>
        <w:t>.</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5D1A2D" w:rsidRPr="00E31D9A" w:rsidRDefault="005D1A2D" w:rsidP="005D1A2D">
      <w:pPr>
        <w:tabs>
          <w:tab w:val="num" w:pos="993"/>
        </w:tabs>
        <w:autoSpaceDE w:val="0"/>
        <w:autoSpaceDN w:val="0"/>
        <w:adjustRightInd w:val="0"/>
        <w:ind w:left="550"/>
        <w:rPr>
          <w:szCs w:val="22"/>
        </w:rPr>
      </w:pPr>
    </w:p>
    <w:p w:rsidR="005D1A2D" w:rsidRPr="00E31D9A" w:rsidRDefault="005D1A2D" w:rsidP="005D1A2D">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5D1A2D" w:rsidRPr="00E31D9A" w:rsidRDefault="005D1A2D" w:rsidP="005D1A2D">
      <w:pPr>
        <w:tabs>
          <w:tab w:val="num" w:pos="993"/>
        </w:tabs>
        <w:autoSpaceDE w:val="0"/>
        <w:autoSpaceDN w:val="0"/>
        <w:adjustRightInd w:val="0"/>
        <w:ind w:left="1100"/>
        <w:rPr>
          <w:szCs w:val="22"/>
        </w:rPr>
      </w:pPr>
    </w:p>
    <w:p w:rsidR="005D1A2D" w:rsidRPr="00E31D9A" w:rsidRDefault="005D1A2D" w:rsidP="005D1A2D">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5D1A2D" w:rsidRPr="00E31D9A" w:rsidRDefault="005D1A2D" w:rsidP="005D1A2D">
      <w:pPr>
        <w:tabs>
          <w:tab w:val="left" w:pos="550"/>
          <w:tab w:val="num" w:pos="993"/>
        </w:tabs>
        <w:autoSpaceDE w:val="0"/>
        <w:autoSpaceDN w:val="0"/>
        <w:adjustRightInd w:val="0"/>
      </w:pPr>
    </w:p>
    <w:p w:rsidR="005D1A2D" w:rsidRDefault="005D1A2D" w:rsidP="005D1A2D">
      <w:pPr>
        <w:autoSpaceDE w:val="0"/>
        <w:autoSpaceDN w:val="0"/>
        <w:adjustRightInd w:val="0"/>
        <w:ind w:left="1080" w:hanging="530"/>
        <w:rPr>
          <w:szCs w:val="22"/>
        </w:rPr>
      </w:pPr>
      <w:r w:rsidRPr="00E31D9A">
        <w:rPr>
          <w:szCs w:val="22"/>
        </w:rPr>
        <w:t xml:space="preserve">(c) </w:t>
      </w:r>
      <w:r w:rsidRPr="00E31D9A">
        <w:rPr>
          <w:szCs w:val="22"/>
        </w:rPr>
        <w:tab/>
        <w:t>the use</w:t>
      </w:r>
      <w:r>
        <w:rPr>
          <w:szCs w:val="22"/>
        </w:rPr>
        <w:t xml:space="preserve"> </w:t>
      </w:r>
      <w:r w:rsidRPr="00E31D9A">
        <w:rPr>
          <w:szCs w:val="22"/>
        </w:rPr>
        <w:t>of traditional cultural expression in research and development leading to profit-making or commercial purposes.]]</w:t>
      </w:r>
    </w:p>
    <w:p w:rsidR="005D1A2D" w:rsidRDefault="005D1A2D" w:rsidP="005D1A2D">
      <w:pPr>
        <w:autoSpaceDE w:val="0"/>
        <w:autoSpaceDN w:val="0"/>
        <w:adjustRightInd w:val="0"/>
        <w:ind w:left="1080" w:hanging="530"/>
        <w:rPr>
          <w:szCs w:val="22"/>
        </w:rPr>
      </w:pPr>
    </w:p>
    <w:p w:rsidR="005D1A2D" w:rsidRDefault="005D1A2D" w:rsidP="005D1A2D">
      <w:pPr>
        <w:rPr>
          <w:szCs w:val="22"/>
        </w:rPr>
      </w:pPr>
      <w:r>
        <w:rPr>
          <w:szCs w:val="22"/>
        </w:rPr>
        <w:br w:type="page"/>
      </w:r>
    </w:p>
    <w:p w:rsidR="005D1A2D" w:rsidRDefault="005D1A2D" w:rsidP="005D1A2D">
      <w:pPr>
        <w:autoSpaceDE w:val="0"/>
        <w:autoSpaceDN w:val="0"/>
        <w:adjustRightInd w:val="0"/>
        <w:ind w:left="530" w:hanging="530"/>
        <w:rPr>
          <w:szCs w:val="22"/>
        </w:rPr>
      </w:pPr>
      <w:r>
        <w:rPr>
          <w:szCs w:val="22"/>
        </w:rPr>
        <w:lastRenderedPageBreak/>
        <w:t>Facilitators’ Alt</w:t>
      </w:r>
    </w:p>
    <w:p w:rsidR="005D1A2D" w:rsidRDefault="005D1A2D" w:rsidP="005D1A2D">
      <w:pPr>
        <w:autoSpaceDE w:val="0"/>
        <w:autoSpaceDN w:val="0"/>
        <w:adjustRightInd w:val="0"/>
        <w:ind w:left="1080" w:hanging="530"/>
        <w:rPr>
          <w:szCs w:val="22"/>
        </w:rPr>
      </w:pPr>
    </w:p>
    <w:p w:rsidR="005D1A2D" w:rsidRDefault="005D1A2D" w:rsidP="005D1A2D">
      <w:pPr>
        <w:autoSpaceDE w:val="0"/>
        <w:autoSpaceDN w:val="0"/>
        <w:adjustRightInd w:val="0"/>
      </w:pPr>
      <w:r>
        <w:rPr>
          <w:b/>
        </w:rPr>
        <w:t>[[“Use”]/[“utilization”]</w:t>
      </w:r>
      <w:r>
        <w:t xml:space="preserve"> means</w:t>
      </w:r>
    </w:p>
    <w:p w:rsidR="005D1A2D" w:rsidRDefault="005D1A2D" w:rsidP="005D1A2D">
      <w:pPr>
        <w:tabs>
          <w:tab w:val="num" w:pos="993"/>
        </w:tabs>
        <w:autoSpaceDE w:val="0"/>
        <w:autoSpaceDN w:val="0"/>
        <w:adjustRightInd w:val="0"/>
      </w:pPr>
    </w:p>
    <w:p w:rsidR="005D1A2D" w:rsidRDefault="005D1A2D" w:rsidP="005D1A2D">
      <w:pPr>
        <w:tabs>
          <w:tab w:val="left" w:pos="1100"/>
        </w:tabs>
        <w:autoSpaceDE w:val="0"/>
        <w:autoSpaceDN w:val="0"/>
        <w:adjustRightInd w:val="0"/>
        <w:ind w:left="550"/>
      </w:pPr>
      <w:r>
        <w:t>(a)</w:t>
      </w:r>
      <w:r>
        <w:tab/>
        <w:t>where the traditional cultural expression is included in a product, or where a product has been developed or obtained on the basis of a traditional cultural expression, the manufacturing, importing, offering for sale, selling, stocking or exploiting the product.</w:t>
      </w:r>
    </w:p>
    <w:p w:rsidR="005D1A2D" w:rsidRDefault="005D1A2D" w:rsidP="005D1A2D">
      <w:pPr>
        <w:tabs>
          <w:tab w:val="num" w:pos="993"/>
        </w:tabs>
        <w:autoSpaceDE w:val="0"/>
        <w:autoSpaceDN w:val="0"/>
        <w:adjustRightInd w:val="0"/>
        <w:ind w:left="1100"/>
      </w:pPr>
    </w:p>
    <w:p w:rsidR="005D1A2D" w:rsidRDefault="005D1A2D" w:rsidP="005D1A2D">
      <w:pPr>
        <w:tabs>
          <w:tab w:val="num" w:pos="993"/>
        </w:tabs>
        <w:autoSpaceDE w:val="0"/>
        <w:autoSpaceDN w:val="0"/>
        <w:adjustRightInd w:val="0"/>
      </w:pPr>
    </w:p>
    <w:p w:rsidR="005D1A2D" w:rsidRDefault="005D1A2D" w:rsidP="005D1A2D">
      <w:pPr>
        <w:autoSpaceDE w:val="0"/>
        <w:autoSpaceDN w:val="0"/>
        <w:adjustRightInd w:val="0"/>
        <w:ind w:left="550"/>
      </w:pPr>
      <w:r>
        <w:t>(b)</w:t>
      </w:r>
      <w:r>
        <w:tab/>
        <w:t xml:space="preserve">where the traditional cultural expression is included in a process [or] where a process has been developed or obtained on the basis of a traditional cultural expression: exploiting of the process; or carrying out the acts referred to under sub-clause (a) with respect to a product that is a direct result of the use of the process; </w:t>
      </w:r>
    </w:p>
    <w:p w:rsidR="005D1A2D" w:rsidRDefault="005D1A2D" w:rsidP="005D1A2D">
      <w:pPr>
        <w:tabs>
          <w:tab w:val="num" w:pos="993"/>
        </w:tabs>
        <w:autoSpaceDE w:val="0"/>
        <w:autoSpaceDN w:val="0"/>
        <w:adjustRightInd w:val="0"/>
        <w:ind w:left="1100"/>
      </w:pPr>
    </w:p>
    <w:p w:rsidR="005D1A2D" w:rsidRDefault="005D1A2D" w:rsidP="005D1A2D">
      <w:pPr>
        <w:tabs>
          <w:tab w:val="num" w:pos="993"/>
        </w:tabs>
        <w:autoSpaceDE w:val="0"/>
        <w:autoSpaceDN w:val="0"/>
        <w:adjustRightInd w:val="0"/>
        <w:ind w:left="550"/>
      </w:pPr>
      <w:r>
        <w:t>(c)</w:t>
      </w:r>
      <w:r w:rsidRPr="00B10578">
        <w:t xml:space="preserve"> </w:t>
      </w:r>
      <w:r>
        <w:t>where the traditional cultural expression is included as part of commercial or non-commercial research and development.</w:t>
      </w:r>
    </w:p>
    <w:p w:rsidR="005D1A2D" w:rsidRDefault="005D1A2D" w:rsidP="005D1A2D">
      <w:pPr>
        <w:tabs>
          <w:tab w:val="left" w:pos="550"/>
          <w:tab w:val="num" w:pos="993"/>
        </w:tabs>
        <w:autoSpaceDE w:val="0"/>
        <w:autoSpaceDN w:val="0"/>
        <w:adjustRightInd w:val="0"/>
        <w:rPr>
          <w:iCs/>
        </w:rPr>
      </w:pPr>
    </w:p>
    <w:p w:rsidR="005D1A2D" w:rsidRPr="00B92FBB" w:rsidRDefault="005D1A2D" w:rsidP="005D1A2D">
      <w:pPr>
        <w:tabs>
          <w:tab w:val="num" w:pos="993"/>
        </w:tabs>
        <w:autoSpaceDE w:val="0"/>
        <w:autoSpaceDN w:val="0"/>
        <w:adjustRightInd w:val="0"/>
      </w:pPr>
      <w:r>
        <w:rPr>
          <w:b/>
          <w:bCs/>
        </w:rPr>
        <w:t>Customary Laws</w:t>
      </w:r>
      <w:r>
        <w:t xml:space="preserve"> for the purposes of this instrument includes customary laws, Indigenous legal traditions, systems, codes, statutes, ordinances rules, practices and protocols as applied in a collective context by Indigenous [Peoples], local communities, or other beneficiaries.</w:t>
      </w:r>
    </w:p>
    <w:p w:rsidR="005D1A2D" w:rsidRDefault="005D1A2D" w:rsidP="005D1A2D">
      <w:pPr>
        <w:tabs>
          <w:tab w:val="left" w:pos="550"/>
          <w:tab w:val="num" w:pos="993"/>
        </w:tabs>
        <w:autoSpaceDE w:val="0"/>
        <w:autoSpaceDN w:val="0"/>
        <w:adjustRightInd w:val="0"/>
        <w:rPr>
          <w:i/>
        </w:rPr>
      </w:pPr>
      <w:r>
        <w:rPr>
          <w:i/>
        </w:rPr>
        <w:br w:type="page"/>
      </w:r>
    </w:p>
    <w:p w:rsidR="005D1A2D" w:rsidRPr="00E31D9A" w:rsidRDefault="005D1A2D" w:rsidP="005D1A2D">
      <w:pPr>
        <w:spacing w:before="2"/>
        <w:jc w:val="center"/>
        <w:rPr>
          <w:szCs w:val="22"/>
        </w:rPr>
      </w:pPr>
      <w:r w:rsidRPr="00E31D9A">
        <w:rPr>
          <w:szCs w:val="22"/>
        </w:rPr>
        <w:lastRenderedPageBreak/>
        <w:t xml:space="preserve">[ARTICLE </w:t>
      </w:r>
      <w:r>
        <w:rPr>
          <w:szCs w:val="22"/>
        </w:rPr>
        <w:t>2</w:t>
      </w:r>
    </w:p>
    <w:p w:rsidR="005D1A2D" w:rsidRPr="00E31D9A" w:rsidRDefault="005D1A2D" w:rsidP="005D1A2D">
      <w:pPr>
        <w:spacing w:before="2"/>
        <w:jc w:val="center"/>
        <w:rPr>
          <w:szCs w:val="22"/>
          <w:u w:val="single"/>
        </w:rPr>
      </w:pPr>
      <w:r w:rsidRPr="00E31D9A">
        <w:rPr>
          <w:szCs w:val="22"/>
        </w:rPr>
        <w:t>OBJECTIVES</w:t>
      </w:r>
    </w:p>
    <w:p w:rsidR="005D1A2D" w:rsidRDefault="005D1A2D" w:rsidP="005D1A2D">
      <w:pPr>
        <w:spacing w:before="2"/>
        <w:rPr>
          <w:szCs w:val="22"/>
          <w:u w:val="single"/>
        </w:rPr>
      </w:pPr>
    </w:p>
    <w:p w:rsidR="005D1A2D" w:rsidRDefault="005D1A2D" w:rsidP="005D1A2D">
      <w:r>
        <w:t>Facilitators’ Alternative</w:t>
      </w:r>
    </w:p>
    <w:p w:rsidR="005D1A2D" w:rsidRDefault="005D1A2D" w:rsidP="005D1A2D"/>
    <w:p w:rsidR="005D1A2D" w:rsidRDefault="005D1A2D" w:rsidP="005D1A2D">
      <w:r>
        <w:t>The objectives of this instrument are to:</w:t>
      </w:r>
    </w:p>
    <w:p w:rsidR="005D1A2D" w:rsidRDefault="005D1A2D" w:rsidP="005D1A2D"/>
    <w:p w:rsidR="005D1A2D" w:rsidRDefault="005D1A2D" w:rsidP="005D1A2D">
      <w:pPr>
        <w:pStyle w:val="ListParagraph"/>
        <w:numPr>
          <w:ilvl w:val="0"/>
          <w:numId w:val="16"/>
        </w:numPr>
        <w:spacing w:after="0" w:line="240" w:lineRule="auto"/>
      </w:pPr>
      <w:r>
        <w:t xml:space="preserve">Provide effective and adequate protection of traditional cultural expressions; </w:t>
      </w:r>
    </w:p>
    <w:p w:rsidR="005D1A2D" w:rsidRDefault="005D1A2D" w:rsidP="005D1A2D">
      <w:pPr>
        <w:pStyle w:val="ListParagraph"/>
      </w:pPr>
    </w:p>
    <w:p w:rsidR="005D1A2D" w:rsidRDefault="005D1A2D" w:rsidP="005D1A2D">
      <w:pPr>
        <w:pStyle w:val="ListParagraph"/>
        <w:numPr>
          <w:ilvl w:val="0"/>
          <w:numId w:val="16"/>
        </w:numPr>
        <w:spacing w:after="0" w:line="240" w:lineRule="auto"/>
      </w:pPr>
      <w:r>
        <w:t xml:space="preserve">Prevent the erroneous grant of intellectual property rights over traditional cultural expressions; </w:t>
      </w:r>
      <w:r w:rsidRPr="00971190">
        <w:t xml:space="preserve"> </w:t>
      </w:r>
      <w:r>
        <w:t>and</w:t>
      </w:r>
    </w:p>
    <w:p w:rsidR="005D1A2D" w:rsidRDefault="005D1A2D" w:rsidP="005D1A2D">
      <w:pPr>
        <w:pStyle w:val="ListParagraph"/>
      </w:pPr>
    </w:p>
    <w:p w:rsidR="005D1A2D" w:rsidRDefault="005D1A2D" w:rsidP="005D1A2D">
      <w:pPr>
        <w:pStyle w:val="ListParagraph"/>
        <w:numPr>
          <w:ilvl w:val="0"/>
          <w:numId w:val="16"/>
        </w:numPr>
        <w:spacing w:after="0" w:line="240" w:lineRule="auto"/>
      </w:pPr>
      <w:r>
        <w:t xml:space="preserve">[Recognize Indigenous [Peoples] and local communities as holders of traditional cultural expressions]. </w:t>
      </w:r>
    </w:p>
    <w:p w:rsidR="005D1A2D" w:rsidRDefault="005D1A2D" w:rsidP="005D1A2D">
      <w:pPr>
        <w:rPr>
          <w:szCs w:val="22"/>
        </w:rPr>
      </w:pPr>
    </w:p>
    <w:p w:rsidR="005D1A2D" w:rsidRDefault="005D1A2D" w:rsidP="005D1A2D">
      <w:pPr>
        <w:rPr>
          <w:szCs w:val="22"/>
        </w:rPr>
      </w:pPr>
    </w:p>
    <w:p w:rsidR="005D1A2D" w:rsidRDefault="005D1A2D" w:rsidP="005D1A2D">
      <w:pPr>
        <w:rPr>
          <w:szCs w:val="22"/>
        </w:rPr>
      </w:pPr>
      <w:r>
        <w:rPr>
          <w:szCs w:val="22"/>
        </w:rPr>
        <w:t>[Alt 1</w:t>
      </w:r>
    </w:p>
    <w:p w:rsidR="005D1A2D" w:rsidRPr="00246911" w:rsidRDefault="005D1A2D" w:rsidP="005D1A2D">
      <w:pPr>
        <w:rPr>
          <w:szCs w:val="22"/>
        </w:rPr>
      </w:pPr>
    </w:p>
    <w:p w:rsidR="005D1A2D" w:rsidRDefault="005D1A2D" w:rsidP="005D1A2D">
      <w:pPr>
        <w:tabs>
          <w:tab w:val="num" w:pos="993"/>
        </w:tabs>
        <w:autoSpaceDE w:val="0"/>
        <w:autoSpaceDN w:val="0"/>
        <w:adjustRightInd w:val="0"/>
      </w:pPr>
      <w:r>
        <w:t>The objective of this instrument is to provide effective, balanced and adequate protection relating to intellectual property against:</w:t>
      </w:r>
    </w:p>
    <w:p w:rsidR="005D1A2D" w:rsidRDefault="005D1A2D" w:rsidP="005D1A2D">
      <w:pPr>
        <w:tabs>
          <w:tab w:val="num" w:pos="993"/>
        </w:tabs>
        <w:autoSpaceDE w:val="0"/>
        <w:autoSpaceDN w:val="0"/>
        <w:adjustRightInd w:val="0"/>
      </w:pPr>
    </w:p>
    <w:p w:rsidR="005D1A2D" w:rsidRDefault="005D1A2D" w:rsidP="005D1A2D">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5D1A2D" w:rsidRDefault="005D1A2D" w:rsidP="005D1A2D">
      <w:pPr>
        <w:pStyle w:val="ListParagraph"/>
        <w:tabs>
          <w:tab w:val="num" w:pos="993"/>
        </w:tabs>
        <w:autoSpaceDE w:val="0"/>
        <w:autoSpaceDN w:val="0"/>
        <w:adjustRightInd w:val="0"/>
        <w:ind w:left="927"/>
      </w:pPr>
    </w:p>
    <w:p w:rsidR="005D1A2D" w:rsidRDefault="005D1A2D" w:rsidP="005D1A2D">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5D1A2D" w:rsidRDefault="005D1A2D" w:rsidP="005D1A2D">
      <w:pPr>
        <w:pStyle w:val="ListParagraph"/>
        <w:spacing w:after="0"/>
      </w:pPr>
    </w:p>
    <w:p w:rsidR="005D1A2D" w:rsidRDefault="005D1A2D" w:rsidP="005D1A2D">
      <w:pPr>
        <w:rPr>
          <w:szCs w:val="22"/>
        </w:rPr>
      </w:pPr>
      <w:r>
        <w:t>[</w:t>
      </w:r>
      <w:r w:rsidRPr="00766DF3">
        <w:t>while supporting the appropriate use of traditional cultural expressions</w:t>
      </w:r>
      <w:r w:rsidRPr="00214ACD">
        <w:t>].</w:t>
      </w:r>
      <w:r>
        <w:t>]</w:t>
      </w:r>
    </w:p>
    <w:p w:rsidR="005D1A2D" w:rsidRDefault="005D1A2D" w:rsidP="005D1A2D">
      <w:pPr>
        <w:rPr>
          <w:szCs w:val="22"/>
        </w:rPr>
      </w:pPr>
    </w:p>
    <w:p w:rsidR="005D1A2D" w:rsidRPr="00E31D9A" w:rsidRDefault="005D1A2D" w:rsidP="005D1A2D">
      <w:pPr>
        <w:rPr>
          <w:szCs w:val="22"/>
        </w:rPr>
      </w:pPr>
    </w:p>
    <w:p w:rsidR="005D1A2D" w:rsidRPr="0039191E" w:rsidRDefault="005D1A2D" w:rsidP="005D1A2D">
      <w:pPr>
        <w:ind w:left="550" w:hanging="550"/>
        <w:rPr>
          <w:szCs w:val="22"/>
        </w:rPr>
      </w:pPr>
      <w:r w:rsidRPr="0039191E">
        <w:rPr>
          <w:szCs w:val="22"/>
        </w:rPr>
        <w:t>[Alt 2</w:t>
      </w:r>
    </w:p>
    <w:p w:rsidR="005D1A2D" w:rsidRPr="00E31D9A" w:rsidRDefault="005D1A2D" w:rsidP="005D1A2D">
      <w:pPr>
        <w:ind w:left="550" w:hanging="550"/>
        <w:rPr>
          <w:szCs w:val="22"/>
          <w:u w:val="single"/>
        </w:rPr>
      </w:pPr>
    </w:p>
    <w:p w:rsidR="005D1A2D" w:rsidRPr="00E31D9A" w:rsidRDefault="005D1A2D" w:rsidP="005D1A2D">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5D1A2D" w:rsidRDefault="005D1A2D" w:rsidP="005D1A2D">
      <w:pPr>
        <w:rPr>
          <w:szCs w:val="22"/>
        </w:rPr>
      </w:pPr>
    </w:p>
    <w:p w:rsidR="005D1A2D" w:rsidRDefault="005D1A2D" w:rsidP="005D1A2D">
      <w:pPr>
        <w:rPr>
          <w:szCs w:val="22"/>
        </w:rPr>
      </w:pPr>
    </w:p>
    <w:p w:rsidR="005D1A2D" w:rsidRDefault="005D1A2D" w:rsidP="005D1A2D">
      <w:pPr>
        <w:rPr>
          <w:szCs w:val="22"/>
        </w:rPr>
      </w:pPr>
      <w:r>
        <w:rPr>
          <w:szCs w:val="22"/>
        </w:rPr>
        <w:t>[Alt 3</w:t>
      </w:r>
    </w:p>
    <w:p w:rsidR="005D1A2D" w:rsidRPr="00B62A8C" w:rsidRDefault="005D1A2D" w:rsidP="005D1A2D">
      <w:pPr>
        <w:rPr>
          <w:szCs w:val="22"/>
        </w:rPr>
      </w:pPr>
    </w:p>
    <w:p w:rsidR="005D1A2D" w:rsidRPr="00B62A8C" w:rsidRDefault="005D1A2D" w:rsidP="005D1A2D">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5D1A2D" w:rsidRPr="00B62A8C" w:rsidRDefault="005D1A2D" w:rsidP="005D1A2D">
      <w:pPr>
        <w:rPr>
          <w:szCs w:val="22"/>
        </w:rPr>
      </w:pPr>
    </w:p>
    <w:p w:rsidR="005D1A2D" w:rsidRPr="00B62A8C" w:rsidRDefault="005D1A2D" w:rsidP="005D1A2D">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rsidR="005D1A2D" w:rsidRPr="00B62A8C" w:rsidRDefault="005D1A2D" w:rsidP="005D1A2D">
      <w:pPr>
        <w:ind w:left="567"/>
        <w:rPr>
          <w:szCs w:val="22"/>
        </w:rPr>
      </w:pPr>
    </w:p>
    <w:p w:rsidR="005D1A2D" w:rsidRPr="00B62A8C" w:rsidRDefault="005D1A2D" w:rsidP="005D1A2D">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5D1A2D" w:rsidRPr="00B62A8C" w:rsidRDefault="005D1A2D" w:rsidP="005D1A2D">
      <w:pPr>
        <w:ind w:left="567"/>
        <w:rPr>
          <w:szCs w:val="22"/>
        </w:rPr>
      </w:pPr>
    </w:p>
    <w:p w:rsidR="005D1A2D" w:rsidRPr="00B62A8C" w:rsidRDefault="005D1A2D" w:rsidP="005D1A2D">
      <w:pPr>
        <w:ind w:left="567"/>
        <w:rPr>
          <w:szCs w:val="22"/>
        </w:rPr>
      </w:pPr>
      <w:r w:rsidRPr="00B62A8C">
        <w:rPr>
          <w:szCs w:val="22"/>
        </w:rPr>
        <w:lastRenderedPageBreak/>
        <w:t>(c)</w:t>
      </w:r>
      <w:r w:rsidRPr="00B62A8C">
        <w:rPr>
          <w:szCs w:val="22"/>
        </w:rPr>
        <w:tab/>
        <w:t>prevent the erroneous grant or assertion of intellectual property rights over traditional cultural expressions.</w:t>
      </w:r>
    </w:p>
    <w:p w:rsidR="005D1A2D" w:rsidRPr="00B62A8C" w:rsidRDefault="005D1A2D" w:rsidP="005D1A2D">
      <w:pPr>
        <w:ind w:left="567"/>
        <w:rPr>
          <w:szCs w:val="22"/>
        </w:rPr>
      </w:pPr>
    </w:p>
    <w:p w:rsidR="005D1A2D" w:rsidRDefault="005D1A2D" w:rsidP="005D1A2D">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5D1A2D" w:rsidRDefault="005D1A2D" w:rsidP="005D1A2D">
      <w:pPr>
        <w:rPr>
          <w:szCs w:val="22"/>
        </w:rPr>
      </w:pPr>
    </w:p>
    <w:p w:rsidR="005D1A2D" w:rsidRPr="00E31D9A" w:rsidRDefault="005D1A2D" w:rsidP="005D1A2D">
      <w:pPr>
        <w:tabs>
          <w:tab w:val="num" w:pos="993"/>
        </w:tabs>
        <w:autoSpaceDE w:val="0"/>
        <w:autoSpaceDN w:val="0"/>
        <w:adjustRightInd w:val="0"/>
        <w:rPr>
          <w:b/>
          <w:szCs w:val="22"/>
          <w:u w:val="single"/>
        </w:rPr>
      </w:pPr>
    </w:p>
    <w:p w:rsidR="005D1A2D" w:rsidRPr="00E31D9A" w:rsidRDefault="005D1A2D" w:rsidP="005D1A2D">
      <w:pPr>
        <w:tabs>
          <w:tab w:val="num" w:pos="993"/>
        </w:tabs>
        <w:autoSpaceDE w:val="0"/>
        <w:autoSpaceDN w:val="0"/>
        <w:adjustRightInd w:val="0"/>
        <w:jc w:val="center"/>
        <w:rPr>
          <w:szCs w:val="22"/>
          <w:u w:val="single"/>
        </w:rPr>
      </w:pPr>
      <w:r w:rsidRPr="00E31D9A">
        <w:rPr>
          <w:szCs w:val="22"/>
          <w:u w:val="single"/>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3</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t>PROTECTION CRITERIA/ELIGIBILITY CRITERIA</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p>
    <w:p w:rsidR="005D1A2D" w:rsidRDefault="005D1A2D" w:rsidP="005D1A2D">
      <w:r>
        <w:t xml:space="preserve">Facilitators’ Alternative </w:t>
      </w:r>
    </w:p>
    <w:p w:rsidR="005D1A2D" w:rsidRDefault="005D1A2D" w:rsidP="005D1A2D"/>
    <w:p w:rsidR="005D1A2D" w:rsidRDefault="005D1A2D" w:rsidP="005D1A2D">
      <w:r>
        <w:t>3.1</w:t>
      </w:r>
      <w:r>
        <w:tab/>
        <w:t>Protection shall be extended under this instrument to traditional cultural expressions, which are:</w:t>
      </w:r>
    </w:p>
    <w:p w:rsidR="005D1A2D" w:rsidRDefault="005D1A2D" w:rsidP="005D1A2D"/>
    <w:p w:rsidR="005D1A2D" w:rsidRDefault="005D1A2D" w:rsidP="005D1A2D">
      <w:pPr>
        <w:ind w:left="567" w:firstLine="3"/>
      </w:pPr>
      <w:r>
        <w:t>(a)</w:t>
      </w:r>
      <w:r>
        <w:tab/>
        <w:t>created, generated, received by, or revealed to, Indigenous [Peoples], local communities and developed, held, used, and maintained in a collective context by them [in accordance with their customary laws, Indigenous codes, protocols and practices];</w:t>
      </w:r>
      <w:r>
        <w:tab/>
      </w:r>
    </w:p>
    <w:p w:rsidR="005D1A2D" w:rsidRDefault="005D1A2D" w:rsidP="005D1A2D"/>
    <w:p w:rsidR="005D1A2D" w:rsidRDefault="005D1A2D" w:rsidP="005D1A2D">
      <w:pPr>
        <w:ind w:left="567" w:firstLine="3"/>
      </w:pPr>
      <w:r>
        <w:t>(b)</w:t>
      </w:r>
      <w:r>
        <w:tab/>
        <w:t>linked with, and/or is an integral part of, the cultural and social identity and traditional heritage of indigenous peoples, local communities; and</w:t>
      </w:r>
    </w:p>
    <w:p w:rsidR="005D1A2D" w:rsidRDefault="005D1A2D" w:rsidP="005D1A2D"/>
    <w:p w:rsidR="005D1A2D" w:rsidRDefault="005D1A2D" w:rsidP="005D1A2D">
      <w:pPr>
        <w:pStyle w:val="ListParagraph"/>
        <w:spacing w:after="0" w:line="240" w:lineRule="auto"/>
        <w:ind w:left="540"/>
      </w:pPr>
      <w:r>
        <w:t>(c)</w:t>
      </w:r>
      <w:r>
        <w:tab/>
        <w:t>transmitted within a generation or from generation to generation, whether consecutively or not.</w:t>
      </w:r>
    </w:p>
    <w:p w:rsidR="005D1A2D" w:rsidRDefault="005D1A2D" w:rsidP="005D1A2D"/>
    <w:p w:rsidR="005D1A2D" w:rsidRDefault="005D1A2D" w:rsidP="005D1A2D">
      <w:r>
        <w:t>[3.2</w:t>
      </w:r>
      <w:r>
        <w:tab/>
        <w:t xml:space="preserve">A Member State/Contracting Party may, under its national law, specify additional criteria for protection for traditional cultural expressions.]   </w:t>
      </w:r>
    </w:p>
    <w:p w:rsidR="005D1A2D" w:rsidRDefault="005D1A2D" w:rsidP="005D1A2D"/>
    <w:p w:rsidR="005D1A2D" w:rsidRDefault="005D1A2D" w:rsidP="005D1A2D"/>
    <w:p w:rsidR="005D1A2D" w:rsidRDefault="005D1A2D" w:rsidP="005D1A2D"/>
    <w:p w:rsidR="005D1A2D" w:rsidRDefault="005D1A2D" w:rsidP="005D1A2D">
      <w:r>
        <w:t>[Alt 1</w:t>
      </w:r>
    </w:p>
    <w:p w:rsidR="005D1A2D" w:rsidRDefault="005D1A2D" w:rsidP="005D1A2D"/>
    <w:p w:rsidR="005D1A2D" w:rsidRDefault="005D1A2D" w:rsidP="005D1A2D">
      <w:r>
        <w:t>3.1</w:t>
      </w:r>
      <w:r>
        <w:tab/>
        <w:t>Subject to Article 3.2, protection shall be extended under this instrument to traditional cultural expressions which are:</w:t>
      </w:r>
    </w:p>
    <w:p w:rsidR="005D1A2D" w:rsidRDefault="005D1A2D" w:rsidP="005D1A2D"/>
    <w:p w:rsidR="005D1A2D" w:rsidRDefault="005D1A2D" w:rsidP="005D1A2D">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5D1A2D" w:rsidRDefault="005D1A2D" w:rsidP="005D1A2D"/>
    <w:p w:rsidR="005D1A2D" w:rsidRDefault="005D1A2D" w:rsidP="005D1A2D">
      <w:pPr>
        <w:ind w:left="567" w:firstLine="3"/>
      </w:pPr>
      <w:r>
        <w:t>(b)</w:t>
      </w:r>
      <w:r>
        <w:tab/>
        <w:t>linked with, and are an integral part of, the cultural and social identity and traditional heritage of indigenous [peoples], local communities and/or [other beneficiaries];  and</w:t>
      </w:r>
    </w:p>
    <w:p w:rsidR="005D1A2D" w:rsidRDefault="005D1A2D" w:rsidP="005D1A2D"/>
    <w:p w:rsidR="005D1A2D" w:rsidRDefault="005D1A2D" w:rsidP="005D1A2D">
      <w:pPr>
        <w:ind w:left="630" w:hanging="90"/>
      </w:pPr>
      <w:r>
        <w:t>(c)</w:t>
      </w:r>
      <w:r>
        <w:tab/>
        <w:t>transmitted between or from generation to generation, whether consecutively or not.</w:t>
      </w:r>
    </w:p>
    <w:p w:rsidR="005D1A2D" w:rsidRDefault="005D1A2D" w:rsidP="005D1A2D"/>
    <w:p w:rsidR="005D1A2D" w:rsidRDefault="005D1A2D" w:rsidP="005D1A2D">
      <w:r>
        <w:t>3.2.</w:t>
      </w:r>
      <w:r>
        <w:tab/>
        <w:t>A Member State/Contracting Party may under its national law, condition protection on the prior existence of the traditional cultural expressions for a reasonable term as determined by the Member State/Contracting Party.]</w:t>
      </w:r>
    </w:p>
    <w:p w:rsidR="005D1A2D" w:rsidRDefault="005D1A2D" w:rsidP="005D1A2D"/>
    <w:p w:rsidR="005D1A2D" w:rsidRDefault="005D1A2D" w:rsidP="005D1A2D"/>
    <w:p w:rsidR="005D1A2D" w:rsidRDefault="005D1A2D" w:rsidP="005D1A2D">
      <w:r>
        <w:t>[Alt 2</w:t>
      </w:r>
    </w:p>
    <w:p w:rsidR="005D1A2D" w:rsidRDefault="005D1A2D" w:rsidP="005D1A2D"/>
    <w:p w:rsidR="005D1A2D" w:rsidRDefault="005D1A2D" w:rsidP="005D1A2D">
      <w:r>
        <w:t>3.1</w:t>
      </w:r>
      <w:r>
        <w:tab/>
        <w:t>Protection should be extended under this instrument to traditional cultural expressions which are:</w:t>
      </w:r>
    </w:p>
    <w:p w:rsidR="005D1A2D" w:rsidRDefault="005D1A2D" w:rsidP="005D1A2D"/>
    <w:p w:rsidR="005D1A2D" w:rsidRDefault="005D1A2D" w:rsidP="005D1A2D">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5D1A2D" w:rsidRDefault="005D1A2D" w:rsidP="005D1A2D"/>
    <w:p w:rsidR="005D1A2D" w:rsidRDefault="005D1A2D" w:rsidP="005D1A2D">
      <w:pPr>
        <w:ind w:left="567" w:firstLine="3"/>
      </w:pPr>
      <w:r>
        <w:lastRenderedPageBreak/>
        <w:t>(b)</w:t>
      </w:r>
      <w:r>
        <w:tab/>
        <w:t>linked with, are an integral part of, and are distinctively associated with the cultural and social identity and traditional heritage of indigenous [peoples], local communities and/or [other beneficiaries];  and</w:t>
      </w:r>
    </w:p>
    <w:p w:rsidR="005D1A2D" w:rsidRDefault="005D1A2D" w:rsidP="005D1A2D"/>
    <w:p w:rsidR="005D1A2D" w:rsidRDefault="005D1A2D" w:rsidP="005D1A2D">
      <w:pPr>
        <w:ind w:left="567" w:firstLine="3"/>
      </w:pPr>
      <w:r>
        <w:t>(c)</w:t>
      </w:r>
      <w:r>
        <w:tab/>
        <w:t>transmitted between or from generation to generation, whether consecutively or not for a term not less than fifty years or five generations.]]</w:t>
      </w:r>
    </w:p>
    <w:p w:rsidR="005D1A2D" w:rsidRDefault="005D1A2D" w:rsidP="005D1A2D"/>
    <w:p w:rsidR="005D1A2D" w:rsidRDefault="005D1A2D" w:rsidP="005D1A2D">
      <w:pPr>
        <w:autoSpaceDE w:val="0"/>
        <w:autoSpaceDN w:val="0"/>
        <w:adjustRightInd w:val="0"/>
        <w:rPr>
          <w:szCs w:val="22"/>
        </w:rPr>
      </w:pPr>
    </w:p>
    <w:p w:rsidR="005D1A2D" w:rsidRDefault="005D1A2D" w:rsidP="005D1A2D">
      <w:pPr>
        <w:rPr>
          <w:szCs w:val="22"/>
        </w:rPr>
      </w:pPr>
      <w:r>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4</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 xml:space="preserve">BENEFICIARIES </w:t>
      </w:r>
    </w:p>
    <w:p w:rsidR="005D1A2D" w:rsidRPr="00E31D9A" w:rsidRDefault="005D1A2D" w:rsidP="005D1A2D">
      <w:pPr>
        <w:tabs>
          <w:tab w:val="num" w:pos="993"/>
        </w:tabs>
        <w:autoSpaceDE w:val="0"/>
        <w:autoSpaceDN w:val="0"/>
        <w:adjustRightInd w:val="0"/>
        <w:rPr>
          <w:szCs w:val="22"/>
        </w:rPr>
      </w:pPr>
    </w:p>
    <w:p w:rsidR="005D1A2D" w:rsidRDefault="005D1A2D" w:rsidP="005D1A2D">
      <w:pPr>
        <w:autoSpaceDE w:val="0"/>
        <w:autoSpaceDN w:val="0"/>
        <w:adjustRightInd w:val="0"/>
      </w:pPr>
      <w:r>
        <w:t>[Alt 1</w:t>
      </w:r>
    </w:p>
    <w:p w:rsidR="005D1A2D" w:rsidRPr="00E31D9A" w:rsidRDefault="005D1A2D" w:rsidP="005D1A2D">
      <w:pPr>
        <w:autoSpaceDE w:val="0"/>
        <w:autoSpaceDN w:val="0"/>
        <w:adjustRightInd w:val="0"/>
      </w:pPr>
    </w:p>
    <w:p w:rsidR="005D1A2D" w:rsidRPr="00E31D9A" w:rsidRDefault="005D1A2D" w:rsidP="005D1A2D">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5D1A2D" w:rsidRDefault="005D1A2D" w:rsidP="005D1A2D">
      <w:pPr>
        <w:autoSpaceDE w:val="0"/>
        <w:autoSpaceDN w:val="0"/>
        <w:adjustRightInd w:val="0"/>
      </w:pPr>
    </w:p>
    <w:p w:rsidR="005D1A2D" w:rsidRDefault="005D1A2D" w:rsidP="005D1A2D">
      <w:pPr>
        <w:autoSpaceDE w:val="0"/>
        <w:autoSpaceDN w:val="0"/>
        <w:adjustRightInd w:val="0"/>
      </w:pPr>
    </w:p>
    <w:p w:rsidR="005D1A2D" w:rsidRDefault="005D1A2D" w:rsidP="005D1A2D">
      <w:pPr>
        <w:autoSpaceDE w:val="0"/>
        <w:autoSpaceDN w:val="0"/>
        <w:adjustRightInd w:val="0"/>
      </w:pPr>
      <w:r>
        <w:t>Facilitators’ Alternative</w:t>
      </w:r>
    </w:p>
    <w:p w:rsidR="005D1A2D" w:rsidRDefault="005D1A2D" w:rsidP="005D1A2D">
      <w:pPr>
        <w:autoSpaceDE w:val="0"/>
        <w:autoSpaceDN w:val="0"/>
        <w:adjustRightInd w:val="0"/>
      </w:pPr>
    </w:p>
    <w:p w:rsidR="005D1A2D" w:rsidRDefault="005D1A2D" w:rsidP="005D1A2D">
      <w:pPr>
        <w:autoSpaceDE w:val="0"/>
        <w:autoSpaceDN w:val="0"/>
        <w:adjustRightInd w:val="0"/>
      </w:pPr>
      <w:r>
        <w:t>4.1 The beneficiaries under this instrument are:</w:t>
      </w:r>
    </w:p>
    <w:p w:rsidR="005D1A2D" w:rsidRDefault="005D1A2D" w:rsidP="005D1A2D">
      <w:pPr>
        <w:autoSpaceDE w:val="0"/>
        <w:autoSpaceDN w:val="0"/>
        <w:adjustRightInd w:val="0"/>
      </w:pPr>
    </w:p>
    <w:p w:rsidR="005D1A2D" w:rsidRDefault="005D1A2D" w:rsidP="005D1A2D">
      <w:pPr>
        <w:pStyle w:val="ListParagraph"/>
        <w:numPr>
          <w:ilvl w:val="0"/>
          <w:numId w:val="17"/>
        </w:numPr>
        <w:autoSpaceDE w:val="0"/>
        <w:autoSpaceDN w:val="0"/>
        <w:adjustRightInd w:val="0"/>
        <w:spacing w:after="0" w:line="240" w:lineRule="auto"/>
      </w:pPr>
      <w:r>
        <w:t>Indigenous [Peoples] and local communities, and</w:t>
      </w:r>
    </w:p>
    <w:p w:rsidR="005D1A2D" w:rsidRDefault="005D1A2D" w:rsidP="005D1A2D">
      <w:pPr>
        <w:pStyle w:val="ListParagraph"/>
        <w:autoSpaceDE w:val="0"/>
        <w:autoSpaceDN w:val="0"/>
        <w:adjustRightInd w:val="0"/>
        <w:spacing w:after="0" w:line="240" w:lineRule="auto"/>
      </w:pPr>
    </w:p>
    <w:p w:rsidR="005D1A2D" w:rsidRDefault="005D1A2D" w:rsidP="005D1A2D">
      <w:pPr>
        <w:pStyle w:val="ListParagraph"/>
        <w:numPr>
          <w:ilvl w:val="0"/>
          <w:numId w:val="17"/>
        </w:numPr>
        <w:autoSpaceDE w:val="0"/>
        <w:autoSpaceDN w:val="0"/>
        <w:adjustRightInd w:val="0"/>
        <w:spacing w:after="0" w:line="240" w:lineRule="auto"/>
      </w:pPr>
      <w:r>
        <w:t>where applicable and as determined under national law, other right holders of traditional cultural expressions.]</w:t>
      </w:r>
    </w:p>
    <w:p w:rsidR="005D1A2D" w:rsidRDefault="005D1A2D" w:rsidP="005D1A2D">
      <w:pPr>
        <w:autoSpaceDE w:val="0"/>
        <w:autoSpaceDN w:val="0"/>
        <w:adjustRightInd w:val="0"/>
      </w:pPr>
    </w:p>
    <w:p w:rsidR="005D1A2D" w:rsidRPr="00E31D9A" w:rsidRDefault="005D1A2D" w:rsidP="005D1A2D">
      <w:pPr>
        <w:autoSpaceDE w:val="0"/>
        <w:autoSpaceDN w:val="0"/>
        <w:adjustRightInd w:val="0"/>
      </w:pPr>
    </w:p>
    <w:p w:rsidR="005D1A2D" w:rsidRPr="00E31D9A" w:rsidRDefault="005D1A2D" w:rsidP="005D1A2D">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SCOPE OF [PROTECTION]/[SAFEGUARDING]</w:t>
      </w:r>
    </w:p>
    <w:p w:rsidR="005D1A2D" w:rsidRDefault="005D1A2D" w:rsidP="005D1A2D">
      <w:pPr>
        <w:tabs>
          <w:tab w:val="num" w:pos="993"/>
        </w:tabs>
        <w:autoSpaceDE w:val="0"/>
        <w:autoSpaceDN w:val="0"/>
        <w:adjustRightInd w:val="0"/>
        <w:rPr>
          <w:szCs w:val="22"/>
        </w:rPr>
      </w:pPr>
    </w:p>
    <w:p w:rsidR="005D1A2D" w:rsidRPr="00E31D9A" w:rsidRDefault="005D1A2D" w:rsidP="005D1A2D">
      <w:pPr>
        <w:tabs>
          <w:tab w:val="num" w:pos="993"/>
        </w:tabs>
        <w:autoSpaceDE w:val="0"/>
        <w:autoSpaceDN w:val="0"/>
        <w:adjustRightInd w:val="0"/>
        <w:rPr>
          <w:szCs w:val="22"/>
        </w:rPr>
      </w:pPr>
      <w:r>
        <w:rPr>
          <w:szCs w:val="22"/>
        </w:rPr>
        <w:t>[Facilitators’ Alternative</w:t>
      </w:r>
    </w:p>
    <w:p w:rsidR="005D1A2D" w:rsidRDefault="005D1A2D" w:rsidP="005D1A2D">
      <w:pPr>
        <w:tabs>
          <w:tab w:val="num" w:pos="993"/>
        </w:tabs>
        <w:autoSpaceDE w:val="0"/>
        <w:autoSpaceDN w:val="0"/>
        <w:adjustRightInd w:val="0"/>
        <w:rPr>
          <w:szCs w:val="22"/>
        </w:rPr>
      </w:pPr>
    </w:p>
    <w:p w:rsidR="005D1A2D" w:rsidRDefault="005D1A2D" w:rsidP="005D1A2D">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cultural expressions, in a reasonable and balanced manner, and to provide that:</w:t>
      </w:r>
    </w:p>
    <w:p w:rsidR="005D1A2D" w:rsidRPr="00256D7D" w:rsidRDefault="005D1A2D" w:rsidP="005D1A2D">
      <w:pPr>
        <w:spacing w:line="276" w:lineRule="auto"/>
        <w:rPr>
          <w:szCs w:val="22"/>
        </w:rPr>
      </w:pPr>
    </w:p>
    <w:p w:rsidR="005D1A2D" w:rsidRDefault="005D1A2D" w:rsidP="005D1A2D">
      <w:pPr>
        <w:pStyle w:val="ListParagraph"/>
        <w:numPr>
          <w:ilvl w:val="0"/>
          <w:numId w:val="21"/>
        </w:numPr>
        <w:autoSpaceDE w:val="0"/>
        <w:autoSpaceDN w:val="0"/>
        <w:adjustRightInd w:val="0"/>
        <w:spacing w:after="0"/>
      </w:pPr>
      <w:r>
        <w:t>Where, with reference to the customary laws, Indigenous codes, protocols and practices of Indigenous [Peoples], local communities, or other beneficiaries, access to traditional cultural expressions is restricted, including where the traditional cultural expressions are secret or sacred, beneficiaries have exclusive collective rights:</w:t>
      </w:r>
    </w:p>
    <w:p w:rsidR="005D1A2D" w:rsidRPr="00B17A65" w:rsidRDefault="005D1A2D" w:rsidP="005D1A2D">
      <w:pPr>
        <w:pStyle w:val="ListParagraph"/>
        <w:autoSpaceDE w:val="0"/>
        <w:autoSpaceDN w:val="0"/>
        <w:adjustRightInd w:val="0"/>
        <w:spacing w:after="0"/>
        <w:ind w:left="1487"/>
      </w:pPr>
    </w:p>
    <w:p w:rsidR="005D1A2D" w:rsidRDefault="005D1A2D" w:rsidP="005D1A2D">
      <w:pPr>
        <w:pStyle w:val="ListParagraph"/>
        <w:numPr>
          <w:ilvl w:val="0"/>
          <w:numId w:val="19"/>
        </w:numPr>
        <w:autoSpaceDE w:val="0"/>
        <w:autoSpaceDN w:val="0"/>
        <w:adjustRightInd w:val="0"/>
        <w:spacing w:after="0"/>
      </w:pPr>
      <w:r w:rsidRPr="009C58DE">
        <w:t>to maintain, control, use, develop, authorize or prevent access to and use/utilizatio</w:t>
      </w:r>
      <w:r>
        <w:t>n of their traditional cultural expressions</w:t>
      </w:r>
      <w:r w:rsidRPr="009C58DE">
        <w:t xml:space="preserve">; </w:t>
      </w:r>
    </w:p>
    <w:p w:rsidR="005D1A2D" w:rsidRDefault="005D1A2D" w:rsidP="005D1A2D">
      <w:pPr>
        <w:pStyle w:val="ListParagraph"/>
        <w:autoSpaceDE w:val="0"/>
        <w:autoSpaceDN w:val="0"/>
        <w:adjustRightInd w:val="0"/>
        <w:spacing w:after="0"/>
        <w:ind w:left="2160"/>
      </w:pPr>
    </w:p>
    <w:p w:rsidR="005D1A2D" w:rsidRPr="009C58DE" w:rsidRDefault="005D1A2D" w:rsidP="005D1A2D">
      <w:pPr>
        <w:pStyle w:val="ListParagraph"/>
        <w:numPr>
          <w:ilvl w:val="0"/>
          <w:numId w:val="19"/>
        </w:numPr>
        <w:autoSpaceDE w:val="0"/>
        <w:autoSpaceDN w:val="0"/>
        <w:adjustRightInd w:val="0"/>
        <w:spacing w:after="0"/>
      </w:pPr>
      <w:r w:rsidRPr="009C58DE">
        <w:t xml:space="preserve">receive a fair and equitable share of benefits arising from </w:t>
      </w:r>
      <w:r>
        <w:t>their</w:t>
      </w:r>
      <w:r w:rsidRPr="009C58DE">
        <w:t xml:space="preserve"> use</w:t>
      </w:r>
      <w:r>
        <w:t xml:space="preserve">; </w:t>
      </w:r>
    </w:p>
    <w:p w:rsidR="005D1A2D" w:rsidRPr="009C58DE" w:rsidRDefault="005D1A2D" w:rsidP="005D1A2D">
      <w:pPr>
        <w:pStyle w:val="ListParagraph"/>
        <w:autoSpaceDE w:val="0"/>
        <w:autoSpaceDN w:val="0"/>
        <w:adjustRightInd w:val="0"/>
        <w:spacing w:after="0"/>
        <w:ind w:left="2160"/>
      </w:pPr>
    </w:p>
    <w:p w:rsidR="005D1A2D" w:rsidRDefault="005D1A2D" w:rsidP="005D1A2D">
      <w:pPr>
        <w:pStyle w:val="ListParagraph"/>
        <w:numPr>
          <w:ilvl w:val="0"/>
          <w:numId w:val="19"/>
        </w:numPr>
        <w:autoSpaceDE w:val="0"/>
        <w:autoSpaceDN w:val="0"/>
        <w:adjustRightInd w:val="0"/>
        <w:spacing w:after="0"/>
      </w:pPr>
      <w:r w:rsidRPr="009C58DE">
        <w:t>of attribution</w:t>
      </w:r>
      <w:r>
        <w:t>;</w:t>
      </w:r>
      <w:r w:rsidRPr="009C58DE">
        <w:t xml:space="preserve"> and </w:t>
      </w:r>
    </w:p>
    <w:p w:rsidR="005D1A2D" w:rsidRDefault="005D1A2D" w:rsidP="005D1A2D">
      <w:pPr>
        <w:pStyle w:val="ListParagraph"/>
      </w:pPr>
    </w:p>
    <w:p w:rsidR="005D1A2D" w:rsidRPr="009C58DE" w:rsidRDefault="005D1A2D" w:rsidP="005D1A2D">
      <w:pPr>
        <w:pStyle w:val="ListParagraph"/>
        <w:numPr>
          <w:ilvl w:val="0"/>
          <w:numId w:val="19"/>
        </w:numPr>
        <w:autoSpaceDE w:val="0"/>
        <w:autoSpaceDN w:val="0"/>
        <w:adjustRightInd w:val="0"/>
        <w:spacing w:after="0"/>
      </w:pPr>
      <w:r w:rsidRPr="009C58DE">
        <w:t>to the us</w:t>
      </w:r>
      <w:r>
        <w:t>e of their traditional cultural expressions</w:t>
      </w:r>
      <w:r w:rsidRPr="009C58DE">
        <w:t xml:space="preserve"> in a manner that respects the integri</w:t>
      </w:r>
      <w:r>
        <w:t>ty of such traditional cultural expressions</w:t>
      </w:r>
      <w:r w:rsidRPr="009C58DE">
        <w:t>.</w:t>
      </w:r>
    </w:p>
    <w:p w:rsidR="005D1A2D" w:rsidRDefault="005D1A2D" w:rsidP="005D1A2D">
      <w:pPr>
        <w:pStyle w:val="ListParagraph"/>
        <w:autoSpaceDE w:val="0"/>
        <w:autoSpaceDN w:val="0"/>
        <w:adjustRightInd w:val="0"/>
        <w:spacing w:after="0"/>
        <w:ind w:left="2160"/>
      </w:pPr>
    </w:p>
    <w:p w:rsidR="005D1A2D" w:rsidRDefault="005D1A2D" w:rsidP="005D1A2D">
      <w:pPr>
        <w:pStyle w:val="ListParagraph"/>
        <w:numPr>
          <w:ilvl w:val="0"/>
          <w:numId w:val="21"/>
        </w:numPr>
        <w:autoSpaceDE w:val="0"/>
        <w:autoSpaceDN w:val="0"/>
        <w:adjustRightInd w:val="0"/>
        <w:spacing w:after="0"/>
      </w:pPr>
      <w:r>
        <w:t>Where, with reference to the customary laws, Indigenous codes, protocols and practices of Indigenous [Peoples], local communities or other beneficiaries, access to the traditional cultural expressions is not restricted, beneficiaries are to:</w:t>
      </w:r>
    </w:p>
    <w:p w:rsidR="005D1A2D" w:rsidRPr="009C58DE" w:rsidRDefault="005D1A2D" w:rsidP="005D1A2D">
      <w:pPr>
        <w:autoSpaceDE w:val="0"/>
        <w:autoSpaceDN w:val="0"/>
        <w:adjustRightInd w:val="0"/>
        <w:ind w:left="1450"/>
        <w:rPr>
          <w:szCs w:val="22"/>
        </w:rPr>
      </w:pPr>
    </w:p>
    <w:p w:rsidR="005D1A2D" w:rsidRPr="009C58DE" w:rsidRDefault="005D1A2D" w:rsidP="005D1A2D">
      <w:pPr>
        <w:pStyle w:val="ListParagraph"/>
        <w:numPr>
          <w:ilvl w:val="0"/>
          <w:numId w:val="22"/>
        </w:numPr>
        <w:autoSpaceDE w:val="0"/>
        <w:autoSpaceDN w:val="0"/>
        <w:adjustRightInd w:val="0"/>
        <w:spacing w:after="0"/>
      </w:pPr>
      <w:r w:rsidRPr="009C58DE">
        <w:t xml:space="preserve">receive a fair and equitable share of benefits arising from its use;  </w:t>
      </w:r>
    </w:p>
    <w:p w:rsidR="005D1A2D" w:rsidRPr="009C58DE" w:rsidRDefault="005D1A2D" w:rsidP="005D1A2D">
      <w:pPr>
        <w:pStyle w:val="ListParagraph"/>
        <w:autoSpaceDE w:val="0"/>
        <w:autoSpaceDN w:val="0"/>
        <w:adjustRightInd w:val="0"/>
        <w:spacing w:after="0"/>
        <w:ind w:left="2160"/>
      </w:pPr>
    </w:p>
    <w:p w:rsidR="005D1A2D" w:rsidRDefault="005D1A2D" w:rsidP="005D1A2D">
      <w:pPr>
        <w:pStyle w:val="ListParagraph"/>
        <w:numPr>
          <w:ilvl w:val="0"/>
          <w:numId w:val="22"/>
        </w:numPr>
        <w:autoSpaceDE w:val="0"/>
        <w:autoSpaceDN w:val="0"/>
        <w:adjustRightInd w:val="0"/>
        <w:spacing w:after="0"/>
      </w:pPr>
      <w:r w:rsidRPr="009C58DE">
        <w:t>have the right of attribution</w:t>
      </w:r>
      <w:r>
        <w:t>;</w:t>
      </w:r>
      <w:r w:rsidRPr="009C58DE">
        <w:t xml:space="preserve"> and </w:t>
      </w:r>
    </w:p>
    <w:p w:rsidR="005D1A2D" w:rsidRDefault="005D1A2D" w:rsidP="005D1A2D">
      <w:pPr>
        <w:pStyle w:val="ListParagraph"/>
      </w:pPr>
    </w:p>
    <w:p w:rsidR="005D1A2D" w:rsidRDefault="005D1A2D" w:rsidP="005D1A2D">
      <w:pPr>
        <w:pStyle w:val="ListParagraph"/>
        <w:numPr>
          <w:ilvl w:val="0"/>
          <w:numId w:val="22"/>
        </w:numPr>
        <w:autoSpaceDE w:val="0"/>
        <w:autoSpaceDN w:val="0"/>
        <w:adjustRightInd w:val="0"/>
        <w:spacing w:after="0"/>
      </w:pPr>
      <w:r w:rsidRPr="009C58DE">
        <w:t>the right to the u</w:t>
      </w:r>
      <w:r>
        <w:t>se of their traditional cultural expressions</w:t>
      </w:r>
      <w:r w:rsidRPr="009C58DE">
        <w:t xml:space="preserve"> in a manner that respects the integri</w:t>
      </w:r>
      <w:r>
        <w:t>ty of such traditional cultural expressions</w:t>
      </w:r>
      <w:r w:rsidRPr="009C58DE">
        <w:t>.</w:t>
      </w:r>
    </w:p>
    <w:p w:rsidR="005D1A2D" w:rsidRDefault="005D1A2D" w:rsidP="005D1A2D">
      <w:pPr>
        <w:tabs>
          <w:tab w:val="num" w:pos="993"/>
        </w:tabs>
        <w:autoSpaceDE w:val="0"/>
        <w:autoSpaceDN w:val="0"/>
        <w:adjustRightInd w:val="0"/>
        <w:rPr>
          <w:szCs w:val="22"/>
        </w:rPr>
      </w:pPr>
    </w:p>
    <w:p w:rsidR="005D1A2D" w:rsidRDefault="005D1A2D" w:rsidP="005D1A2D">
      <w:pPr>
        <w:pStyle w:val="ListParagraph"/>
        <w:numPr>
          <w:ilvl w:val="0"/>
          <w:numId w:val="21"/>
        </w:numPr>
        <w:spacing w:after="0" w:line="240" w:lineRule="auto"/>
      </w:pPr>
      <w:r>
        <w:t>In other cases, where it appears a traditional cultural expression is being used without free, prior and informed consent, Member States/Contracting parties [shall/should] provide mechanisms for Indigenous [Peoples], local communities or other beneficiaries to seek the protections as set out under paragraph 5(a).</w:t>
      </w:r>
    </w:p>
    <w:p w:rsidR="005D1A2D" w:rsidRDefault="005D1A2D" w:rsidP="005D1A2D">
      <w:pPr>
        <w:pStyle w:val="ListParagraph"/>
        <w:ind w:left="2421"/>
      </w:pPr>
    </w:p>
    <w:p w:rsidR="005D1A2D" w:rsidRDefault="005D1A2D" w:rsidP="005D1A2D">
      <w:pPr>
        <w:pStyle w:val="ListParagraph"/>
        <w:numPr>
          <w:ilvl w:val="0"/>
          <w:numId w:val="21"/>
        </w:numPr>
        <w:autoSpaceDE w:val="0"/>
        <w:autoSpaceDN w:val="0"/>
        <w:adjustRightInd w:val="0"/>
        <w:spacing w:after="0" w:line="240" w:lineRule="auto"/>
      </w:pPr>
      <w:r>
        <w:t>Additionally, and where appropriate in the interest of beneficiaries, Member States/Contracting Parties [shall/should] further support protection of traditional cultural expressions by providing equitable access to the existing intellectual property system and facilitating consultation and consent from Indigenous [Peoples] and local communities by third parties seeking to use their traditional cultural expressions.</w:t>
      </w:r>
    </w:p>
    <w:p w:rsidR="005D1A2D" w:rsidRDefault="005D1A2D" w:rsidP="005D1A2D">
      <w:pPr>
        <w:tabs>
          <w:tab w:val="num" w:pos="993"/>
        </w:tabs>
        <w:autoSpaceDE w:val="0"/>
        <w:autoSpaceDN w:val="0"/>
        <w:adjustRightInd w:val="0"/>
        <w:rPr>
          <w:szCs w:val="22"/>
        </w:rPr>
      </w:pPr>
    </w:p>
    <w:p w:rsidR="005D1A2D" w:rsidRPr="00A65621" w:rsidRDefault="005D1A2D" w:rsidP="005D1A2D">
      <w:pPr>
        <w:tabs>
          <w:tab w:val="num" w:pos="993"/>
        </w:tabs>
        <w:autoSpaceDE w:val="0"/>
        <w:autoSpaceDN w:val="0"/>
        <w:adjustRightInd w:val="0"/>
        <w:rPr>
          <w:szCs w:val="22"/>
        </w:rPr>
      </w:pPr>
      <w:r w:rsidRPr="00A65621">
        <w:rPr>
          <w:szCs w:val="22"/>
        </w:rPr>
        <w:lastRenderedPageBreak/>
        <w:t>[Alt 1</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p>
    <w:p w:rsidR="005D1A2D" w:rsidRPr="00A65621" w:rsidRDefault="005D1A2D" w:rsidP="005D1A2D">
      <w:pPr>
        <w:tabs>
          <w:tab w:val="left" w:pos="550"/>
        </w:tabs>
        <w:autoSpaceDE w:val="0"/>
        <w:autoSpaceDN w:val="0"/>
        <w:adjustRightInd w:val="0"/>
        <w:rPr>
          <w:szCs w:val="22"/>
        </w:rPr>
      </w:pPr>
      <w:r w:rsidRPr="00A65621">
        <w:rPr>
          <w:szCs w:val="22"/>
        </w:rPr>
        <w:t>[Alt 2</w:t>
      </w:r>
    </w:p>
    <w:p w:rsidR="005D1A2D" w:rsidRDefault="005D1A2D" w:rsidP="005D1A2D">
      <w:pPr>
        <w:tabs>
          <w:tab w:val="left" w:pos="550"/>
        </w:tabs>
        <w:autoSpaceDE w:val="0"/>
        <w:autoSpaceDN w:val="0"/>
        <w:adjustRightInd w:val="0"/>
        <w:rPr>
          <w:i/>
        </w:rPr>
      </w:pPr>
    </w:p>
    <w:p w:rsidR="005D1A2D" w:rsidRDefault="005D1A2D" w:rsidP="005D1A2D">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5D1A2D" w:rsidRDefault="005D1A2D" w:rsidP="005D1A2D">
      <w:pPr>
        <w:autoSpaceDE w:val="0"/>
        <w:autoSpaceDN w:val="0"/>
        <w:adjustRightInd w:val="0"/>
        <w:ind w:left="764"/>
      </w:pPr>
    </w:p>
    <w:p w:rsidR="005D1A2D" w:rsidRDefault="005D1A2D" w:rsidP="005D1A2D">
      <w:pPr>
        <w:numPr>
          <w:ilvl w:val="0"/>
          <w:numId w:val="14"/>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5D1A2D" w:rsidRDefault="005D1A2D" w:rsidP="005D1A2D">
      <w:pPr>
        <w:tabs>
          <w:tab w:val="left" w:pos="550"/>
        </w:tabs>
        <w:autoSpaceDE w:val="0"/>
        <w:autoSpaceDN w:val="0"/>
        <w:adjustRightInd w:val="0"/>
        <w:ind w:left="404"/>
      </w:pPr>
    </w:p>
    <w:p w:rsidR="005D1A2D" w:rsidRDefault="005D1A2D" w:rsidP="005D1A2D">
      <w:pPr>
        <w:numPr>
          <w:ilvl w:val="0"/>
          <w:numId w:val="13"/>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5D1A2D" w:rsidRDefault="005D1A2D" w:rsidP="005D1A2D">
      <w:pPr>
        <w:autoSpaceDE w:val="0"/>
        <w:autoSpaceDN w:val="0"/>
        <w:adjustRightInd w:val="0"/>
        <w:ind w:left="990" w:firstLine="180"/>
      </w:pPr>
    </w:p>
    <w:p w:rsidR="005D1A2D" w:rsidRDefault="005D1A2D" w:rsidP="005D1A2D">
      <w:pPr>
        <w:numPr>
          <w:ilvl w:val="0"/>
          <w:numId w:val="13"/>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5D1A2D" w:rsidRDefault="005D1A2D" w:rsidP="005D1A2D">
      <w:pPr>
        <w:tabs>
          <w:tab w:val="left" w:pos="550"/>
        </w:tabs>
        <w:autoSpaceDE w:val="0"/>
        <w:autoSpaceDN w:val="0"/>
        <w:adjustRightInd w:val="0"/>
        <w:ind w:left="404"/>
        <w:contextualSpacing/>
      </w:pPr>
    </w:p>
    <w:p w:rsidR="005D1A2D" w:rsidRDefault="005D1A2D" w:rsidP="005D1A2D">
      <w:pPr>
        <w:numPr>
          <w:ilvl w:val="0"/>
          <w:numId w:val="14"/>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5D1A2D" w:rsidRDefault="005D1A2D" w:rsidP="005D1A2D">
      <w:pPr>
        <w:autoSpaceDE w:val="0"/>
        <w:autoSpaceDN w:val="0"/>
        <w:adjustRightInd w:val="0"/>
        <w:ind w:left="764"/>
      </w:pPr>
    </w:p>
    <w:p w:rsidR="005D1A2D" w:rsidRDefault="005D1A2D" w:rsidP="005D1A2D">
      <w:pPr>
        <w:numPr>
          <w:ilvl w:val="0"/>
          <w:numId w:val="12"/>
        </w:numPr>
        <w:autoSpaceDE w:val="0"/>
        <w:autoSpaceDN w:val="0"/>
        <w:adjustRightInd w:val="0"/>
        <w:ind w:left="990" w:firstLine="144"/>
      </w:pPr>
      <w:r>
        <w:tab/>
        <w:t xml:space="preserve">Beneficiaries receive a fair and equitable share of benefits arising from their use; and </w:t>
      </w:r>
    </w:p>
    <w:p w:rsidR="005D1A2D" w:rsidRDefault="005D1A2D" w:rsidP="005D1A2D">
      <w:pPr>
        <w:autoSpaceDE w:val="0"/>
        <w:autoSpaceDN w:val="0"/>
        <w:adjustRightInd w:val="0"/>
        <w:ind w:left="1538" w:hanging="567"/>
      </w:pPr>
    </w:p>
    <w:p w:rsidR="005D1A2D" w:rsidRDefault="005D1A2D" w:rsidP="005D1A2D">
      <w:pPr>
        <w:numPr>
          <w:ilvl w:val="0"/>
          <w:numId w:val="12"/>
        </w:numPr>
        <w:autoSpaceDE w:val="0"/>
        <w:autoSpaceDN w:val="0"/>
        <w:adjustRightInd w:val="0"/>
        <w:ind w:left="1080" w:firstLine="54"/>
        <w:rPr>
          <w:rFonts w:eastAsia="Times New Roman"/>
          <w:lang w:val="sv-SE" w:eastAsia="en-US"/>
        </w:rPr>
      </w:pPr>
      <w:r>
        <w:tab/>
      </w: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5D1A2D" w:rsidRDefault="005D1A2D" w:rsidP="005D1A2D">
      <w:pPr>
        <w:autoSpaceDE w:val="0"/>
        <w:autoSpaceDN w:val="0"/>
        <w:adjustRightInd w:val="0"/>
        <w:ind w:left="1134"/>
      </w:pPr>
    </w:p>
    <w:p w:rsidR="005D1A2D" w:rsidRPr="00E31D9A" w:rsidRDefault="005D1A2D" w:rsidP="005D1A2D">
      <w:pPr>
        <w:tabs>
          <w:tab w:val="left" w:pos="550"/>
        </w:tabs>
        <w:autoSpaceDE w:val="0"/>
        <w:autoSpaceDN w:val="0"/>
        <w:adjustRightInd w:val="0"/>
        <w:rPr>
          <w:szCs w:val="22"/>
        </w:rPr>
      </w:pPr>
      <w:r>
        <w:t>5.2</w:t>
      </w:r>
      <w:r>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5D1A2D" w:rsidRPr="00E31D9A" w:rsidRDefault="005D1A2D" w:rsidP="005D1A2D">
      <w:pPr>
        <w:tabs>
          <w:tab w:val="left" w:pos="550"/>
        </w:tabs>
        <w:autoSpaceDE w:val="0"/>
        <w:autoSpaceDN w:val="0"/>
        <w:adjustRightInd w:val="0"/>
        <w:rPr>
          <w:szCs w:val="22"/>
        </w:rPr>
      </w:pPr>
    </w:p>
    <w:p w:rsidR="005D1A2D" w:rsidRDefault="005D1A2D" w:rsidP="005D1A2D">
      <w:pPr>
        <w:rPr>
          <w:szCs w:val="22"/>
        </w:rPr>
      </w:pPr>
      <w:r>
        <w:rPr>
          <w:szCs w:val="22"/>
        </w:rPr>
        <w:br w:type="page"/>
      </w:r>
    </w:p>
    <w:p w:rsidR="005D1A2D" w:rsidRPr="00A65621" w:rsidRDefault="005D1A2D" w:rsidP="005D1A2D">
      <w:pPr>
        <w:tabs>
          <w:tab w:val="left" w:pos="550"/>
        </w:tabs>
        <w:autoSpaceDE w:val="0"/>
        <w:autoSpaceDN w:val="0"/>
        <w:adjustRightInd w:val="0"/>
        <w:rPr>
          <w:szCs w:val="22"/>
        </w:rPr>
      </w:pPr>
      <w:r w:rsidRPr="00A65621">
        <w:rPr>
          <w:szCs w:val="22"/>
        </w:rPr>
        <w:lastRenderedPageBreak/>
        <w:t>[Alt 3</w:t>
      </w:r>
    </w:p>
    <w:p w:rsidR="005D1A2D" w:rsidRPr="00E31D9A" w:rsidRDefault="005D1A2D" w:rsidP="005D1A2D">
      <w:pPr>
        <w:tabs>
          <w:tab w:val="left" w:pos="550"/>
        </w:tabs>
        <w:autoSpaceDE w:val="0"/>
        <w:autoSpaceDN w:val="0"/>
        <w:adjustRightInd w:val="0"/>
        <w:rPr>
          <w:i/>
          <w:szCs w:val="22"/>
        </w:rPr>
      </w:pPr>
    </w:p>
    <w:p w:rsidR="005D1A2D" w:rsidRPr="00E31D9A" w:rsidRDefault="005D1A2D" w:rsidP="005D1A2D">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autoSpaceDE w:val="0"/>
        <w:autoSpaceDN w:val="0"/>
        <w:adjustRightInd w:val="0"/>
        <w:ind w:left="540" w:firstLine="1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1170" w:hanging="620"/>
        <w:rPr>
          <w:szCs w:val="22"/>
        </w:rPr>
      </w:pPr>
      <w:r w:rsidRPr="00E31D9A">
        <w:rPr>
          <w:szCs w:val="22"/>
        </w:rPr>
        <w:t>(b)</w:t>
      </w:r>
      <w:r w:rsidRPr="00E31D9A">
        <w:rPr>
          <w:szCs w:val="22"/>
        </w:rPr>
        <w:tab/>
        <w:t xml:space="preserve">encourage users [to]: </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5D1A2D" w:rsidRPr="00E31D9A" w:rsidRDefault="005D1A2D" w:rsidP="005D1A2D">
      <w:pPr>
        <w:tabs>
          <w:tab w:val="left" w:pos="550"/>
        </w:tabs>
        <w:autoSpaceDE w:val="0"/>
        <w:autoSpaceDN w:val="0"/>
        <w:adjustRightInd w:val="0"/>
        <w:ind w:left="1134"/>
        <w:rPr>
          <w:szCs w:val="22"/>
        </w:rPr>
      </w:pPr>
    </w:p>
    <w:p w:rsidR="005D1A2D" w:rsidRPr="00E31D9A" w:rsidRDefault="005D1A2D" w:rsidP="005D1A2D">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w:t>
      </w:r>
      <w:r>
        <w:rPr>
          <w:szCs w:val="22"/>
        </w:rPr>
        <w:t>[</w:t>
      </w:r>
      <w:r w:rsidRPr="00E31D9A">
        <w:rPr>
          <w:szCs w:val="22"/>
        </w:rPr>
        <w:t>still</w:t>
      </w:r>
      <w:r>
        <w:rPr>
          <w:szCs w:val="22"/>
        </w:rPr>
        <w:t>]</w:t>
      </w:r>
      <w:r w:rsidRPr="00E31D9A">
        <w:rPr>
          <w:szCs w:val="22"/>
        </w:rPr>
        <w:t xml:space="preserve">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autoSpaceDE w:val="0"/>
        <w:autoSpaceDN w:val="0"/>
        <w:adjustRightInd w:val="0"/>
        <w:ind w:left="540" w:firstLine="1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540" w:firstLine="1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540" w:firstLine="10"/>
        <w:rPr>
          <w:szCs w:val="22"/>
        </w:rPr>
      </w:pPr>
      <w:r w:rsidRPr="00E31D9A">
        <w:rPr>
          <w:szCs w:val="22"/>
        </w:rPr>
        <w:lastRenderedPageBreak/>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5D1A2D" w:rsidRPr="00E31D9A" w:rsidRDefault="005D1A2D" w:rsidP="005D1A2D">
      <w:pPr>
        <w:tabs>
          <w:tab w:val="left" w:pos="550"/>
        </w:tabs>
        <w:autoSpaceDE w:val="0"/>
        <w:autoSpaceDN w:val="0"/>
        <w:adjustRightInd w:val="0"/>
        <w:ind w:left="550"/>
        <w:rPr>
          <w:szCs w:val="22"/>
        </w:rPr>
      </w:pPr>
    </w:p>
    <w:p w:rsidR="005D1A2D" w:rsidRPr="00E31D9A" w:rsidRDefault="005D1A2D" w:rsidP="005D1A2D">
      <w:pPr>
        <w:autoSpaceDE w:val="0"/>
        <w:autoSpaceDN w:val="0"/>
        <w:adjustRightInd w:val="0"/>
        <w:ind w:left="540" w:firstLine="1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5D1A2D" w:rsidRPr="00E31D9A" w:rsidRDefault="005D1A2D" w:rsidP="005D1A2D">
      <w:pPr>
        <w:tabs>
          <w:tab w:val="left" w:pos="550"/>
        </w:tabs>
        <w:autoSpaceDE w:val="0"/>
        <w:autoSpaceDN w:val="0"/>
        <w:adjustRightInd w:val="0"/>
        <w:ind w:left="550"/>
        <w:rPr>
          <w:szCs w:val="22"/>
        </w:rPr>
      </w:pPr>
    </w:p>
    <w:p w:rsidR="005D1A2D" w:rsidRPr="002640C7" w:rsidRDefault="005D1A2D" w:rsidP="005D1A2D">
      <w:pPr>
        <w:autoSpaceDE w:val="0"/>
        <w:autoSpaceDN w:val="0"/>
        <w:adjustRightInd w:val="0"/>
        <w:ind w:left="540" w:firstLine="10"/>
        <w:rPr>
          <w:szCs w:val="22"/>
        </w:rPr>
      </w:pPr>
      <w:r w:rsidRPr="00E31D9A">
        <w:rPr>
          <w:szCs w:val="22"/>
        </w:rPr>
        <w:t>(d)</w:t>
      </w:r>
      <w:r w:rsidRPr="00E31D9A">
        <w:rPr>
          <w:szCs w:val="22"/>
        </w:rPr>
        <w:tab/>
        <w:t>where applicable, deposit any user fee into the fund constituted by such Member State.]]</w:t>
      </w:r>
      <w:r>
        <w:rPr>
          <w:szCs w:val="22"/>
        </w:rPr>
        <w:t>]</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spacing w:after="200" w:line="276" w:lineRule="auto"/>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6</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jc w:val="center"/>
        <w:rPr>
          <w:szCs w:val="22"/>
        </w:rPr>
      </w:pPr>
      <w:r w:rsidRPr="00E31D9A">
        <w:rPr>
          <w:szCs w:val="22"/>
        </w:rPr>
        <w:t xml:space="preserve">ADMINISTRATION OF [RIGHTS]/[INTERESTS] </w:t>
      </w:r>
    </w:p>
    <w:p w:rsidR="005D1A2D" w:rsidRPr="00E31D9A" w:rsidRDefault="005D1A2D" w:rsidP="005D1A2D">
      <w:pPr>
        <w:rPr>
          <w:szCs w:val="22"/>
        </w:rPr>
      </w:pPr>
    </w:p>
    <w:p w:rsidR="005D1A2D" w:rsidRPr="00E31D9A" w:rsidRDefault="005D1A2D" w:rsidP="005D1A2D">
      <w:pPr>
        <w:autoSpaceDE w:val="0"/>
        <w:autoSpaceDN w:val="0"/>
        <w:adjustRightInd w:val="0"/>
        <w:rPr>
          <w:szCs w:val="22"/>
        </w:rPr>
      </w:pPr>
    </w:p>
    <w:p w:rsidR="005D1A2D" w:rsidRPr="00795AE1" w:rsidRDefault="005D1A2D" w:rsidP="005D1A2D">
      <w:pPr>
        <w:autoSpaceDE w:val="0"/>
        <w:autoSpaceDN w:val="0"/>
        <w:adjustRightInd w:val="0"/>
        <w:rPr>
          <w:szCs w:val="22"/>
        </w:rPr>
      </w:pPr>
      <w:r w:rsidRPr="00795AE1">
        <w:rPr>
          <w:szCs w:val="22"/>
        </w:rPr>
        <w:t>[Alt 1</w:t>
      </w:r>
    </w:p>
    <w:p w:rsidR="005D1A2D" w:rsidRPr="00E31D9A" w:rsidRDefault="005D1A2D" w:rsidP="005D1A2D">
      <w:pPr>
        <w:autoSpaceDE w:val="0"/>
        <w:autoSpaceDN w:val="0"/>
        <w:adjustRightInd w:val="0"/>
        <w:rPr>
          <w:i/>
          <w:szCs w:val="22"/>
        </w:rPr>
      </w:pPr>
    </w:p>
    <w:p w:rsidR="005D1A2D" w:rsidRPr="00E31D9A" w:rsidRDefault="005D1A2D" w:rsidP="005D1A2D">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i/>
          <w:szCs w:val="22"/>
        </w:rPr>
      </w:pPr>
    </w:p>
    <w:p w:rsidR="005D1A2D" w:rsidRPr="00795AE1" w:rsidRDefault="005D1A2D" w:rsidP="005D1A2D">
      <w:pPr>
        <w:autoSpaceDE w:val="0"/>
        <w:autoSpaceDN w:val="0"/>
        <w:adjustRightInd w:val="0"/>
        <w:rPr>
          <w:szCs w:val="22"/>
        </w:rPr>
      </w:pPr>
      <w:r w:rsidRPr="00795AE1">
        <w:rPr>
          <w:szCs w:val="22"/>
        </w:rPr>
        <w:t>[Alt 2</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5D1A2D" w:rsidRPr="00E31D9A" w:rsidRDefault="005D1A2D" w:rsidP="005D1A2D">
      <w:pPr>
        <w:autoSpaceDE w:val="0"/>
        <w:autoSpaceDN w:val="0"/>
        <w:adjustRightInd w:val="0"/>
        <w:rPr>
          <w:i/>
          <w:szCs w:val="22"/>
        </w:rPr>
      </w:pPr>
    </w:p>
    <w:p w:rsidR="005D1A2D" w:rsidRPr="00E31D9A" w:rsidRDefault="005D1A2D" w:rsidP="005D1A2D">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5D1A2D" w:rsidRPr="00E31D9A" w:rsidRDefault="005D1A2D" w:rsidP="005D1A2D">
      <w:pPr>
        <w:rPr>
          <w:bCs/>
          <w:szCs w:val="22"/>
        </w:rPr>
      </w:pP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br w:type="page"/>
      </w:r>
    </w:p>
    <w:p w:rsidR="005D1A2D" w:rsidRPr="00E31D9A" w:rsidRDefault="005D1A2D" w:rsidP="005D1A2D">
      <w:pPr>
        <w:autoSpaceDE w:val="0"/>
        <w:autoSpaceDN w:val="0"/>
        <w:adjustRightInd w:val="0"/>
        <w:jc w:val="center"/>
        <w:rPr>
          <w:szCs w:val="22"/>
        </w:rPr>
      </w:pPr>
      <w:r w:rsidRPr="00E31D9A">
        <w:rPr>
          <w:szCs w:val="22"/>
        </w:rPr>
        <w:lastRenderedPageBreak/>
        <w:t>[ARTICLE 7</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EXCEPTIONS AND LIMITATIONS</w:t>
      </w:r>
    </w:p>
    <w:p w:rsidR="005D1A2D" w:rsidRPr="00E31D9A" w:rsidRDefault="005D1A2D" w:rsidP="005D1A2D">
      <w:pPr>
        <w:tabs>
          <w:tab w:val="num" w:pos="993"/>
        </w:tabs>
        <w:autoSpaceDE w:val="0"/>
        <w:autoSpaceDN w:val="0"/>
        <w:adjustRightInd w:val="0"/>
        <w:rPr>
          <w:szCs w:val="22"/>
        </w:rPr>
      </w:pPr>
    </w:p>
    <w:p w:rsidR="005D1A2D" w:rsidRPr="00795AE1"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pPr>
      <w:bookmarkStart w:id="4" w:name="_Hlk121399706"/>
      <w:r>
        <w:t>[Facilitators’ Alt</w:t>
      </w:r>
    </w:p>
    <w:p w:rsidR="005D1A2D" w:rsidRDefault="005D1A2D" w:rsidP="005D1A2D">
      <w:pPr>
        <w:tabs>
          <w:tab w:val="num" w:pos="993"/>
        </w:tabs>
        <w:autoSpaceDE w:val="0"/>
        <w:autoSpaceDN w:val="0"/>
        <w:adjustRightInd w:val="0"/>
      </w:pPr>
    </w:p>
    <w:p w:rsidR="005D1A2D" w:rsidRDefault="005D1A2D" w:rsidP="005D1A2D">
      <w:pPr>
        <w:pStyle w:val="ListParagraph"/>
        <w:numPr>
          <w:ilvl w:val="1"/>
          <w:numId w:val="20"/>
        </w:numPr>
        <w:spacing w:after="0"/>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rsidR="005D1A2D" w:rsidRDefault="005D1A2D" w:rsidP="005D1A2D">
      <w:pPr>
        <w:pStyle w:val="ListParagraph"/>
        <w:spacing w:after="0" w:line="259" w:lineRule="auto"/>
      </w:pPr>
    </w:p>
    <w:p w:rsidR="005D1A2D" w:rsidRDefault="005D1A2D" w:rsidP="005D1A2D">
      <w:pPr>
        <w:pStyle w:val="ListParagraph"/>
        <w:numPr>
          <w:ilvl w:val="1"/>
          <w:numId w:val="18"/>
        </w:numPr>
        <w:spacing w:after="0" w:line="259" w:lineRule="auto"/>
        <w:ind w:left="0" w:firstLine="0"/>
      </w:pPr>
      <w:r>
        <w:t>Any exceptions or limitations adopted by Member States/Contracting Parties should not conflict with the use under customary laws, of traditional cultural expressions by the beneficiaries.]</w:t>
      </w:r>
    </w:p>
    <w:p w:rsidR="005D1A2D" w:rsidRDefault="005D1A2D" w:rsidP="005D1A2D">
      <w:pPr>
        <w:spacing w:after="160" w:line="259" w:lineRule="auto"/>
      </w:pPr>
    </w:p>
    <w:bookmarkEnd w:id="4"/>
    <w:p w:rsidR="005D1A2D" w:rsidRPr="00795AE1" w:rsidRDefault="005D1A2D" w:rsidP="005D1A2D">
      <w:pPr>
        <w:tabs>
          <w:tab w:val="num" w:pos="993"/>
        </w:tabs>
        <w:autoSpaceDE w:val="0"/>
        <w:autoSpaceDN w:val="0"/>
        <w:adjustRightInd w:val="0"/>
      </w:pPr>
      <w:r w:rsidRPr="00795AE1">
        <w:t>[Alt 1</w:t>
      </w:r>
    </w:p>
    <w:p w:rsidR="005D1A2D" w:rsidRPr="00795AE1" w:rsidRDefault="005D1A2D" w:rsidP="005D1A2D">
      <w:pPr>
        <w:tabs>
          <w:tab w:val="num" w:pos="993"/>
        </w:tabs>
        <w:autoSpaceDE w:val="0"/>
        <w:autoSpaceDN w:val="0"/>
        <w:adjustRightInd w:val="0"/>
      </w:pPr>
    </w:p>
    <w:p w:rsidR="005D1A2D" w:rsidRPr="00E31D9A" w:rsidRDefault="005D1A2D" w:rsidP="005D1A2D">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
    <w:p w:rsidR="005D1A2D" w:rsidRPr="00E31D9A" w:rsidRDefault="005D1A2D" w:rsidP="005D1A2D">
      <w:pPr>
        <w:tabs>
          <w:tab w:val="num" w:pos="993"/>
        </w:tabs>
        <w:autoSpaceDE w:val="0"/>
        <w:autoSpaceDN w:val="0"/>
        <w:adjustRightInd w:val="0"/>
      </w:pPr>
    </w:p>
    <w:p w:rsidR="005D1A2D" w:rsidRPr="00795AE1" w:rsidRDefault="005D1A2D" w:rsidP="005D1A2D">
      <w:pPr>
        <w:tabs>
          <w:tab w:val="num" w:pos="993"/>
        </w:tabs>
        <w:autoSpaceDE w:val="0"/>
        <w:autoSpaceDN w:val="0"/>
        <w:adjustRightInd w:val="0"/>
      </w:pPr>
    </w:p>
    <w:p w:rsidR="005D1A2D" w:rsidRPr="00795AE1" w:rsidRDefault="005D1A2D" w:rsidP="005D1A2D">
      <w:pPr>
        <w:tabs>
          <w:tab w:val="num" w:pos="993"/>
        </w:tabs>
        <w:autoSpaceDE w:val="0"/>
        <w:autoSpaceDN w:val="0"/>
        <w:adjustRightInd w:val="0"/>
      </w:pPr>
      <w:r w:rsidRPr="00795AE1">
        <w:t>[Alt 2</w:t>
      </w:r>
    </w:p>
    <w:p w:rsidR="005D1A2D" w:rsidRPr="00E31D9A" w:rsidRDefault="005D1A2D" w:rsidP="005D1A2D">
      <w:pPr>
        <w:tabs>
          <w:tab w:val="num" w:pos="993"/>
        </w:tabs>
        <w:autoSpaceDE w:val="0"/>
        <w:autoSpaceDN w:val="0"/>
        <w:adjustRightInd w:val="0"/>
      </w:pPr>
    </w:p>
    <w:p w:rsidR="005D1A2D" w:rsidRPr="00E31D9A" w:rsidRDefault="005D1A2D" w:rsidP="005D1A2D">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5D1A2D" w:rsidRPr="00E31D9A" w:rsidRDefault="005D1A2D" w:rsidP="005D1A2D">
      <w:pPr>
        <w:tabs>
          <w:tab w:val="num" w:pos="993"/>
        </w:tabs>
        <w:autoSpaceDE w:val="0"/>
        <w:autoSpaceDN w:val="0"/>
        <w:adjustRightInd w:val="0"/>
      </w:pPr>
    </w:p>
    <w:p w:rsidR="005D1A2D" w:rsidRPr="00E31D9A" w:rsidRDefault="005D1A2D" w:rsidP="005D1A2D">
      <w:pPr>
        <w:numPr>
          <w:ilvl w:val="0"/>
          <w:numId w:val="9"/>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5D1A2D" w:rsidRPr="00E31D9A" w:rsidRDefault="005D1A2D" w:rsidP="005D1A2D">
      <w:pPr>
        <w:tabs>
          <w:tab w:val="num" w:pos="993"/>
        </w:tabs>
        <w:autoSpaceDE w:val="0"/>
        <w:autoSpaceDN w:val="0"/>
        <w:adjustRightInd w:val="0"/>
        <w:ind w:firstLine="120"/>
      </w:pPr>
    </w:p>
    <w:p w:rsidR="005D1A2D" w:rsidRPr="00E31D9A" w:rsidRDefault="005D1A2D" w:rsidP="005D1A2D">
      <w:pPr>
        <w:numPr>
          <w:ilvl w:val="0"/>
          <w:numId w:val="9"/>
        </w:numPr>
        <w:autoSpaceDE w:val="0"/>
        <w:autoSpaceDN w:val="0"/>
        <w:adjustRightInd w:val="0"/>
        <w:ind w:left="0" w:firstLine="0"/>
      </w:pPr>
      <w:r w:rsidRPr="00E31D9A">
        <w:t>Regardless of whether such acts are already permitted under paragraph (1), Member States [shall/should] [may] have exceptions[, such as] for:</w:t>
      </w:r>
    </w:p>
    <w:p w:rsidR="005D1A2D" w:rsidRPr="00E31D9A" w:rsidRDefault="005D1A2D" w:rsidP="005D1A2D">
      <w:pPr>
        <w:ind w:left="720"/>
        <w:contextualSpacing/>
      </w:pPr>
    </w:p>
    <w:p w:rsidR="005D1A2D" w:rsidRPr="00E31D9A" w:rsidRDefault="005D1A2D" w:rsidP="005D1A2D">
      <w:pPr>
        <w:numPr>
          <w:ilvl w:val="0"/>
          <w:numId w:val="10"/>
        </w:numPr>
        <w:autoSpaceDE w:val="0"/>
        <w:autoSpaceDN w:val="0"/>
        <w:adjustRightInd w:val="0"/>
        <w:ind w:left="900" w:hanging="540"/>
      </w:pPr>
      <w:r w:rsidRPr="00E31D9A">
        <w:t xml:space="preserve">learning teaching and research; </w:t>
      </w:r>
    </w:p>
    <w:p w:rsidR="005D1A2D" w:rsidRPr="00E31D9A" w:rsidRDefault="005D1A2D" w:rsidP="005D1A2D">
      <w:pPr>
        <w:numPr>
          <w:ilvl w:val="0"/>
          <w:numId w:val="10"/>
        </w:numPr>
        <w:autoSpaceDE w:val="0"/>
        <w:autoSpaceDN w:val="0"/>
        <w:adjustRightInd w:val="0"/>
        <w:ind w:left="360" w:firstLine="0"/>
      </w:pPr>
      <w:r w:rsidRPr="00E31D9A">
        <w:t>preservation, display, research, and presentation in archives, libraries, museums or other cultural institutions;</w:t>
      </w:r>
    </w:p>
    <w:p w:rsidR="005D1A2D" w:rsidRPr="00E31D9A" w:rsidRDefault="005D1A2D" w:rsidP="005D1A2D">
      <w:pPr>
        <w:numPr>
          <w:ilvl w:val="0"/>
          <w:numId w:val="10"/>
        </w:numPr>
        <w:autoSpaceDE w:val="0"/>
        <w:autoSpaceDN w:val="0"/>
        <w:adjustRightInd w:val="0"/>
        <w:ind w:left="360" w:firstLine="0"/>
      </w:pPr>
      <w:r w:rsidRPr="00E31D9A">
        <w:t>the creation of literary, artistic, or creative works inspired by, based on, or borrowed from traditional cultural expressions.</w:t>
      </w:r>
    </w:p>
    <w:p w:rsidR="005D1A2D" w:rsidRPr="00E31D9A" w:rsidRDefault="005D1A2D" w:rsidP="005D1A2D">
      <w:pPr>
        <w:ind w:left="720"/>
        <w:contextualSpacing/>
      </w:pPr>
    </w:p>
    <w:p w:rsidR="005D1A2D" w:rsidRPr="00E31D9A" w:rsidRDefault="005D1A2D" w:rsidP="005D1A2D">
      <w:pPr>
        <w:numPr>
          <w:ilvl w:val="0"/>
          <w:numId w:val="9"/>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5D1A2D" w:rsidRPr="00E31D9A" w:rsidRDefault="005D1A2D" w:rsidP="005D1A2D">
      <w:pPr>
        <w:autoSpaceDE w:val="0"/>
        <w:autoSpaceDN w:val="0"/>
        <w:adjustRightInd w:val="0"/>
        <w:ind w:left="360"/>
      </w:pPr>
    </w:p>
    <w:p w:rsidR="005D1A2D" w:rsidRPr="00E31D9A" w:rsidRDefault="005D1A2D" w:rsidP="005D1A2D">
      <w:pPr>
        <w:numPr>
          <w:ilvl w:val="0"/>
          <w:numId w:val="9"/>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5D1A2D" w:rsidRPr="00E31D9A" w:rsidRDefault="005D1A2D" w:rsidP="005D1A2D">
      <w:pPr>
        <w:ind w:left="720"/>
        <w:contextualSpacing/>
      </w:pPr>
    </w:p>
    <w:p w:rsidR="005D1A2D" w:rsidRPr="00E31D9A" w:rsidRDefault="005D1A2D" w:rsidP="005D1A2D">
      <w:pPr>
        <w:tabs>
          <w:tab w:val="num" w:pos="993"/>
        </w:tabs>
        <w:autoSpaceDE w:val="0"/>
        <w:autoSpaceDN w:val="0"/>
        <w:adjustRightInd w:val="0"/>
      </w:pPr>
    </w:p>
    <w:p w:rsidR="005D1A2D" w:rsidRPr="00795AE1" w:rsidRDefault="005D1A2D" w:rsidP="005D1A2D">
      <w:pPr>
        <w:tabs>
          <w:tab w:val="num" w:pos="993"/>
        </w:tabs>
        <w:autoSpaceDE w:val="0"/>
        <w:autoSpaceDN w:val="0"/>
        <w:adjustRightInd w:val="0"/>
      </w:pPr>
      <w:r w:rsidRPr="00795AE1">
        <w:lastRenderedPageBreak/>
        <w:t xml:space="preserve">[Alt </w:t>
      </w:r>
      <w:r>
        <w:t>3</w:t>
      </w:r>
    </w:p>
    <w:p w:rsidR="005D1A2D" w:rsidRPr="00E31D9A" w:rsidRDefault="005D1A2D" w:rsidP="005D1A2D">
      <w:pPr>
        <w:tabs>
          <w:tab w:val="num" w:pos="993"/>
        </w:tabs>
        <w:autoSpaceDE w:val="0"/>
        <w:autoSpaceDN w:val="0"/>
        <w:adjustRightInd w:val="0"/>
        <w:rPr>
          <w:i/>
        </w:rPr>
      </w:pPr>
    </w:p>
    <w:p w:rsidR="005D1A2D" w:rsidRPr="00E31D9A" w:rsidRDefault="005D1A2D" w:rsidP="005D1A2D">
      <w:pPr>
        <w:tabs>
          <w:tab w:val="num" w:pos="993"/>
        </w:tabs>
        <w:autoSpaceDE w:val="0"/>
        <w:autoSpaceDN w:val="0"/>
        <w:adjustRightInd w:val="0"/>
      </w:pPr>
      <w:r w:rsidRPr="00E31D9A">
        <w:t>General Exceptions</w:t>
      </w:r>
    </w:p>
    <w:p w:rsidR="005D1A2D" w:rsidRPr="00E31D9A" w:rsidRDefault="005D1A2D" w:rsidP="005D1A2D">
      <w:pPr>
        <w:tabs>
          <w:tab w:val="num" w:pos="993"/>
        </w:tabs>
        <w:autoSpaceDE w:val="0"/>
        <w:autoSpaceDN w:val="0"/>
        <w:adjustRightInd w:val="0"/>
      </w:pPr>
    </w:p>
    <w:p w:rsidR="005D1A2D" w:rsidRPr="00E31D9A" w:rsidRDefault="005D1A2D" w:rsidP="005D1A2D">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5D1A2D" w:rsidRPr="00E31D9A" w:rsidRDefault="005D1A2D" w:rsidP="005D1A2D">
      <w:pPr>
        <w:tabs>
          <w:tab w:val="num" w:pos="993"/>
        </w:tabs>
        <w:autoSpaceDE w:val="0"/>
        <w:autoSpaceDN w:val="0"/>
        <w:adjustRightInd w:val="0"/>
        <w:ind w:left="550"/>
        <w:rPr>
          <w:szCs w:val="22"/>
        </w:rPr>
      </w:pPr>
    </w:p>
    <w:p w:rsidR="005D1A2D" w:rsidRPr="00E31D9A" w:rsidRDefault="005D1A2D" w:rsidP="005D1A2D">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5D1A2D" w:rsidRPr="00E31D9A" w:rsidRDefault="005D1A2D" w:rsidP="005D1A2D">
      <w:pPr>
        <w:tabs>
          <w:tab w:val="num" w:pos="993"/>
        </w:tabs>
        <w:autoSpaceDE w:val="0"/>
        <w:autoSpaceDN w:val="0"/>
        <w:adjustRightInd w:val="0"/>
        <w:ind w:left="550"/>
        <w:rPr>
          <w:szCs w:val="22"/>
        </w:rPr>
      </w:pPr>
    </w:p>
    <w:p w:rsidR="005D1A2D" w:rsidRPr="00E31D9A" w:rsidRDefault="005D1A2D" w:rsidP="005D1A2D">
      <w:pPr>
        <w:autoSpaceDE w:val="0"/>
        <w:autoSpaceDN w:val="0"/>
        <w:adjustRightInd w:val="0"/>
        <w:ind w:left="1080" w:hanging="540"/>
        <w:rPr>
          <w:szCs w:val="22"/>
        </w:rPr>
      </w:pPr>
      <w:r w:rsidRPr="00E31D9A">
        <w:rPr>
          <w:szCs w:val="22"/>
        </w:rPr>
        <w:t>(c)</w:t>
      </w:r>
      <w:r w:rsidRPr="00E31D9A">
        <w:rPr>
          <w:szCs w:val="22"/>
        </w:rPr>
        <w:tab/>
        <w:t>[is compatible with fair use/dealing/practice;]</w:t>
      </w:r>
      <w:r>
        <w:rPr>
          <w:szCs w:val="22"/>
        </w:rPr>
        <w:t xml:space="preserve">  or</w:t>
      </w:r>
    </w:p>
    <w:p w:rsidR="005D1A2D" w:rsidRPr="00E31D9A" w:rsidRDefault="005D1A2D" w:rsidP="005D1A2D">
      <w:pPr>
        <w:autoSpaceDE w:val="0"/>
        <w:autoSpaceDN w:val="0"/>
        <w:adjustRightInd w:val="0"/>
        <w:ind w:left="1080" w:hanging="540"/>
        <w:rPr>
          <w:szCs w:val="22"/>
        </w:rPr>
      </w:pPr>
    </w:p>
    <w:p w:rsidR="005D1A2D" w:rsidRPr="00E31D9A" w:rsidRDefault="005D1A2D" w:rsidP="005D1A2D">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[does not unreasonably prejudice the legitimate interests of the beneficiaries taking account of the legitimate interests of third parties.]]</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Specific Exceptions</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5D1A2D" w:rsidRPr="00E31D9A" w:rsidRDefault="005D1A2D" w:rsidP="005D1A2D">
      <w:pPr>
        <w:autoSpaceDE w:val="0"/>
        <w:autoSpaceDN w:val="0"/>
        <w:adjustRightInd w:val="0"/>
        <w:rPr>
          <w:szCs w:val="22"/>
        </w:rPr>
      </w:pPr>
    </w:p>
    <w:p w:rsidR="005D1A2D" w:rsidRPr="00E31D9A" w:rsidRDefault="005D1A2D" w:rsidP="005D1A2D">
      <w:pPr>
        <w:numPr>
          <w:ilvl w:val="0"/>
          <w:numId w:val="7"/>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5D1A2D" w:rsidRPr="00E31D9A" w:rsidRDefault="005D1A2D" w:rsidP="005D1A2D">
      <w:pPr>
        <w:autoSpaceDE w:val="0"/>
        <w:autoSpaceDN w:val="0"/>
        <w:adjustRightInd w:val="0"/>
        <w:ind w:left="570"/>
        <w:rPr>
          <w:szCs w:val="22"/>
        </w:rPr>
      </w:pPr>
    </w:p>
    <w:p w:rsidR="005D1A2D" w:rsidRPr="00E31D9A" w:rsidRDefault="005D1A2D" w:rsidP="005D1A2D">
      <w:pPr>
        <w:autoSpaceDE w:val="0"/>
        <w:autoSpaceDN w:val="0"/>
        <w:adjustRightInd w:val="0"/>
        <w:ind w:left="630" w:hanging="60"/>
        <w:rPr>
          <w:szCs w:val="22"/>
        </w:rPr>
      </w:pPr>
      <w:r w:rsidRPr="00E31D9A">
        <w:rPr>
          <w:szCs w:val="22"/>
        </w:rPr>
        <w:t>(c)</w:t>
      </w:r>
      <w:r w:rsidRPr="00E31D9A">
        <w:rPr>
          <w:szCs w:val="22"/>
        </w:rPr>
        <w:tab/>
        <w:t>[for the creation of an original work [of authorship] inspired by, based on or borrowed from traditional cultural expressions;]</w:t>
      </w:r>
    </w:p>
    <w:p w:rsidR="005D1A2D" w:rsidRPr="00E31D9A" w:rsidRDefault="005D1A2D" w:rsidP="005D1A2D">
      <w:pPr>
        <w:autoSpaceDE w:val="0"/>
        <w:autoSpaceDN w:val="0"/>
        <w:adjustRightInd w:val="0"/>
        <w:ind w:left="1170" w:hanging="600"/>
        <w:rPr>
          <w:szCs w:val="22"/>
        </w:rPr>
      </w:pPr>
    </w:p>
    <w:p w:rsidR="005D1A2D" w:rsidRPr="00E31D9A" w:rsidRDefault="005D1A2D" w:rsidP="005D1A2D">
      <w:pPr>
        <w:autoSpaceDE w:val="0"/>
        <w:autoSpaceDN w:val="0"/>
        <w:adjustRightInd w:val="0"/>
        <w:rPr>
          <w:szCs w:val="22"/>
        </w:rPr>
      </w:pPr>
      <w:r w:rsidRPr="00E31D9A">
        <w:rPr>
          <w:szCs w:val="22"/>
        </w:rPr>
        <w:t>[This provision [should]/[shall] not apply to [protected] traditional cultural expressions described in Article 5.1.]]</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5D1A2D" w:rsidRPr="00E31D9A" w:rsidRDefault="005D1A2D" w:rsidP="005D1A2D">
      <w:pPr>
        <w:autoSpaceDE w:val="0"/>
        <w:autoSpaceDN w:val="0"/>
        <w:adjustRightInd w:val="0"/>
        <w:rPr>
          <w:szCs w:val="22"/>
        </w:rPr>
      </w:pPr>
    </w:p>
    <w:p w:rsidR="005D1A2D" w:rsidRPr="00E31D9A" w:rsidRDefault="005D1A2D" w:rsidP="005D1A2D">
      <w:pPr>
        <w:numPr>
          <w:ilvl w:val="0"/>
          <w:numId w:val="8"/>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5D1A2D" w:rsidRPr="00E31D9A" w:rsidRDefault="005D1A2D" w:rsidP="005D1A2D">
      <w:pPr>
        <w:autoSpaceDE w:val="0"/>
        <w:autoSpaceDN w:val="0"/>
        <w:adjustRightInd w:val="0"/>
        <w:ind w:left="567" w:firstLine="3"/>
        <w:rPr>
          <w:szCs w:val="22"/>
        </w:rPr>
      </w:pPr>
    </w:p>
    <w:p w:rsidR="005D1A2D" w:rsidRPr="00E31D9A" w:rsidRDefault="005D1A2D" w:rsidP="005D1A2D">
      <w:pPr>
        <w:tabs>
          <w:tab w:val="left" w:pos="540"/>
        </w:tabs>
        <w:autoSpaceDE w:val="0"/>
        <w:autoSpaceDN w:val="0"/>
        <w:adjustRightInd w:val="0"/>
        <w:ind w:left="540"/>
        <w:rPr>
          <w:szCs w:val="22"/>
        </w:rPr>
      </w:pPr>
      <w:r w:rsidRPr="00E31D9A">
        <w:rPr>
          <w:szCs w:val="22"/>
        </w:rPr>
        <w:t>(b)</w:t>
      </w:r>
      <w:r w:rsidRPr="00E31D9A">
        <w:rPr>
          <w:szCs w:val="22"/>
        </w:rPr>
        <w:tab/>
        <w:t>the creation of an original work [of authorship] inspired by, based on or borrowed from traditional cultural expressions;]</w:t>
      </w:r>
    </w:p>
    <w:p w:rsidR="005D1A2D" w:rsidRPr="00E31D9A" w:rsidRDefault="005D1A2D" w:rsidP="005D1A2D">
      <w:pPr>
        <w:autoSpaceDE w:val="0"/>
        <w:autoSpaceDN w:val="0"/>
        <w:adjustRightInd w:val="0"/>
        <w:rPr>
          <w:szCs w:val="22"/>
        </w:rPr>
      </w:pPr>
    </w:p>
    <w:p w:rsidR="005D1A2D" w:rsidRPr="00E31D9A" w:rsidRDefault="005D1A2D" w:rsidP="005D1A2D">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5D1A2D" w:rsidRPr="00E31D9A" w:rsidRDefault="005D1A2D" w:rsidP="005D1A2D">
      <w:pPr>
        <w:autoSpaceDE w:val="0"/>
        <w:autoSpaceDN w:val="0"/>
        <w:adjustRightInd w:val="0"/>
        <w:ind w:left="540"/>
        <w:rPr>
          <w:szCs w:val="22"/>
        </w:rPr>
      </w:pPr>
    </w:p>
    <w:p w:rsidR="005D1A2D" w:rsidRPr="00E31D9A" w:rsidRDefault="005D1A2D" w:rsidP="005D1A2D">
      <w:pPr>
        <w:tabs>
          <w:tab w:val="left" w:pos="540"/>
        </w:tabs>
        <w:autoSpaceDE w:val="0"/>
        <w:autoSpaceDN w:val="0"/>
        <w:adjustRightInd w:val="0"/>
        <w:ind w:left="540"/>
        <w:rPr>
          <w:szCs w:val="22"/>
        </w:rPr>
      </w:pPr>
      <w:r w:rsidRPr="00E31D9A">
        <w:rPr>
          <w:szCs w:val="22"/>
        </w:rPr>
        <w:lastRenderedPageBreak/>
        <w:t>(d)</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5D1A2D" w:rsidRPr="00E31D9A" w:rsidRDefault="005D1A2D" w:rsidP="005D1A2D">
      <w:pPr>
        <w:tabs>
          <w:tab w:val="num" w:pos="993"/>
        </w:tabs>
        <w:autoSpaceDE w:val="0"/>
        <w:autoSpaceDN w:val="0"/>
        <w:adjustRightInd w:val="0"/>
        <w:rPr>
          <w:i/>
        </w:rPr>
      </w:pPr>
    </w:p>
    <w:p w:rsidR="005D1A2D" w:rsidRPr="00E31D9A" w:rsidRDefault="005D1A2D" w:rsidP="005D1A2D">
      <w:pPr>
        <w:tabs>
          <w:tab w:val="num" w:pos="993"/>
        </w:tabs>
        <w:autoSpaceDE w:val="0"/>
        <w:autoSpaceDN w:val="0"/>
        <w:adjustRightInd w:val="0"/>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8]</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[TERM OF [PROTECTION]/[SAFEGUARDING]</w:t>
      </w:r>
    </w:p>
    <w:p w:rsidR="005D1A2D" w:rsidRPr="00E31D9A" w:rsidRDefault="005D1A2D" w:rsidP="005D1A2D">
      <w:pPr>
        <w:tabs>
          <w:tab w:val="num" w:pos="993"/>
        </w:tabs>
        <w:autoSpaceDE w:val="0"/>
        <w:autoSpaceDN w:val="0"/>
        <w:adjustRightInd w:val="0"/>
        <w:jc w:val="center"/>
        <w:rPr>
          <w:szCs w:val="22"/>
        </w:rPr>
      </w:pPr>
    </w:p>
    <w:p w:rsidR="005D1A2D" w:rsidRDefault="005D1A2D" w:rsidP="005D1A2D">
      <w:pPr>
        <w:tabs>
          <w:tab w:val="num" w:pos="993"/>
        </w:tabs>
        <w:autoSpaceDE w:val="0"/>
        <w:autoSpaceDN w:val="0"/>
        <w:adjustRightInd w:val="0"/>
        <w:rPr>
          <w:szCs w:val="22"/>
        </w:rPr>
      </w:pPr>
      <w:bookmarkStart w:id="5" w:name="_Hlk121399913"/>
      <w:r>
        <w:rPr>
          <w:szCs w:val="22"/>
        </w:rPr>
        <w:t>[Facilitators’ Alt</w:t>
      </w:r>
    </w:p>
    <w:p w:rsidR="005D1A2D" w:rsidRDefault="005D1A2D" w:rsidP="005D1A2D">
      <w:pPr>
        <w:tabs>
          <w:tab w:val="num" w:pos="993"/>
        </w:tabs>
        <w:autoSpaceDE w:val="0"/>
        <w:autoSpaceDN w:val="0"/>
        <w:adjustRightInd w:val="0"/>
        <w:rPr>
          <w:szCs w:val="22"/>
        </w:rPr>
      </w:pPr>
    </w:p>
    <w:p w:rsidR="005D1A2D" w:rsidRDefault="005D1A2D" w:rsidP="005D1A2D">
      <w:r>
        <w:t>The protection of a traditional cultural expression under this instrument shall apply as long as the traditional cultural expression continues to satisfy the criteria of eligibility for protection under Article 3 of this instrument.]</w:t>
      </w:r>
    </w:p>
    <w:p w:rsidR="005D1A2D" w:rsidRDefault="005D1A2D" w:rsidP="005D1A2D">
      <w:pPr>
        <w:tabs>
          <w:tab w:val="num" w:pos="993"/>
        </w:tabs>
        <w:autoSpaceDE w:val="0"/>
        <w:autoSpaceDN w:val="0"/>
        <w:adjustRightInd w:val="0"/>
        <w:rPr>
          <w:szCs w:val="22"/>
        </w:rPr>
      </w:pPr>
    </w:p>
    <w:bookmarkEnd w:id="5"/>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rPr>
          <w:rFonts w:eastAsia="Times New Roman"/>
          <w:bCs/>
          <w:i/>
          <w:szCs w:val="22"/>
        </w:rPr>
      </w:pPr>
      <w:r>
        <w:rPr>
          <w:rFonts w:eastAsia="Times New Roman"/>
          <w:bCs/>
          <w:i/>
          <w:szCs w:val="22"/>
        </w:rPr>
        <w:t>[</w:t>
      </w:r>
      <w:r w:rsidRPr="00E31D9A">
        <w:rPr>
          <w:rFonts w:eastAsia="Times New Roman"/>
          <w:bCs/>
          <w:i/>
          <w:szCs w:val="22"/>
        </w:rPr>
        <w:t>Option 1</w:t>
      </w:r>
    </w:p>
    <w:p w:rsidR="005D1A2D" w:rsidRPr="00E31D9A" w:rsidRDefault="005D1A2D" w:rsidP="005D1A2D">
      <w:pPr>
        <w:rPr>
          <w:rFonts w:eastAsia="Times New Roman"/>
          <w:bCs/>
          <w:i/>
          <w:szCs w:val="22"/>
        </w:rPr>
      </w:pPr>
    </w:p>
    <w:p w:rsidR="005D1A2D" w:rsidRPr="00E31D9A" w:rsidRDefault="005D1A2D" w:rsidP="005D1A2D">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5D1A2D" w:rsidRPr="00E31D9A" w:rsidRDefault="005D1A2D" w:rsidP="005D1A2D">
      <w:pPr>
        <w:rPr>
          <w:rFonts w:eastAsia="Times New Roman"/>
          <w:bCs/>
          <w:szCs w:val="22"/>
        </w:rPr>
      </w:pPr>
    </w:p>
    <w:p w:rsidR="005D1A2D" w:rsidRPr="00E31D9A" w:rsidRDefault="005D1A2D" w:rsidP="005D1A2D">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5D1A2D" w:rsidRPr="00E31D9A" w:rsidRDefault="005D1A2D" w:rsidP="005D1A2D">
      <w:pPr>
        <w:rPr>
          <w:rFonts w:eastAsia="Times New Roman"/>
          <w:bCs/>
          <w:szCs w:val="22"/>
        </w:rPr>
      </w:pPr>
    </w:p>
    <w:p w:rsidR="005D1A2D" w:rsidRPr="00E31D9A" w:rsidRDefault="005D1A2D" w:rsidP="005D1A2D">
      <w:pPr>
        <w:rPr>
          <w:rFonts w:eastAsia="Times New Roman"/>
          <w:bCs/>
          <w:szCs w:val="22"/>
        </w:rPr>
      </w:pPr>
    </w:p>
    <w:p w:rsidR="005D1A2D" w:rsidRPr="00E31D9A" w:rsidRDefault="005D1A2D" w:rsidP="005D1A2D">
      <w:pPr>
        <w:rPr>
          <w:rFonts w:eastAsia="Times New Roman"/>
          <w:bCs/>
          <w:i/>
          <w:szCs w:val="22"/>
        </w:rPr>
      </w:pPr>
      <w:r>
        <w:rPr>
          <w:rFonts w:eastAsia="Times New Roman"/>
          <w:bCs/>
          <w:i/>
          <w:szCs w:val="22"/>
        </w:rPr>
        <w:t>[</w:t>
      </w:r>
      <w:r w:rsidRPr="00E31D9A">
        <w:rPr>
          <w:rFonts w:eastAsia="Times New Roman"/>
          <w:bCs/>
          <w:i/>
          <w:szCs w:val="22"/>
        </w:rPr>
        <w:t>Option 2</w:t>
      </w:r>
    </w:p>
    <w:p w:rsidR="005D1A2D" w:rsidRPr="00E31D9A" w:rsidRDefault="005D1A2D" w:rsidP="005D1A2D">
      <w:pPr>
        <w:rPr>
          <w:rFonts w:eastAsia="Times New Roman"/>
          <w:bCs/>
          <w:i/>
          <w:szCs w:val="22"/>
        </w:rPr>
      </w:pPr>
    </w:p>
    <w:p w:rsidR="005D1A2D" w:rsidRPr="00E31D9A" w:rsidRDefault="005D1A2D" w:rsidP="005D1A2D">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5D1A2D" w:rsidRPr="00E31D9A" w:rsidRDefault="005D1A2D" w:rsidP="005D1A2D">
      <w:pPr>
        <w:rPr>
          <w:rFonts w:eastAsia="Times New Roman"/>
          <w:bCs/>
          <w:szCs w:val="22"/>
        </w:rPr>
      </w:pPr>
    </w:p>
    <w:p w:rsidR="005D1A2D" w:rsidRPr="00E31D9A" w:rsidRDefault="005D1A2D" w:rsidP="005D1A2D">
      <w:pPr>
        <w:rPr>
          <w:rFonts w:eastAsia="Times New Roman"/>
          <w:bCs/>
          <w:szCs w:val="22"/>
        </w:rPr>
      </w:pPr>
    </w:p>
    <w:p w:rsidR="005D1A2D" w:rsidRPr="00E31D9A" w:rsidRDefault="005D1A2D" w:rsidP="005D1A2D">
      <w:pPr>
        <w:rPr>
          <w:rFonts w:eastAsia="Times New Roman"/>
          <w:bCs/>
          <w:i/>
          <w:szCs w:val="22"/>
        </w:rPr>
      </w:pPr>
      <w:r>
        <w:rPr>
          <w:rFonts w:eastAsia="Times New Roman"/>
          <w:bCs/>
          <w:i/>
          <w:szCs w:val="22"/>
        </w:rPr>
        <w:t>[</w:t>
      </w:r>
      <w:r w:rsidRPr="00E31D9A">
        <w:rPr>
          <w:rFonts w:eastAsia="Times New Roman"/>
          <w:bCs/>
          <w:i/>
          <w:szCs w:val="22"/>
        </w:rPr>
        <w:t>Option 3</w:t>
      </w:r>
    </w:p>
    <w:p w:rsidR="005D1A2D" w:rsidRPr="00E31D9A" w:rsidRDefault="005D1A2D" w:rsidP="005D1A2D">
      <w:pPr>
        <w:rPr>
          <w:rFonts w:eastAsia="Times New Roman"/>
          <w:bCs/>
          <w:i/>
          <w:szCs w:val="22"/>
        </w:rPr>
      </w:pPr>
    </w:p>
    <w:p w:rsidR="005D1A2D" w:rsidRPr="00E31D9A" w:rsidRDefault="005D1A2D" w:rsidP="005D1A2D">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5D1A2D" w:rsidRPr="00E31D9A" w:rsidRDefault="005D1A2D" w:rsidP="005D1A2D">
      <w:pPr>
        <w:tabs>
          <w:tab w:val="num" w:pos="993"/>
        </w:tabs>
        <w:autoSpaceDE w:val="0"/>
        <w:autoSpaceDN w:val="0"/>
        <w:adjustRightInd w:val="0"/>
        <w:rPr>
          <w:rFonts w:eastAsia="Times New Roman"/>
          <w:bCs/>
          <w:szCs w:val="22"/>
        </w:rPr>
      </w:pP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9]</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FORMALITIES</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rPr>
          <w:i/>
          <w:szCs w:val="22"/>
        </w:rPr>
      </w:pPr>
    </w:p>
    <w:p w:rsidR="005D1A2D" w:rsidRDefault="005D1A2D" w:rsidP="005D1A2D">
      <w:pPr>
        <w:tabs>
          <w:tab w:val="num" w:pos="993"/>
        </w:tabs>
        <w:autoSpaceDE w:val="0"/>
        <w:autoSpaceDN w:val="0"/>
        <w:adjustRightInd w:val="0"/>
        <w:rPr>
          <w:iCs/>
          <w:szCs w:val="22"/>
        </w:rPr>
      </w:pPr>
      <w:bookmarkStart w:id="6" w:name="_Hlk121400024"/>
      <w:r>
        <w:rPr>
          <w:iCs/>
          <w:szCs w:val="22"/>
        </w:rPr>
        <w:t>[Facilitators’ Alt</w:t>
      </w:r>
    </w:p>
    <w:p w:rsidR="005D1A2D" w:rsidRDefault="005D1A2D" w:rsidP="005D1A2D">
      <w:pPr>
        <w:tabs>
          <w:tab w:val="num" w:pos="993"/>
        </w:tabs>
        <w:autoSpaceDE w:val="0"/>
        <w:autoSpaceDN w:val="0"/>
        <w:adjustRightInd w:val="0"/>
        <w:rPr>
          <w:iCs/>
          <w:szCs w:val="22"/>
        </w:rPr>
      </w:pPr>
    </w:p>
    <w:p w:rsidR="005D1A2D" w:rsidRDefault="005D1A2D" w:rsidP="005D1A2D">
      <w:r>
        <w:t>Without prejudice to the maintenance of registers or other records of traditional cultural expressions to facilitate protection where applicable, adherence to formalities by indigenous peoples and local communities shall not be a precondition for protection of traditional cultural expressions under this instrument.]</w:t>
      </w:r>
    </w:p>
    <w:p w:rsidR="005D1A2D" w:rsidRDefault="005D1A2D" w:rsidP="005D1A2D">
      <w:pPr>
        <w:tabs>
          <w:tab w:val="num" w:pos="993"/>
        </w:tabs>
        <w:autoSpaceDE w:val="0"/>
        <w:autoSpaceDN w:val="0"/>
        <w:adjustRightInd w:val="0"/>
        <w:rPr>
          <w:iCs/>
          <w:szCs w:val="22"/>
        </w:rPr>
      </w:pPr>
    </w:p>
    <w:bookmarkEnd w:id="6"/>
    <w:p w:rsidR="005D1A2D" w:rsidRPr="006E473E" w:rsidRDefault="005D1A2D" w:rsidP="005D1A2D">
      <w:pPr>
        <w:tabs>
          <w:tab w:val="num" w:pos="993"/>
        </w:tabs>
        <w:autoSpaceDE w:val="0"/>
        <w:autoSpaceDN w:val="0"/>
        <w:adjustRightInd w:val="0"/>
        <w:rPr>
          <w:iCs/>
          <w:szCs w:val="22"/>
        </w:rPr>
      </w:pPr>
    </w:p>
    <w:p w:rsidR="005D1A2D" w:rsidRPr="00E31D9A" w:rsidRDefault="005D1A2D" w:rsidP="005D1A2D">
      <w:pPr>
        <w:tabs>
          <w:tab w:val="num" w:pos="993"/>
        </w:tabs>
        <w:autoSpaceDE w:val="0"/>
        <w:autoSpaceDN w:val="0"/>
        <w:adjustRightInd w:val="0"/>
        <w:rPr>
          <w:i/>
          <w:szCs w:val="22"/>
        </w:rPr>
      </w:pPr>
      <w:r>
        <w:rPr>
          <w:i/>
          <w:szCs w:val="22"/>
        </w:rPr>
        <w:t>[</w:t>
      </w:r>
      <w:r w:rsidRPr="00E31D9A">
        <w:rPr>
          <w:i/>
          <w:szCs w:val="22"/>
        </w:rPr>
        <w:t>Option 1</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rPr>
          <w:szCs w:val="22"/>
        </w:rPr>
      </w:pPr>
    </w:p>
    <w:p w:rsidR="005D1A2D" w:rsidRPr="00E31D9A" w:rsidRDefault="005D1A2D" w:rsidP="005D1A2D">
      <w:pPr>
        <w:tabs>
          <w:tab w:val="num" w:pos="993"/>
        </w:tabs>
        <w:autoSpaceDE w:val="0"/>
        <w:autoSpaceDN w:val="0"/>
        <w:adjustRightInd w:val="0"/>
        <w:rPr>
          <w:i/>
          <w:szCs w:val="22"/>
        </w:rPr>
      </w:pPr>
      <w:r>
        <w:rPr>
          <w:i/>
          <w:szCs w:val="22"/>
        </w:rPr>
        <w:t>[</w:t>
      </w:r>
      <w:r w:rsidRPr="00E31D9A">
        <w:rPr>
          <w:i/>
          <w:szCs w:val="22"/>
        </w:rPr>
        <w:t>Option 2</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5D1A2D" w:rsidRPr="00E31D9A" w:rsidRDefault="005D1A2D" w:rsidP="005D1A2D">
      <w:pPr>
        <w:tabs>
          <w:tab w:val="num" w:pos="993"/>
        </w:tabs>
        <w:autoSpaceDE w:val="0"/>
        <w:autoSpaceDN w:val="0"/>
        <w:adjustRightInd w:val="0"/>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10</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rPr>
          <w:szCs w:val="22"/>
        </w:rPr>
      </w:pPr>
      <w:r w:rsidRPr="00E31D9A">
        <w:rPr>
          <w:szCs w:val="22"/>
        </w:rPr>
        <w:t>[SANCTIONS, REMEDIES AND EXERCISE OF [RIGHTS]/[INTERESTS]]</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rPr>
          <w:i/>
          <w:szCs w:val="22"/>
        </w:rPr>
      </w:pPr>
    </w:p>
    <w:p w:rsidR="005D1A2D" w:rsidRPr="00795AE1" w:rsidRDefault="005D1A2D" w:rsidP="005D1A2D">
      <w:pPr>
        <w:tabs>
          <w:tab w:val="num" w:pos="993"/>
        </w:tabs>
        <w:autoSpaceDE w:val="0"/>
        <w:autoSpaceDN w:val="0"/>
        <w:adjustRightInd w:val="0"/>
        <w:rPr>
          <w:szCs w:val="22"/>
        </w:rPr>
      </w:pPr>
      <w:r w:rsidRPr="00795AE1">
        <w:rPr>
          <w:szCs w:val="22"/>
        </w:rPr>
        <w:t>[Alt 1</w:t>
      </w:r>
    </w:p>
    <w:p w:rsidR="005D1A2D" w:rsidRPr="00E31D9A" w:rsidRDefault="005D1A2D" w:rsidP="005D1A2D">
      <w:pPr>
        <w:tabs>
          <w:tab w:val="left" w:pos="550"/>
        </w:tabs>
        <w:rPr>
          <w:rFonts w:eastAsia="Times New Roman"/>
          <w:szCs w:val="22"/>
        </w:rPr>
      </w:pPr>
    </w:p>
    <w:p w:rsidR="005D1A2D" w:rsidRPr="00E31D9A" w:rsidRDefault="005D1A2D" w:rsidP="005D1A2D">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5D1A2D" w:rsidRPr="00E31D9A" w:rsidRDefault="005D1A2D" w:rsidP="005D1A2D">
      <w:pPr>
        <w:rPr>
          <w:szCs w:val="22"/>
        </w:rPr>
      </w:pPr>
    </w:p>
    <w:p w:rsidR="005D1A2D" w:rsidRPr="00E31D9A" w:rsidRDefault="005D1A2D" w:rsidP="005D1A2D">
      <w:pPr>
        <w:rPr>
          <w:i/>
          <w:szCs w:val="22"/>
        </w:rPr>
      </w:pPr>
    </w:p>
    <w:p w:rsidR="005D1A2D" w:rsidRPr="00795AE1" w:rsidRDefault="005D1A2D" w:rsidP="005D1A2D">
      <w:pPr>
        <w:rPr>
          <w:szCs w:val="22"/>
        </w:rPr>
      </w:pPr>
      <w:r w:rsidRPr="00795AE1">
        <w:rPr>
          <w:szCs w:val="22"/>
        </w:rPr>
        <w:t>[Alt 2</w:t>
      </w:r>
    </w:p>
    <w:p w:rsidR="005D1A2D" w:rsidRPr="00E31D9A" w:rsidRDefault="005D1A2D" w:rsidP="005D1A2D">
      <w:pPr>
        <w:rPr>
          <w:i/>
          <w:szCs w:val="22"/>
        </w:rPr>
      </w:pPr>
    </w:p>
    <w:p w:rsidR="005D1A2D" w:rsidRPr="00E31D9A" w:rsidRDefault="005D1A2D" w:rsidP="005D1A2D">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5D1A2D" w:rsidRPr="00E31D9A" w:rsidRDefault="005D1A2D" w:rsidP="005D1A2D">
      <w:pPr>
        <w:rPr>
          <w:szCs w:val="22"/>
        </w:rPr>
      </w:pPr>
    </w:p>
    <w:p w:rsidR="005D1A2D" w:rsidRPr="00E31D9A" w:rsidRDefault="005D1A2D" w:rsidP="005D1A2D">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5D1A2D" w:rsidRPr="00E31D9A" w:rsidRDefault="005D1A2D" w:rsidP="005D1A2D">
      <w:pPr>
        <w:rPr>
          <w:i/>
          <w:szCs w:val="22"/>
        </w:rPr>
      </w:pPr>
    </w:p>
    <w:p w:rsidR="005D1A2D" w:rsidRPr="00E31D9A" w:rsidRDefault="005D1A2D" w:rsidP="005D1A2D">
      <w:pPr>
        <w:rPr>
          <w:i/>
          <w:szCs w:val="22"/>
        </w:rPr>
      </w:pPr>
    </w:p>
    <w:p w:rsidR="005D1A2D" w:rsidRPr="00795AE1" w:rsidRDefault="005D1A2D" w:rsidP="005D1A2D">
      <w:pPr>
        <w:rPr>
          <w:szCs w:val="22"/>
        </w:rPr>
      </w:pPr>
      <w:r w:rsidRPr="00795AE1">
        <w:rPr>
          <w:szCs w:val="22"/>
        </w:rPr>
        <w:t xml:space="preserve">[Alt 3 </w:t>
      </w:r>
    </w:p>
    <w:p w:rsidR="005D1A2D" w:rsidRPr="00E31D9A" w:rsidRDefault="005D1A2D" w:rsidP="005D1A2D">
      <w:pPr>
        <w:rPr>
          <w:szCs w:val="22"/>
        </w:rPr>
      </w:pPr>
    </w:p>
    <w:p w:rsidR="005D1A2D" w:rsidRPr="00E31D9A" w:rsidRDefault="005D1A2D" w:rsidP="005D1A2D">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5D1A2D" w:rsidRPr="00E31D9A" w:rsidRDefault="005D1A2D" w:rsidP="005D1A2D">
      <w:pPr>
        <w:rPr>
          <w:szCs w:val="22"/>
        </w:rPr>
      </w:pPr>
    </w:p>
    <w:p w:rsidR="005D1A2D" w:rsidRPr="00E31D9A" w:rsidRDefault="005D1A2D" w:rsidP="005D1A2D">
      <w:pPr>
        <w:rPr>
          <w:i/>
          <w:szCs w:val="22"/>
        </w:rPr>
      </w:pPr>
    </w:p>
    <w:p w:rsidR="005D1A2D" w:rsidRPr="00795AE1" w:rsidRDefault="005D1A2D" w:rsidP="005D1A2D">
      <w:pPr>
        <w:rPr>
          <w:szCs w:val="22"/>
        </w:rPr>
      </w:pPr>
      <w:r w:rsidRPr="00795AE1">
        <w:rPr>
          <w:szCs w:val="22"/>
        </w:rPr>
        <w:t xml:space="preserve">[Alt 4 </w:t>
      </w:r>
    </w:p>
    <w:p w:rsidR="005D1A2D" w:rsidRPr="00E31D9A" w:rsidRDefault="005D1A2D" w:rsidP="005D1A2D">
      <w:pPr>
        <w:rPr>
          <w:i/>
          <w:szCs w:val="22"/>
        </w:rPr>
      </w:pPr>
    </w:p>
    <w:p w:rsidR="005D1A2D" w:rsidRPr="00E31D9A" w:rsidRDefault="005D1A2D" w:rsidP="005D1A2D">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11]</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jc w:val="center"/>
        <w:rPr>
          <w:szCs w:val="22"/>
        </w:rPr>
      </w:pPr>
      <w:r w:rsidRPr="00E31D9A">
        <w:rPr>
          <w:szCs w:val="22"/>
        </w:rPr>
        <w:t>[TRANSITIONAL MEASURES</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5D1A2D" w:rsidRPr="00E31D9A" w:rsidRDefault="005D1A2D" w:rsidP="005D1A2D">
      <w:pPr>
        <w:tabs>
          <w:tab w:val="num" w:pos="1701"/>
        </w:tabs>
        <w:rPr>
          <w:rFonts w:eastAsia="Times New Roman"/>
          <w:bCs/>
          <w:szCs w:val="22"/>
        </w:rPr>
      </w:pPr>
    </w:p>
    <w:p w:rsidR="005D1A2D" w:rsidRPr="00E31D9A" w:rsidRDefault="005D1A2D" w:rsidP="005D1A2D">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5D1A2D" w:rsidRPr="00E31D9A" w:rsidRDefault="005D1A2D" w:rsidP="005D1A2D">
      <w:pPr>
        <w:rPr>
          <w:szCs w:val="22"/>
        </w:rPr>
      </w:pPr>
    </w:p>
    <w:p w:rsidR="005D1A2D" w:rsidRPr="00E31D9A" w:rsidRDefault="005D1A2D" w:rsidP="005D1A2D">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5D1A2D" w:rsidRPr="00E31D9A" w:rsidRDefault="005D1A2D" w:rsidP="005D1A2D">
      <w:pPr>
        <w:rPr>
          <w:rFonts w:eastAsia="Times New Roman"/>
          <w:bCs/>
          <w:szCs w:val="22"/>
        </w:rPr>
      </w:pPr>
    </w:p>
    <w:p w:rsidR="005D1A2D" w:rsidRPr="00E31D9A" w:rsidRDefault="005D1A2D" w:rsidP="005D1A2D">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5D1A2D" w:rsidRPr="00E31D9A" w:rsidRDefault="005D1A2D" w:rsidP="005D1A2D">
      <w:pPr>
        <w:tabs>
          <w:tab w:val="num" w:pos="993"/>
        </w:tabs>
        <w:autoSpaceDE w:val="0"/>
        <w:autoSpaceDN w:val="0"/>
        <w:adjustRightInd w:val="0"/>
        <w:jc w:val="center"/>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12]</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tabs>
          <w:tab w:val="num" w:pos="993"/>
        </w:tabs>
        <w:autoSpaceDE w:val="0"/>
        <w:autoSpaceDN w:val="0"/>
        <w:adjustRightInd w:val="0"/>
        <w:jc w:val="center"/>
      </w:pPr>
      <w:r w:rsidRPr="00E31D9A">
        <w:t>[RELATIONSHIP WITH [OTHER] INTERNATIONAL AGREEMENTS</w:t>
      </w:r>
    </w:p>
    <w:p w:rsidR="005D1A2D" w:rsidRPr="00E31D9A" w:rsidRDefault="005D1A2D" w:rsidP="005D1A2D">
      <w:pPr>
        <w:tabs>
          <w:tab w:val="num" w:pos="993"/>
        </w:tabs>
        <w:autoSpaceDE w:val="0"/>
        <w:autoSpaceDN w:val="0"/>
        <w:adjustRightInd w:val="0"/>
        <w:rPr>
          <w:szCs w:val="22"/>
        </w:rPr>
      </w:pPr>
      <w:bookmarkStart w:id="7" w:name="_Hlk121400142"/>
    </w:p>
    <w:p w:rsidR="005D1A2D" w:rsidRDefault="005D1A2D" w:rsidP="005D1A2D">
      <w:pPr>
        <w:tabs>
          <w:tab w:val="num" w:pos="993"/>
        </w:tabs>
        <w:autoSpaceDE w:val="0"/>
        <w:autoSpaceDN w:val="0"/>
        <w:adjustRightInd w:val="0"/>
        <w:rPr>
          <w:szCs w:val="22"/>
        </w:rPr>
      </w:pPr>
      <w:r>
        <w:rPr>
          <w:szCs w:val="22"/>
        </w:rPr>
        <w:t>[Facilitators’ Alt</w:t>
      </w:r>
    </w:p>
    <w:p w:rsidR="005D1A2D" w:rsidRDefault="005D1A2D" w:rsidP="005D1A2D">
      <w:pPr>
        <w:tabs>
          <w:tab w:val="num" w:pos="993"/>
        </w:tabs>
        <w:autoSpaceDE w:val="0"/>
        <w:autoSpaceDN w:val="0"/>
        <w:adjustRightInd w:val="0"/>
        <w:rPr>
          <w:szCs w:val="22"/>
        </w:rPr>
      </w:pPr>
    </w:p>
    <w:p w:rsidR="005D1A2D" w:rsidRDefault="005D1A2D" w:rsidP="005D1A2D">
      <w:r>
        <w:t>This instrument shall be implemented in a mutually supportive manner with other relevant international instruments, including the United Nations Declaration on the Rights of Indigenous Peoples.]</w:t>
      </w:r>
    </w:p>
    <w:bookmarkEnd w:id="7"/>
    <w:p w:rsidR="005D1A2D"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r>
        <w:rPr>
          <w:szCs w:val="22"/>
        </w:rPr>
        <w:t>Alt 1</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5D1A2D" w:rsidRPr="00E31D9A" w:rsidRDefault="005D1A2D" w:rsidP="005D1A2D">
      <w:pPr>
        <w:tabs>
          <w:tab w:val="left" w:pos="550"/>
        </w:tabs>
        <w:autoSpaceDE w:val="0"/>
        <w:autoSpaceDN w:val="0"/>
        <w:adjustRightInd w:val="0"/>
        <w:rPr>
          <w:szCs w:val="22"/>
        </w:rPr>
      </w:pPr>
    </w:p>
    <w:p w:rsidR="005D1A2D" w:rsidRPr="00E31D9A" w:rsidRDefault="005D1A2D" w:rsidP="005D1A2D">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5D1A2D" w:rsidRPr="00E31D9A" w:rsidRDefault="005D1A2D" w:rsidP="005D1A2D">
      <w:pPr>
        <w:tabs>
          <w:tab w:val="left" w:pos="550"/>
        </w:tabs>
        <w:autoSpaceDE w:val="0"/>
        <w:autoSpaceDN w:val="0"/>
        <w:adjustRightInd w:val="0"/>
        <w:rPr>
          <w:rFonts w:eastAsia="Calibri"/>
          <w:szCs w:val="22"/>
          <w:lang w:eastAsia="en-US"/>
        </w:rPr>
      </w:pPr>
    </w:p>
    <w:p w:rsidR="005D1A2D" w:rsidRPr="00E31D9A" w:rsidRDefault="005D1A2D" w:rsidP="005D1A2D">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5D1A2D" w:rsidRPr="00E31D9A" w:rsidRDefault="005D1A2D" w:rsidP="005D1A2D">
      <w:pPr>
        <w:rPr>
          <w:szCs w:val="22"/>
        </w:rPr>
      </w:pPr>
    </w:p>
    <w:p w:rsidR="005D1A2D" w:rsidRPr="00E31D9A" w:rsidRDefault="005D1A2D" w:rsidP="005D1A2D">
      <w:pPr>
        <w:tabs>
          <w:tab w:val="left" w:pos="550"/>
        </w:tabs>
        <w:autoSpaceDE w:val="0"/>
        <w:autoSpaceDN w:val="0"/>
        <w:adjustRightInd w:val="0"/>
      </w:pPr>
    </w:p>
    <w:p w:rsidR="005D1A2D" w:rsidRPr="00E31D9A" w:rsidRDefault="005D1A2D" w:rsidP="005D1A2D">
      <w:pPr>
        <w:tabs>
          <w:tab w:val="num" w:pos="993"/>
        </w:tabs>
        <w:autoSpaceDE w:val="0"/>
        <w:autoSpaceDN w:val="0"/>
        <w:adjustRightInd w:val="0"/>
        <w:rPr>
          <w:rFonts w:eastAsia="Times New Roman"/>
          <w:bCs/>
          <w:szCs w:val="22"/>
        </w:rPr>
      </w:pPr>
    </w:p>
    <w:p w:rsidR="005D1A2D" w:rsidRPr="00E31D9A" w:rsidRDefault="005D1A2D" w:rsidP="005D1A2D">
      <w:pPr>
        <w:autoSpaceDE w:val="0"/>
        <w:autoSpaceDN w:val="0"/>
        <w:adjustRightInd w:val="0"/>
        <w:rPr>
          <w:szCs w:val="22"/>
        </w:rPr>
      </w:pPr>
    </w:p>
    <w:p w:rsidR="005D1A2D" w:rsidRPr="00E31D9A" w:rsidRDefault="005D1A2D" w:rsidP="005D1A2D">
      <w:pPr>
        <w:tabs>
          <w:tab w:val="num" w:pos="993"/>
        </w:tabs>
        <w:autoSpaceDE w:val="0"/>
        <w:autoSpaceDN w:val="0"/>
        <w:adjustRightInd w:val="0"/>
        <w:rPr>
          <w:szCs w:val="22"/>
          <w:u w:val="single"/>
        </w:rPr>
      </w:pPr>
    </w:p>
    <w:p w:rsidR="005D1A2D" w:rsidRPr="00E31D9A" w:rsidRDefault="005D1A2D" w:rsidP="005D1A2D">
      <w:pPr>
        <w:tabs>
          <w:tab w:val="num" w:pos="993"/>
        </w:tabs>
        <w:autoSpaceDE w:val="0"/>
        <w:autoSpaceDN w:val="0"/>
        <w:adjustRightInd w:val="0"/>
        <w:jc w:val="center"/>
        <w:rPr>
          <w:szCs w:val="22"/>
        </w:rPr>
      </w:pPr>
      <w:r w:rsidRPr="00E31D9A">
        <w:rPr>
          <w:szCs w:val="22"/>
        </w:rPr>
        <w:br w:type="page"/>
      </w:r>
    </w:p>
    <w:p w:rsidR="005D1A2D" w:rsidRPr="00E31D9A" w:rsidRDefault="005D1A2D" w:rsidP="005D1A2D">
      <w:pPr>
        <w:tabs>
          <w:tab w:val="num" w:pos="993"/>
        </w:tabs>
        <w:autoSpaceDE w:val="0"/>
        <w:autoSpaceDN w:val="0"/>
        <w:adjustRightInd w:val="0"/>
        <w:jc w:val="center"/>
        <w:rPr>
          <w:szCs w:val="22"/>
        </w:rPr>
      </w:pPr>
      <w:r w:rsidRPr="00E31D9A">
        <w:rPr>
          <w:szCs w:val="22"/>
        </w:rPr>
        <w:lastRenderedPageBreak/>
        <w:t>[ARTICLE 13]</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jc w:val="center"/>
        <w:rPr>
          <w:szCs w:val="22"/>
        </w:rPr>
      </w:pPr>
      <w:r w:rsidRPr="00E31D9A">
        <w:rPr>
          <w:szCs w:val="22"/>
        </w:rPr>
        <w:t>[NATIONAL TREATMENT</w:t>
      </w:r>
    </w:p>
    <w:p w:rsidR="005D1A2D" w:rsidRPr="00E31D9A"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r>
        <w:rPr>
          <w:szCs w:val="22"/>
        </w:rPr>
        <w:t>[Facilitators’ Alt</w:t>
      </w:r>
    </w:p>
    <w:p w:rsidR="005D1A2D" w:rsidRDefault="005D1A2D" w:rsidP="005D1A2D"/>
    <w:p w:rsidR="005D1A2D" w:rsidRDefault="005D1A2D" w:rsidP="005D1A2D">
      <w:pPr>
        <w:rPr>
          <w:rFonts w:asciiTheme="minorHAnsi" w:eastAsiaTheme="minorHAnsi" w:hAnsiTheme="minorHAnsi" w:cstheme="minorBidi"/>
          <w:lang w:eastAsia="en-US"/>
        </w:rPr>
      </w:pPr>
      <w:r>
        <w:t>The same rights and benefits recognized in relation to traditional cultural expressions by a Member State/Contracting Party for beneficiaries who are its nationals shall be extended to foreign beneficiaries in its territory.]</w:t>
      </w:r>
    </w:p>
    <w:p w:rsidR="005D1A2D"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r>
        <w:rPr>
          <w:szCs w:val="22"/>
        </w:rPr>
        <w:t>Alt 1</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5D1A2D" w:rsidRPr="00E31D9A" w:rsidRDefault="005D1A2D" w:rsidP="005D1A2D">
      <w:pPr>
        <w:autoSpaceDE w:val="0"/>
        <w:autoSpaceDN w:val="0"/>
        <w:adjustRightInd w:val="0"/>
        <w:rPr>
          <w:szCs w:val="22"/>
        </w:rPr>
      </w:pPr>
    </w:p>
    <w:p w:rsidR="005D1A2D" w:rsidRPr="00E31D9A" w:rsidRDefault="005D1A2D" w:rsidP="005D1A2D">
      <w:pPr>
        <w:autoSpaceDE w:val="0"/>
        <w:autoSpaceDN w:val="0"/>
        <w:adjustRightInd w:val="0"/>
        <w:jc w:val="center"/>
        <w:rPr>
          <w:szCs w:val="22"/>
        </w:rPr>
      </w:pPr>
    </w:p>
    <w:p w:rsidR="005D1A2D" w:rsidRDefault="005D1A2D" w:rsidP="005D1A2D">
      <w:pPr>
        <w:rPr>
          <w:szCs w:val="22"/>
        </w:rPr>
      </w:pPr>
      <w:r>
        <w:rPr>
          <w:szCs w:val="22"/>
        </w:rPr>
        <w:br w:type="page"/>
      </w:r>
    </w:p>
    <w:p w:rsidR="005D1A2D" w:rsidRPr="00E31D9A" w:rsidRDefault="005D1A2D" w:rsidP="005D1A2D">
      <w:pPr>
        <w:autoSpaceDE w:val="0"/>
        <w:autoSpaceDN w:val="0"/>
        <w:adjustRightInd w:val="0"/>
        <w:jc w:val="center"/>
        <w:rPr>
          <w:szCs w:val="22"/>
        </w:rPr>
      </w:pPr>
    </w:p>
    <w:p w:rsidR="005D1A2D" w:rsidRPr="00E31D9A" w:rsidRDefault="005D1A2D" w:rsidP="005D1A2D">
      <w:pPr>
        <w:autoSpaceDE w:val="0"/>
        <w:autoSpaceDN w:val="0"/>
        <w:adjustRightInd w:val="0"/>
        <w:ind w:left="1440" w:firstLine="720"/>
        <w:rPr>
          <w:szCs w:val="22"/>
        </w:rPr>
      </w:pPr>
      <w:r w:rsidRPr="00E31D9A">
        <w:rPr>
          <w:szCs w:val="22"/>
        </w:rPr>
        <w:t>[ALTERNATIVES TO ARTICLES 8, 9, 10, 11 and 13</w:t>
      </w:r>
    </w:p>
    <w:p w:rsidR="005D1A2D" w:rsidRPr="00E31D9A" w:rsidRDefault="005D1A2D" w:rsidP="005D1A2D">
      <w:pPr>
        <w:keepLines/>
        <w:jc w:val="center"/>
        <w:rPr>
          <w:szCs w:val="22"/>
        </w:rPr>
      </w:pPr>
      <w:r w:rsidRPr="00E31D9A">
        <w:rPr>
          <w:szCs w:val="22"/>
        </w:rPr>
        <w:t>NO SUCH PROVISIONS]</w:t>
      </w:r>
    </w:p>
    <w:p w:rsidR="005D1A2D" w:rsidRPr="00E31D9A" w:rsidRDefault="005D1A2D" w:rsidP="005D1A2D">
      <w:pPr>
        <w:spacing w:after="200" w:line="276" w:lineRule="auto"/>
        <w:rPr>
          <w:szCs w:val="22"/>
        </w:rPr>
      </w:pPr>
      <w:r w:rsidRPr="00E31D9A">
        <w:rPr>
          <w:szCs w:val="22"/>
        </w:rPr>
        <w:br w:type="page"/>
      </w:r>
    </w:p>
    <w:p w:rsidR="005D1A2D" w:rsidRPr="00E31D9A" w:rsidRDefault="005D1A2D" w:rsidP="005D1A2D">
      <w:pPr>
        <w:autoSpaceDE w:val="0"/>
        <w:autoSpaceDN w:val="0"/>
        <w:adjustRightInd w:val="0"/>
        <w:jc w:val="center"/>
        <w:rPr>
          <w:szCs w:val="22"/>
        </w:rPr>
      </w:pPr>
      <w:r w:rsidRPr="00E31D9A">
        <w:rPr>
          <w:szCs w:val="22"/>
        </w:rPr>
        <w:lastRenderedPageBreak/>
        <w:t>[ARTICLE 14]</w:t>
      </w:r>
    </w:p>
    <w:p w:rsidR="005D1A2D" w:rsidRPr="00E31D9A" w:rsidRDefault="005D1A2D" w:rsidP="005D1A2D">
      <w:pPr>
        <w:tabs>
          <w:tab w:val="num" w:pos="993"/>
        </w:tabs>
        <w:autoSpaceDE w:val="0"/>
        <w:autoSpaceDN w:val="0"/>
        <w:adjustRightInd w:val="0"/>
        <w:jc w:val="center"/>
        <w:rPr>
          <w:szCs w:val="22"/>
        </w:rPr>
      </w:pPr>
    </w:p>
    <w:p w:rsidR="005D1A2D" w:rsidRPr="00E31D9A" w:rsidRDefault="005D1A2D" w:rsidP="005D1A2D">
      <w:pPr>
        <w:jc w:val="center"/>
        <w:rPr>
          <w:szCs w:val="22"/>
        </w:rPr>
      </w:pPr>
      <w:r w:rsidRPr="00E31D9A">
        <w:rPr>
          <w:szCs w:val="22"/>
        </w:rPr>
        <w:t>[TRANSBOUNDARY COOPERATION</w:t>
      </w:r>
    </w:p>
    <w:p w:rsidR="005D1A2D"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bookmarkStart w:id="8" w:name="_Hlk121400638"/>
      <w:r>
        <w:rPr>
          <w:szCs w:val="22"/>
        </w:rPr>
        <w:t>[Facilitators’ Alt</w:t>
      </w:r>
    </w:p>
    <w:p w:rsidR="005D1A2D" w:rsidRDefault="005D1A2D" w:rsidP="005D1A2D">
      <w:pPr>
        <w:tabs>
          <w:tab w:val="num" w:pos="993"/>
        </w:tabs>
        <w:autoSpaceDE w:val="0"/>
        <w:autoSpaceDN w:val="0"/>
        <w:adjustRightInd w:val="0"/>
        <w:rPr>
          <w:szCs w:val="22"/>
        </w:rPr>
      </w:pPr>
    </w:p>
    <w:p w:rsidR="005D1A2D" w:rsidRDefault="005D1A2D" w:rsidP="005D1A2D">
      <w:r>
        <w:t>Where the same traditional cultural expression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bookmarkEnd w:id="8"/>
    <w:p w:rsidR="005D1A2D" w:rsidRPr="00E31D9A"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p>
    <w:p w:rsidR="005D1A2D" w:rsidRDefault="005D1A2D" w:rsidP="005D1A2D">
      <w:pPr>
        <w:tabs>
          <w:tab w:val="num" w:pos="993"/>
        </w:tabs>
        <w:autoSpaceDE w:val="0"/>
        <w:autoSpaceDN w:val="0"/>
        <w:adjustRightInd w:val="0"/>
        <w:rPr>
          <w:szCs w:val="22"/>
        </w:rPr>
      </w:pPr>
      <w:r>
        <w:rPr>
          <w:szCs w:val="22"/>
        </w:rPr>
        <w:t>Alt 1</w:t>
      </w:r>
    </w:p>
    <w:p w:rsidR="005D1A2D" w:rsidRPr="00E31D9A" w:rsidRDefault="005D1A2D" w:rsidP="005D1A2D">
      <w:pPr>
        <w:tabs>
          <w:tab w:val="num" w:pos="993"/>
        </w:tabs>
        <w:autoSpaceDE w:val="0"/>
        <w:autoSpaceDN w:val="0"/>
        <w:adjustRightInd w:val="0"/>
        <w:rPr>
          <w:szCs w:val="22"/>
        </w:rPr>
      </w:pPr>
    </w:p>
    <w:p w:rsidR="005D1A2D" w:rsidRPr="00E31D9A" w:rsidRDefault="005D1A2D" w:rsidP="005D1A2D">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jc w:val="center"/>
        <w:rPr>
          <w:szCs w:val="22"/>
        </w:rPr>
      </w:pPr>
      <w:r w:rsidRPr="00E31D9A">
        <w:rPr>
          <w:szCs w:val="22"/>
        </w:rPr>
        <w:br w:type="page"/>
      </w:r>
    </w:p>
    <w:p w:rsidR="005D1A2D" w:rsidRPr="00E31D9A" w:rsidRDefault="005D1A2D" w:rsidP="005D1A2D">
      <w:pPr>
        <w:jc w:val="center"/>
        <w:rPr>
          <w:szCs w:val="22"/>
        </w:rPr>
      </w:pPr>
      <w:r w:rsidRPr="00E31D9A">
        <w:rPr>
          <w:szCs w:val="22"/>
        </w:rPr>
        <w:lastRenderedPageBreak/>
        <w:t>ARTICLE 15</w:t>
      </w:r>
    </w:p>
    <w:p w:rsidR="005D1A2D" w:rsidRPr="00E31D9A" w:rsidRDefault="005D1A2D" w:rsidP="005D1A2D">
      <w:pPr>
        <w:jc w:val="center"/>
        <w:rPr>
          <w:szCs w:val="22"/>
        </w:rPr>
      </w:pPr>
    </w:p>
    <w:p w:rsidR="005D1A2D" w:rsidRPr="00E31D9A" w:rsidRDefault="005D1A2D" w:rsidP="005D1A2D">
      <w:pPr>
        <w:jc w:val="center"/>
        <w:rPr>
          <w:szCs w:val="22"/>
        </w:rPr>
      </w:pPr>
      <w:r w:rsidRPr="00E31D9A">
        <w:rPr>
          <w:szCs w:val="22"/>
        </w:rPr>
        <w:t>[CAPACITY BUILDING AND AWARENESS RAISING</w:t>
      </w:r>
    </w:p>
    <w:p w:rsidR="005D1A2D" w:rsidRPr="00E31D9A" w:rsidRDefault="005D1A2D" w:rsidP="005D1A2D">
      <w:pPr>
        <w:rPr>
          <w:szCs w:val="22"/>
        </w:rPr>
      </w:pPr>
    </w:p>
    <w:p w:rsidR="005D1A2D" w:rsidRPr="00E31D9A" w:rsidRDefault="005D1A2D" w:rsidP="005D1A2D">
      <w:pPr>
        <w:rPr>
          <w:szCs w:val="22"/>
        </w:rPr>
      </w:pPr>
    </w:p>
    <w:p w:rsidR="005D1A2D" w:rsidRPr="00E31D9A" w:rsidRDefault="005D1A2D" w:rsidP="005D1A2D">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5D1A2D" w:rsidRPr="00E31D9A" w:rsidRDefault="005D1A2D" w:rsidP="005D1A2D">
      <w:pPr>
        <w:rPr>
          <w:szCs w:val="22"/>
        </w:rPr>
      </w:pPr>
    </w:p>
    <w:p w:rsidR="005D1A2D" w:rsidRPr="00E31D9A" w:rsidRDefault="005D1A2D" w:rsidP="005D1A2D">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5D1A2D" w:rsidRPr="00E31D9A" w:rsidRDefault="005D1A2D" w:rsidP="005D1A2D">
      <w:pPr>
        <w:rPr>
          <w:szCs w:val="22"/>
        </w:rPr>
      </w:pPr>
    </w:p>
    <w:p w:rsidR="005D1A2D" w:rsidRPr="00E31D9A" w:rsidRDefault="005D1A2D" w:rsidP="005D1A2D">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5D1A2D" w:rsidRPr="00E31D9A" w:rsidRDefault="005D1A2D" w:rsidP="005D1A2D">
      <w:pPr>
        <w:rPr>
          <w:szCs w:val="22"/>
        </w:rPr>
      </w:pPr>
    </w:p>
    <w:p w:rsidR="005D1A2D" w:rsidRPr="00E31D9A" w:rsidRDefault="005D1A2D" w:rsidP="005D1A2D">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5D1A2D" w:rsidRDefault="005D1A2D" w:rsidP="005D1A2D"/>
    <w:p w:rsidR="005D1A2D" w:rsidRDefault="005D1A2D" w:rsidP="005D1A2D"/>
    <w:p w:rsidR="005D1A2D" w:rsidRDefault="005D1A2D" w:rsidP="005D1A2D"/>
    <w:p w:rsidR="005D1A2D" w:rsidRDefault="005D1A2D" w:rsidP="005D1A2D"/>
    <w:p w:rsidR="005D1A2D" w:rsidRDefault="005D1A2D" w:rsidP="005D1A2D"/>
    <w:p w:rsidR="005D1A2D" w:rsidRDefault="005D1A2D" w:rsidP="005D1A2D">
      <w:pPr>
        <w:tabs>
          <w:tab w:val="num" w:pos="993"/>
        </w:tabs>
        <w:autoSpaceDE w:val="0"/>
        <w:autoSpaceDN w:val="0"/>
        <w:adjustRightInd w:val="0"/>
      </w:pPr>
    </w:p>
    <w:p w:rsidR="005D1A2D" w:rsidRDefault="005D1A2D" w:rsidP="005D1A2D">
      <w:bookmarkStart w:id="9" w:name="_Hlk121400883"/>
      <w:r>
        <w:br w:type="page"/>
      </w:r>
    </w:p>
    <w:p w:rsidR="005D1A2D" w:rsidRDefault="005D1A2D" w:rsidP="005D1A2D">
      <w:pPr>
        <w:tabs>
          <w:tab w:val="num" w:pos="993"/>
        </w:tabs>
        <w:autoSpaceDE w:val="0"/>
        <w:autoSpaceDN w:val="0"/>
        <w:adjustRightInd w:val="0"/>
      </w:pPr>
      <w:r>
        <w:lastRenderedPageBreak/>
        <w:t xml:space="preserve">[Facilitators’ Draft </w:t>
      </w:r>
    </w:p>
    <w:p w:rsidR="005D1A2D" w:rsidRDefault="005D1A2D" w:rsidP="005D1A2D">
      <w:pPr>
        <w:tabs>
          <w:tab w:val="num" w:pos="993"/>
        </w:tabs>
        <w:autoSpaceDE w:val="0"/>
        <w:autoSpaceDN w:val="0"/>
        <w:adjustRightInd w:val="0"/>
      </w:pPr>
    </w:p>
    <w:p w:rsidR="005D1A2D" w:rsidRDefault="005D1A2D" w:rsidP="005D1A2D">
      <w:pPr>
        <w:tabs>
          <w:tab w:val="num" w:pos="993"/>
        </w:tabs>
        <w:autoSpaceDE w:val="0"/>
        <w:autoSpaceDN w:val="0"/>
        <w:adjustRightInd w:val="0"/>
        <w:jc w:val="center"/>
      </w:pPr>
      <w:r>
        <w:t>ARTICLE 16</w:t>
      </w:r>
    </w:p>
    <w:p w:rsidR="005D1A2D" w:rsidRDefault="005D1A2D" w:rsidP="005D1A2D">
      <w:pPr>
        <w:tabs>
          <w:tab w:val="num" w:pos="993"/>
        </w:tabs>
        <w:autoSpaceDE w:val="0"/>
        <w:autoSpaceDN w:val="0"/>
        <w:adjustRightInd w:val="0"/>
        <w:jc w:val="center"/>
      </w:pPr>
    </w:p>
    <w:p w:rsidR="005D1A2D" w:rsidRDefault="005D1A2D" w:rsidP="005D1A2D">
      <w:pPr>
        <w:tabs>
          <w:tab w:val="num" w:pos="993"/>
        </w:tabs>
        <w:autoSpaceDE w:val="0"/>
        <w:autoSpaceDN w:val="0"/>
        <w:adjustRightInd w:val="0"/>
        <w:jc w:val="center"/>
      </w:pPr>
      <w:r>
        <w:t>REVIEW</w:t>
      </w:r>
    </w:p>
    <w:p w:rsidR="005D1A2D" w:rsidRDefault="005D1A2D" w:rsidP="005D1A2D">
      <w:pPr>
        <w:tabs>
          <w:tab w:val="num" w:pos="993"/>
        </w:tabs>
        <w:autoSpaceDE w:val="0"/>
        <w:autoSpaceDN w:val="0"/>
        <w:adjustRightInd w:val="0"/>
      </w:pPr>
    </w:p>
    <w:p w:rsidR="005D1A2D" w:rsidRDefault="005D1A2D" w:rsidP="005D1A2D">
      <w:r>
        <w:t>Member States/Contracting Parties will undertake a review of this instrument, no later than five years after the entry into force of the instrument.]</w:t>
      </w:r>
    </w:p>
    <w:bookmarkEnd w:id="9"/>
    <w:p w:rsidR="005D1A2D" w:rsidRDefault="005D1A2D" w:rsidP="005D1A2D">
      <w:pPr>
        <w:tabs>
          <w:tab w:val="num" w:pos="993"/>
        </w:tabs>
        <w:autoSpaceDE w:val="0"/>
        <w:autoSpaceDN w:val="0"/>
        <w:adjustRightInd w:val="0"/>
      </w:pPr>
    </w:p>
    <w:p w:rsidR="005D1A2D" w:rsidRDefault="005D1A2D" w:rsidP="005D1A2D">
      <w:pPr>
        <w:tabs>
          <w:tab w:val="num" w:pos="993"/>
        </w:tabs>
        <w:autoSpaceDE w:val="0"/>
        <w:autoSpaceDN w:val="0"/>
        <w:adjustRightInd w:val="0"/>
      </w:pPr>
    </w:p>
    <w:p w:rsidR="005D1A2D" w:rsidRDefault="005D1A2D" w:rsidP="005D1A2D">
      <w:pPr>
        <w:tabs>
          <w:tab w:val="num" w:pos="993"/>
        </w:tabs>
        <w:autoSpaceDE w:val="0"/>
        <w:autoSpaceDN w:val="0"/>
        <w:adjustRightInd w:val="0"/>
      </w:pPr>
    </w:p>
    <w:p w:rsidR="002928D3" w:rsidRDefault="005D1A2D" w:rsidP="00840B96">
      <w:pPr>
        <w:ind w:left="5490"/>
      </w:pPr>
      <w:r>
        <w:t>[End of Annex and of document]</w:t>
      </w:r>
      <w:bookmarkStart w:id="10" w:name="_GoBack"/>
      <w:bookmarkEnd w:id="10"/>
    </w:p>
    <w:sectPr w:rsidR="002928D3" w:rsidSect="005D1A2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96" w:rsidRDefault="00840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96" w:rsidRDefault="00840B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96" w:rsidRDefault="00840B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5D1A2D" w:rsidRDefault="005D1A2D" w:rsidP="005D1A2D">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5D1A2D" w:rsidRDefault="005D1A2D" w:rsidP="005D1A2D">
      <w:pPr>
        <w:pStyle w:val="FootnoteText"/>
        <w:spacing w:before="2"/>
      </w:pPr>
      <w:r>
        <w:rPr>
          <w:rStyle w:val="FootnoteReference"/>
        </w:rPr>
        <w:footnoteRef/>
      </w:r>
      <w:r>
        <w:t xml:space="preserve"> [Such as songs, rhythms, and instrumental music, the songs which are the expression of rituals.] </w:t>
      </w:r>
    </w:p>
  </w:footnote>
  <w:footnote w:id="4">
    <w:p w:rsidR="005D1A2D" w:rsidRDefault="005D1A2D" w:rsidP="005D1A2D">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5D1A2D" w:rsidRDefault="005D1A2D" w:rsidP="005D1A2D">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5D1A2D" w:rsidRDefault="005D1A2D" w:rsidP="005D1A2D">
      <w:pPr>
        <w:pStyle w:val="FootnoteText"/>
      </w:pPr>
      <w:r>
        <w:rPr>
          <w:rStyle w:val="FootnoteReference"/>
        </w:rPr>
        <w:footnoteRef/>
      </w:r>
      <w:r>
        <w:t xml:space="preserve"> Unauthorized uses comprise inter alia misappropriation, misuse and unlawful uses of traditional cultural expressions.</w:t>
      </w:r>
    </w:p>
  </w:footnote>
  <w:footnote w:id="7">
    <w:p w:rsidR="005D1A2D" w:rsidRDefault="005D1A2D" w:rsidP="005D1A2D">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96" w:rsidRDefault="00840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7EA" w:rsidRDefault="006A27EA" w:rsidP="00477D6B">
    <w:pPr>
      <w:jc w:val="right"/>
    </w:pPr>
    <w:r>
      <w:t>WIPO/GRTKF/IC/38/4</w:t>
    </w:r>
  </w:p>
  <w:p w:rsidR="006A27EA" w:rsidRDefault="006A27EA" w:rsidP="00477D6B">
    <w:pPr>
      <w:jc w:val="right"/>
    </w:pPr>
    <w:r>
      <w:t xml:space="preserve">page </w:t>
    </w:r>
    <w:r>
      <w:fldChar w:fldCharType="begin"/>
    </w:r>
    <w:r>
      <w:instrText xml:space="preserve"> PAGE  \* MERGEFORMAT </w:instrText>
    </w:r>
    <w:r>
      <w:fldChar w:fldCharType="separate"/>
    </w:r>
    <w:r>
      <w:rPr>
        <w:noProof/>
      </w:rPr>
      <w:t>19</w:t>
    </w:r>
    <w:r>
      <w:fldChar w:fldCharType="end"/>
    </w:r>
  </w:p>
  <w:p w:rsidR="006A27EA" w:rsidRDefault="006A27EA" w:rsidP="00477D6B">
    <w:pPr>
      <w:jc w:val="right"/>
    </w:pPr>
  </w:p>
  <w:p w:rsidR="006A27EA" w:rsidRDefault="006A27E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96" w:rsidRDefault="00840B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7EA" w:rsidRDefault="006A27EA" w:rsidP="00540755">
    <w:pPr>
      <w:pStyle w:val="Header"/>
      <w:jc w:val="right"/>
    </w:pPr>
    <w:r>
      <w:t>WIPO/GRTKF/IC/47/5</w:t>
    </w:r>
  </w:p>
  <w:p w:rsidR="006A27EA" w:rsidRDefault="006A27EA" w:rsidP="00540755">
    <w:pPr>
      <w:pStyle w:val="Header"/>
      <w:jc w:val="right"/>
    </w:pPr>
    <w:r>
      <w:t>ANNEX</w:t>
    </w:r>
  </w:p>
  <w:p w:rsidR="006A27EA" w:rsidRDefault="006A27EA">
    <w:pPr>
      <w:pStyle w:val="Header"/>
    </w:pPr>
  </w:p>
  <w:p w:rsidR="006A27EA" w:rsidRDefault="006A27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D1A2D" w:rsidP="00477D6B">
    <w:pPr>
      <w:jc w:val="right"/>
    </w:pPr>
    <w:bookmarkStart w:id="11" w:name="Code2"/>
    <w:bookmarkEnd w:id="11"/>
    <w:r>
      <w:t>WIPO/GRTKF/IC/47/5</w:t>
    </w:r>
  </w:p>
  <w:p w:rsidR="00EC4E49" w:rsidRDefault="005D1A2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40B96">
      <w:rPr>
        <w:noProof/>
      </w:rPr>
      <w:t>26</w:t>
    </w:r>
    <w:r w:rsidR="00EC4E49">
      <w:fldChar w:fldCharType="end"/>
    </w:r>
  </w:p>
  <w:p w:rsidR="00EC4E49" w:rsidRDefault="00EC4E49" w:rsidP="00477D6B">
    <w:pPr>
      <w:jc w:val="right"/>
    </w:pPr>
  </w:p>
  <w:p w:rsidR="008A134B" w:rsidRDefault="008A134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5D1A2D" w:rsidP="005D1A2D">
    <w:pPr>
      <w:pStyle w:val="Header"/>
      <w:jc w:val="right"/>
    </w:pPr>
    <w:r>
      <w:t>WIPO/GRTKF/IC/47/5</w:t>
    </w:r>
  </w:p>
  <w:p w:rsidR="005D1A2D" w:rsidRDefault="005D1A2D" w:rsidP="005D1A2D">
    <w:pPr>
      <w:pStyle w:val="Header"/>
      <w:jc w:val="right"/>
    </w:pPr>
    <w:r>
      <w:t>Annex, page 2</w:t>
    </w:r>
  </w:p>
  <w:p w:rsidR="005D1A2D" w:rsidRDefault="005D1A2D">
    <w:pPr>
      <w:pStyle w:val="Header"/>
    </w:pPr>
  </w:p>
  <w:p w:rsidR="005D1A2D" w:rsidRDefault="005D1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9"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E1ED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0A3D13"/>
    <w:multiLevelType w:val="hybridMultilevel"/>
    <w:tmpl w:val="1E225B8E"/>
    <w:lvl w:ilvl="0" w:tplc="3B045750">
      <w:start w:val="1"/>
      <w:numFmt w:val="lowerLetter"/>
      <w:lvlText w:val="(%1)"/>
      <w:lvlJc w:val="left"/>
      <w:pPr>
        <w:ind w:left="1487" w:hanging="360"/>
      </w:pPr>
      <w:rPr>
        <w:rFonts w:hint="default"/>
      </w:rPr>
    </w:lvl>
    <w:lvl w:ilvl="1" w:tplc="04090019">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5"/>
  </w:num>
  <w:num w:numId="5">
    <w:abstractNumId w:val="1"/>
  </w:num>
  <w:num w:numId="6">
    <w:abstractNumId w:val="7"/>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5"/>
  </w:num>
  <w:num w:numId="12">
    <w:abstractNumId w:val="11"/>
  </w:num>
  <w:num w:numId="13">
    <w:abstractNumId w:val="18"/>
  </w:num>
  <w:num w:numId="14">
    <w:abstractNumId w:val="17"/>
  </w:num>
  <w:num w:numId="15">
    <w:abstractNumId w:val="2"/>
  </w:num>
  <w:num w:numId="16">
    <w:abstractNumId w:val="4"/>
  </w:num>
  <w:num w:numId="17">
    <w:abstractNumId w:val="21"/>
  </w:num>
  <w:num w:numId="18">
    <w:abstractNumId w:val="20"/>
  </w:num>
  <w:num w:numId="19">
    <w:abstractNumId w:val="14"/>
  </w:num>
  <w:num w:numId="20">
    <w:abstractNumId w:val="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079B8"/>
    <w:rsid w:val="001307BE"/>
    <w:rsid w:val="001362EE"/>
    <w:rsid w:val="001647D5"/>
    <w:rsid w:val="001832A6"/>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5D1A2D"/>
    <w:rsid w:val="00605827"/>
    <w:rsid w:val="00646050"/>
    <w:rsid w:val="006713CA"/>
    <w:rsid w:val="00676C5C"/>
    <w:rsid w:val="006A27EA"/>
    <w:rsid w:val="006F489A"/>
    <w:rsid w:val="007D1613"/>
    <w:rsid w:val="007E4C0E"/>
    <w:rsid w:val="00840B96"/>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84401"/>
    <w:rsid w:val="00D93D55"/>
    <w:rsid w:val="00DB23CC"/>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6A27EA"/>
    <w:rPr>
      <w:rFonts w:ascii="Arial" w:eastAsia="SimSun" w:hAnsi="Arial" w:cs="Arial"/>
      <w:sz w:val="22"/>
      <w:lang w:val="en-US" w:eastAsia="zh-CN"/>
    </w:rPr>
  </w:style>
  <w:style w:type="character" w:customStyle="1" w:styleId="HeaderChar">
    <w:name w:val="Header Char"/>
    <w:basedOn w:val="DefaultParagraphFont"/>
    <w:link w:val="Header"/>
    <w:uiPriority w:val="99"/>
    <w:rsid w:val="006A27EA"/>
    <w:rPr>
      <w:rFonts w:ascii="Arial" w:eastAsia="SimSun" w:hAnsi="Arial" w:cs="Arial"/>
      <w:sz w:val="22"/>
      <w:lang w:val="en-US" w:eastAsia="zh-CN"/>
    </w:rPr>
  </w:style>
  <w:style w:type="character" w:customStyle="1" w:styleId="FootnoteTextChar">
    <w:name w:val="Footnote Text Char"/>
    <w:basedOn w:val="DefaultParagraphFont"/>
    <w:link w:val="FootnoteText"/>
    <w:rsid w:val="005D1A2D"/>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D1A2D"/>
    <w:rPr>
      <w:vertAlign w:val="superscript"/>
    </w:rPr>
  </w:style>
  <w:style w:type="paragraph" w:styleId="ListParagraph">
    <w:name w:val="List Paragraph"/>
    <w:basedOn w:val="Normal"/>
    <w:uiPriority w:val="34"/>
    <w:qFormat/>
    <w:rsid w:val="005D1A2D"/>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14</TotalTime>
  <Pages>29</Pages>
  <Words>5093</Words>
  <Characters>32340</Characters>
  <Application>Microsoft Office Word</Application>
  <DocSecurity>0</DocSecurity>
  <Lines>916</Lines>
  <Paragraphs>261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2023-03-14T14:20:00Z</dcterms:created>
  <dcterms:modified xsi:type="dcterms:W3CDTF">2023-03-23T10:19:00Z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