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5E194742" w:rsidR="008B2CC1" w:rsidRPr="002326AB" w:rsidRDefault="00D05A1A"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AC279B">
        <w:rPr>
          <w:rFonts w:ascii="Arial Black" w:hAnsi="Arial Black"/>
          <w:caps/>
          <w:sz w:val="15"/>
          <w:szCs w:val="15"/>
        </w:rPr>
        <w:t>3</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7358EA14"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167C6" w:rsidRPr="006E2F95">
        <w:rPr>
          <w:rFonts w:ascii="Arial Black" w:hAnsi="Arial Black"/>
          <w:caps/>
          <w:sz w:val="15"/>
          <w:szCs w:val="15"/>
        </w:rPr>
        <w:t>september</w:t>
      </w:r>
      <w:r w:rsidR="00D53CBA" w:rsidRPr="006E2F95">
        <w:rPr>
          <w:rFonts w:ascii="Arial Black" w:hAnsi="Arial Black"/>
          <w:caps/>
          <w:sz w:val="15"/>
          <w:szCs w:val="15"/>
        </w:rPr>
        <w:t xml:space="preserve"> </w:t>
      </w:r>
      <w:r w:rsidR="006E2F95" w:rsidRPr="006E2F95">
        <w:rPr>
          <w:rFonts w:ascii="Arial Black" w:hAnsi="Arial Black"/>
          <w:caps/>
          <w:sz w:val="15"/>
          <w:szCs w:val="15"/>
        </w:rPr>
        <w:t>29</w:t>
      </w:r>
      <w:r w:rsidR="00D05A1A" w:rsidRPr="006E2F95">
        <w:rPr>
          <w:rFonts w:ascii="Arial Black" w:hAnsi="Arial Black"/>
          <w:caps/>
          <w:sz w:val="15"/>
          <w:szCs w:val="15"/>
        </w:rPr>
        <w:t>, 2022</w:t>
      </w:r>
    </w:p>
    <w:p w14:paraId="4E02092B" w14:textId="27EEBAB1" w:rsidR="008B2CC1" w:rsidRPr="00261643" w:rsidRDefault="00E45755" w:rsidP="00261643">
      <w:pPr>
        <w:pStyle w:val="Heading1"/>
        <w:numPr>
          <w:ilvl w:val="0"/>
          <w:numId w:val="0"/>
        </w:numPr>
      </w:pPr>
      <w:bookmarkStart w:id="3" w:name="_GoBack"/>
      <w:bookmarkEnd w:id="2"/>
      <w:bookmarkEnd w:id="3"/>
      <w:r w:rsidRPr="00261643">
        <w:t>Committee on WIPO Standards (CWS)</w:t>
      </w:r>
    </w:p>
    <w:p w14:paraId="3F269E8C" w14:textId="22EFB05D" w:rsidR="00E45755" w:rsidRPr="00846CF6" w:rsidRDefault="00D05A1A" w:rsidP="00E45755">
      <w:pPr>
        <w:outlineLvl w:val="1"/>
        <w:rPr>
          <w:b/>
          <w:sz w:val="24"/>
          <w:szCs w:val="24"/>
        </w:rPr>
      </w:pPr>
      <w:r>
        <w:rPr>
          <w:b/>
          <w:sz w:val="24"/>
          <w:szCs w:val="24"/>
        </w:rPr>
        <w:t>Te</w:t>
      </w:r>
      <w:r w:rsidR="00E45755" w:rsidRPr="00846CF6">
        <w:rPr>
          <w:b/>
          <w:sz w:val="24"/>
          <w:szCs w:val="24"/>
        </w:rPr>
        <w:t>nth Session</w:t>
      </w:r>
    </w:p>
    <w:p w14:paraId="479D383A" w14:textId="2F75ED67" w:rsidR="008B2CC1" w:rsidRPr="003845C1" w:rsidRDefault="00846CF6" w:rsidP="00E82FE2">
      <w:pPr>
        <w:tabs>
          <w:tab w:val="right" w:pos="9355"/>
        </w:tabs>
        <w:spacing w:after="720"/>
        <w:outlineLvl w:val="1"/>
        <w:rPr>
          <w:b/>
          <w:sz w:val="24"/>
          <w:szCs w:val="24"/>
        </w:rPr>
      </w:pPr>
      <w:r w:rsidRPr="00846CF6">
        <w:rPr>
          <w:b/>
          <w:sz w:val="24"/>
          <w:szCs w:val="24"/>
        </w:rPr>
        <w:t xml:space="preserve">Geneva, November </w:t>
      </w:r>
      <w:r w:rsidR="00D05A1A">
        <w:rPr>
          <w:b/>
          <w:sz w:val="24"/>
          <w:szCs w:val="24"/>
        </w:rPr>
        <w:t>2</w:t>
      </w:r>
      <w:r w:rsidRPr="00846CF6">
        <w:rPr>
          <w:b/>
          <w:sz w:val="24"/>
          <w:szCs w:val="24"/>
        </w:rPr>
        <w:t xml:space="preserve">1 to </w:t>
      </w:r>
      <w:r w:rsidR="00D05A1A">
        <w:rPr>
          <w:b/>
          <w:sz w:val="24"/>
          <w:szCs w:val="24"/>
        </w:rPr>
        <w:t>25, 2022</w:t>
      </w:r>
      <w:r w:rsidR="00E82FE2">
        <w:rPr>
          <w:b/>
          <w:sz w:val="24"/>
          <w:szCs w:val="24"/>
        </w:rPr>
        <w:tab/>
      </w:r>
    </w:p>
    <w:p w14:paraId="02619D7C" w14:textId="2535EA9C" w:rsidR="004F4293" w:rsidRDefault="00913A36" w:rsidP="004F4293">
      <w:pPr>
        <w:rPr>
          <w:caps/>
          <w:sz w:val="24"/>
        </w:rPr>
      </w:pPr>
      <w:bookmarkStart w:id="4" w:name="Prepared"/>
      <w:bookmarkEnd w:id="4"/>
      <w:r w:rsidRPr="00913A36">
        <w:rPr>
          <w:caps/>
          <w:sz w:val="24"/>
        </w:rPr>
        <w:t>Consideration of the Work Program and Tasks List of the CWS</w:t>
      </w:r>
    </w:p>
    <w:p w14:paraId="4C0BA64F" w14:textId="77777777" w:rsidR="004F4293" w:rsidRDefault="004F4293" w:rsidP="004F4293">
      <w:pPr>
        <w:rPr>
          <w:caps/>
          <w:sz w:val="24"/>
        </w:rPr>
      </w:pPr>
    </w:p>
    <w:p w14:paraId="38172407" w14:textId="71A4E26D" w:rsidR="002928D3" w:rsidRDefault="002E585B" w:rsidP="001D4107">
      <w:pPr>
        <w:spacing w:after="1040"/>
        <w:rPr>
          <w:i/>
        </w:rPr>
      </w:pPr>
      <w:r>
        <w:rPr>
          <w:i/>
        </w:rPr>
        <w:t xml:space="preserve">Document prepared by the </w:t>
      </w:r>
      <w:r w:rsidR="00C63AD7" w:rsidRPr="00C63AD7">
        <w:rPr>
          <w:i/>
        </w:rPr>
        <w:t>Secretariat</w:t>
      </w:r>
    </w:p>
    <w:p w14:paraId="314062F6" w14:textId="77777777" w:rsidR="00C63AD7" w:rsidRDefault="00C63AD7" w:rsidP="00FA679E">
      <w:pPr>
        <w:pStyle w:val="Heading2"/>
        <w:numPr>
          <w:ilvl w:val="0"/>
          <w:numId w:val="0"/>
        </w:numPr>
      </w:pPr>
      <w:r>
        <w:t>Introduction</w:t>
      </w:r>
    </w:p>
    <w:p w14:paraId="28F4432B" w14:textId="79B4F37E" w:rsidR="004C7545" w:rsidRDefault="00C63AD7" w:rsidP="00261643">
      <w:pPr>
        <w:spacing w:after="220"/>
      </w:pPr>
      <w:r>
        <w:fldChar w:fldCharType="begin"/>
      </w:r>
      <w:r>
        <w:instrText xml:space="preserve"> AUTONUM  </w:instrText>
      </w:r>
      <w:r>
        <w:fldChar w:fldCharType="end"/>
      </w:r>
      <w:r>
        <w:tab/>
      </w:r>
      <w:r w:rsidRPr="008B38F6">
        <w:t xml:space="preserve">At its </w:t>
      </w:r>
      <w:r>
        <w:t xml:space="preserve">ninth </w:t>
      </w:r>
      <w:r w:rsidRPr="008B38F6">
        <w:t>session in 20</w:t>
      </w:r>
      <w:r>
        <w:t>21</w:t>
      </w:r>
      <w:r w:rsidRPr="008B38F6">
        <w:t>, t</w:t>
      </w:r>
      <w:r w:rsidRPr="00880F9F">
        <w:t xml:space="preserve">he Committee on WIPO Standards (CWS) approved the revised list of Tasks, as presented in Annex III of document CWS/9/25.  Two </w:t>
      </w:r>
      <w:r w:rsidR="003A433C">
        <w:t>T</w:t>
      </w:r>
      <w:r w:rsidRPr="00880F9F">
        <w:t xml:space="preserve">asks were discontinued, two </w:t>
      </w:r>
      <w:r w:rsidR="003A433C">
        <w:t>T</w:t>
      </w:r>
      <w:r w:rsidRPr="00880F9F">
        <w:t xml:space="preserve">asks revised, and no new tasks created at the ninth session </w:t>
      </w:r>
      <w:r w:rsidRPr="008B38F6">
        <w:t>(</w:t>
      </w:r>
      <w:r>
        <w:t>s</w:t>
      </w:r>
      <w:r w:rsidRPr="008B38F6">
        <w:t xml:space="preserve">ee paragraphs </w:t>
      </w:r>
      <w:r>
        <w:t>128</w:t>
      </w:r>
      <w:r w:rsidRPr="008B38F6">
        <w:t xml:space="preserve"> to </w:t>
      </w:r>
      <w:r>
        <w:t>130</w:t>
      </w:r>
      <w:r w:rsidRPr="008B38F6">
        <w:t xml:space="preserve"> of document CWS/</w:t>
      </w:r>
      <w:r>
        <w:t>9</w:t>
      </w:r>
      <w:r w:rsidRPr="008B38F6">
        <w:t>/2</w:t>
      </w:r>
      <w:r>
        <w:t>5</w:t>
      </w:r>
      <w:r w:rsidRPr="008B38F6">
        <w:t>)</w:t>
      </w:r>
      <w:r>
        <w:t xml:space="preserve">.  </w:t>
      </w:r>
    </w:p>
    <w:p w14:paraId="646065EF" w14:textId="644E5EF1" w:rsidR="004C7545" w:rsidRDefault="004C7545" w:rsidP="00261643">
      <w:pPr>
        <w:pStyle w:val="Heading3"/>
        <w:rPr>
          <w:lang w:eastAsia="en-US"/>
        </w:rPr>
      </w:pPr>
      <w:r>
        <w:rPr>
          <w:lang w:eastAsia="en-US"/>
        </w:rPr>
        <w:t>WIPO M</w:t>
      </w:r>
      <w:r w:rsidR="000C0613">
        <w:rPr>
          <w:lang w:eastAsia="en-US"/>
        </w:rPr>
        <w:t>e</w:t>
      </w:r>
      <w:r>
        <w:rPr>
          <w:lang w:eastAsia="en-US"/>
        </w:rPr>
        <w:t>d</w:t>
      </w:r>
      <w:r w:rsidR="0034042A">
        <w:rPr>
          <w:lang w:eastAsia="en-US"/>
        </w:rPr>
        <w:t>ium-T</w:t>
      </w:r>
      <w:r>
        <w:rPr>
          <w:lang w:eastAsia="en-US"/>
        </w:rPr>
        <w:t>erm Strategic Plan</w:t>
      </w:r>
      <w:r w:rsidR="0034042A">
        <w:rPr>
          <w:lang w:eastAsia="en-US"/>
        </w:rPr>
        <w:t xml:space="preserve"> 2022-2026</w:t>
      </w:r>
    </w:p>
    <w:p w14:paraId="60B74C20" w14:textId="1CADA880" w:rsidR="00823760" w:rsidRDefault="00823760" w:rsidP="00261643">
      <w:pPr>
        <w:spacing w:after="220"/>
      </w:pPr>
      <w:r>
        <w:fldChar w:fldCharType="begin"/>
      </w:r>
      <w:r>
        <w:instrText xml:space="preserve"> AUTONUM  </w:instrText>
      </w:r>
      <w:r>
        <w:fldChar w:fldCharType="end"/>
      </w:r>
      <w:r>
        <w:tab/>
      </w:r>
      <w:r w:rsidR="000C0613">
        <w:t>The</w:t>
      </w:r>
      <w:r>
        <w:t xml:space="preserve"> </w:t>
      </w:r>
      <w:r w:rsidRPr="00823760">
        <w:t>WIPO M</w:t>
      </w:r>
      <w:r w:rsidR="000C0613">
        <w:t>e</w:t>
      </w:r>
      <w:r w:rsidRPr="00823760">
        <w:t>dium-Term Strategic Plan 2022-2026</w:t>
      </w:r>
      <w:r>
        <w:t xml:space="preserve"> was presented to the thirty-</w:t>
      </w:r>
      <w:r w:rsidR="000C0613">
        <w:t>second</w:t>
      </w:r>
      <w:r>
        <w:t xml:space="preserve"> session of the Program and Budget Committee (PBC) (see document </w:t>
      </w:r>
      <w:hyperlink r:id="rId9" w:history="1">
        <w:r w:rsidRPr="00823760">
          <w:rPr>
            <w:rStyle w:val="Hyperlink"/>
          </w:rPr>
          <w:t>WO/PBC/32/3</w:t>
        </w:r>
      </w:hyperlink>
      <w:r>
        <w:t>)</w:t>
      </w:r>
      <w:r w:rsidR="000C0613">
        <w:t>.</w:t>
      </w:r>
      <w:r>
        <w:t xml:space="preserve"> </w:t>
      </w:r>
      <w:r w:rsidR="000C0613">
        <w:t xml:space="preserve"> T</w:t>
      </w:r>
      <w:r>
        <w:t>he PBC</w:t>
      </w:r>
      <w:r w:rsidR="00D70243">
        <w:t xml:space="preserve"> recommended to the Assemblies of WIPO, each as far as it is concerned, to take note of the Medium-Term Strategic Plan (MTSP) 2022-2026</w:t>
      </w:r>
      <w:r>
        <w:t xml:space="preserve"> (s</w:t>
      </w:r>
      <w:r w:rsidR="0034042A">
        <w:t>ee paragraph 108 of document WO/PBC/32/8)</w:t>
      </w:r>
      <w:r>
        <w:t>.</w:t>
      </w:r>
    </w:p>
    <w:p w14:paraId="258E6CD1" w14:textId="41492AAF" w:rsidR="006E2F95" w:rsidRDefault="00823760" w:rsidP="00261643">
      <w:pPr>
        <w:spacing w:after="220"/>
      </w:pPr>
      <w:r>
        <w:fldChar w:fldCharType="begin"/>
      </w:r>
      <w:r>
        <w:instrText xml:space="preserve"> AUTONUM  </w:instrText>
      </w:r>
      <w:r>
        <w:fldChar w:fldCharType="end"/>
      </w:r>
      <w:r>
        <w:tab/>
        <w:t xml:space="preserve">The activities of the CWS and WIPO Standards are relevant to </w:t>
      </w:r>
      <w:r w:rsidR="000C0613">
        <w:t xml:space="preserve">the MTSP </w:t>
      </w:r>
      <w:r w:rsidR="003578D1">
        <w:t>“</w:t>
      </w:r>
      <w:r>
        <w:t>Pillar 2. Bring people together and partner with stakeholders to shape the future of the global IP ecosystem</w:t>
      </w:r>
      <w:r w:rsidR="003578D1">
        <w:t>”</w:t>
      </w:r>
      <w:r w:rsidR="000C0613">
        <w:t>,</w:t>
      </w:r>
      <w:r>
        <w:t xml:space="preserve"> and more specifically </w:t>
      </w:r>
      <w:r w:rsidR="003578D1">
        <w:t>“</w:t>
      </w:r>
      <w:r w:rsidRPr="00823760">
        <w:t>2.1 Development of balanced and effective internatio</w:t>
      </w:r>
      <w:r>
        <w:t>nal normative frameworks for IP</w:t>
      </w:r>
      <w:r w:rsidR="003578D1">
        <w:t>”</w:t>
      </w:r>
      <w:r>
        <w:t>.</w:t>
      </w:r>
      <w:r w:rsidR="00026D84">
        <w:t xml:space="preserve">  Previously the CWS contributed to Strategic Goal IV, </w:t>
      </w:r>
      <w:r w:rsidR="003578D1">
        <w:t>“</w:t>
      </w:r>
      <w:r w:rsidR="00026D84">
        <w:t>Coordination and development of global IP infrastructure</w:t>
      </w:r>
      <w:r w:rsidR="003578D1">
        <w:t>”</w:t>
      </w:r>
      <w:r w:rsidR="00026D84">
        <w:t xml:space="preserve"> under the framework for the Medium-Term Strategic Plan 2016 – 2021.</w:t>
      </w:r>
    </w:p>
    <w:p w14:paraId="2EF74EF9" w14:textId="77777777" w:rsidR="006E2F95" w:rsidRDefault="006E2F95">
      <w:r>
        <w:br w:type="page"/>
      </w:r>
    </w:p>
    <w:p w14:paraId="3B713D49" w14:textId="4C665774" w:rsidR="00C63AD7" w:rsidRPr="00261643" w:rsidRDefault="004C7545" w:rsidP="00261643">
      <w:pPr>
        <w:pStyle w:val="Heading3"/>
        <w:rPr>
          <w:rFonts w:eastAsia="Batang"/>
          <w:lang w:eastAsia="ko-KR"/>
        </w:rPr>
      </w:pPr>
      <w:r>
        <w:lastRenderedPageBreak/>
        <w:t xml:space="preserve">Evaluation Report of </w:t>
      </w:r>
      <w:r w:rsidRPr="00C63AD7">
        <w:t>WIPO Standing Committees</w:t>
      </w:r>
    </w:p>
    <w:p w14:paraId="40156DE4" w14:textId="7A8F35C6" w:rsidR="000B7236" w:rsidRDefault="000B7236" w:rsidP="005B40E9">
      <w:pPr>
        <w:spacing w:after="220"/>
      </w:pPr>
      <w:r>
        <w:fldChar w:fldCharType="begin"/>
      </w:r>
      <w:r>
        <w:instrText xml:space="preserve"> AUTONUM  </w:instrText>
      </w:r>
      <w:r>
        <w:fldChar w:fldCharType="end"/>
      </w:r>
      <w:r>
        <w:tab/>
      </w:r>
      <w:r w:rsidR="00134EFD">
        <w:t xml:space="preserve">The </w:t>
      </w:r>
      <w:r w:rsidR="00C63AD7">
        <w:t xml:space="preserve">Report </w:t>
      </w:r>
      <w:r w:rsidR="003578D1">
        <w:t>“</w:t>
      </w:r>
      <w:r w:rsidR="00C63AD7" w:rsidRPr="00C63AD7">
        <w:t>Evaluation of WIPO Standing Committees</w:t>
      </w:r>
      <w:r w:rsidR="003578D1">
        <w:t>”</w:t>
      </w:r>
      <w:r w:rsidR="00C63AD7" w:rsidRPr="00C63AD7">
        <w:t xml:space="preserve"> </w:t>
      </w:r>
      <w:r w:rsidR="00C63AD7">
        <w:t>was published in Fe</w:t>
      </w:r>
      <w:r w:rsidR="00E82FE2">
        <w:t xml:space="preserve">bruary 2022 on </w:t>
      </w:r>
      <w:r w:rsidR="0067093C">
        <w:t xml:space="preserve">the </w:t>
      </w:r>
      <w:r w:rsidR="00E82FE2">
        <w:t>WIPO website at:</w:t>
      </w:r>
      <w:hyperlink r:id="rId10" w:history="1">
        <w:r w:rsidR="00C63AD7" w:rsidRPr="006E2F95">
          <w:rPr>
            <w:rStyle w:val="Hyperlink"/>
            <w:u w:val="none"/>
          </w:rPr>
          <w:t xml:space="preserve"> </w:t>
        </w:r>
        <w:r w:rsidR="00C63AD7" w:rsidRPr="006E2F95">
          <w:rPr>
            <w:rStyle w:val="Hyperlink"/>
          </w:rPr>
          <w:t>https://www.wipo.int/about-wipo/en/oversight/iaod/evaluation/</w:t>
        </w:r>
      </w:hyperlink>
      <w:r w:rsidR="00C63AD7">
        <w:t xml:space="preserve">. </w:t>
      </w:r>
      <w:r w:rsidR="00E82FE2">
        <w:t xml:space="preserve"> </w:t>
      </w:r>
      <w:r w:rsidR="00C63AD7">
        <w:t>The aim of this evaluation was to measure the effectiveness of WIPO in organizing and managing the Standing Committees, including the CWS; assess the extent to which the support and the resources available to the Secretariat are sufficient to achieve the expected results and have been used efficiently; and identify good practices and lessons learned for WIPO to manage the Standing Committees.</w:t>
      </w:r>
    </w:p>
    <w:p w14:paraId="41E860E5" w14:textId="23A7DCF3" w:rsidR="00C63AD7" w:rsidRDefault="000B7236" w:rsidP="005B40E9">
      <w:pPr>
        <w:spacing w:after="220"/>
      </w:pPr>
      <w:r>
        <w:fldChar w:fldCharType="begin"/>
      </w:r>
      <w:r>
        <w:instrText xml:space="preserve"> AUTONUM  </w:instrText>
      </w:r>
      <w:r>
        <w:fldChar w:fldCharType="end"/>
      </w:r>
      <w:r>
        <w:tab/>
      </w:r>
      <w:r w:rsidR="00C63AD7">
        <w:t xml:space="preserve">The </w:t>
      </w:r>
      <w:r>
        <w:t xml:space="preserve">Evaluation </w:t>
      </w:r>
      <w:r w:rsidR="00C63AD7">
        <w:t>Report</w:t>
      </w:r>
      <w:r>
        <w:t xml:space="preserve"> highlights six major findings and </w:t>
      </w:r>
      <w:r w:rsidR="009A3F7A">
        <w:t xml:space="preserve">provides six </w:t>
      </w:r>
      <w:r>
        <w:t>recommend</w:t>
      </w:r>
      <w:r w:rsidR="009A3F7A">
        <w:t>ations</w:t>
      </w:r>
      <w:r w:rsidR="005C79B2">
        <w:t xml:space="preserve"> with closing criteria</w:t>
      </w:r>
      <w:r>
        <w:t xml:space="preserve">, </w:t>
      </w:r>
      <w:r w:rsidR="009A3F7A">
        <w:t>action plan</w:t>
      </w:r>
      <w:r w:rsidR="0067093C">
        <w:t>s</w:t>
      </w:r>
      <w:r w:rsidR="009A3F7A">
        <w:t xml:space="preserve"> and deadline</w:t>
      </w:r>
      <w:r w:rsidR="0067093C">
        <w:t>s</w:t>
      </w:r>
      <w:r w:rsidR="009A3F7A">
        <w:t xml:space="preserve">.  Those </w:t>
      </w:r>
      <w:r w:rsidR="00134EFD">
        <w:t>r</w:t>
      </w:r>
      <w:r w:rsidR="009A3F7A">
        <w:t>ecommendations can be summarized below and further details can be found i</w:t>
      </w:r>
      <w:r w:rsidR="00F939C5">
        <w:t>n pages 35 to 38 of the Report.</w:t>
      </w:r>
    </w:p>
    <w:p w14:paraId="6E859F57" w14:textId="77777777" w:rsidR="000B7236" w:rsidRDefault="000B7236" w:rsidP="005B40E9">
      <w:pPr>
        <w:pStyle w:val="ONUME"/>
        <w:numPr>
          <w:ilvl w:val="0"/>
          <w:numId w:val="19"/>
        </w:numPr>
        <w:tabs>
          <w:tab w:val="num" w:pos="1134"/>
        </w:tabs>
        <w:spacing w:after="120"/>
        <w:ind w:left="562" w:firstLine="0"/>
      </w:pPr>
      <w:r>
        <w:t xml:space="preserve">Reiterate the purpose of the Standing Committees; </w:t>
      </w:r>
    </w:p>
    <w:p w14:paraId="014DF164" w14:textId="77777777" w:rsidR="000B7236" w:rsidRDefault="000B7236" w:rsidP="005B40E9">
      <w:pPr>
        <w:pStyle w:val="ONUME"/>
        <w:numPr>
          <w:ilvl w:val="0"/>
          <w:numId w:val="19"/>
        </w:numPr>
        <w:tabs>
          <w:tab w:val="num" w:pos="1134"/>
        </w:tabs>
        <w:spacing w:after="120"/>
        <w:ind w:left="562" w:firstLine="0"/>
      </w:pPr>
      <w:r>
        <w:t xml:space="preserve">Compile, harmonize and clarify roles and procedures for the Standing Committees; </w:t>
      </w:r>
    </w:p>
    <w:p w14:paraId="742874A9" w14:textId="77777777" w:rsidR="000B7236" w:rsidRDefault="000B7236" w:rsidP="005B40E9">
      <w:pPr>
        <w:pStyle w:val="ONUME"/>
        <w:numPr>
          <w:ilvl w:val="0"/>
          <w:numId w:val="19"/>
        </w:numPr>
        <w:tabs>
          <w:tab w:val="num" w:pos="1134"/>
        </w:tabs>
        <w:spacing w:after="120"/>
        <w:ind w:left="562" w:firstLine="0"/>
      </w:pPr>
      <w:r>
        <w:t>Optimize the facilitator role of the WIPO Secretariat on key issues to foster cooperation and exchange before, during and after the Standing Committee sessions;</w:t>
      </w:r>
    </w:p>
    <w:p w14:paraId="41097E48" w14:textId="77777777" w:rsidR="000B7236" w:rsidRDefault="000B7236" w:rsidP="005B40E9">
      <w:pPr>
        <w:pStyle w:val="ONUME"/>
        <w:numPr>
          <w:ilvl w:val="0"/>
          <w:numId w:val="19"/>
        </w:numPr>
        <w:tabs>
          <w:tab w:val="num" w:pos="1134"/>
        </w:tabs>
        <w:spacing w:after="120"/>
        <w:ind w:left="562" w:firstLine="0"/>
      </w:pPr>
      <w:r>
        <w:t xml:space="preserve">Strengthen synergies, coherence and consistency among Standing Committees by determining relevant common approaches and good practices for conducting business; </w:t>
      </w:r>
    </w:p>
    <w:p w14:paraId="31B73679" w14:textId="77777777" w:rsidR="000B7236" w:rsidRDefault="000B7236" w:rsidP="005B40E9">
      <w:pPr>
        <w:pStyle w:val="ONUME"/>
        <w:numPr>
          <w:ilvl w:val="0"/>
          <w:numId w:val="19"/>
        </w:numPr>
        <w:tabs>
          <w:tab w:val="num" w:pos="1134"/>
        </w:tabs>
        <w:spacing w:after="120"/>
        <w:ind w:left="562" w:firstLine="0"/>
      </w:pPr>
      <w:r>
        <w:t xml:space="preserve">Improve communication and outreach with a more proactive communication approach with Member States and Observers to inform them about the progress of the Standing Committees and the preparatory steps for future meetings; and </w:t>
      </w:r>
    </w:p>
    <w:p w14:paraId="11571351" w14:textId="391FD768" w:rsidR="000B7236" w:rsidRDefault="000B7236" w:rsidP="005B40E9">
      <w:pPr>
        <w:pStyle w:val="ONUME"/>
        <w:numPr>
          <w:ilvl w:val="0"/>
          <w:numId w:val="19"/>
        </w:numPr>
        <w:tabs>
          <w:tab w:val="num" w:pos="1134"/>
        </w:tabs>
        <w:ind w:left="562" w:firstLine="0"/>
      </w:pPr>
      <w:r>
        <w:t>Facilitate a conducive space for self-reflection and learning from change by introducing a common learning approach across the Standing Committees to promote the exchange of experiences and good practices.</w:t>
      </w:r>
    </w:p>
    <w:p w14:paraId="2320BDC5" w14:textId="05E2E737" w:rsidR="009A3F7A" w:rsidRDefault="009718C0" w:rsidP="005B40E9">
      <w:pPr>
        <w:spacing w:after="220"/>
      </w:pPr>
      <w:r>
        <w:fldChar w:fldCharType="begin"/>
      </w:r>
      <w:r>
        <w:instrText xml:space="preserve"> AUTONUM  </w:instrText>
      </w:r>
      <w:r>
        <w:fldChar w:fldCharType="end"/>
      </w:r>
      <w:r>
        <w:tab/>
      </w:r>
      <w:r w:rsidR="009A3F7A">
        <w:t>The Secretari</w:t>
      </w:r>
      <w:r w:rsidR="009B1F82">
        <w:t>es</w:t>
      </w:r>
      <w:r w:rsidR="009A3F7A">
        <w:t xml:space="preserve"> of WIPO Standing Committees have been implementing the </w:t>
      </w:r>
      <w:r w:rsidR="00134EFD">
        <w:t>r</w:t>
      </w:r>
      <w:r w:rsidR="009A3F7A">
        <w:t>ecommendations</w:t>
      </w:r>
      <w:r w:rsidR="00134EFD">
        <w:t>,</w:t>
      </w:r>
      <w:r w:rsidR="009A3F7A">
        <w:t xml:space="preserve"> such as the purpose of each Committee has been reiterated in the invitation to the Committee</w:t>
      </w:r>
      <w:r w:rsidR="003578D1">
        <w:t>’</w:t>
      </w:r>
      <w:r w:rsidR="009A3F7A">
        <w:t>s meeting</w:t>
      </w:r>
      <w:r w:rsidR="009B1F82">
        <w:t xml:space="preserve"> and the collated Special Rules of Procedures of Standing Committees are published on WIPO website</w:t>
      </w:r>
      <w:r w:rsidR="009A3F7A">
        <w:t xml:space="preserve">. </w:t>
      </w:r>
    </w:p>
    <w:p w14:paraId="3EA25BF6" w14:textId="727CE5A3" w:rsidR="0062695D" w:rsidRDefault="009718C0" w:rsidP="009E0BF7">
      <w:pPr>
        <w:spacing w:after="220"/>
      </w:pPr>
      <w:r>
        <w:fldChar w:fldCharType="begin"/>
      </w:r>
      <w:r>
        <w:instrText xml:space="preserve"> AUTONUM  </w:instrText>
      </w:r>
      <w:r>
        <w:fldChar w:fldCharType="end"/>
      </w:r>
      <w:r>
        <w:tab/>
      </w:r>
      <w:r w:rsidR="009A3F7A">
        <w:t>The Report specifically refers to t</w:t>
      </w:r>
      <w:r w:rsidR="009A3F7A" w:rsidRPr="009A3F7A">
        <w:t>he workload created by the CWS Task Forces</w:t>
      </w:r>
      <w:r w:rsidR="009A3F7A">
        <w:t xml:space="preserve"> </w:t>
      </w:r>
      <w:r w:rsidR="004E7733">
        <w:t xml:space="preserve">which put pressure on the staff resources of some Member States and of the supporting Secretariat team.  For </w:t>
      </w:r>
      <w:r w:rsidR="001C0626">
        <w:t xml:space="preserve">the </w:t>
      </w:r>
      <w:r w:rsidR="004E7733">
        <w:t>CWS, Member States</w:t>
      </w:r>
      <w:r w:rsidR="001C0626">
        <w:t>,</w:t>
      </w:r>
      <w:r w:rsidR="004E7733">
        <w:t xml:space="preserve"> which responded to the </w:t>
      </w:r>
      <w:r w:rsidR="00134EFD">
        <w:t xml:space="preserve">Evaluation </w:t>
      </w:r>
      <w:r w:rsidR="004E7733">
        <w:t>survey</w:t>
      </w:r>
      <w:r w:rsidR="001C0626">
        <w:t>,</w:t>
      </w:r>
      <w:r w:rsidR="004E7733">
        <w:t xml:space="preserve"> </w:t>
      </w:r>
      <w:r w:rsidR="0067093C">
        <w:t xml:space="preserve">it was </w:t>
      </w:r>
      <w:r w:rsidR="004E7733">
        <w:t>suggested that</w:t>
      </w:r>
      <w:r w:rsidR="0067093C">
        <w:t>,</w:t>
      </w:r>
      <w:r w:rsidR="004E7733">
        <w:t xml:space="preserve"> in addition to reviewing the work program at each session, a further comprehensive annual review of the Task Forces</w:t>
      </w:r>
      <w:r w:rsidR="003578D1">
        <w:t>’</w:t>
      </w:r>
      <w:r w:rsidR="004E7733">
        <w:t xml:space="preserve"> progress was needed, including the dormant or inactive Task Forces and what the envisaged workload of the Task Forces for the coming year meant for the Member States and WIPO Secretariat (see paragraph 67 of </w:t>
      </w:r>
      <w:r w:rsidR="009E0BF7">
        <w:t>the Report).</w:t>
      </w:r>
      <w:r>
        <w:t xml:space="preserve">  </w:t>
      </w:r>
      <w:r w:rsidR="0062695D">
        <w:t xml:space="preserve">In this regard, the Report set </w:t>
      </w:r>
      <w:r w:rsidR="004E7733">
        <w:t xml:space="preserve">a closing criteria </w:t>
      </w:r>
      <w:r w:rsidR="00134EFD">
        <w:t xml:space="preserve">and actions </w:t>
      </w:r>
      <w:r w:rsidR="004E7733">
        <w:t xml:space="preserve">for </w:t>
      </w:r>
      <w:r w:rsidR="000A6EFD">
        <w:t>Recommendation 3</w:t>
      </w:r>
      <w:r w:rsidR="0062695D">
        <w:t xml:space="preserve"> in relation to the CWS, which are reproduced below.</w:t>
      </w:r>
    </w:p>
    <w:p w14:paraId="2414AE9A" w14:textId="4B97FEA6" w:rsidR="0062695D" w:rsidRPr="0062695D" w:rsidRDefault="0062695D" w:rsidP="009718C0">
      <w:pPr>
        <w:ind w:left="567"/>
        <w:rPr>
          <w:i/>
        </w:rPr>
      </w:pPr>
      <w:r w:rsidRPr="0062695D">
        <w:rPr>
          <w:i/>
        </w:rPr>
        <w:t>Closing criteria</w:t>
      </w:r>
    </w:p>
    <w:p w14:paraId="288593FC" w14:textId="777EF55F" w:rsidR="0062695D" w:rsidRDefault="003578D1" w:rsidP="009718C0">
      <w:pPr>
        <w:ind w:left="567"/>
      </w:pPr>
      <w:r>
        <w:t>“</w:t>
      </w:r>
      <w:r w:rsidR="0062695D">
        <w:t>3d. For CWS to carry out an annual review of the workload of its Task Forces (active and dormant) and determine the priorities for the next year in agreement with Member States and to actively encourage a broader participation of Member States in its Task Forces</w:t>
      </w:r>
      <w:r>
        <w:t>”</w:t>
      </w:r>
    </w:p>
    <w:p w14:paraId="46D1F201" w14:textId="75ECBE7E" w:rsidR="0062695D" w:rsidRDefault="0062695D" w:rsidP="009718C0">
      <w:pPr>
        <w:ind w:left="567"/>
      </w:pPr>
    </w:p>
    <w:p w14:paraId="1654D41F" w14:textId="58110536" w:rsidR="0062695D" w:rsidRPr="0062695D" w:rsidRDefault="0062695D" w:rsidP="009718C0">
      <w:pPr>
        <w:ind w:left="567"/>
        <w:rPr>
          <w:i/>
        </w:rPr>
      </w:pPr>
      <w:r w:rsidRPr="0062695D">
        <w:rPr>
          <w:i/>
        </w:rPr>
        <w:t>Action</w:t>
      </w:r>
      <w:r>
        <w:rPr>
          <w:i/>
        </w:rPr>
        <w:t>s</w:t>
      </w:r>
    </w:p>
    <w:p w14:paraId="56C4261F" w14:textId="3B3872E0" w:rsidR="00851529" w:rsidRDefault="003578D1" w:rsidP="009E0BF7">
      <w:pPr>
        <w:spacing w:after="220"/>
        <w:ind w:left="562"/>
      </w:pPr>
      <w:r>
        <w:t>“</w:t>
      </w:r>
      <w:r w:rsidR="0062695D">
        <w:t xml:space="preserve">Secretary will guide the CWS to invest more time to review workload and agree on priorities for the following year. </w:t>
      </w:r>
      <w:r w:rsidR="001C0626">
        <w:t xml:space="preserve"> </w:t>
      </w:r>
      <w:r w:rsidR="0062695D">
        <w:t>Secretary will issue a circular and closely work with regional bureaus to encourage Offices to participate in CWS Task Forces.</w:t>
      </w:r>
      <w:r>
        <w:t>”</w:t>
      </w:r>
    </w:p>
    <w:p w14:paraId="41F3CAB9" w14:textId="14EA782A" w:rsidR="00851529" w:rsidRDefault="00BF7515" w:rsidP="009E0BF7">
      <w:pPr>
        <w:pStyle w:val="Heading2"/>
        <w:numPr>
          <w:ilvl w:val="0"/>
          <w:numId w:val="0"/>
        </w:numPr>
      </w:pPr>
      <w:r>
        <w:t xml:space="preserve">Current </w:t>
      </w:r>
      <w:r w:rsidR="00851529">
        <w:t>Work Program and CWS Task</w:t>
      </w:r>
      <w:r>
        <w:t>s</w:t>
      </w:r>
    </w:p>
    <w:p w14:paraId="709E8477" w14:textId="3A723BCB" w:rsidR="00BF7515" w:rsidRDefault="00FA679E" w:rsidP="00851529">
      <w:r>
        <w:fldChar w:fldCharType="begin"/>
      </w:r>
      <w:r>
        <w:instrText xml:space="preserve"> AUTONUM  </w:instrText>
      </w:r>
      <w:r>
        <w:fldChar w:fldCharType="end"/>
      </w:r>
      <w:r>
        <w:tab/>
      </w:r>
      <w:r w:rsidR="00C12366">
        <w:t>T</w:t>
      </w:r>
      <w:r w:rsidR="00C12366" w:rsidRPr="008B38F6">
        <w:t xml:space="preserve">he Secretariat </w:t>
      </w:r>
      <w:r w:rsidR="00C12366">
        <w:t xml:space="preserve">has </w:t>
      </w:r>
      <w:r w:rsidR="00C12366" w:rsidRPr="008B38F6">
        <w:t xml:space="preserve">prepared a new revised Task List for consideration by the CWS, </w:t>
      </w:r>
      <w:r w:rsidR="00C12366">
        <w:t xml:space="preserve">as presented </w:t>
      </w:r>
      <w:r w:rsidR="00C12366" w:rsidRPr="008B38F6">
        <w:t>in th</w:t>
      </w:r>
      <w:r w:rsidR="00C12366">
        <w:t>e Annex to the present</w:t>
      </w:r>
      <w:r w:rsidR="00C12366" w:rsidRPr="008B38F6">
        <w:t xml:space="preserve"> document.</w:t>
      </w:r>
      <w:r w:rsidR="00C12366">
        <w:t xml:space="preserve">  </w:t>
      </w:r>
      <w:r w:rsidR="00C12366" w:rsidRPr="008B38F6">
        <w:t xml:space="preserve">For each </w:t>
      </w:r>
      <w:r w:rsidR="003A433C">
        <w:t>t</w:t>
      </w:r>
      <w:r w:rsidR="00C12366" w:rsidRPr="008B38F6">
        <w:t xml:space="preserve">ask, the Annex includes the following information: </w:t>
      </w:r>
      <w:r w:rsidR="00293EE8">
        <w:t xml:space="preserve">task </w:t>
      </w:r>
      <w:r w:rsidR="00C12366" w:rsidRPr="008B38F6">
        <w:t xml:space="preserve">description, task leader or task force leader, </w:t>
      </w:r>
      <w:r w:rsidR="00C12366" w:rsidRPr="00D46A05">
        <w:t>scheduled actions to be carried out,</w:t>
      </w:r>
      <w:r w:rsidR="00C12366" w:rsidRPr="008B38F6">
        <w:t xml:space="preserve"> remarks</w:t>
      </w:r>
      <w:r w:rsidR="00293EE8">
        <w:t>,</w:t>
      </w:r>
      <w:r w:rsidR="00C12366" w:rsidRPr="008B38F6">
        <w:t xml:space="preserve"> and, where appropriate, proposals for consideration and decision by the CWS.</w:t>
      </w:r>
      <w:r w:rsidR="00C12366" w:rsidRPr="00880F9F">
        <w:rPr>
          <w:rFonts w:eastAsia="Batang"/>
          <w:lang w:eastAsia="ko-KR"/>
        </w:rPr>
        <w:t xml:space="preserve">  </w:t>
      </w:r>
      <w:r w:rsidR="00BF7515">
        <w:rPr>
          <w:rFonts w:eastAsia="Batang"/>
          <w:lang w:eastAsia="ko-KR"/>
        </w:rPr>
        <w:t xml:space="preserve">The list of current active Tasks is published on </w:t>
      </w:r>
      <w:hyperlink r:id="rId11" w:history="1">
        <w:r w:rsidR="009E0BF7" w:rsidRPr="007A3FBA">
          <w:rPr>
            <w:rStyle w:val="Hyperlink"/>
            <w:rFonts w:eastAsia="Batang"/>
            <w:lang w:eastAsia="ko-KR"/>
          </w:rPr>
          <w:t>https://www.wipo.int/cws/en/work-program.html</w:t>
        </w:r>
      </w:hyperlink>
      <w:r w:rsidR="00BF7515">
        <w:rPr>
          <w:rFonts w:eastAsia="Batang"/>
          <w:lang w:eastAsia="ko-KR"/>
        </w:rPr>
        <w:t>.</w:t>
      </w:r>
      <w:r w:rsidR="005864B6" w:rsidRPr="005864B6">
        <w:t xml:space="preserve"> </w:t>
      </w:r>
      <w:r w:rsidR="005864B6">
        <w:t xml:space="preserve"> CWS Task Forces and related documentation are available on WIPO website at:  </w:t>
      </w:r>
      <w:r w:rsidR="005864B6" w:rsidRPr="00293EE8">
        <w:t xml:space="preserve"> </w:t>
      </w:r>
      <w:hyperlink r:id="rId12" w:history="1">
        <w:r w:rsidR="009E0BF7" w:rsidRPr="007A3FBA">
          <w:rPr>
            <w:rStyle w:val="Hyperlink"/>
          </w:rPr>
          <w:t>https://www.wipo.int/cws/en/taskforce/index.html</w:t>
        </w:r>
      </w:hyperlink>
      <w:r w:rsidR="005864B6">
        <w:t xml:space="preserve">. </w:t>
      </w:r>
    </w:p>
    <w:p w14:paraId="5BDE0301" w14:textId="77777777" w:rsidR="001C0626" w:rsidRDefault="001C0626" w:rsidP="00851529">
      <w:pPr>
        <w:rPr>
          <w:rFonts w:eastAsia="Batang"/>
          <w:lang w:eastAsia="ko-KR"/>
        </w:rPr>
      </w:pPr>
    </w:p>
    <w:p w14:paraId="70A64087" w14:textId="2AF413AA" w:rsidR="003578D1" w:rsidRDefault="00BF7515" w:rsidP="009E0BF7">
      <w:pPr>
        <w:spacing w:after="220"/>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C12366" w:rsidRPr="00880F9F">
        <w:rPr>
          <w:rFonts w:eastAsia="Batang"/>
          <w:lang w:eastAsia="ko-KR"/>
        </w:rPr>
        <w:t>T</w:t>
      </w:r>
      <w:r w:rsidR="00C12366" w:rsidRPr="008B38F6">
        <w:t>h</w:t>
      </w:r>
      <w:r w:rsidR="00C12366">
        <w:t>is</w:t>
      </w:r>
      <w:r w:rsidR="00C12366" w:rsidRPr="008B38F6">
        <w:t xml:space="preserve"> information </w:t>
      </w:r>
      <w:r w:rsidR="00C12366">
        <w:t xml:space="preserve">will be </w:t>
      </w:r>
      <w:r w:rsidR="00C12366" w:rsidRPr="008B38F6">
        <w:t>reviewed and</w:t>
      </w:r>
      <w:r w:rsidR="00C12366">
        <w:t xml:space="preserve"> </w:t>
      </w:r>
      <w:r w:rsidR="00C12366" w:rsidRPr="008B38F6">
        <w:t xml:space="preserve">updated </w:t>
      </w:r>
      <w:r w:rsidR="00C12366">
        <w:t xml:space="preserve">after the tenth session </w:t>
      </w:r>
      <w:r w:rsidR="00C12366" w:rsidRPr="008B38F6">
        <w:t xml:space="preserve">to reflect </w:t>
      </w:r>
      <w:r w:rsidR="00C12366">
        <w:t xml:space="preserve">any </w:t>
      </w:r>
      <w:r w:rsidR="00C12366" w:rsidRPr="008B38F6">
        <w:t>agreements that the CWS reach</w:t>
      </w:r>
      <w:r w:rsidR="00C12366">
        <w:t>es</w:t>
      </w:r>
      <w:r w:rsidR="00C12366" w:rsidRPr="008B38F6">
        <w:t xml:space="preserve">.  The International Bureau will publish an </w:t>
      </w:r>
      <w:r w:rsidR="00C12366">
        <w:t>updated</w:t>
      </w:r>
      <w:r w:rsidR="00C12366" w:rsidRPr="008B38F6">
        <w:t xml:space="preserve"> CWS Work Program Overview on the WIPO website </w:t>
      </w:r>
      <w:r w:rsidR="00293EE8">
        <w:t>under</w:t>
      </w:r>
      <w:r w:rsidR="00C12366" w:rsidRPr="008B38F6">
        <w:t xml:space="preserve"> </w:t>
      </w:r>
      <w:hyperlink r:id="rId13" w:history="1">
        <w:r w:rsidR="00293EE8" w:rsidRPr="00293EE8">
          <w:rPr>
            <w:rStyle w:val="Hyperlink"/>
          </w:rPr>
          <w:t>https://www.wipo.int/cws/</w:t>
        </w:r>
      </w:hyperlink>
      <w:r w:rsidR="00C12366" w:rsidRPr="008B38F6">
        <w:t xml:space="preserve"> after th</w:t>
      </w:r>
      <w:r w:rsidR="00C12366">
        <w:t>e</w:t>
      </w:r>
      <w:r w:rsidR="00C12366" w:rsidRPr="008B38F6">
        <w:t xml:space="preserve"> session.</w:t>
      </w:r>
    </w:p>
    <w:p w14:paraId="307801EC" w14:textId="09915C38" w:rsidR="003578D1" w:rsidRPr="00851529" w:rsidRDefault="003E5BF8" w:rsidP="009E0BF7">
      <w:pPr>
        <w:spacing w:after="220"/>
      </w:pPr>
      <w:r>
        <w:fldChar w:fldCharType="begin"/>
      </w:r>
      <w:r>
        <w:instrText xml:space="preserve"> AUTONUM  </w:instrText>
      </w:r>
      <w:r>
        <w:fldChar w:fldCharType="end"/>
      </w:r>
      <w:r>
        <w:tab/>
      </w:r>
      <w:r w:rsidR="003578D1">
        <w:t xml:space="preserve">In addition, </w:t>
      </w:r>
      <w:r>
        <w:t xml:space="preserve">the </w:t>
      </w:r>
      <w:r w:rsidRPr="003578D1">
        <w:t xml:space="preserve">Patent Cooperation Treaty (PCT) </w:t>
      </w:r>
      <w:r>
        <w:t xml:space="preserve">Working Group is invited, at its fifteenth session, to recommend the CWS to develop </w:t>
      </w:r>
      <w:r w:rsidR="003578D1">
        <w:t>a new standard to enable the transmission of sequence listings in WIPO Standard ST.26 format as part of priority documents and certified copies</w:t>
      </w:r>
      <w:r>
        <w:t xml:space="preserve"> (see paragraphs 11 and 14 of document PCT/WG/15/3)</w:t>
      </w:r>
      <w:r w:rsidR="003578D1">
        <w:t>.</w:t>
      </w:r>
      <w:r>
        <w:t xml:space="preserve">  In this regard, a new CWS task may need to be created.</w:t>
      </w:r>
      <w:r w:rsidR="003578D1">
        <w:t xml:space="preserve"> </w:t>
      </w:r>
    </w:p>
    <w:p w14:paraId="2907650B" w14:textId="16693829" w:rsidR="003C7519" w:rsidRDefault="003C7519" w:rsidP="004B5C2B">
      <w:pPr>
        <w:pStyle w:val="Heading2"/>
        <w:numPr>
          <w:ilvl w:val="0"/>
          <w:numId w:val="0"/>
        </w:numPr>
      </w:pPr>
      <w:r>
        <w:t>Proposal for Task Prioritization</w:t>
      </w:r>
    </w:p>
    <w:p w14:paraId="540D4E85" w14:textId="4377DA3E" w:rsidR="00F81AD1" w:rsidRDefault="004B5C2B" w:rsidP="009E0BF7">
      <w:pPr>
        <w:spacing w:after="220"/>
      </w:pPr>
      <w:r>
        <w:fldChar w:fldCharType="begin"/>
      </w:r>
      <w:r>
        <w:instrText xml:space="preserve"> AUTONUM  </w:instrText>
      </w:r>
      <w:r>
        <w:fldChar w:fldCharType="end"/>
      </w:r>
      <w:r>
        <w:tab/>
      </w:r>
      <w:r w:rsidR="00AE3376">
        <w:t xml:space="preserve">To facilitate discussion on the </w:t>
      </w:r>
      <w:r w:rsidR="00F939C5">
        <w:t xml:space="preserve">prioritization </w:t>
      </w:r>
      <w:r w:rsidR="00AE3376">
        <w:t xml:space="preserve">of Tasks by the CWS, </w:t>
      </w:r>
      <w:r w:rsidR="007A1076">
        <w:t xml:space="preserve">the </w:t>
      </w:r>
      <w:r w:rsidR="00C54C62">
        <w:t>Secretariat</w:t>
      </w:r>
      <w:r w:rsidR="007A1076">
        <w:t xml:space="preserve"> </w:t>
      </w:r>
      <w:r w:rsidR="00F939C5">
        <w:t>considered</w:t>
      </w:r>
      <w:r w:rsidR="007A1076">
        <w:t xml:space="preserve"> </w:t>
      </w:r>
      <w:r w:rsidR="00AE3376">
        <w:t>prepar</w:t>
      </w:r>
      <w:r w:rsidR="00F939C5">
        <w:t>ing</w:t>
      </w:r>
      <w:r w:rsidR="00AE3376">
        <w:t xml:space="preserve"> a </w:t>
      </w:r>
      <w:r w:rsidR="007A1076">
        <w:t>proposal</w:t>
      </w:r>
      <w:r w:rsidR="00AE3376">
        <w:t xml:space="preserve">.  However, </w:t>
      </w:r>
      <w:r w:rsidR="007A1076">
        <w:t xml:space="preserve">it was </w:t>
      </w:r>
      <w:r w:rsidR="00F939C5">
        <w:t xml:space="preserve">unclear how </w:t>
      </w:r>
      <w:r w:rsidR="0067093C">
        <w:t>this should be</w:t>
      </w:r>
      <w:r w:rsidR="007A1076">
        <w:t xml:space="preserve"> prepare</w:t>
      </w:r>
      <w:r w:rsidR="0067093C">
        <w:t>d</w:t>
      </w:r>
      <w:r w:rsidR="007A1076">
        <w:t xml:space="preserve">  </w:t>
      </w:r>
      <w:r w:rsidR="00F939C5">
        <w:t>because</w:t>
      </w:r>
      <w:r w:rsidR="007A1076">
        <w:t xml:space="preserve"> d</w:t>
      </w:r>
      <w:r w:rsidR="00F81AD1">
        <w:t xml:space="preserve">ifferent </w:t>
      </w:r>
      <w:r w:rsidR="007A1076">
        <w:t>IP</w:t>
      </w:r>
      <w:r w:rsidR="00F81AD1">
        <w:t>Os may have different priorit</w:t>
      </w:r>
      <w:r w:rsidR="00F939C5">
        <w:t>ies</w:t>
      </w:r>
      <w:r w:rsidR="00F81AD1">
        <w:t xml:space="preserve"> and </w:t>
      </w:r>
      <w:r w:rsidR="0067093C">
        <w:t xml:space="preserve">a different sense of </w:t>
      </w:r>
      <w:r w:rsidR="007A1076">
        <w:t>urgency</w:t>
      </w:r>
      <w:r w:rsidR="0067093C">
        <w:t>,</w:t>
      </w:r>
      <w:r w:rsidR="007A1076">
        <w:t xml:space="preserve"> </w:t>
      </w:r>
      <w:r w:rsidR="00F81AD1">
        <w:t xml:space="preserve">depending on their </w:t>
      </w:r>
      <w:r w:rsidR="007A1076">
        <w:t xml:space="preserve">business requirements </w:t>
      </w:r>
      <w:r w:rsidR="00F81AD1">
        <w:t xml:space="preserve">or </w:t>
      </w:r>
      <w:r w:rsidR="007A1076">
        <w:t xml:space="preserve">their own </w:t>
      </w:r>
      <w:r w:rsidR="00F81AD1">
        <w:t xml:space="preserve">projects with </w:t>
      </w:r>
      <w:r w:rsidR="0067093C">
        <w:t xml:space="preserve">differing </w:t>
      </w:r>
      <w:r w:rsidR="00F81AD1">
        <w:t>timeline</w:t>
      </w:r>
      <w:r w:rsidR="0067093C">
        <w:t>s</w:t>
      </w:r>
      <w:r w:rsidR="00F81AD1">
        <w:t>.</w:t>
      </w:r>
      <w:r w:rsidR="007A1076" w:rsidRPr="007A1076">
        <w:t xml:space="preserve"> </w:t>
      </w:r>
      <w:r w:rsidR="007A1076">
        <w:t xml:space="preserve"> </w:t>
      </w:r>
      <w:r w:rsidR="00AE3376">
        <w:t>Therefore, t</w:t>
      </w:r>
      <w:r w:rsidR="007A1076">
        <w:t xml:space="preserve">he Secretariat suggests the following information </w:t>
      </w:r>
      <w:r w:rsidR="001165B8">
        <w:t>as relevant</w:t>
      </w:r>
      <w:r w:rsidR="007A1076">
        <w:t xml:space="preserve"> to review and decide the priority of Tasks</w:t>
      </w:r>
      <w:r w:rsidR="00F939C5">
        <w:t xml:space="preserve"> by the CWS</w:t>
      </w:r>
      <w:r w:rsidR="007A1076">
        <w:t xml:space="preserve">. </w:t>
      </w:r>
    </w:p>
    <w:p w14:paraId="450AF513" w14:textId="084BE6B0" w:rsidR="007A1076" w:rsidRDefault="00AE3376" w:rsidP="009E0BF7">
      <w:pPr>
        <w:pStyle w:val="ONUME"/>
        <w:numPr>
          <w:ilvl w:val="0"/>
          <w:numId w:val="28"/>
        </w:numPr>
        <w:tabs>
          <w:tab w:val="left" w:pos="1080"/>
        </w:tabs>
        <w:spacing w:after="120"/>
        <w:ind w:left="1080"/>
      </w:pPr>
      <w:r w:rsidRPr="009E0BF7">
        <w:rPr>
          <w:szCs w:val="22"/>
        </w:rPr>
        <w:t>Number</w:t>
      </w:r>
      <w:r w:rsidR="007A1076">
        <w:t xml:space="preserve"> </w:t>
      </w:r>
      <w:r w:rsidR="00C2413A">
        <w:t xml:space="preserve">and activity level </w:t>
      </w:r>
      <w:r w:rsidR="007A1076">
        <w:t>of participating members and observers to a specific Task Force which deals with the Task (some Tasks do not have corresponding T</w:t>
      </w:r>
      <w:r w:rsidR="00E42E8E">
        <w:t xml:space="preserve">ask </w:t>
      </w:r>
      <w:r w:rsidR="007A1076">
        <w:t>F</w:t>
      </w:r>
      <w:r w:rsidR="00E42E8E">
        <w:t>orce</w:t>
      </w:r>
      <w:r w:rsidR="007A1076">
        <w:t>)</w:t>
      </w:r>
      <w:r w:rsidR="009E0BF7">
        <w:t>;</w:t>
      </w:r>
    </w:p>
    <w:p w14:paraId="37533477" w14:textId="08065E1B" w:rsidR="007A1076" w:rsidRPr="009E0BF7" w:rsidRDefault="007A1076" w:rsidP="009E0BF7">
      <w:pPr>
        <w:pStyle w:val="ONUME"/>
        <w:numPr>
          <w:ilvl w:val="0"/>
          <w:numId w:val="28"/>
        </w:numPr>
        <w:tabs>
          <w:tab w:val="left" w:pos="1080"/>
        </w:tabs>
        <w:spacing w:after="120"/>
        <w:ind w:left="1080"/>
      </w:pPr>
      <w:r w:rsidRPr="004B5C2B">
        <w:rPr>
          <w:rFonts w:eastAsia="Batang"/>
          <w:lang w:eastAsia="ko-KR"/>
        </w:rPr>
        <w:t xml:space="preserve">Status of </w:t>
      </w:r>
      <w:r w:rsidRPr="009E0BF7">
        <w:t>Task, i.e., recently active, inactive or in abeyance</w:t>
      </w:r>
      <w:r w:rsidR="009E0BF7">
        <w:t>;</w:t>
      </w:r>
      <w:r w:rsidRPr="009E0BF7">
        <w:t xml:space="preserve"> </w:t>
      </w:r>
    </w:p>
    <w:p w14:paraId="3AB36430" w14:textId="3E7C9C2B" w:rsidR="00917DB2" w:rsidRDefault="007A1076" w:rsidP="009E0BF7">
      <w:pPr>
        <w:pStyle w:val="ONUME"/>
        <w:numPr>
          <w:ilvl w:val="0"/>
          <w:numId w:val="28"/>
        </w:numPr>
        <w:tabs>
          <w:tab w:val="left" w:pos="1080"/>
        </w:tabs>
        <w:spacing w:after="120"/>
        <w:ind w:left="1080"/>
      </w:pPr>
      <w:r w:rsidRPr="007A1076">
        <w:t>Scheduled actions to be carried out</w:t>
      </w:r>
      <w:r w:rsidR="00917DB2">
        <w:t>: whether it is</w:t>
      </w:r>
      <w:r w:rsidR="009E0BF7">
        <w:t xml:space="preserve"> of</w:t>
      </w:r>
      <w:r w:rsidR="00917DB2">
        <w:t xml:space="preserve"> continuous nature or </w:t>
      </w:r>
      <w:r w:rsidR="001165B8">
        <w:t xml:space="preserve">has </w:t>
      </w:r>
      <w:r w:rsidR="00917DB2">
        <w:t>specific actions with a concrete timeline</w:t>
      </w:r>
      <w:r w:rsidR="009E0BF7">
        <w:t>;</w:t>
      </w:r>
    </w:p>
    <w:p w14:paraId="0B73E2CB" w14:textId="6F47B031" w:rsidR="00917DB2" w:rsidRDefault="00917DB2" w:rsidP="009E0BF7">
      <w:pPr>
        <w:pStyle w:val="ONUME"/>
        <w:numPr>
          <w:ilvl w:val="0"/>
          <w:numId w:val="28"/>
        </w:numPr>
        <w:tabs>
          <w:tab w:val="left" w:pos="1080"/>
        </w:tabs>
        <w:spacing w:after="120"/>
        <w:ind w:left="1080"/>
      </w:pPr>
      <w:r>
        <w:t xml:space="preserve">Types of required work: simple or complex, </w:t>
      </w:r>
      <w:r w:rsidR="001165B8">
        <w:t>whether one</w:t>
      </w:r>
      <w:r>
        <w:t xml:space="preserve"> Office </w:t>
      </w:r>
      <w:r w:rsidR="001165B8">
        <w:t xml:space="preserve">can </w:t>
      </w:r>
      <w:r>
        <w:t xml:space="preserve">do most </w:t>
      </w:r>
      <w:r w:rsidR="001165B8">
        <w:t xml:space="preserve">of the </w:t>
      </w:r>
      <w:r>
        <w:t xml:space="preserve">required work and others just </w:t>
      </w:r>
      <w:r w:rsidR="0067093C">
        <w:t xml:space="preserve">carry out a </w:t>
      </w:r>
      <w:r>
        <w:t>review</w:t>
      </w:r>
      <w:r w:rsidR="001165B8">
        <w:t>, or active participation or testing from a number of Offices is required</w:t>
      </w:r>
      <w:r>
        <w:t xml:space="preserve">; </w:t>
      </w:r>
      <w:r w:rsidR="009E0BF7">
        <w:t>and</w:t>
      </w:r>
    </w:p>
    <w:p w14:paraId="7C1848D0" w14:textId="0578E150" w:rsidR="00F81AD1" w:rsidRDefault="007A1076" w:rsidP="009E0BF7">
      <w:pPr>
        <w:pStyle w:val="ONUME"/>
        <w:numPr>
          <w:ilvl w:val="0"/>
          <w:numId w:val="28"/>
        </w:numPr>
        <w:tabs>
          <w:tab w:val="left" w:pos="1080"/>
        </w:tabs>
        <w:ind w:left="1080"/>
      </w:pPr>
      <w:r>
        <w:t>Required human and financial r</w:t>
      </w:r>
      <w:r w:rsidRPr="007A1076">
        <w:t>esources</w:t>
      </w:r>
      <w:r>
        <w:t xml:space="preserve"> to carry out </w:t>
      </w:r>
      <w:r w:rsidR="00E42E8E">
        <w:t xml:space="preserve">the </w:t>
      </w:r>
      <w:r>
        <w:t xml:space="preserve">Task and whether </w:t>
      </w:r>
      <w:r w:rsidR="009E0BF7">
        <w:t xml:space="preserve">necessary </w:t>
      </w:r>
      <w:r>
        <w:t xml:space="preserve">funding </w:t>
      </w:r>
      <w:r w:rsidR="00C2413A">
        <w:t>and staff are</w:t>
      </w:r>
      <w:r>
        <w:t xml:space="preserve"> already allocated</w:t>
      </w:r>
      <w:r w:rsidR="009E0BF7">
        <w:t>.</w:t>
      </w:r>
    </w:p>
    <w:p w14:paraId="19110182" w14:textId="35BC69DB" w:rsidR="004B5C2B" w:rsidRDefault="004B5C2B" w:rsidP="009E0BF7">
      <w:pPr>
        <w:spacing w:after="220"/>
      </w:pPr>
      <w:r>
        <w:fldChar w:fldCharType="begin"/>
      </w:r>
      <w:r>
        <w:instrText xml:space="preserve"> AUTONUM  </w:instrText>
      </w:r>
      <w:r>
        <w:fldChar w:fldCharType="end"/>
      </w:r>
      <w:r>
        <w:tab/>
      </w:r>
      <w:r w:rsidR="00AE3376">
        <w:t>For information,</w:t>
      </w:r>
      <w:r w:rsidR="0067093C">
        <w:t xml:space="preserve"> the</w:t>
      </w:r>
      <w:r w:rsidR="00AE3376">
        <w:t xml:space="preserve"> following </w:t>
      </w:r>
      <w:r>
        <w:t xml:space="preserve">is the list of </w:t>
      </w:r>
      <w:r w:rsidR="00AE3376">
        <w:t xml:space="preserve">the top five </w:t>
      </w:r>
      <w:r>
        <w:t>Task Forces in terms of number of participating members and observers in order</w:t>
      </w:r>
      <w:r w:rsidR="00C2413A">
        <w:rPr>
          <w:rStyle w:val="FootnoteReference"/>
        </w:rPr>
        <w:footnoteReference w:id="2"/>
      </w:r>
      <w:r>
        <w:t>:</w:t>
      </w:r>
    </w:p>
    <w:p w14:paraId="0292D83F" w14:textId="649A258E" w:rsidR="004B5C2B" w:rsidRDefault="004B5C2B" w:rsidP="009E0BF7">
      <w:pPr>
        <w:pStyle w:val="ONUME"/>
        <w:numPr>
          <w:ilvl w:val="0"/>
          <w:numId w:val="29"/>
        </w:numPr>
        <w:tabs>
          <w:tab w:val="num" w:pos="1134"/>
        </w:tabs>
        <w:spacing w:after="120"/>
        <w:ind w:left="562" w:firstLine="0"/>
      </w:pPr>
      <w:r>
        <w:t>XML4IP Task Force</w:t>
      </w:r>
    </w:p>
    <w:p w14:paraId="6BEED135" w14:textId="77777777" w:rsidR="00051FA7" w:rsidRDefault="00051FA7" w:rsidP="00051FA7">
      <w:pPr>
        <w:pStyle w:val="ONUME"/>
        <w:numPr>
          <w:ilvl w:val="0"/>
          <w:numId w:val="29"/>
        </w:numPr>
        <w:tabs>
          <w:tab w:val="num" w:pos="1134"/>
        </w:tabs>
        <w:spacing w:after="120"/>
        <w:ind w:left="562" w:firstLine="0"/>
      </w:pPr>
      <w:r>
        <w:t>Legal Status Task Force</w:t>
      </w:r>
    </w:p>
    <w:p w14:paraId="6FD5C207" w14:textId="45FE4C7F" w:rsidR="004B5C2B" w:rsidRDefault="009E0BF7" w:rsidP="009E0BF7">
      <w:pPr>
        <w:pStyle w:val="ONUME"/>
        <w:numPr>
          <w:ilvl w:val="0"/>
          <w:numId w:val="29"/>
        </w:numPr>
        <w:tabs>
          <w:tab w:val="num" w:pos="1134"/>
        </w:tabs>
        <w:spacing w:after="120"/>
        <w:ind w:left="562" w:firstLine="0"/>
      </w:pPr>
      <w:r>
        <w:t>Sequence Listings Task Force</w:t>
      </w:r>
    </w:p>
    <w:p w14:paraId="60A1AF8B" w14:textId="1FD6DA58" w:rsidR="009E0BF7" w:rsidRDefault="009E0BF7" w:rsidP="009E0BF7">
      <w:pPr>
        <w:pStyle w:val="ONUME"/>
        <w:numPr>
          <w:ilvl w:val="0"/>
          <w:numId w:val="29"/>
        </w:numPr>
        <w:tabs>
          <w:tab w:val="num" w:pos="1134"/>
        </w:tabs>
        <w:spacing w:after="120"/>
        <w:ind w:left="562" w:firstLine="0"/>
      </w:pPr>
      <w:r>
        <w:t>Name Standardization</w:t>
      </w:r>
    </w:p>
    <w:p w14:paraId="004D1886" w14:textId="23EE2B1F" w:rsidR="003C7519" w:rsidRDefault="00051FA7" w:rsidP="009E0BF7">
      <w:pPr>
        <w:pStyle w:val="ONUME"/>
        <w:numPr>
          <w:ilvl w:val="0"/>
          <w:numId w:val="29"/>
        </w:numPr>
        <w:tabs>
          <w:tab w:val="num" w:pos="1134"/>
        </w:tabs>
        <w:ind w:left="562" w:firstLine="0"/>
      </w:pPr>
      <w:r>
        <w:t>PAPI</w:t>
      </w:r>
      <w:r w:rsidR="009E0BF7">
        <w:t xml:space="preserve"> Task Force</w:t>
      </w:r>
    </w:p>
    <w:p w14:paraId="030A2332" w14:textId="47A32AA8" w:rsidR="00AE3376" w:rsidRDefault="004B5C2B" w:rsidP="00B07276">
      <w:pPr>
        <w:spacing w:after="220"/>
      </w:pPr>
      <w:r>
        <w:fldChar w:fldCharType="begin"/>
      </w:r>
      <w:r>
        <w:instrText xml:space="preserve"> AUTONUM  </w:instrText>
      </w:r>
      <w:r>
        <w:fldChar w:fldCharType="end"/>
      </w:r>
      <w:r>
        <w:tab/>
      </w:r>
      <w:r w:rsidR="00AE3376">
        <w:t>The Secretariat also has some questions</w:t>
      </w:r>
      <w:r w:rsidR="00C2413A">
        <w:t xml:space="preserve"> for </w:t>
      </w:r>
      <w:r w:rsidR="001C0626">
        <w:t xml:space="preserve">the </w:t>
      </w:r>
      <w:r w:rsidR="00C2413A">
        <w:t>CWS to consider</w:t>
      </w:r>
      <w:r w:rsidR="00AE3376">
        <w:t xml:space="preserve">: </w:t>
      </w:r>
    </w:p>
    <w:p w14:paraId="6266E843" w14:textId="09FBEC63" w:rsidR="00917DB2" w:rsidRDefault="00917DB2" w:rsidP="00983DBF">
      <w:pPr>
        <w:pStyle w:val="ONUME"/>
        <w:numPr>
          <w:ilvl w:val="0"/>
          <w:numId w:val="31"/>
        </w:numPr>
        <w:tabs>
          <w:tab w:val="num" w:pos="1134"/>
        </w:tabs>
        <w:spacing w:after="120"/>
        <w:ind w:left="562" w:firstLine="0"/>
      </w:pPr>
      <w:r>
        <w:t xml:space="preserve">What does </w:t>
      </w:r>
      <w:r w:rsidR="00C2413A">
        <w:t xml:space="preserve">high </w:t>
      </w:r>
      <w:r>
        <w:t>priority</w:t>
      </w:r>
      <w:r w:rsidR="00C2413A">
        <w:t xml:space="preserve"> mean in the context of </w:t>
      </w:r>
      <w:r w:rsidR="00C10182">
        <w:t>T</w:t>
      </w:r>
      <w:r w:rsidR="00C2413A">
        <w:t>asks</w:t>
      </w:r>
      <w:r w:rsidR="00AE3376">
        <w:t xml:space="preserve">?  </w:t>
      </w:r>
      <w:r>
        <w:t>Does this mean all CWS members should participate in</w:t>
      </w:r>
      <w:r w:rsidR="00AE3376">
        <w:t xml:space="preserve"> high priority Tasks </w:t>
      </w:r>
      <w:r w:rsidR="00F3360D">
        <w:t>instead</w:t>
      </w:r>
      <w:r w:rsidR="00AE3376">
        <w:t xml:space="preserve"> </w:t>
      </w:r>
      <w:r w:rsidR="007C3283">
        <w:t xml:space="preserve">of maintaining </w:t>
      </w:r>
      <w:r w:rsidR="00AE3376">
        <w:t xml:space="preserve">their interest </w:t>
      </w:r>
      <w:r w:rsidR="00E42E8E">
        <w:t xml:space="preserve">in </w:t>
      </w:r>
      <w:r w:rsidR="00AE3376">
        <w:t>other Tasks</w:t>
      </w:r>
      <w:r w:rsidR="00F3360D">
        <w:t xml:space="preserve"> which are lower in </w:t>
      </w:r>
      <w:r w:rsidR="00C10182">
        <w:t>priority</w:t>
      </w:r>
      <w:r>
        <w:t>?</w:t>
      </w:r>
      <w:r w:rsidR="00C2413A">
        <w:t xml:space="preserve">  Does it mean all Task Force members should take some action</w:t>
      </w:r>
      <w:r w:rsidR="00F3360D">
        <w:t xml:space="preserve"> on the Task</w:t>
      </w:r>
      <w:r w:rsidR="00C2413A">
        <w:t>?  The Secretariat has observed that most Task Forces consist of a small group of highly motiva</w:t>
      </w:r>
      <w:r w:rsidR="00F3360D">
        <w:t>ted members, sometimes as small</w:t>
      </w:r>
      <w:r w:rsidR="00C2413A">
        <w:t xml:space="preserve"> as a single member</w:t>
      </w:r>
      <w:r w:rsidR="00E42E8E">
        <w:t>, who substantially drive the work forward</w:t>
      </w:r>
      <w:r w:rsidR="00C2413A">
        <w:t xml:space="preserve">; a larger number of participating members who review and comment; and an even larger number of </w:t>
      </w:r>
      <w:r w:rsidR="00F3360D">
        <w:t xml:space="preserve">quiet </w:t>
      </w:r>
      <w:r w:rsidR="00C2413A">
        <w:t xml:space="preserve">members who </w:t>
      </w:r>
      <w:r w:rsidR="00F3360D">
        <w:t>rarely attend meetings or submit comments.</w:t>
      </w:r>
    </w:p>
    <w:p w14:paraId="5ADD393A" w14:textId="0FCE79F9" w:rsidR="00F3360D" w:rsidRDefault="00917DB2" w:rsidP="00983DBF">
      <w:pPr>
        <w:pStyle w:val="ONUME"/>
        <w:numPr>
          <w:ilvl w:val="0"/>
          <w:numId w:val="31"/>
        </w:numPr>
        <w:tabs>
          <w:tab w:val="num" w:pos="1134"/>
        </w:tabs>
        <w:spacing w:after="120"/>
        <w:ind w:left="562" w:firstLine="0"/>
      </w:pPr>
      <w:r>
        <w:t xml:space="preserve">Should the CWS limit the number of </w:t>
      </w:r>
      <w:r w:rsidR="007F2F98">
        <w:t>h</w:t>
      </w:r>
      <w:r>
        <w:t>igh priority Task</w:t>
      </w:r>
      <w:r w:rsidR="00F3360D">
        <w:t xml:space="preserve">s to avoid overloading CWS members with work which </w:t>
      </w:r>
      <w:r w:rsidR="00C10182">
        <w:t>cannot</w:t>
      </w:r>
      <w:r w:rsidR="00F3360D">
        <w:t xml:space="preserve"> be completed in a timely manner</w:t>
      </w:r>
      <w:r>
        <w:t xml:space="preserve">? </w:t>
      </w:r>
      <w:r w:rsidR="00F3360D">
        <w:t xml:space="preserve"> If so, how should the limit of high priority </w:t>
      </w:r>
      <w:r w:rsidR="003A433C">
        <w:t>T</w:t>
      </w:r>
      <w:r w:rsidR="00F3360D">
        <w:t xml:space="preserve">asks be set, given that different Tasks require different amounts of resources and effort to complete?  Five simple tasks may </w:t>
      </w:r>
      <w:r w:rsidR="00E42E8E">
        <w:t xml:space="preserve">be feasible </w:t>
      </w:r>
      <w:r w:rsidR="00F3360D">
        <w:t xml:space="preserve">to complete, while five complex </w:t>
      </w:r>
      <w:r w:rsidR="003A433C">
        <w:t>T</w:t>
      </w:r>
      <w:r w:rsidR="00F3360D">
        <w:t>asks may be challenging to make progress on all of them.</w:t>
      </w:r>
    </w:p>
    <w:p w14:paraId="69F9FB02" w14:textId="12D8ACFB" w:rsidR="00AE3376" w:rsidRDefault="00917DB2" w:rsidP="00983DBF">
      <w:pPr>
        <w:pStyle w:val="ONUME"/>
        <w:numPr>
          <w:ilvl w:val="0"/>
          <w:numId w:val="31"/>
        </w:numPr>
        <w:tabs>
          <w:tab w:val="num" w:pos="1134"/>
        </w:tabs>
        <w:ind w:left="562" w:firstLine="0"/>
      </w:pPr>
      <w:r>
        <w:t xml:space="preserve">If the proponent Offices complete </w:t>
      </w:r>
      <w:r w:rsidR="00F3360D">
        <w:t>a</w:t>
      </w:r>
      <w:r>
        <w:t xml:space="preserve"> Task which has low priority, what </w:t>
      </w:r>
      <w:r w:rsidR="00F3360D">
        <w:t xml:space="preserve">will </w:t>
      </w:r>
      <w:r>
        <w:t>the CWS do</w:t>
      </w:r>
      <w:r w:rsidR="00F3360D">
        <w:t xml:space="preserve">?  Should low priority </w:t>
      </w:r>
      <w:r w:rsidR="003A433C">
        <w:t>T</w:t>
      </w:r>
      <w:r w:rsidR="00F3360D">
        <w:t xml:space="preserve">asks </w:t>
      </w:r>
      <w:r>
        <w:t>wait for review and adoption</w:t>
      </w:r>
      <w:r w:rsidR="00F3360D">
        <w:t xml:space="preserve"> by the CWS until higher priority </w:t>
      </w:r>
      <w:r w:rsidR="007F2F98">
        <w:t>T</w:t>
      </w:r>
      <w:r w:rsidR="00F3360D">
        <w:t xml:space="preserve">asks are complete or </w:t>
      </w:r>
      <w:r w:rsidR="007C3283">
        <w:t>should</w:t>
      </w:r>
      <w:r w:rsidR="00F3360D">
        <w:t xml:space="preserve"> substantial progress</w:t>
      </w:r>
      <w:r w:rsidR="007C3283">
        <w:t xml:space="preserve"> be made</w:t>
      </w:r>
      <w:r>
        <w:t xml:space="preserve">?   </w:t>
      </w:r>
    </w:p>
    <w:p w14:paraId="0F9F9D1A" w14:textId="5C2215B8" w:rsidR="00D45CCE" w:rsidRDefault="00F3360D" w:rsidP="00B07276">
      <w:pPr>
        <w:spacing w:after="220"/>
      </w:pPr>
      <w:r>
        <w:fldChar w:fldCharType="begin"/>
      </w:r>
      <w:r>
        <w:instrText xml:space="preserve"> AUTONUM  </w:instrText>
      </w:r>
      <w:r>
        <w:fldChar w:fldCharType="end"/>
      </w:r>
      <w:r>
        <w:tab/>
        <w:t xml:space="preserve">The CWS should clearly define what each priority level means for work on Tasks.  For instance, just assigning high, medium, and low as priority levels is not enough for Offices and the Secretariat to determine how much resources to invest in each one.  </w:t>
      </w:r>
      <w:r w:rsidR="00D45CCE">
        <w:t>As an example, definitions such as the following could prove useful:</w:t>
      </w:r>
    </w:p>
    <w:p w14:paraId="1B26BA24" w14:textId="383D2265" w:rsidR="00F3360D" w:rsidRDefault="00D45CCE" w:rsidP="00983DBF">
      <w:pPr>
        <w:pStyle w:val="ONUME"/>
        <w:numPr>
          <w:ilvl w:val="0"/>
          <w:numId w:val="33"/>
        </w:numPr>
        <w:tabs>
          <w:tab w:val="num" w:pos="1134"/>
        </w:tabs>
        <w:spacing w:after="120"/>
        <w:ind w:left="562" w:firstLine="0"/>
      </w:pPr>
      <w:r>
        <w:t>High – substantial p</w:t>
      </w:r>
      <w:r w:rsidR="00983DBF">
        <w:t>rogress should be made on this T</w:t>
      </w:r>
      <w:r>
        <w:t>ask unless a specific resource is lacking that prevents progress (e.g. budget, particular personnel, etc</w:t>
      </w:r>
      <w:r w:rsidR="00B91DD7">
        <w:t>.</w:t>
      </w:r>
      <w:r>
        <w:t>)</w:t>
      </w:r>
      <w:r w:rsidR="007F2F98">
        <w:t>;</w:t>
      </w:r>
      <w:r>
        <w:t xml:space="preserve"> </w:t>
      </w:r>
    </w:p>
    <w:p w14:paraId="24FA7C65" w14:textId="18B68715" w:rsidR="00D45CCE" w:rsidRDefault="00D45CCE" w:rsidP="00983DBF">
      <w:pPr>
        <w:pStyle w:val="ONUME"/>
        <w:numPr>
          <w:ilvl w:val="0"/>
          <w:numId w:val="33"/>
        </w:numPr>
        <w:tabs>
          <w:tab w:val="num" w:pos="1134"/>
        </w:tabs>
        <w:spacing w:after="120"/>
        <w:ind w:left="562" w:firstLine="0"/>
      </w:pPr>
      <w:r>
        <w:t>Medium – progress should be mad</w:t>
      </w:r>
      <w:r w:rsidR="00983DBF">
        <w:t>e on this T</w:t>
      </w:r>
      <w:r>
        <w:t>ask, as long as the work does not take resou</w:t>
      </w:r>
      <w:r w:rsidR="00983DBF">
        <w:t xml:space="preserve">rces away from a </w:t>
      </w:r>
      <w:r w:rsidR="007F2F98">
        <w:t>h</w:t>
      </w:r>
      <w:r w:rsidR="00983DBF">
        <w:t>igh priority T</w:t>
      </w:r>
      <w:r>
        <w:t>ask</w:t>
      </w:r>
      <w:r w:rsidR="00E42E8E">
        <w:t xml:space="preserve"> and needed resources are present</w:t>
      </w:r>
      <w:r w:rsidR="007F2F98">
        <w:t>; and</w:t>
      </w:r>
    </w:p>
    <w:p w14:paraId="2838F9B6" w14:textId="4445E4B4" w:rsidR="00D45CCE" w:rsidRDefault="00D45CCE" w:rsidP="00983DBF">
      <w:pPr>
        <w:pStyle w:val="ONUME"/>
        <w:numPr>
          <w:ilvl w:val="0"/>
          <w:numId w:val="33"/>
        </w:numPr>
        <w:tabs>
          <w:tab w:val="num" w:pos="1134"/>
        </w:tabs>
        <w:ind w:left="562" w:firstLine="0"/>
      </w:pPr>
      <w:r>
        <w:t xml:space="preserve">Low </w:t>
      </w:r>
      <w:r w:rsidR="00983DBF">
        <w:t>– progress can be made on this T</w:t>
      </w:r>
      <w:r>
        <w:t>ask if the opportunity arises and if the work does not take resou</w:t>
      </w:r>
      <w:r w:rsidR="00983DBF">
        <w:t>rces away from higher priority T</w:t>
      </w:r>
      <w:r>
        <w:t>asks</w:t>
      </w:r>
      <w:r w:rsidR="007F2F98">
        <w:t>.</w:t>
      </w:r>
    </w:p>
    <w:p w14:paraId="79FFE0C2" w14:textId="51ACBAAB" w:rsidR="00D45CCE" w:rsidRDefault="00D45CCE" w:rsidP="00983DBF">
      <w:pPr>
        <w:spacing w:after="220"/>
      </w:pPr>
      <w:r>
        <w:fldChar w:fldCharType="begin"/>
      </w:r>
      <w:r>
        <w:instrText xml:space="preserve"> AUTONUM  </w:instrText>
      </w:r>
      <w:r>
        <w:fldChar w:fldCharType="end"/>
      </w:r>
      <w:r>
        <w:tab/>
      </w:r>
      <w:r w:rsidR="00655CC7">
        <w:t>It should also be noted that</w:t>
      </w:r>
      <w:r>
        <w:t xml:space="preserve"> the Secretariat is significantly involved in every Task, such as </w:t>
      </w:r>
      <w:r w:rsidR="007F2F98">
        <w:t xml:space="preserve">leading some Tasks, </w:t>
      </w:r>
      <w:r>
        <w:t xml:space="preserve">organizing </w:t>
      </w:r>
      <w:r w:rsidR="00655CC7">
        <w:t>discussions</w:t>
      </w:r>
      <w:r>
        <w:t xml:space="preserve">, circulating documents, </w:t>
      </w:r>
      <w:r w:rsidR="00655CC7">
        <w:t xml:space="preserve">and scheduling timelines, in addition to frequently contributing substantive work.  The Secretariat has a fixed number of staff to perform these duties, limiting how many Tasks </w:t>
      </w:r>
      <w:r w:rsidR="00F00089">
        <w:t xml:space="preserve">that </w:t>
      </w:r>
      <w:r w:rsidR="00655CC7">
        <w:t xml:space="preserve">the Secretariat can </w:t>
      </w:r>
      <w:r w:rsidR="00E42E8E">
        <w:t xml:space="preserve">support </w:t>
      </w:r>
      <w:r w:rsidR="00655CC7">
        <w:t xml:space="preserve">in a given year.  These limitations should be taken into consideration when prioritizing work.  In particular, the Secretariat should provide guidance on </w:t>
      </w:r>
      <w:r w:rsidR="00E42E8E">
        <w:t xml:space="preserve">which </w:t>
      </w:r>
      <w:r w:rsidR="005E45AA">
        <w:t xml:space="preserve">active </w:t>
      </w:r>
      <w:r w:rsidR="00655CC7">
        <w:t xml:space="preserve">Tasks </w:t>
      </w:r>
      <w:r w:rsidR="005E45AA">
        <w:t xml:space="preserve">they </w:t>
      </w:r>
      <w:r w:rsidR="00E42E8E">
        <w:t xml:space="preserve">can </w:t>
      </w:r>
      <w:r w:rsidR="005E45AA">
        <w:t xml:space="preserve">support at one time given current staffing levels.  </w:t>
      </w:r>
      <w:r w:rsidR="009B2CBB" w:rsidRPr="001D1C4F">
        <w:t xml:space="preserve">If the CWS finds that more support from the Secretariat would be desirable to carry out the work of the CWS, </w:t>
      </w:r>
      <w:r w:rsidR="005E45AA" w:rsidRPr="001D1C4F">
        <w:t xml:space="preserve">more </w:t>
      </w:r>
      <w:r w:rsidR="00CE65EE" w:rsidRPr="001D1C4F">
        <w:t>resources</w:t>
      </w:r>
      <w:r w:rsidR="001D1C4F">
        <w:t xml:space="preserve"> would be required for the </w:t>
      </w:r>
      <w:r w:rsidR="006E2F95">
        <w:t>Secretariat</w:t>
      </w:r>
      <w:r w:rsidR="006E2F95" w:rsidRPr="001D1C4F">
        <w:t>.</w:t>
      </w:r>
    </w:p>
    <w:p w14:paraId="5A4D3816" w14:textId="15862EA3" w:rsidR="00983DBF" w:rsidRDefault="004B5C2B" w:rsidP="00C12366">
      <w:r>
        <w:fldChar w:fldCharType="begin"/>
      </w:r>
      <w:r>
        <w:instrText xml:space="preserve"> AUTONUM  </w:instrText>
      </w:r>
      <w:r>
        <w:fldChar w:fldCharType="end"/>
      </w:r>
      <w:r>
        <w:tab/>
      </w:r>
      <w:r w:rsidR="003C7519">
        <w:t>The Secretariat also suggest</w:t>
      </w:r>
      <w:r w:rsidR="00E42E8E">
        <w:t>s</w:t>
      </w:r>
      <w:r w:rsidR="003C7519">
        <w:t xml:space="preserve"> conduct</w:t>
      </w:r>
      <w:r w:rsidR="007C3283">
        <w:t>ing</w:t>
      </w:r>
      <w:r w:rsidR="003C7519">
        <w:t xml:space="preserve"> a survey to </w:t>
      </w:r>
      <w:r w:rsidR="00E42E8E">
        <w:t>collect</w:t>
      </w:r>
      <w:r w:rsidR="003C7519">
        <w:t xml:space="preserve"> Offices</w:t>
      </w:r>
      <w:r w:rsidR="00E42E8E">
        <w:t>’</w:t>
      </w:r>
      <w:r w:rsidR="003C7519">
        <w:t xml:space="preserve"> preference and </w:t>
      </w:r>
      <w:r>
        <w:t xml:space="preserve">their </w:t>
      </w:r>
      <w:r w:rsidR="003C7519">
        <w:t>priorit</w:t>
      </w:r>
      <w:r w:rsidR="00E42E8E">
        <w:t>ies for Tasks</w:t>
      </w:r>
      <w:r w:rsidR="003C7519">
        <w:t xml:space="preserve">.  If the CWS </w:t>
      </w:r>
      <w:r w:rsidR="007C3283">
        <w:t xml:space="preserve">so </w:t>
      </w:r>
      <w:r>
        <w:t>decides</w:t>
      </w:r>
      <w:r w:rsidR="003C7519">
        <w:t xml:space="preserve">, the </w:t>
      </w:r>
      <w:r>
        <w:t>Secretariat</w:t>
      </w:r>
      <w:r w:rsidR="003C7519">
        <w:t xml:space="preserve"> </w:t>
      </w:r>
      <w:r>
        <w:t xml:space="preserve">offers to </w:t>
      </w:r>
      <w:r w:rsidR="003C7519">
        <w:t>prepare a draft survey questionnaire for consideration at the next session of the CWS</w:t>
      </w:r>
      <w:r w:rsidR="007C3283">
        <w:t>,</w:t>
      </w:r>
      <w:r>
        <w:t xml:space="preserve"> taking into account the information provided in paragraph 11</w:t>
      </w:r>
      <w:r w:rsidR="00CE65EE">
        <w:t xml:space="preserve"> and guidance by the CWS in relation to the information provided in paragraphs</w:t>
      </w:r>
      <w:r w:rsidR="007F2F98">
        <w:t xml:space="preserve"> 13 </w:t>
      </w:r>
      <w:r w:rsidR="00F00089">
        <w:t>to 15</w:t>
      </w:r>
      <w:r>
        <w:t xml:space="preserve"> above</w:t>
      </w:r>
      <w:r w:rsidR="003C7519">
        <w:t xml:space="preserve">. </w:t>
      </w:r>
    </w:p>
    <w:p w14:paraId="09303045" w14:textId="77777777" w:rsidR="00983DBF" w:rsidRDefault="00983DBF">
      <w:r>
        <w:br w:type="page"/>
      </w:r>
    </w:p>
    <w:p w14:paraId="05F0EEB7" w14:textId="0C7F8CBC" w:rsidR="00880F9F" w:rsidRPr="008B38F6" w:rsidRDefault="00983DBF" w:rsidP="00880F9F">
      <w:pPr>
        <w:pStyle w:val="ONUME"/>
        <w:ind w:left="5533"/>
      </w:pPr>
      <w:r>
        <w:rPr>
          <w:i/>
        </w:rPr>
        <w:fldChar w:fldCharType="begin"/>
      </w:r>
      <w:r>
        <w:rPr>
          <w:i/>
        </w:rPr>
        <w:instrText xml:space="preserve"> AUTONUM  </w:instrText>
      </w:r>
      <w:r>
        <w:rPr>
          <w:i/>
        </w:rPr>
        <w:fldChar w:fldCharType="end"/>
      </w:r>
      <w:r>
        <w:rPr>
          <w:i/>
        </w:rPr>
        <w:tab/>
      </w:r>
      <w:r w:rsidR="00880F9F" w:rsidRPr="008B38F6">
        <w:rPr>
          <w:i/>
        </w:rPr>
        <w:t>The CWS is invited to:</w:t>
      </w:r>
    </w:p>
    <w:p w14:paraId="070298A8" w14:textId="5690B166" w:rsidR="00880F9F" w:rsidRPr="008B38F6" w:rsidRDefault="00880F9F" w:rsidP="00880F9F">
      <w:pPr>
        <w:pStyle w:val="ONUME"/>
        <w:numPr>
          <w:ilvl w:val="1"/>
          <w:numId w:val="18"/>
        </w:numPr>
        <w:tabs>
          <w:tab w:val="num" w:pos="6101"/>
        </w:tabs>
        <w:ind w:left="5529" w:firstLine="563"/>
        <w:rPr>
          <w:i/>
        </w:rPr>
      </w:pPr>
      <w:r w:rsidRPr="008B38F6">
        <w:rPr>
          <w:i/>
        </w:rPr>
        <w:t>note the cont</w:t>
      </w:r>
      <w:r>
        <w:rPr>
          <w:i/>
        </w:rPr>
        <w:t xml:space="preserve">ent of the present document; </w:t>
      </w:r>
    </w:p>
    <w:p w14:paraId="47244857" w14:textId="3DC65CE9" w:rsidR="00302865" w:rsidRPr="00302865" w:rsidRDefault="00302865" w:rsidP="00880F9F">
      <w:pPr>
        <w:pStyle w:val="ONUME"/>
        <w:numPr>
          <w:ilvl w:val="1"/>
          <w:numId w:val="18"/>
        </w:numPr>
        <w:tabs>
          <w:tab w:val="num" w:pos="6101"/>
        </w:tabs>
        <w:spacing w:before="240" w:after="0"/>
        <w:ind w:left="5530" w:firstLine="562"/>
        <w:rPr>
          <w:i/>
        </w:rPr>
      </w:pPr>
      <w:r w:rsidRPr="00302865">
        <w:rPr>
          <w:i/>
        </w:rPr>
        <w:t xml:space="preserve">decide the creation of its new </w:t>
      </w:r>
      <w:r w:rsidR="0001495E">
        <w:rPr>
          <w:i/>
        </w:rPr>
        <w:t>T</w:t>
      </w:r>
      <w:r w:rsidRPr="00302865">
        <w:rPr>
          <w:i/>
        </w:rPr>
        <w:t>ask considering the recommendation of the Patent Cooperation Treaty (PCT) Working Group as presented in paragraph 10 above;</w:t>
      </w:r>
    </w:p>
    <w:p w14:paraId="780B768A" w14:textId="22A11984" w:rsidR="00823760" w:rsidRPr="00302865" w:rsidRDefault="005864B6" w:rsidP="00880F9F">
      <w:pPr>
        <w:pStyle w:val="ONUME"/>
        <w:numPr>
          <w:ilvl w:val="1"/>
          <w:numId w:val="18"/>
        </w:numPr>
        <w:tabs>
          <w:tab w:val="num" w:pos="6101"/>
        </w:tabs>
        <w:spacing w:before="240" w:after="0"/>
        <w:ind w:left="5530" w:firstLine="562"/>
        <w:rPr>
          <w:i/>
        </w:rPr>
      </w:pPr>
      <w:r w:rsidRPr="00302865">
        <w:rPr>
          <w:i/>
        </w:rPr>
        <w:t>consider and comment on the suggested information to be used for the priority of Tasks</w:t>
      </w:r>
      <w:r w:rsidR="00823760" w:rsidRPr="00302865">
        <w:rPr>
          <w:i/>
        </w:rPr>
        <w:t xml:space="preserve"> as presented in paragraph </w:t>
      </w:r>
      <w:r w:rsidRPr="00302865">
        <w:rPr>
          <w:i/>
        </w:rPr>
        <w:t>1</w:t>
      </w:r>
      <w:r w:rsidR="00302865" w:rsidRPr="00302865">
        <w:rPr>
          <w:i/>
        </w:rPr>
        <w:t>1</w:t>
      </w:r>
      <w:r w:rsidR="00823760" w:rsidRPr="00302865">
        <w:rPr>
          <w:i/>
        </w:rPr>
        <w:t xml:space="preserve"> above</w:t>
      </w:r>
      <w:r w:rsidR="00302865" w:rsidRPr="00302865">
        <w:rPr>
          <w:i/>
        </w:rPr>
        <w:t xml:space="preserve"> and provide guidance in relation to the questions and information provided in paragraphs 13 and 14 above</w:t>
      </w:r>
      <w:r w:rsidR="00823760" w:rsidRPr="00302865">
        <w:rPr>
          <w:i/>
        </w:rPr>
        <w:t>;</w:t>
      </w:r>
    </w:p>
    <w:p w14:paraId="5FE4AE90" w14:textId="1CB68440" w:rsidR="005864B6" w:rsidRDefault="005864B6" w:rsidP="00880F9F">
      <w:pPr>
        <w:pStyle w:val="ONUME"/>
        <w:numPr>
          <w:ilvl w:val="1"/>
          <w:numId w:val="18"/>
        </w:numPr>
        <w:tabs>
          <w:tab w:val="num" w:pos="6101"/>
        </w:tabs>
        <w:spacing w:before="240" w:after="0"/>
        <w:ind w:left="5530" w:firstLine="562"/>
        <w:rPr>
          <w:i/>
        </w:rPr>
      </w:pPr>
      <w:r>
        <w:rPr>
          <w:i/>
        </w:rPr>
        <w:t>decide the need of survey on the preference of its Members in prioritizing Tasks, and if agreed, to request the Secretariat to present a survey questionnaire at its next session;</w:t>
      </w:r>
    </w:p>
    <w:p w14:paraId="69CA730C" w14:textId="65A043BA" w:rsidR="00880F9F" w:rsidRDefault="00880F9F" w:rsidP="00880F9F">
      <w:pPr>
        <w:pStyle w:val="ONUME"/>
        <w:numPr>
          <w:ilvl w:val="1"/>
          <w:numId w:val="18"/>
        </w:numPr>
        <w:tabs>
          <w:tab w:val="num" w:pos="6101"/>
        </w:tabs>
        <w:spacing w:before="240" w:after="0"/>
        <w:ind w:left="5530" w:firstLine="562"/>
        <w:rPr>
          <w:i/>
        </w:rPr>
      </w:pPr>
      <w:r w:rsidRPr="008B38F6">
        <w:rPr>
          <w:i/>
        </w:rPr>
        <w:t xml:space="preserve">consider the Task List as </w:t>
      </w:r>
      <w:r>
        <w:rPr>
          <w:i/>
        </w:rPr>
        <w:t>presented in the Annex to this document</w:t>
      </w:r>
      <w:r w:rsidR="00F00089">
        <w:rPr>
          <w:i/>
        </w:rPr>
        <w:t xml:space="preserve"> </w:t>
      </w:r>
      <w:r w:rsidR="00F00089" w:rsidRPr="00DD3F72">
        <w:rPr>
          <w:i/>
        </w:rPr>
        <w:t xml:space="preserve">taking into consideration of the recommendation by the Evaluation Report, </w:t>
      </w:r>
      <w:r w:rsidR="00F00089" w:rsidRPr="00CD6825">
        <w:rPr>
          <w:i/>
        </w:rPr>
        <w:t xml:space="preserve">including the </w:t>
      </w:r>
      <w:r w:rsidR="00DD3F72" w:rsidRPr="00CD6825">
        <w:rPr>
          <w:i/>
        </w:rPr>
        <w:t xml:space="preserve">implication of </w:t>
      </w:r>
      <w:r w:rsidR="00F00089" w:rsidRPr="00CD6825">
        <w:rPr>
          <w:i/>
        </w:rPr>
        <w:t>workload of the Task Forces for the coming year for the Member States and WIPO Secretariat,</w:t>
      </w:r>
      <w:r w:rsidR="00F00089" w:rsidRPr="00DD3F72">
        <w:rPr>
          <w:i/>
        </w:rPr>
        <w:t xml:space="preserve"> as indicated in paragraph 7 above</w:t>
      </w:r>
      <w:r w:rsidR="00F00089">
        <w:rPr>
          <w:i/>
        </w:rPr>
        <w:t xml:space="preserve"> </w:t>
      </w:r>
      <w:r>
        <w:rPr>
          <w:i/>
        </w:rPr>
        <w:t>; and</w:t>
      </w:r>
    </w:p>
    <w:p w14:paraId="09A72506" w14:textId="3A55EA69" w:rsidR="00880F9F" w:rsidRDefault="00880F9F" w:rsidP="00880F9F">
      <w:pPr>
        <w:pStyle w:val="ONUME"/>
        <w:numPr>
          <w:ilvl w:val="1"/>
          <w:numId w:val="18"/>
        </w:numPr>
        <w:tabs>
          <w:tab w:val="num" w:pos="6101"/>
        </w:tabs>
        <w:spacing w:before="240" w:after="0"/>
        <w:ind w:left="5530" w:firstLine="562"/>
        <w:rPr>
          <w:i/>
        </w:rPr>
      </w:pPr>
      <w:r w:rsidRPr="008B38F6">
        <w:rPr>
          <w:i/>
        </w:rPr>
        <w:t xml:space="preserve">approve the Secretariat to incorporate </w:t>
      </w:r>
      <w:r w:rsidRPr="008B38F6">
        <w:rPr>
          <w:i/>
          <w:szCs w:val="22"/>
        </w:rPr>
        <w:t>the agreements</w:t>
      </w:r>
      <w:r w:rsidR="00502C1E">
        <w:rPr>
          <w:i/>
          <w:szCs w:val="22"/>
        </w:rPr>
        <w:t xml:space="preserve">, </w:t>
      </w:r>
      <w:r w:rsidRPr="008B38F6">
        <w:rPr>
          <w:i/>
          <w:szCs w:val="22"/>
        </w:rPr>
        <w:t>reached at this session</w:t>
      </w:r>
      <w:r w:rsidRPr="008B38F6">
        <w:rPr>
          <w:i/>
        </w:rPr>
        <w:t xml:space="preserve"> in the CWS Work Program and the CWS Work Program Overview </w:t>
      </w:r>
      <w:r>
        <w:rPr>
          <w:i/>
        </w:rPr>
        <w:t xml:space="preserve">and publish them on WIPO website as </w:t>
      </w:r>
      <w:r w:rsidRPr="008B38F6">
        <w:rPr>
          <w:i/>
        </w:rPr>
        <w:t xml:space="preserve">described in paragraph </w:t>
      </w:r>
      <w:r w:rsidR="00983DBF" w:rsidRPr="00983DBF">
        <w:rPr>
          <w:i/>
        </w:rPr>
        <w:t>9</w:t>
      </w:r>
      <w:r w:rsidRPr="008B38F6">
        <w:rPr>
          <w:i/>
        </w:rPr>
        <w:t xml:space="preserve"> above.</w:t>
      </w:r>
    </w:p>
    <w:p w14:paraId="0072A52D" w14:textId="77777777" w:rsidR="00983DBF" w:rsidRPr="008B38F6" w:rsidRDefault="00983DBF" w:rsidP="00983DBF">
      <w:pPr>
        <w:pStyle w:val="ONUME"/>
        <w:tabs>
          <w:tab w:val="num" w:pos="6101"/>
        </w:tabs>
        <w:spacing w:before="240" w:after="0"/>
        <w:ind w:left="6092"/>
        <w:rPr>
          <w:i/>
        </w:rPr>
      </w:pPr>
    </w:p>
    <w:p w14:paraId="0599E3E5" w14:textId="77777777" w:rsidR="00AE7643" w:rsidRDefault="00AE7643" w:rsidP="002E585B">
      <w:pPr>
        <w:pStyle w:val="Endofdocument"/>
        <w:ind w:left="5530"/>
        <w:rPr>
          <w:rFonts w:cs="Arial"/>
          <w:sz w:val="22"/>
          <w:szCs w:val="22"/>
          <w:highlight w:val="yellow"/>
        </w:rPr>
      </w:pPr>
    </w:p>
    <w:p w14:paraId="53F49F16" w14:textId="72E6E2DD" w:rsidR="002E585B" w:rsidRPr="00084955" w:rsidRDefault="002E585B" w:rsidP="002E585B">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p w14:paraId="6A87E828" w14:textId="64580B2A" w:rsidR="002326AB" w:rsidRDefault="002326AB" w:rsidP="002326AB">
      <w:pPr>
        <w:spacing w:after="220"/>
      </w:pPr>
    </w:p>
    <w:p w14:paraId="10E45D3F" w14:textId="37F316C1" w:rsidR="007B3CC2" w:rsidRDefault="007B3CC2" w:rsidP="004F4293"/>
    <w:sectPr w:rsidR="007B3CC2" w:rsidSect="002E585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D1B9A" w14:textId="77777777" w:rsidR="004B17F8" w:rsidRDefault="004B17F8">
      <w:r>
        <w:separator/>
      </w:r>
    </w:p>
  </w:endnote>
  <w:endnote w:type="continuationSeparator" w:id="0">
    <w:p w14:paraId="72733046" w14:textId="77777777" w:rsidR="004B17F8" w:rsidRDefault="004B17F8" w:rsidP="003B38C1">
      <w:r>
        <w:separator/>
      </w:r>
    </w:p>
    <w:p w14:paraId="480FE158" w14:textId="77777777" w:rsidR="004B17F8" w:rsidRPr="003B38C1" w:rsidRDefault="004B17F8" w:rsidP="003B38C1">
      <w:pPr>
        <w:spacing w:after="60"/>
        <w:rPr>
          <w:sz w:val="17"/>
        </w:rPr>
      </w:pPr>
      <w:r>
        <w:rPr>
          <w:sz w:val="17"/>
        </w:rPr>
        <w:t>[Endnote continued from previous page]</w:t>
      </w:r>
    </w:p>
  </w:endnote>
  <w:endnote w:type="continuationNotice" w:id="1">
    <w:p w14:paraId="7D8BC4DE" w14:textId="77777777" w:rsidR="004B17F8" w:rsidRPr="003B38C1" w:rsidRDefault="004B17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DC1F6" w14:textId="77777777" w:rsidR="00880F9F" w:rsidRDefault="00880F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71FB" w14:textId="77777777" w:rsidR="00880F9F" w:rsidRDefault="00880F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C5901" w14:textId="77777777" w:rsidR="00880F9F" w:rsidRDefault="00880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0E7DB" w14:textId="77777777" w:rsidR="004B17F8" w:rsidRDefault="004B17F8">
      <w:r>
        <w:separator/>
      </w:r>
    </w:p>
  </w:footnote>
  <w:footnote w:type="continuationSeparator" w:id="0">
    <w:p w14:paraId="562ABAFB" w14:textId="77777777" w:rsidR="004B17F8" w:rsidRDefault="004B17F8" w:rsidP="008B60B2">
      <w:r>
        <w:separator/>
      </w:r>
    </w:p>
    <w:p w14:paraId="405413D0" w14:textId="77777777" w:rsidR="004B17F8" w:rsidRPr="00ED77FB" w:rsidRDefault="004B17F8" w:rsidP="008B60B2">
      <w:pPr>
        <w:spacing w:after="60"/>
        <w:rPr>
          <w:sz w:val="17"/>
          <w:szCs w:val="17"/>
        </w:rPr>
      </w:pPr>
      <w:r w:rsidRPr="00ED77FB">
        <w:rPr>
          <w:sz w:val="17"/>
          <w:szCs w:val="17"/>
        </w:rPr>
        <w:t>[Footnote continued from previous page]</w:t>
      </w:r>
    </w:p>
  </w:footnote>
  <w:footnote w:type="continuationNotice" w:id="1">
    <w:p w14:paraId="438EA0D7" w14:textId="77777777" w:rsidR="004B17F8" w:rsidRPr="00ED77FB" w:rsidRDefault="004B17F8" w:rsidP="008B60B2">
      <w:pPr>
        <w:spacing w:before="60"/>
        <w:jc w:val="right"/>
        <w:rPr>
          <w:sz w:val="17"/>
          <w:szCs w:val="17"/>
        </w:rPr>
      </w:pPr>
      <w:r w:rsidRPr="00ED77FB">
        <w:rPr>
          <w:sz w:val="17"/>
          <w:szCs w:val="17"/>
        </w:rPr>
        <w:t>[Footnote continued on next page]</w:t>
      </w:r>
    </w:p>
  </w:footnote>
  <w:footnote w:id="2">
    <w:p w14:paraId="657713CC" w14:textId="3C59D29C" w:rsidR="00C2413A" w:rsidRDefault="00C2413A">
      <w:pPr>
        <w:pStyle w:val="FootnoteText"/>
      </w:pPr>
      <w:r>
        <w:rPr>
          <w:rStyle w:val="FootnoteReference"/>
        </w:rPr>
        <w:footnoteRef/>
      </w:r>
      <w:r>
        <w:t xml:space="preserve"> Further information on the Members and Observers of Task Forces is available on the WIPO website at:  </w:t>
      </w:r>
      <w:hyperlink r:id="rId1" w:history="1">
        <w:r w:rsidRPr="003C73A4">
          <w:rPr>
            <w:rStyle w:val="Hyperlink"/>
          </w:rPr>
          <w:t>https://www.wipo.int/cws/en/taskforce/members.html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C8ACF" w14:textId="77777777" w:rsidR="00880F9F" w:rsidRDefault="00880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6837" w14:textId="556AF1BC" w:rsidR="00D07C78" w:rsidRPr="002326AB" w:rsidRDefault="002E585B" w:rsidP="00477D6B">
    <w:pPr>
      <w:jc w:val="right"/>
      <w:rPr>
        <w:caps/>
      </w:rPr>
    </w:pPr>
    <w:bookmarkStart w:id="5" w:name="Code2"/>
    <w:bookmarkEnd w:id="5"/>
    <w:r>
      <w:rPr>
        <w:caps/>
      </w:rPr>
      <w:t>C</w:t>
    </w:r>
    <w:r w:rsidR="00D53CBA">
      <w:rPr>
        <w:caps/>
      </w:rPr>
      <w:t>WS/</w:t>
    </w:r>
    <w:r w:rsidR="00913A36">
      <w:rPr>
        <w:caps/>
      </w:rPr>
      <w:t>10/3</w:t>
    </w:r>
  </w:p>
  <w:p w14:paraId="52B3C166" w14:textId="23278501" w:rsidR="00D07C78" w:rsidRDefault="00D07C78" w:rsidP="00477D6B">
    <w:pPr>
      <w:jc w:val="right"/>
    </w:pPr>
    <w:r>
      <w:t xml:space="preserve">page </w:t>
    </w:r>
    <w:r>
      <w:fldChar w:fldCharType="begin"/>
    </w:r>
    <w:r>
      <w:instrText xml:space="preserve"> PAGE  \* MERGEFORMAT </w:instrText>
    </w:r>
    <w:r>
      <w:fldChar w:fldCharType="separate"/>
    </w:r>
    <w:r w:rsidR="00A6290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2897C" w14:textId="77777777" w:rsidR="00880F9F" w:rsidRDefault="00880F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3"/>
  </w:num>
  <w:num w:numId="3">
    <w:abstractNumId w:val="0"/>
  </w:num>
  <w:num w:numId="4">
    <w:abstractNumId w:val="14"/>
  </w:num>
  <w:num w:numId="5">
    <w:abstractNumId w:val="2"/>
  </w:num>
  <w:num w:numId="6">
    <w:abstractNumId w:val="10"/>
  </w:num>
  <w:num w:numId="7">
    <w:abstractNumId w:val="21"/>
  </w:num>
  <w:num w:numId="8">
    <w:abstractNumId w:val="17"/>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6"/>
  </w:num>
  <w:num w:numId="19">
    <w:abstractNumId w:val="6"/>
  </w:num>
  <w:num w:numId="20">
    <w:abstractNumId w:val="5"/>
  </w:num>
  <w:num w:numId="21">
    <w:abstractNumId w:val="23"/>
  </w:num>
  <w:num w:numId="22">
    <w:abstractNumId w:val="20"/>
  </w:num>
  <w:num w:numId="23">
    <w:abstractNumId w:val="11"/>
  </w:num>
  <w:num w:numId="24">
    <w:abstractNumId w:val="22"/>
  </w:num>
  <w:num w:numId="25">
    <w:abstractNumId w:val="3"/>
  </w:num>
  <w:num w:numId="26">
    <w:abstractNumId w:val="1"/>
  </w:num>
  <w:num w:numId="27">
    <w:abstractNumId w:val="8"/>
  </w:num>
  <w:num w:numId="28">
    <w:abstractNumId w:val="4"/>
  </w:num>
  <w:num w:numId="29">
    <w:abstractNumId w:val="12"/>
  </w:num>
  <w:num w:numId="30">
    <w:abstractNumId w:val="9"/>
  </w:num>
  <w:num w:numId="31">
    <w:abstractNumId w:val="15"/>
  </w:num>
  <w:num w:numId="32">
    <w:abstractNumId w:val="1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13820"/>
    <w:rsid w:val="0001495E"/>
    <w:rsid w:val="00026D84"/>
    <w:rsid w:val="00043CAA"/>
    <w:rsid w:val="0005166E"/>
    <w:rsid w:val="00051FA7"/>
    <w:rsid w:val="00056816"/>
    <w:rsid w:val="00075432"/>
    <w:rsid w:val="00092912"/>
    <w:rsid w:val="000968ED"/>
    <w:rsid w:val="000A3D97"/>
    <w:rsid w:val="000A6EFD"/>
    <w:rsid w:val="000B7236"/>
    <w:rsid w:val="000C0613"/>
    <w:rsid w:val="000D0970"/>
    <w:rsid w:val="000F5E56"/>
    <w:rsid w:val="00101336"/>
    <w:rsid w:val="00110B70"/>
    <w:rsid w:val="001165B8"/>
    <w:rsid w:val="00134EFD"/>
    <w:rsid w:val="001362EE"/>
    <w:rsid w:val="00137848"/>
    <w:rsid w:val="00160104"/>
    <w:rsid w:val="001647D5"/>
    <w:rsid w:val="001832A6"/>
    <w:rsid w:val="001C0626"/>
    <w:rsid w:val="001C2D44"/>
    <w:rsid w:val="001D1C4F"/>
    <w:rsid w:val="001D2AB7"/>
    <w:rsid w:val="001D4107"/>
    <w:rsid w:val="00203D24"/>
    <w:rsid w:val="0021217E"/>
    <w:rsid w:val="00222C84"/>
    <w:rsid w:val="00227B4C"/>
    <w:rsid w:val="002326AB"/>
    <w:rsid w:val="002339EF"/>
    <w:rsid w:val="0024039A"/>
    <w:rsid w:val="00242FC5"/>
    <w:rsid w:val="00243430"/>
    <w:rsid w:val="00261643"/>
    <w:rsid w:val="00261AA5"/>
    <w:rsid w:val="002634C4"/>
    <w:rsid w:val="00276878"/>
    <w:rsid w:val="00280365"/>
    <w:rsid w:val="00280C7A"/>
    <w:rsid w:val="002928D3"/>
    <w:rsid w:val="00293EE8"/>
    <w:rsid w:val="002C63D1"/>
    <w:rsid w:val="002D61B0"/>
    <w:rsid w:val="002E585B"/>
    <w:rsid w:val="002F1FE6"/>
    <w:rsid w:val="002F4E68"/>
    <w:rsid w:val="00302865"/>
    <w:rsid w:val="00312F7F"/>
    <w:rsid w:val="00323A29"/>
    <w:rsid w:val="00337D78"/>
    <w:rsid w:val="0034042A"/>
    <w:rsid w:val="00354376"/>
    <w:rsid w:val="00355887"/>
    <w:rsid w:val="00356D35"/>
    <w:rsid w:val="003578D1"/>
    <w:rsid w:val="00361450"/>
    <w:rsid w:val="003673CF"/>
    <w:rsid w:val="00371AEA"/>
    <w:rsid w:val="003726AC"/>
    <w:rsid w:val="003845C1"/>
    <w:rsid w:val="003A433C"/>
    <w:rsid w:val="003A6F89"/>
    <w:rsid w:val="003B339D"/>
    <w:rsid w:val="003B38C1"/>
    <w:rsid w:val="003C34E9"/>
    <w:rsid w:val="003C7519"/>
    <w:rsid w:val="003D5977"/>
    <w:rsid w:val="003E17E6"/>
    <w:rsid w:val="003E5BF8"/>
    <w:rsid w:val="003F0C04"/>
    <w:rsid w:val="004167C6"/>
    <w:rsid w:val="0041768C"/>
    <w:rsid w:val="00423E3E"/>
    <w:rsid w:val="00427AF4"/>
    <w:rsid w:val="00434EDA"/>
    <w:rsid w:val="0044175F"/>
    <w:rsid w:val="004647DA"/>
    <w:rsid w:val="00474062"/>
    <w:rsid w:val="00477D6B"/>
    <w:rsid w:val="00491DA7"/>
    <w:rsid w:val="004A79D9"/>
    <w:rsid w:val="004B17F8"/>
    <w:rsid w:val="004B5C2B"/>
    <w:rsid w:val="004C7545"/>
    <w:rsid w:val="004E7733"/>
    <w:rsid w:val="004F4293"/>
    <w:rsid w:val="005019FF"/>
    <w:rsid w:val="00502C1E"/>
    <w:rsid w:val="00511202"/>
    <w:rsid w:val="0053057A"/>
    <w:rsid w:val="0054680A"/>
    <w:rsid w:val="00556076"/>
    <w:rsid w:val="00560A29"/>
    <w:rsid w:val="005864B6"/>
    <w:rsid w:val="005B38AE"/>
    <w:rsid w:val="005B40E9"/>
    <w:rsid w:val="005C6649"/>
    <w:rsid w:val="005C79B2"/>
    <w:rsid w:val="005D752F"/>
    <w:rsid w:val="005E45AA"/>
    <w:rsid w:val="005E6C0F"/>
    <w:rsid w:val="00605827"/>
    <w:rsid w:val="006063B6"/>
    <w:rsid w:val="00615F4E"/>
    <w:rsid w:val="0062695D"/>
    <w:rsid w:val="00634F89"/>
    <w:rsid w:val="00646050"/>
    <w:rsid w:val="00655CC7"/>
    <w:rsid w:val="0067093C"/>
    <w:rsid w:val="006713CA"/>
    <w:rsid w:val="00676C5C"/>
    <w:rsid w:val="00691396"/>
    <w:rsid w:val="006A726D"/>
    <w:rsid w:val="006C6644"/>
    <w:rsid w:val="006D5587"/>
    <w:rsid w:val="006E2F95"/>
    <w:rsid w:val="00720EFD"/>
    <w:rsid w:val="00745732"/>
    <w:rsid w:val="00751EC3"/>
    <w:rsid w:val="0076525D"/>
    <w:rsid w:val="007854AF"/>
    <w:rsid w:val="00787A1A"/>
    <w:rsid w:val="00793A7C"/>
    <w:rsid w:val="007A1076"/>
    <w:rsid w:val="007A398A"/>
    <w:rsid w:val="007B3CC2"/>
    <w:rsid w:val="007B5A88"/>
    <w:rsid w:val="007C3283"/>
    <w:rsid w:val="007D1613"/>
    <w:rsid w:val="007E4C0E"/>
    <w:rsid w:val="007F2F98"/>
    <w:rsid w:val="00822E03"/>
    <w:rsid w:val="00823760"/>
    <w:rsid w:val="008335B0"/>
    <w:rsid w:val="008356C0"/>
    <w:rsid w:val="00846CF6"/>
    <w:rsid w:val="00851529"/>
    <w:rsid w:val="008610AC"/>
    <w:rsid w:val="00880F9F"/>
    <w:rsid w:val="00890F1D"/>
    <w:rsid w:val="008A134B"/>
    <w:rsid w:val="008B2CC1"/>
    <w:rsid w:val="008B60B2"/>
    <w:rsid w:val="008D34C2"/>
    <w:rsid w:val="0090731E"/>
    <w:rsid w:val="00913A36"/>
    <w:rsid w:val="00916EE2"/>
    <w:rsid w:val="00917DB2"/>
    <w:rsid w:val="00946C68"/>
    <w:rsid w:val="0096402A"/>
    <w:rsid w:val="00966A22"/>
    <w:rsid w:val="0096722F"/>
    <w:rsid w:val="009718C0"/>
    <w:rsid w:val="00980843"/>
    <w:rsid w:val="00983DBF"/>
    <w:rsid w:val="009A3F7A"/>
    <w:rsid w:val="009B1F82"/>
    <w:rsid w:val="009B2CBB"/>
    <w:rsid w:val="009D286E"/>
    <w:rsid w:val="009E0BF7"/>
    <w:rsid w:val="009E2791"/>
    <w:rsid w:val="009E3F6F"/>
    <w:rsid w:val="009F499F"/>
    <w:rsid w:val="00A3264D"/>
    <w:rsid w:val="00A37342"/>
    <w:rsid w:val="00A42DAF"/>
    <w:rsid w:val="00A45BD8"/>
    <w:rsid w:val="00A54493"/>
    <w:rsid w:val="00A55422"/>
    <w:rsid w:val="00A6290C"/>
    <w:rsid w:val="00A718CE"/>
    <w:rsid w:val="00A869B7"/>
    <w:rsid w:val="00A90F0A"/>
    <w:rsid w:val="00AA6F7F"/>
    <w:rsid w:val="00AB6703"/>
    <w:rsid w:val="00AC205C"/>
    <w:rsid w:val="00AC279B"/>
    <w:rsid w:val="00AC4CEC"/>
    <w:rsid w:val="00AE3376"/>
    <w:rsid w:val="00AE7643"/>
    <w:rsid w:val="00AF0A6B"/>
    <w:rsid w:val="00AF178B"/>
    <w:rsid w:val="00B05A69"/>
    <w:rsid w:val="00B07276"/>
    <w:rsid w:val="00B128BF"/>
    <w:rsid w:val="00B355B6"/>
    <w:rsid w:val="00B415AD"/>
    <w:rsid w:val="00B75281"/>
    <w:rsid w:val="00B80108"/>
    <w:rsid w:val="00B91DD7"/>
    <w:rsid w:val="00B92F1F"/>
    <w:rsid w:val="00B941D5"/>
    <w:rsid w:val="00B9734B"/>
    <w:rsid w:val="00BA30E2"/>
    <w:rsid w:val="00BD4661"/>
    <w:rsid w:val="00BF7515"/>
    <w:rsid w:val="00C10182"/>
    <w:rsid w:val="00C11BFE"/>
    <w:rsid w:val="00C12366"/>
    <w:rsid w:val="00C2413A"/>
    <w:rsid w:val="00C5068F"/>
    <w:rsid w:val="00C54C62"/>
    <w:rsid w:val="00C57F29"/>
    <w:rsid w:val="00C63AD7"/>
    <w:rsid w:val="00C86D74"/>
    <w:rsid w:val="00CB6496"/>
    <w:rsid w:val="00CB6E70"/>
    <w:rsid w:val="00CD04F1"/>
    <w:rsid w:val="00CD6825"/>
    <w:rsid w:val="00CE65EE"/>
    <w:rsid w:val="00CF6577"/>
    <w:rsid w:val="00CF681A"/>
    <w:rsid w:val="00D0537C"/>
    <w:rsid w:val="00D05A1A"/>
    <w:rsid w:val="00D07C78"/>
    <w:rsid w:val="00D20E47"/>
    <w:rsid w:val="00D45252"/>
    <w:rsid w:val="00D45CCE"/>
    <w:rsid w:val="00D46A05"/>
    <w:rsid w:val="00D53CBA"/>
    <w:rsid w:val="00D61BB3"/>
    <w:rsid w:val="00D70243"/>
    <w:rsid w:val="00D71B4D"/>
    <w:rsid w:val="00D93D55"/>
    <w:rsid w:val="00DD3F72"/>
    <w:rsid w:val="00DD7B7F"/>
    <w:rsid w:val="00DF3E80"/>
    <w:rsid w:val="00E15015"/>
    <w:rsid w:val="00E31404"/>
    <w:rsid w:val="00E335FE"/>
    <w:rsid w:val="00E42E8E"/>
    <w:rsid w:val="00E42FB8"/>
    <w:rsid w:val="00E45755"/>
    <w:rsid w:val="00E55A68"/>
    <w:rsid w:val="00E82FE2"/>
    <w:rsid w:val="00EA6E55"/>
    <w:rsid w:val="00EA7D6E"/>
    <w:rsid w:val="00EB0274"/>
    <w:rsid w:val="00EB2F76"/>
    <w:rsid w:val="00EC43A5"/>
    <w:rsid w:val="00EC4E49"/>
    <w:rsid w:val="00ED77FB"/>
    <w:rsid w:val="00EE45FA"/>
    <w:rsid w:val="00F00089"/>
    <w:rsid w:val="00F043DE"/>
    <w:rsid w:val="00F23F48"/>
    <w:rsid w:val="00F3360D"/>
    <w:rsid w:val="00F66152"/>
    <w:rsid w:val="00F81AD1"/>
    <w:rsid w:val="00F9165B"/>
    <w:rsid w:val="00F939C5"/>
    <w:rsid w:val="00FA679E"/>
    <w:rsid w:val="00FC482F"/>
    <w:rsid w:val="00FC6F93"/>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cw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cws/en/taskforce/inde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en/work-program.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about-wipo/en/oversight/iaod/evaluatio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edocs/mdocs/govbody/en/wo_pbc_32/wo_pbc_32_3.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cws/en/taskforce/member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7AA77-56DF-4DE9-8042-DED92DF40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5</Pages>
  <Words>1863</Words>
  <Characters>10624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dc:title>
  <dc:subject>Proposal for survey on Office practices for Digital Transformation</dc:subject>
  <dc:creator>WIPO</dc:creator>
  <cp:keywords>FOR OFFICIAL USE ONLY</cp:keywords>
  <dc:description/>
  <cp:lastModifiedBy>CHAVAS Louison</cp:lastModifiedBy>
  <cp:revision>2</cp:revision>
  <cp:lastPrinted>2011-02-15T11:56:00Z</cp:lastPrinted>
  <dcterms:created xsi:type="dcterms:W3CDTF">2022-09-29T08:29:00Z</dcterms:created>
  <dcterms:modified xsi:type="dcterms:W3CDTF">2022-09-29T08:29:00Z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