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8C0B98">
            <w:pPr>
              <w:pStyle w:val="DocumentCodeAR"/>
              <w:bidi/>
            </w:pPr>
            <w:r>
              <w:t>A</w:t>
            </w:r>
            <w:r w:rsidR="00100F97">
              <w:t>/</w:t>
            </w:r>
            <w:r>
              <w:t>5</w:t>
            </w:r>
            <w:r w:rsidR="008C0B98">
              <w:t>2</w:t>
            </w:r>
            <w:r w:rsidR="00B6101C" w:rsidRPr="00B6101C">
              <w:t>/</w:t>
            </w:r>
            <w:r w:rsidR="00445393">
              <w:t>INF/2 PROV.1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539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445393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D593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D5938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F37E60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0B98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8C0B98">
        <w:rPr>
          <w:rFonts w:hint="cs"/>
          <w:rtl/>
        </w:rPr>
        <w:t>الثانية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8C0B9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C0B98">
        <w:rPr>
          <w:rFonts w:hint="cs"/>
          <w:rtl/>
        </w:rPr>
        <w:t>10</w:t>
      </w:r>
      <w:r>
        <w:rPr>
          <w:rFonts w:hint="cs"/>
          <w:rtl/>
        </w:rPr>
        <w:t xml:space="preserve"> إلى </w:t>
      </w:r>
      <w:r w:rsidR="008C0B98">
        <w:rPr>
          <w:rFonts w:hint="cs"/>
          <w:rtl/>
        </w:rPr>
        <w:t>12</w:t>
      </w:r>
      <w:r w:rsidRPr="00D61541">
        <w:rPr>
          <w:rFonts w:hint="cs"/>
          <w:rtl/>
        </w:rPr>
        <w:t xml:space="preserve"> </w:t>
      </w:r>
      <w:r w:rsidR="008C0B98">
        <w:rPr>
          <w:rFonts w:hint="cs"/>
          <w:rtl/>
        </w:rPr>
        <w:t>ديسمبر</w:t>
      </w:r>
      <w:r w:rsidRPr="00D61541">
        <w:rPr>
          <w:rFonts w:hint="cs"/>
          <w:rtl/>
        </w:rPr>
        <w:t xml:space="preserve">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15B1F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قائمة</w:t>
      </w:r>
      <w:proofErr w:type="gramEnd"/>
      <w:r>
        <w:rPr>
          <w:rFonts w:hint="cs"/>
          <w:rtl/>
        </w:rPr>
        <w:t xml:space="preserve"> بالوثائق التحضيرية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115B1F">
        <w:rPr>
          <w:rFonts w:hint="cs"/>
          <w:rtl/>
        </w:rPr>
        <w:t xml:space="preserve"> الأمانة</w:t>
      </w:r>
    </w:p>
    <w:tbl>
      <w:tblPr>
        <w:bidiVisual/>
        <w:tblW w:w="9747" w:type="dxa"/>
        <w:tblLayout w:type="fixed"/>
        <w:tblLook w:val="0000" w:firstRow="0" w:lastRow="0" w:firstColumn="0" w:lastColumn="0" w:noHBand="0" w:noVBand="0"/>
      </w:tblPr>
      <w:tblGrid>
        <w:gridCol w:w="108"/>
        <w:gridCol w:w="2302"/>
        <w:gridCol w:w="10"/>
        <w:gridCol w:w="98"/>
        <w:gridCol w:w="1983"/>
        <w:gridCol w:w="142"/>
        <w:gridCol w:w="4996"/>
        <w:gridCol w:w="108"/>
      </w:tblGrid>
      <w:tr w:rsidR="00115B1F" w:rsidRPr="00115B1F" w:rsidTr="00151F76">
        <w:trPr>
          <w:gridAfter w:val="1"/>
          <w:wAfter w:w="108" w:type="dxa"/>
          <w:cantSplit/>
          <w:trHeight w:val="57"/>
        </w:trPr>
        <w:tc>
          <w:tcPr>
            <w:tcW w:w="242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t>رمز</w:t>
            </w:r>
            <w:proofErr w:type="gramEnd"/>
            <w:r w:rsidRPr="00115B1F">
              <w:rPr>
                <w:rFonts w:hint="cs"/>
                <w:rtl/>
              </w:rPr>
              <w:t xml:space="preserve"> الوثيقة ورقمها التسلسلي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E462F6">
            <w:pPr>
              <w:pStyle w:val="NormalParaAR"/>
              <w:jc w:val="center"/>
            </w:pPr>
            <w:proofErr w:type="gramStart"/>
            <w:r w:rsidRPr="00115B1F">
              <w:rPr>
                <w:rFonts w:hint="cs"/>
                <w:rtl/>
              </w:rPr>
              <w:t>لغات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  <w:r w:rsidR="00F37E60" w:rsidRPr="009D5938">
              <w:rPr>
                <w:rStyle w:val="FootnoteReference"/>
                <w:sz w:val="36"/>
                <w:szCs w:val="36"/>
              </w:rPr>
              <w:footnoteReference w:customMarkFollows="1" w:id="1"/>
              <w:t>*</w:t>
            </w:r>
          </w:p>
        </w:tc>
        <w:tc>
          <w:tcPr>
            <w:tcW w:w="51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15B1F" w:rsidRPr="00115B1F" w:rsidRDefault="00115B1F" w:rsidP="009F364A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t>موضوع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</w:p>
        </w:tc>
      </w:tr>
      <w:tr w:rsidR="00115B1F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115B1F" w:rsidRPr="009D5938" w:rsidRDefault="00115B1F" w:rsidP="008C0B98">
            <w:pPr>
              <w:pStyle w:val="NormalParaAR"/>
            </w:pPr>
            <w:r w:rsidRPr="009D5938">
              <w:t>A/5</w:t>
            </w:r>
            <w:r w:rsidR="008C0B98" w:rsidRPr="009D5938">
              <w:t>2/INF/1</w:t>
            </w:r>
          </w:p>
        </w:tc>
        <w:tc>
          <w:tcPr>
            <w:tcW w:w="2081" w:type="dxa"/>
            <w:gridSpan w:val="2"/>
          </w:tcPr>
          <w:p w:rsidR="00115B1F" w:rsidRPr="009D5938" w:rsidRDefault="00115B1F" w:rsidP="00055804">
            <w:pPr>
              <w:pStyle w:val="NormalParaAR"/>
              <w:jc w:val="center"/>
            </w:pPr>
            <w:r w:rsidRPr="009D5938">
              <w:rPr>
                <w:rtl/>
              </w:rPr>
              <w:t>إ،</w:t>
            </w:r>
            <w:r w:rsidR="00E462F6" w:rsidRPr="009D5938">
              <w:rPr>
                <w:rtl/>
              </w:rPr>
              <w:t xml:space="preserve"> </w:t>
            </w:r>
            <w:r w:rsidRPr="009D5938">
              <w:rPr>
                <w:rtl/>
              </w:rPr>
              <w:t>ف</w:t>
            </w:r>
          </w:p>
        </w:tc>
        <w:tc>
          <w:tcPr>
            <w:tcW w:w="5138" w:type="dxa"/>
            <w:gridSpan w:val="2"/>
          </w:tcPr>
          <w:p w:rsidR="00115B1F" w:rsidRPr="009D5938" w:rsidRDefault="00115B1F" w:rsidP="009F364A">
            <w:pPr>
              <w:pStyle w:val="NormalParaAR"/>
              <w:rPr>
                <w:lang w:val="es-ES"/>
              </w:rPr>
            </w:pPr>
            <w:proofErr w:type="gramStart"/>
            <w:r w:rsidRPr="009D5938">
              <w:rPr>
                <w:rtl/>
              </w:rPr>
              <w:t>معلومات</w:t>
            </w:r>
            <w:proofErr w:type="gramEnd"/>
            <w:r w:rsidRPr="009D5938">
              <w:rPr>
                <w:rtl/>
              </w:rPr>
              <w:t xml:space="preserve"> عامة</w:t>
            </w:r>
            <w:r w:rsidRPr="009D5938">
              <w:rPr>
                <w:lang w:val="es-ES"/>
              </w:rPr>
              <w:t xml:space="preserve"> </w:t>
            </w:r>
          </w:p>
        </w:tc>
      </w:tr>
      <w:tr w:rsidR="00115B1F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115B1F" w:rsidRPr="009D5938" w:rsidRDefault="00115B1F" w:rsidP="008C0B98">
            <w:pPr>
              <w:pStyle w:val="NormalParaAR"/>
              <w:rPr>
                <w:lang w:val="es-ES"/>
              </w:rPr>
            </w:pPr>
            <w:r w:rsidRPr="009D5938">
              <w:rPr>
                <w:lang w:val="es-ES"/>
              </w:rPr>
              <w:t>A/5</w:t>
            </w:r>
            <w:r w:rsidR="008C0B98" w:rsidRPr="009D5938">
              <w:rPr>
                <w:lang w:val="es-ES"/>
              </w:rPr>
              <w:t>2</w:t>
            </w:r>
            <w:r w:rsidRPr="009D5938">
              <w:rPr>
                <w:lang w:val="es-ES"/>
              </w:rPr>
              <w:t>/INF/2 Prov.1</w:t>
            </w:r>
          </w:p>
        </w:tc>
        <w:tc>
          <w:tcPr>
            <w:tcW w:w="2081" w:type="dxa"/>
            <w:gridSpan w:val="2"/>
          </w:tcPr>
          <w:p w:rsidR="00115B1F" w:rsidRPr="009D5938" w:rsidRDefault="00A1737B" w:rsidP="00055804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إ، س، ص،</w:t>
            </w:r>
            <w:r w:rsidR="00055804" w:rsidRPr="009D5938">
              <w:rPr>
                <w:rtl/>
              </w:rPr>
              <w:t xml:space="preserve"> </w:t>
            </w:r>
            <w:r w:rsidRPr="009D5938">
              <w:rPr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115B1F" w:rsidRPr="009D5938" w:rsidRDefault="00115B1F" w:rsidP="009F364A">
            <w:pPr>
              <w:pStyle w:val="NormalParaAR"/>
            </w:pPr>
            <w:proofErr w:type="gramStart"/>
            <w:r w:rsidRPr="009D5938">
              <w:rPr>
                <w:rtl/>
              </w:rPr>
              <w:t>قائمة</w:t>
            </w:r>
            <w:proofErr w:type="gramEnd"/>
            <w:r w:rsidRPr="009D5938">
              <w:rPr>
                <w:rtl/>
              </w:rPr>
              <w:t xml:space="preserve"> بالوثائق التحضيرية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A1737B" w:rsidRPr="009D5938" w:rsidRDefault="00A1737B" w:rsidP="008C0B98">
            <w:pPr>
              <w:pStyle w:val="NormalParaAR"/>
            </w:pPr>
            <w:r w:rsidRPr="009D5938">
              <w:t>A/5</w:t>
            </w:r>
            <w:r w:rsidR="008C0B98" w:rsidRPr="009D5938">
              <w:t>2</w:t>
            </w:r>
            <w:r w:rsidRPr="009D5938">
              <w:t>/1 Prov.</w:t>
            </w:r>
            <w:r w:rsidR="008C0B98" w:rsidRPr="009D5938">
              <w:t>4</w:t>
            </w:r>
          </w:p>
        </w:tc>
        <w:tc>
          <w:tcPr>
            <w:tcW w:w="2081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A1737B" w:rsidP="009F364A">
            <w:pPr>
              <w:pStyle w:val="NormalParaAR"/>
            </w:pPr>
            <w:r w:rsidRPr="009D5938">
              <w:rPr>
                <w:rtl/>
              </w:rPr>
              <w:t xml:space="preserve">مشروع جدول الأعمال الموحد </w:t>
            </w:r>
            <w:proofErr w:type="gramStart"/>
            <w:r w:rsidRPr="009D5938">
              <w:rPr>
                <w:rtl/>
              </w:rPr>
              <w:t>والمفصّل</w:t>
            </w:r>
            <w:proofErr w:type="gramEnd"/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A1737B" w:rsidRPr="009D5938" w:rsidRDefault="00A1737B" w:rsidP="008C0B98">
            <w:pPr>
              <w:pStyle w:val="NormalParaAR"/>
            </w:pPr>
            <w:r w:rsidRPr="009D5938">
              <w:t>A/5</w:t>
            </w:r>
            <w:r w:rsidR="008C0B98" w:rsidRPr="009D5938">
              <w:t>2</w:t>
            </w:r>
            <w:r w:rsidRPr="009D5938">
              <w:t>/2</w:t>
            </w:r>
          </w:p>
        </w:tc>
        <w:tc>
          <w:tcPr>
            <w:tcW w:w="2081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8C0B98" w:rsidP="008C0B98">
            <w:pPr>
              <w:pStyle w:val="NormalParaAR"/>
            </w:pPr>
            <w:proofErr w:type="gramStart"/>
            <w:r w:rsidRPr="009D5938">
              <w:rPr>
                <w:rtl/>
              </w:rPr>
              <w:t>اقتراح</w:t>
            </w:r>
            <w:proofErr w:type="gramEnd"/>
            <w:r w:rsidRPr="009D5938">
              <w:rPr>
                <w:rtl/>
              </w:rPr>
              <w:t xml:space="preserve"> من مجموعة بلدان أمريكا اللاتينية والكاريبي بشأن البرنامج 20 من اقتراح البرنامج والميزانية للثنائية 2014/15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A1737B" w:rsidP="008C0B98">
            <w:pPr>
              <w:pStyle w:val="NormalParaAR"/>
            </w:pPr>
            <w:r w:rsidRPr="009D5938">
              <w:t>A/5</w:t>
            </w:r>
            <w:r w:rsidR="008C0B98" w:rsidRPr="009D5938">
              <w:t>2</w:t>
            </w:r>
            <w:r w:rsidRPr="009D5938">
              <w:t>/3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8C0B98" w:rsidP="009F364A">
            <w:pPr>
              <w:pStyle w:val="NormalParaAR"/>
            </w:pPr>
            <w:r w:rsidRPr="009D5938">
              <w:rPr>
                <w:rtl/>
              </w:rPr>
              <w:t>اقتراح من الصين بشأن "السياسات العامة للويبو بشأن إدارة المكاتب الخارجية</w:t>
            </w:r>
            <w:r w:rsidR="00F37E60" w:rsidRPr="009D5938">
              <w:rPr>
                <w:rtl/>
              </w:rPr>
              <w:t>"</w:t>
            </w:r>
          </w:p>
        </w:tc>
      </w:tr>
      <w:tr w:rsidR="007C7102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091" w:type="dxa"/>
            <w:gridSpan w:val="3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*****</w:t>
            </w:r>
          </w:p>
        </w:tc>
      </w:tr>
      <w:tr w:rsidR="007C7102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091" w:type="dxa"/>
            <w:gridSpan w:val="3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7C7102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091" w:type="dxa"/>
            <w:gridSpan w:val="3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7C7102" w:rsidRPr="009D5938" w:rsidRDefault="007C7102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151F76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091" w:type="dxa"/>
            <w:gridSpan w:val="3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151F76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091" w:type="dxa"/>
            <w:gridSpan w:val="3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151F76" w:rsidRPr="00115B1F" w:rsidTr="0005503D">
        <w:trPr>
          <w:gridAfter w:val="1"/>
          <w:wAfter w:w="108" w:type="dxa"/>
          <w:cantSplit/>
          <w:trHeight w:val="57"/>
        </w:trPr>
        <w:tc>
          <w:tcPr>
            <w:tcW w:w="242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lastRenderedPageBreak/>
              <w:t>رمز</w:t>
            </w:r>
            <w:proofErr w:type="gramEnd"/>
            <w:r w:rsidRPr="00115B1F">
              <w:rPr>
                <w:rFonts w:hint="cs"/>
                <w:rtl/>
              </w:rPr>
              <w:t xml:space="preserve"> الوثيقة ورقمها التسلسلي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  <w:jc w:val="center"/>
            </w:pPr>
            <w:proofErr w:type="gramStart"/>
            <w:r w:rsidRPr="00115B1F">
              <w:rPr>
                <w:rFonts w:hint="cs"/>
                <w:rtl/>
              </w:rPr>
              <w:t>لغات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  <w:r w:rsidRPr="009D5938">
              <w:rPr>
                <w:rStyle w:val="FootnoteReference"/>
                <w:sz w:val="36"/>
                <w:szCs w:val="36"/>
              </w:rPr>
              <w:footnoteReference w:customMarkFollows="1" w:id="2"/>
              <w:t>*</w:t>
            </w:r>
          </w:p>
        </w:tc>
        <w:tc>
          <w:tcPr>
            <w:tcW w:w="51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t>موضوع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</w:p>
        </w:tc>
      </w:tr>
      <w:tr w:rsidR="00151F76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091" w:type="dxa"/>
            <w:gridSpan w:val="3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151F76" w:rsidRPr="009D5938" w:rsidRDefault="00151F76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8C0B98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WO/GA/44/1</w:t>
            </w:r>
          </w:p>
        </w:tc>
        <w:tc>
          <w:tcPr>
            <w:tcW w:w="2091" w:type="dxa"/>
            <w:gridSpan w:val="3"/>
          </w:tcPr>
          <w:p w:rsidR="00A1737B" w:rsidRPr="009D5938" w:rsidRDefault="008C0B98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38" w:type="dxa"/>
            <w:gridSpan w:val="2"/>
          </w:tcPr>
          <w:p w:rsidR="00A1737B" w:rsidRPr="009D5938" w:rsidRDefault="00433B63" w:rsidP="008C0B98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من المجموعة باء بشأن "قرار الجمعية العامة فيما يخص القرار الذي اتخذته لجنة التنسيق بشأن المكاتب الخارجية أثناء دورتها السابعة والستين (الدورة العادية الرابعة والأربعون)"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A1737B" w:rsidP="00433B63">
            <w:pPr>
              <w:pStyle w:val="NormalParaAR"/>
            </w:pPr>
            <w:r w:rsidRPr="009D5938">
              <w:t>WO/GA/4</w:t>
            </w:r>
            <w:r w:rsidR="00433B63" w:rsidRPr="009D5938">
              <w:t>4</w:t>
            </w:r>
            <w:r w:rsidRPr="009D5938">
              <w:t>/2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433B63" w:rsidP="009F364A">
            <w:pPr>
              <w:pStyle w:val="NormalParaAR"/>
              <w:rPr>
                <w:bCs/>
              </w:rPr>
            </w:pPr>
            <w:r w:rsidRPr="009D5938">
              <w:rPr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A1737B" w:rsidP="00433B63">
            <w:pPr>
              <w:pStyle w:val="NormalParaAR"/>
            </w:pPr>
            <w:r w:rsidRPr="009D5938">
              <w:t>WO/GA/4</w:t>
            </w:r>
            <w:r w:rsidR="00433B63" w:rsidRPr="009D5938">
              <w:t>4</w:t>
            </w:r>
            <w:r w:rsidRPr="009D5938">
              <w:t>/3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621B9F" w:rsidRPr="009D5938" w:rsidRDefault="00433B63" w:rsidP="00404559">
            <w:pPr>
              <w:pStyle w:val="NormalParaAR"/>
            </w:pPr>
            <w:proofErr w:type="spellStart"/>
            <w:r w:rsidRPr="009D5938">
              <w:rPr>
                <w:rtl/>
              </w:rPr>
              <w:t>الحوكمة</w:t>
            </w:r>
            <w:proofErr w:type="spellEnd"/>
            <w:r w:rsidRPr="009D5938">
              <w:rPr>
                <w:rtl/>
              </w:rPr>
              <w:t xml:space="preserve"> في الويبو</w:t>
            </w:r>
          </w:p>
        </w:tc>
      </w:tr>
      <w:tr w:rsidR="00404559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404559" w:rsidRPr="009D5938" w:rsidRDefault="00404559" w:rsidP="00404559">
            <w:pPr>
              <w:pStyle w:val="NormalParaAR"/>
            </w:pPr>
            <w:r w:rsidRPr="009D5938">
              <w:t>WO/GA/44/</w:t>
            </w:r>
            <w:r w:rsidRPr="009D5938">
              <w:t>4</w:t>
            </w:r>
          </w:p>
        </w:tc>
        <w:tc>
          <w:tcPr>
            <w:tcW w:w="2081" w:type="dxa"/>
            <w:gridSpan w:val="2"/>
          </w:tcPr>
          <w:p w:rsidR="00404559" w:rsidRPr="009D5938" w:rsidRDefault="00404559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38" w:type="dxa"/>
            <w:gridSpan w:val="2"/>
          </w:tcPr>
          <w:p w:rsidR="00404559" w:rsidRPr="009D5938" w:rsidRDefault="00EB5737" w:rsidP="00EB5737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 xml:space="preserve">تقرير </w:t>
            </w:r>
            <w:proofErr w:type="gramStart"/>
            <w:r w:rsidRPr="009D5938">
              <w:rPr>
                <w:rtl/>
              </w:rPr>
              <w:t>عن</w:t>
            </w:r>
            <w:proofErr w:type="gramEnd"/>
            <w:r w:rsidRPr="009D5938">
              <w:rPr>
                <w:rtl/>
              </w:rPr>
              <w:t xml:space="preserve"> عمل اللجنة الدائمة المعنية بحق المؤلف والحقوق المجاورة</w:t>
            </w:r>
          </w:p>
        </w:tc>
      </w:tr>
      <w:tr w:rsidR="00404559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404559" w:rsidRPr="009D5938" w:rsidRDefault="00404559" w:rsidP="00404559">
            <w:pPr>
              <w:pStyle w:val="NormalParaAR"/>
            </w:pPr>
            <w:r w:rsidRPr="009D5938">
              <w:t>WO/GA/44/</w:t>
            </w:r>
            <w:r w:rsidRPr="009D5938">
              <w:t>5</w:t>
            </w:r>
          </w:p>
        </w:tc>
        <w:tc>
          <w:tcPr>
            <w:tcW w:w="2081" w:type="dxa"/>
            <w:gridSpan w:val="2"/>
          </w:tcPr>
          <w:p w:rsidR="00404559" w:rsidRPr="009D5938" w:rsidRDefault="00404559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38" w:type="dxa"/>
            <w:gridSpan w:val="2"/>
          </w:tcPr>
          <w:p w:rsidR="00404559" w:rsidRPr="009D5938" w:rsidRDefault="00EB5737" w:rsidP="00912D8D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تقارير عن لجان الويبو الأخرى: اللجنة المعنية بمعايير الويبو (لجنة المعايير)</w:t>
            </w:r>
          </w:p>
        </w:tc>
      </w:tr>
      <w:tr w:rsidR="00EB5737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EB5737" w:rsidRPr="009D5938" w:rsidRDefault="00EB5737" w:rsidP="00912D8D">
            <w:pPr>
              <w:pStyle w:val="NormalParaAR"/>
            </w:pPr>
          </w:p>
        </w:tc>
        <w:tc>
          <w:tcPr>
            <w:tcW w:w="2081" w:type="dxa"/>
            <w:gridSpan w:val="2"/>
          </w:tcPr>
          <w:p w:rsidR="00EB5737" w:rsidRPr="009D5938" w:rsidRDefault="00EB5737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38" w:type="dxa"/>
            <w:gridSpan w:val="2"/>
          </w:tcPr>
          <w:p w:rsidR="00EB5737" w:rsidRPr="009D5938" w:rsidRDefault="00EB5737" w:rsidP="00912D8D">
            <w:pPr>
              <w:pStyle w:val="NormalParaAR"/>
              <w:rPr>
                <w:rtl/>
              </w:rPr>
            </w:pPr>
            <w:r w:rsidRPr="009D5938">
              <w:rPr>
                <w:rtl/>
              </w:rPr>
              <w:t>*****</w:t>
            </w:r>
          </w:p>
        </w:tc>
      </w:tr>
      <w:tr w:rsidR="006C7E6E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6C7E6E" w:rsidRPr="009D5938" w:rsidRDefault="006C7E6E" w:rsidP="00912D8D">
            <w:pPr>
              <w:pStyle w:val="NormalParaAR"/>
            </w:pPr>
            <w:r w:rsidRPr="009D5938">
              <w:t>A/51/INF/6</w:t>
            </w:r>
          </w:p>
        </w:tc>
        <w:tc>
          <w:tcPr>
            <w:tcW w:w="2081" w:type="dxa"/>
            <w:gridSpan w:val="2"/>
          </w:tcPr>
          <w:p w:rsidR="006C7E6E" w:rsidRPr="009D5938" w:rsidRDefault="006C7E6E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38" w:type="dxa"/>
            <w:gridSpan w:val="2"/>
          </w:tcPr>
          <w:p w:rsidR="006C7E6E" w:rsidRPr="009D5938" w:rsidRDefault="006C7E6E" w:rsidP="00912D8D">
            <w:pPr>
              <w:pStyle w:val="NormalParaAR"/>
            </w:pPr>
            <w:proofErr w:type="gramStart"/>
            <w:r w:rsidRPr="009D5938">
              <w:rPr>
                <w:rtl/>
              </w:rPr>
              <w:t>ورقة</w:t>
            </w:r>
            <w:proofErr w:type="gramEnd"/>
            <w:r w:rsidRPr="009D5938">
              <w:rPr>
                <w:rtl/>
              </w:rPr>
              <w:t xml:space="preserve"> إعلامية عن المكاتب الخارجية</w:t>
            </w:r>
          </w:p>
        </w:tc>
      </w:tr>
      <w:tr w:rsidR="006C7E6E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20" w:type="dxa"/>
            <w:gridSpan w:val="3"/>
          </w:tcPr>
          <w:p w:rsidR="006C7E6E" w:rsidRPr="009D5938" w:rsidRDefault="006C7E6E" w:rsidP="00404559">
            <w:pPr>
              <w:pStyle w:val="NormalParaAR"/>
            </w:pPr>
            <w:r w:rsidRPr="009D5938">
              <w:t>A/51/INF/6 Add</w:t>
            </w:r>
            <w:r w:rsidR="004F137C" w:rsidRPr="009D5938">
              <w:t>.</w:t>
            </w:r>
          </w:p>
        </w:tc>
        <w:tc>
          <w:tcPr>
            <w:tcW w:w="2081" w:type="dxa"/>
            <w:gridSpan w:val="2"/>
          </w:tcPr>
          <w:p w:rsidR="006C7E6E" w:rsidRPr="009D5938" w:rsidRDefault="006C7E6E" w:rsidP="00912D8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38" w:type="dxa"/>
            <w:gridSpan w:val="2"/>
          </w:tcPr>
          <w:p w:rsidR="006C7E6E" w:rsidRPr="009D5938" w:rsidRDefault="006C7E6E" w:rsidP="006C7E6E">
            <w:pPr>
              <w:pStyle w:val="NormalParaAR"/>
            </w:pPr>
            <w:r w:rsidRPr="009D5938">
              <w:rPr>
                <w:rtl/>
              </w:rPr>
              <w:t xml:space="preserve">إضافة إلى ورقة إعلامية </w:t>
            </w:r>
            <w:proofErr w:type="gramStart"/>
            <w:r w:rsidRPr="009D5938">
              <w:rPr>
                <w:rtl/>
              </w:rPr>
              <w:t>عن</w:t>
            </w:r>
            <w:proofErr w:type="gramEnd"/>
            <w:r w:rsidRPr="009D5938">
              <w:rPr>
                <w:rtl/>
              </w:rPr>
              <w:t xml:space="preserve"> المكاتب الخارجية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6C7E6E" w:rsidP="006C7E6E">
            <w:pPr>
              <w:pStyle w:val="NormalParaAR"/>
            </w:pPr>
            <w:r w:rsidRPr="009D5938">
              <w:t>A/51/INF/6 Add.2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621B9F" w:rsidP="009F364A">
            <w:pPr>
              <w:pStyle w:val="NormalParaAR"/>
            </w:pPr>
            <w:r w:rsidRPr="009D5938">
              <w:rPr>
                <w:rtl/>
              </w:rPr>
              <w:t xml:space="preserve">إضافة إلى ورقة إعلامية </w:t>
            </w:r>
            <w:proofErr w:type="gramStart"/>
            <w:r w:rsidRPr="009D5938">
              <w:rPr>
                <w:rtl/>
              </w:rPr>
              <w:t>عن</w:t>
            </w:r>
            <w:proofErr w:type="gramEnd"/>
            <w:r w:rsidRPr="009D5938">
              <w:rPr>
                <w:rtl/>
              </w:rPr>
              <w:t xml:space="preserve"> المكاتب الخارجية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8C6A61" w:rsidP="008C6A61">
            <w:pPr>
              <w:pStyle w:val="NormalParaAR"/>
            </w:pPr>
            <w:r w:rsidRPr="009D5938">
              <w:t>A/51/INF/6 Add.3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8C6A61" w:rsidP="009F364A">
            <w:pPr>
              <w:pStyle w:val="NormalParaAR"/>
            </w:pPr>
            <w:r w:rsidRPr="009D5938">
              <w:rPr>
                <w:rtl/>
              </w:rPr>
              <w:t xml:space="preserve">إضافة إلى ورقة إعلامية </w:t>
            </w:r>
            <w:proofErr w:type="gramStart"/>
            <w:r w:rsidRPr="009D5938">
              <w:rPr>
                <w:rtl/>
              </w:rPr>
              <w:t>عن</w:t>
            </w:r>
            <w:proofErr w:type="gramEnd"/>
            <w:r w:rsidRPr="009D5938">
              <w:rPr>
                <w:rtl/>
              </w:rPr>
              <w:t xml:space="preserve"> المكاتب الخارجية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8C6A61" w:rsidP="008C6A61">
            <w:pPr>
              <w:pStyle w:val="NormalParaAR"/>
              <w:rPr>
                <w:lang w:val="es-ES"/>
              </w:rPr>
            </w:pPr>
            <w:r w:rsidRPr="009D5938">
              <w:rPr>
                <w:lang w:val="es-ES"/>
              </w:rPr>
              <w:t>A/51/7 Rev.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8C6A61" w:rsidP="009F364A">
            <w:pPr>
              <w:pStyle w:val="NormalParaAR"/>
            </w:pPr>
            <w:proofErr w:type="gramStart"/>
            <w:r w:rsidRPr="009D5938">
              <w:rPr>
                <w:rtl/>
              </w:rPr>
              <w:t>اقتراح</w:t>
            </w:r>
            <w:proofErr w:type="gramEnd"/>
            <w:r w:rsidRPr="009D5938">
              <w:rPr>
                <w:rtl/>
              </w:rPr>
              <w:t xml:space="preserve"> البرنامج والميزانية للثنائية 2014/15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8C6A61" w:rsidP="004F137C">
            <w:pPr>
              <w:pStyle w:val="NormalParaAR"/>
            </w:pPr>
            <w:r w:rsidRPr="009D5938">
              <w:t>A/51/13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8C6A61" w:rsidP="008C6A61">
            <w:pPr>
              <w:pStyle w:val="NormalParaAR"/>
            </w:pPr>
            <w:r w:rsidRPr="009D5938">
              <w:rPr>
                <w:rtl/>
              </w:rPr>
              <w:t xml:space="preserve">ملخص القرارات والتوصيات الصادرة عن لجنة البرنامج والميزانية </w:t>
            </w:r>
            <w:proofErr w:type="gramStart"/>
            <w:r w:rsidRPr="009D5938">
              <w:rPr>
                <w:rtl/>
              </w:rPr>
              <w:t>في</w:t>
            </w:r>
            <w:proofErr w:type="gramEnd"/>
            <w:r w:rsidRPr="009D5938">
              <w:rPr>
                <w:rtl/>
              </w:rPr>
              <w:t xml:space="preserve"> دورتها العشرين (من 8 إلى 12 يوليو 2013)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8C6A61" w:rsidP="008C6A61">
            <w:pPr>
              <w:pStyle w:val="NormalParaAR"/>
            </w:pPr>
            <w:r w:rsidRPr="009D5938">
              <w:t>A/51/14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8C6A61" w:rsidP="009F364A">
            <w:pPr>
              <w:pStyle w:val="NormalParaAR"/>
            </w:pPr>
            <w:r w:rsidRPr="009D5938">
              <w:rPr>
                <w:rtl/>
              </w:rPr>
              <w:t xml:space="preserve">ملخص القرارات والتوصيات الصادرة عن لجنة البرنامج والميزانية </w:t>
            </w:r>
            <w:proofErr w:type="gramStart"/>
            <w:r w:rsidRPr="009D5938">
              <w:rPr>
                <w:rtl/>
              </w:rPr>
              <w:t>في</w:t>
            </w:r>
            <w:proofErr w:type="gramEnd"/>
            <w:r w:rsidRPr="009D5938">
              <w:rPr>
                <w:rtl/>
              </w:rPr>
              <w:t xml:space="preserve"> دورتها الحادية والعشرين (من 9 إلى 13 سبتمبر 2013)</w:t>
            </w:r>
          </w:p>
        </w:tc>
      </w:tr>
      <w:tr w:rsidR="00A1737B" w:rsidRPr="009D5938" w:rsidTr="00151F76">
        <w:trPr>
          <w:gridAfter w:val="1"/>
          <w:wAfter w:w="108" w:type="dxa"/>
          <w:cantSplit/>
          <w:trHeight w:val="170"/>
        </w:trPr>
        <w:tc>
          <w:tcPr>
            <w:tcW w:w="2410" w:type="dxa"/>
            <w:gridSpan w:val="2"/>
          </w:tcPr>
          <w:p w:rsidR="00A1737B" w:rsidRPr="009D5938" w:rsidRDefault="008C6A61" w:rsidP="008C6A61">
            <w:pPr>
              <w:pStyle w:val="NormalParaAR"/>
            </w:pPr>
            <w:r w:rsidRPr="009D5938">
              <w:t>A/51/20 Prov.1</w:t>
            </w:r>
          </w:p>
        </w:tc>
        <w:tc>
          <w:tcPr>
            <w:tcW w:w="2091" w:type="dxa"/>
            <w:gridSpan w:val="3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38" w:type="dxa"/>
            <w:gridSpan w:val="2"/>
          </w:tcPr>
          <w:p w:rsidR="00A1737B" w:rsidRPr="009D5938" w:rsidRDefault="0053172E" w:rsidP="009F364A">
            <w:pPr>
              <w:pStyle w:val="NormalParaAR"/>
              <w:rPr>
                <w:rtl/>
              </w:rPr>
            </w:pPr>
            <w:proofErr w:type="gramStart"/>
            <w:r w:rsidRPr="009D5938">
              <w:rPr>
                <w:rtl/>
              </w:rPr>
              <w:t>مشروع</w:t>
            </w:r>
            <w:proofErr w:type="gramEnd"/>
            <w:r w:rsidRPr="009D5938">
              <w:rPr>
                <w:rtl/>
              </w:rPr>
              <w:t xml:space="preserve"> التقرير العام</w:t>
            </w:r>
          </w:p>
        </w:tc>
      </w:tr>
      <w:tr w:rsidR="007C7102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7C7102" w:rsidRPr="009D5938" w:rsidRDefault="007C7102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7C7102" w:rsidRPr="009D5938" w:rsidRDefault="007C7102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4" w:type="dxa"/>
            <w:gridSpan w:val="2"/>
          </w:tcPr>
          <w:p w:rsidR="007C7102" w:rsidRPr="009D5938" w:rsidRDefault="007C7102" w:rsidP="004312A1">
            <w:pPr>
              <w:pStyle w:val="NormalParaAR"/>
              <w:rPr>
                <w:rtl/>
              </w:rPr>
            </w:pPr>
            <w:r w:rsidRPr="009D5938">
              <w:t>*****</w:t>
            </w:r>
          </w:p>
        </w:tc>
      </w:tr>
      <w:tr w:rsidR="00A1737B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WO/GA/43/12</w:t>
            </w:r>
          </w:p>
        </w:tc>
        <w:tc>
          <w:tcPr>
            <w:tcW w:w="2125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151F76" w:rsidRPr="00115B1F" w:rsidTr="0005503D">
        <w:trPr>
          <w:gridAfter w:val="1"/>
          <w:wAfter w:w="108" w:type="dxa"/>
          <w:cantSplit/>
          <w:trHeight w:val="57"/>
        </w:trPr>
        <w:tc>
          <w:tcPr>
            <w:tcW w:w="242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lastRenderedPageBreak/>
              <w:t>رمز</w:t>
            </w:r>
            <w:proofErr w:type="gramEnd"/>
            <w:r w:rsidRPr="00115B1F">
              <w:rPr>
                <w:rFonts w:hint="cs"/>
                <w:rtl/>
              </w:rPr>
              <w:t xml:space="preserve"> الوثيقة ورقمها التسلسلي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  <w:jc w:val="center"/>
            </w:pPr>
            <w:proofErr w:type="gramStart"/>
            <w:r w:rsidRPr="00115B1F">
              <w:rPr>
                <w:rFonts w:hint="cs"/>
                <w:rtl/>
              </w:rPr>
              <w:t>لغات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  <w:r w:rsidRPr="009D5938">
              <w:rPr>
                <w:rStyle w:val="FootnoteReference"/>
                <w:sz w:val="36"/>
                <w:szCs w:val="36"/>
              </w:rPr>
              <w:footnoteReference w:customMarkFollows="1" w:id="3"/>
              <w:t>*</w:t>
            </w:r>
          </w:p>
        </w:tc>
        <w:tc>
          <w:tcPr>
            <w:tcW w:w="51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t>موضوع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</w:p>
        </w:tc>
      </w:tr>
      <w:tr w:rsidR="00151F76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151F76" w:rsidRPr="009D5938" w:rsidRDefault="00151F76" w:rsidP="004312A1">
            <w:pPr>
              <w:pStyle w:val="NormalParaAR"/>
            </w:pPr>
          </w:p>
        </w:tc>
        <w:tc>
          <w:tcPr>
            <w:tcW w:w="2125" w:type="dxa"/>
            <w:gridSpan w:val="2"/>
          </w:tcPr>
          <w:p w:rsidR="00151F76" w:rsidRPr="009D5938" w:rsidRDefault="00151F76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4" w:type="dxa"/>
            <w:gridSpan w:val="2"/>
          </w:tcPr>
          <w:p w:rsidR="00151F76" w:rsidRPr="009D5938" w:rsidRDefault="00151F76" w:rsidP="004312A1">
            <w:pPr>
              <w:pStyle w:val="NormalParaAR"/>
              <w:rPr>
                <w:rtl/>
              </w:rPr>
            </w:pPr>
          </w:p>
        </w:tc>
      </w:tr>
      <w:tr w:rsidR="00A1737B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WO/GA/43/13</w:t>
            </w:r>
          </w:p>
        </w:tc>
        <w:tc>
          <w:tcPr>
            <w:tcW w:w="2125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 xml:space="preserve">تقرير </w:t>
            </w:r>
            <w:proofErr w:type="gramStart"/>
            <w:r w:rsidRPr="009D5938">
              <w:rPr>
                <w:rtl/>
              </w:rPr>
              <w:t>عن</w:t>
            </w:r>
            <w:proofErr w:type="gramEnd"/>
            <w:r w:rsidRPr="009D5938">
              <w:rPr>
                <w:rtl/>
              </w:rPr>
              <w:t xml:space="preserve"> عمل اللجنة الدائمة المعنية بحق المؤلف والحقوق المجاورة</w:t>
            </w:r>
          </w:p>
        </w:tc>
      </w:tr>
      <w:tr w:rsidR="00A1737B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WO/GA/43/16</w:t>
            </w:r>
          </w:p>
        </w:tc>
        <w:tc>
          <w:tcPr>
            <w:tcW w:w="2125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>تقارير عن لجان الويبو الأخرى</w:t>
            </w:r>
          </w:p>
        </w:tc>
      </w:tr>
      <w:tr w:rsidR="00A1737B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A1737B" w:rsidRPr="009D5938" w:rsidRDefault="00A1737B" w:rsidP="004312A1">
            <w:pPr>
              <w:pStyle w:val="NormalParaAR"/>
            </w:pPr>
            <w:r w:rsidRPr="009D5938">
              <w:t>WO/GA/43/18</w:t>
            </w:r>
          </w:p>
        </w:tc>
        <w:tc>
          <w:tcPr>
            <w:tcW w:w="2125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  <w:gridSpan w:val="2"/>
          </w:tcPr>
          <w:p w:rsidR="00A1737B" w:rsidRPr="009D5938" w:rsidRDefault="00A1737B" w:rsidP="004312A1">
            <w:pPr>
              <w:pStyle w:val="NormalParaAR"/>
            </w:pPr>
            <w:r w:rsidRPr="009D5938">
              <w:rPr>
                <w:rtl/>
              </w:rPr>
              <w:t>الحوكمة في الويبو</w:t>
            </w:r>
          </w:p>
        </w:tc>
      </w:tr>
      <w:tr w:rsidR="004312A1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4312A1" w:rsidRPr="009D5938" w:rsidRDefault="004A33FF" w:rsidP="004A33FF">
            <w:pPr>
              <w:pStyle w:val="NormalParaAR"/>
            </w:pPr>
            <w:r w:rsidRPr="009D5938">
              <w:rPr>
                <w:bCs/>
              </w:rPr>
              <w:t>WO/GA/43/22 Prov.1</w:t>
            </w:r>
          </w:p>
        </w:tc>
        <w:tc>
          <w:tcPr>
            <w:tcW w:w="2125" w:type="dxa"/>
            <w:gridSpan w:val="2"/>
          </w:tcPr>
          <w:p w:rsidR="004312A1" w:rsidRPr="009D5938" w:rsidRDefault="004312A1" w:rsidP="00055804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4312A1" w:rsidRPr="009D5938" w:rsidRDefault="004A33FF" w:rsidP="004A33FF">
            <w:pPr>
              <w:pStyle w:val="NormalParaAR"/>
            </w:pPr>
            <w:proofErr w:type="gramStart"/>
            <w:r w:rsidRPr="009D5938">
              <w:rPr>
                <w:rtl/>
              </w:rPr>
              <w:t>مشروع</w:t>
            </w:r>
            <w:proofErr w:type="gramEnd"/>
            <w:r w:rsidRPr="009D5938">
              <w:rPr>
                <w:rtl/>
              </w:rPr>
              <w:t xml:space="preserve"> ال</w:t>
            </w:r>
            <w:r w:rsidR="004312A1" w:rsidRPr="009D5938">
              <w:rPr>
                <w:rtl/>
              </w:rPr>
              <w:t xml:space="preserve">تقرير </w:t>
            </w:r>
          </w:p>
        </w:tc>
      </w:tr>
      <w:tr w:rsidR="007C7102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7C7102" w:rsidRPr="009D5938" w:rsidRDefault="007C7102" w:rsidP="004A33FF">
            <w:pPr>
              <w:pStyle w:val="NormalParaAR"/>
              <w:rPr>
                <w:bCs/>
              </w:rPr>
            </w:pPr>
          </w:p>
        </w:tc>
        <w:tc>
          <w:tcPr>
            <w:tcW w:w="2125" w:type="dxa"/>
            <w:gridSpan w:val="2"/>
          </w:tcPr>
          <w:p w:rsidR="007C7102" w:rsidRPr="009D5938" w:rsidRDefault="007C7102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4" w:type="dxa"/>
            <w:gridSpan w:val="2"/>
          </w:tcPr>
          <w:p w:rsidR="007C7102" w:rsidRPr="009D5938" w:rsidRDefault="007C7102" w:rsidP="007C7102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*****</w:t>
            </w:r>
          </w:p>
        </w:tc>
      </w:tr>
      <w:tr w:rsidR="00A1737B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A1737B" w:rsidRPr="009D5938" w:rsidRDefault="00A1737B" w:rsidP="007C7102">
            <w:pPr>
              <w:pStyle w:val="NormalParaAR"/>
            </w:pPr>
            <w:r w:rsidRPr="009D5938">
              <w:rPr>
                <w:bCs/>
              </w:rPr>
              <w:t>WO/</w:t>
            </w:r>
            <w:r w:rsidR="004A33FF" w:rsidRPr="009D5938">
              <w:rPr>
                <w:bCs/>
              </w:rPr>
              <w:t>CF</w:t>
            </w:r>
            <w:r w:rsidRPr="009D5938">
              <w:rPr>
                <w:bCs/>
              </w:rPr>
              <w:t>/</w:t>
            </w:r>
            <w:r w:rsidR="007C7102" w:rsidRPr="009D5938">
              <w:rPr>
                <w:bCs/>
              </w:rPr>
              <w:t>3</w:t>
            </w:r>
            <w:r w:rsidRPr="009D5938">
              <w:rPr>
                <w:bCs/>
              </w:rPr>
              <w:t>3/</w:t>
            </w:r>
            <w:r w:rsidR="007C7102" w:rsidRPr="009D5938">
              <w:rPr>
                <w:bCs/>
              </w:rPr>
              <w:t>1</w:t>
            </w:r>
            <w:r w:rsidR="004A33FF" w:rsidRPr="009D5938">
              <w:rPr>
                <w:bCs/>
              </w:rPr>
              <w:t xml:space="preserve"> Prov.</w:t>
            </w:r>
          </w:p>
        </w:tc>
        <w:tc>
          <w:tcPr>
            <w:tcW w:w="2125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  <w:gridSpan w:val="2"/>
          </w:tcPr>
          <w:p w:rsidR="00A1737B" w:rsidRPr="009D5938" w:rsidRDefault="00733825" w:rsidP="004312A1">
            <w:pPr>
              <w:pStyle w:val="NormalParaAR"/>
              <w:rPr>
                <w:b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7C7102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7C7102" w:rsidRPr="009D5938" w:rsidRDefault="007C7102" w:rsidP="004312A1">
            <w:pPr>
              <w:pStyle w:val="NormalParaAR"/>
              <w:rPr>
                <w:bCs/>
              </w:rPr>
            </w:pPr>
          </w:p>
        </w:tc>
        <w:tc>
          <w:tcPr>
            <w:tcW w:w="2125" w:type="dxa"/>
            <w:gridSpan w:val="2"/>
          </w:tcPr>
          <w:p w:rsidR="007C7102" w:rsidRPr="009D5938" w:rsidRDefault="007C7102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4" w:type="dxa"/>
            <w:gridSpan w:val="2"/>
          </w:tcPr>
          <w:p w:rsidR="007C7102" w:rsidRPr="009D5938" w:rsidRDefault="007C7102" w:rsidP="004312A1">
            <w:pPr>
              <w:pStyle w:val="NormalParaAR"/>
              <w:rPr>
                <w:b/>
                <w:rtl/>
              </w:rPr>
            </w:pPr>
            <w:r w:rsidRPr="009D5938">
              <w:rPr>
                <w:b/>
                <w:rtl/>
              </w:rPr>
              <w:t>*****</w:t>
            </w:r>
          </w:p>
        </w:tc>
      </w:tr>
      <w:tr w:rsidR="00A1737B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A1737B" w:rsidRPr="009D5938" w:rsidRDefault="00A1737B" w:rsidP="00BD7FA7">
            <w:pPr>
              <w:pStyle w:val="NormalParaAR"/>
            </w:pPr>
            <w:r w:rsidRPr="009D5938">
              <w:rPr>
                <w:bCs/>
              </w:rPr>
              <w:t>WO/</w:t>
            </w:r>
            <w:r w:rsidR="0095641C" w:rsidRPr="009D5938">
              <w:rPr>
                <w:bCs/>
              </w:rPr>
              <w:t>CC</w:t>
            </w:r>
            <w:r w:rsidRPr="009D5938">
              <w:rPr>
                <w:bCs/>
              </w:rPr>
              <w:t>/</w:t>
            </w:r>
            <w:r w:rsidR="0095641C" w:rsidRPr="009D5938">
              <w:rPr>
                <w:bCs/>
              </w:rPr>
              <w:t>67</w:t>
            </w:r>
            <w:r w:rsidRPr="009D5938">
              <w:rPr>
                <w:bCs/>
              </w:rPr>
              <w:t>/</w:t>
            </w:r>
            <w:r w:rsidR="0095641C" w:rsidRPr="009D5938">
              <w:rPr>
                <w:bCs/>
              </w:rPr>
              <w:t>4 Prov.1</w:t>
            </w:r>
          </w:p>
        </w:tc>
        <w:tc>
          <w:tcPr>
            <w:tcW w:w="2125" w:type="dxa"/>
            <w:gridSpan w:val="2"/>
          </w:tcPr>
          <w:p w:rsidR="00A1737B" w:rsidRPr="009D5938" w:rsidRDefault="00A1737B" w:rsidP="0005580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</w:t>
            </w:r>
            <w:r w:rsidR="00055804"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</w:t>
            </w: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ع، ر، ف</w:t>
            </w:r>
          </w:p>
        </w:tc>
        <w:tc>
          <w:tcPr>
            <w:tcW w:w="5104" w:type="dxa"/>
            <w:gridSpan w:val="2"/>
          </w:tcPr>
          <w:p w:rsidR="00A1737B" w:rsidRPr="009D5938" w:rsidRDefault="0095641C" w:rsidP="004312A1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4312A1" w:rsidRPr="009D5938" w:rsidTr="00151F76">
        <w:trPr>
          <w:gridBefore w:val="1"/>
          <w:wBefore w:w="108" w:type="dxa"/>
          <w:trHeight w:val="57"/>
        </w:trPr>
        <w:tc>
          <w:tcPr>
            <w:tcW w:w="2410" w:type="dxa"/>
            <w:gridSpan w:val="3"/>
          </w:tcPr>
          <w:p w:rsidR="004312A1" w:rsidRPr="009D5938" w:rsidRDefault="004312A1" w:rsidP="004312A1">
            <w:pPr>
              <w:pStyle w:val="NormalParaAR"/>
              <w:rPr>
                <w:lang w:val="es-ES"/>
              </w:rPr>
            </w:pPr>
          </w:p>
        </w:tc>
        <w:tc>
          <w:tcPr>
            <w:tcW w:w="2125" w:type="dxa"/>
            <w:gridSpan w:val="2"/>
          </w:tcPr>
          <w:p w:rsidR="004312A1" w:rsidRPr="009D5938" w:rsidRDefault="004312A1" w:rsidP="00055804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4312A1" w:rsidRPr="009D5938" w:rsidRDefault="004312A1" w:rsidP="004312A1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 xml:space="preserve">P/A/46/1 </w:t>
            </w:r>
            <w:proofErr w:type="spellStart"/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Prov</w:t>
            </w:r>
            <w:proofErr w:type="spellEnd"/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P/EC/52/1 Prov.</w:t>
            </w:r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B/A/40/1 Prov.</w:t>
            </w:r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</w:pPr>
            <w:r w:rsidRPr="009D5938">
              <w:t>*****</w:t>
            </w:r>
          </w:p>
        </w:tc>
      </w:tr>
      <w:tr w:rsidR="00BD7FA7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BD7FA7" w:rsidRPr="009D5938" w:rsidRDefault="00BD7FA7" w:rsidP="00BD7FA7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B/EC/58/1 Prov.1</w:t>
            </w:r>
          </w:p>
        </w:tc>
        <w:tc>
          <w:tcPr>
            <w:tcW w:w="2125" w:type="dxa"/>
            <w:gridSpan w:val="2"/>
          </w:tcPr>
          <w:p w:rsidR="00BD7FA7" w:rsidRPr="009D5938" w:rsidRDefault="00BD7FA7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BD7FA7" w:rsidRPr="009D5938" w:rsidRDefault="00BD7FA7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BD7FA7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MM/A/46/3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151F76" w:rsidRPr="00115B1F" w:rsidTr="0005503D">
        <w:trPr>
          <w:gridAfter w:val="1"/>
          <w:wAfter w:w="108" w:type="dxa"/>
          <w:cantSplit/>
          <w:trHeight w:val="57"/>
        </w:trPr>
        <w:tc>
          <w:tcPr>
            <w:tcW w:w="242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lastRenderedPageBreak/>
              <w:t>رمز</w:t>
            </w:r>
            <w:proofErr w:type="gramEnd"/>
            <w:r w:rsidRPr="00115B1F">
              <w:rPr>
                <w:rFonts w:hint="cs"/>
                <w:rtl/>
              </w:rPr>
              <w:t xml:space="preserve"> الوثيقة ورقمها التسلسلي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  <w:jc w:val="center"/>
            </w:pPr>
            <w:proofErr w:type="gramStart"/>
            <w:r w:rsidRPr="00115B1F">
              <w:rPr>
                <w:rFonts w:hint="cs"/>
                <w:rtl/>
              </w:rPr>
              <w:t>لغات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  <w:r w:rsidRPr="009D5938">
              <w:rPr>
                <w:rStyle w:val="FootnoteReference"/>
                <w:sz w:val="36"/>
                <w:szCs w:val="36"/>
              </w:rPr>
              <w:footnoteReference w:customMarkFollows="1" w:id="4"/>
              <w:t>*</w:t>
            </w:r>
          </w:p>
        </w:tc>
        <w:tc>
          <w:tcPr>
            <w:tcW w:w="51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t>موضوع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</w:p>
        </w:tc>
      </w:tr>
      <w:tr w:rsidR="00151F76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151F76" w:rsidRPr="009D5938" w:rsidRDefault="00151F76" w:rsidP="003C5032">
            <w:pPr>
              <w:jc w:val="righ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151F76" w:rsidRPr="009D5938" w:rsidRDefault="00151F76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4" w:type="dxa"/>
            <w:gridSpan w:val="2"/>
          </w:tcPr>
          <w:p w:rsidR="00151F76" w:rsidRPr="009D5938" w:rsidRDefault="00151F76" w:rsidP="0005503D">
            <w:pPr>
              <w:pStyle w:val="NormalParaAR"/>
              <w:rPr>
                <w:b/>
                <w:rtl/>
              </w:rPr>
            </w:pP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H/A/32/3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ind w:left="318"/>
              <w:jc w:val="righ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N/A/32/1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LI/A/29/2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LO/A/32/1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IPC/A/33/1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  <w:t>PCT/A/44/5 Prov.1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BP/A/29/1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VA/A/25/1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WCT/A/12/1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WPPT/A/12/1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151F76" w:rsidRPr="00115B1F" w:rsidTr="0005503D">
        <w:trPr>
          <w:gridAfter w:val="1"/>
          <w:wAfter w:w="108" w:type="dxa"/>
          <w:cantSplit/>
          <w:trHeight w:val="57"/>
        </w:trPr>
        <w:tc>
          <w:tcPr>
            <w:tcW w:w="242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lastRenderedPageBreak/>
              <w:t>رمز</w:t>
            </w:r>
            <w:proofErr w:type="gramEnd"/>
            <w:r w:rsidRPr="00115B1F">
              <w:rPr>
                <w:rFonts w:hint="cs"/>
                <w:rtl/>
              </w:rPr>
              <w:t xml:space="preserve"> الوثيقة ورقمها التسلسلي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  <w:jc w:val="center"/>
            </w:pPr>
            <w:proofErr w:type="gramStart"/>
            <w:r w:rsidRPr="00115B1F">
              <w:rPr>
                <w:rFonts w:hint="cs"/>
                <w:rtl/>
              </w:rPr>
              <w:t>لغات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  <w:r w:rsidRPr="009D5938">
              <w:rPr>
                <w:rStyle w:val="FootnoteReference"/>
                <w:sz w:val="36"/>
                <w:szCs w:val="36"/>
              </w:rPr>
              <w:footnoteReference w:customMarkFollows="1" w:id="5"/>
              <w:t>*</w:t>
            </w:r>
          </w:p>
        </w:tc>
        <w:tc>
          <w:tcPr>
            <w:tcW w:w="513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151F76" w:rsidRPr="00115B1F" w:rsidRDefault="00151F76" w:rsidP="0005503D">
            <w:pPr>
              <w:pStyle w:val="NormalParaAR"/>
            </w:pPr>
            <w:proofErr w:type="gramStart"/>
            <w:r w:rsidRPr="00115B1F">
              <w:rPr>
                <w:rFonts w:hint="cs"/>
                <w:rtl/>
              </w:rPr>
              <w:t>موضوع</w:t>
            </w:r>
            <w:proofErr w:type="gramEnd"/>
            <w:r w:rsidRPr="00115B1F">
              <w:rPr>
                <w:rFonts w:hint="cs"/>
                <w:rtl/>
              </w:rPr>
              <w:t xml:space="preserve"> الوثيقة</w:t>
            </w:r>
          </w:p>
        </w:tc>
      </w:tr>
      <w:tr w:rsidR="00151F76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151F76" w:rsidRPr="009D5938" w:rsidRDefault="00151F76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151F76" w:rsidRPr="009D5938" w:rsidRDefault="00151F76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5104" w:type="dxa"/>
            <w:gridSpan w:val="2"/>
          </w:tcPr>
          <w:p w:rsidR="00151F76" w:rsidRPr="009D5938" w:rsidRDefault="00151F76" w:rsidP="0005503D">
            <w:pPr>
              <w:pStyle w:val="NormalParaAR"/>
              <w:rPr>
                <w:b/>
                <w:rtl/>
              </w:rPr>
            </w:pP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PLT/A/11/2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</w:rPr>
              <w:t>STLT/A/5/2 Prov.</w:t>
            </w:r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D5938">
              <w:rPr>
                <w:rFonts w:ascii="Arabic Typesetting" w:hAnsi="Arabic Typesetting" w:cs="Arabic Typesetting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  <w:rPr>
                <w:b/>
                <w:rtl/>
              </w:rPr>
            </w:pPr>
            <w:proofErr w:type="gramStart"/>
            <w:r w:rsidRPr="009D5938">
              <w:rPr>
                <w:b/>
                <w:rtl/>
              </w:rPr>
              <w:t>مشروع</w:t>
            </w:r>
            <w:proofErr w:type="gramEnd"/>
            <w:r w:rsidRPr="009D5938">
              <w:rPr>
                <w:b/>
                <w:rtl/>
              </w:rPr>
              <w:t xml:space="preserve"> التقرير</w:t>
            </w:r>
          </w:p>
        </w:tc>
      </w:tr>
      <w:tr w:rsidR="003C5032" w:rsidRPr="009D5938" w:rsidTr="00151F76">
        <w:trPr>
          <w:gridBefore w:val="1"/>
          <w:wBefore w:w="108" w:type="dxa"/>
        </w:trPr>
        <w:tc>
          <w:tcPr>
            <w:tcW w:w="2410" w:type="dxa"/>
            <w:gridSpan w:val="3"/>
          </w:tcPr>
          <w:p w:rsidR="003C5032" w:rsidRPr="009D5938" w:rsidRDefault="003C5032" w:rsidP="003C5032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2125" w:type="dxa"/>
            <w:gridSpan w:val="2"/>
          </w:tcPr>
          <w:p w:rsidR="003C5032" w:rsidRPr="009D5938" w:rsidRDefault="003C5032" w:rsidP="0005503D">
            <w:pPr>
              <w:pStyle w:val="NormalParaAR"/>
            </w:pPr>
          </w:p>
        </w:tc>
        <w:tc>
          <w:tcPr>
            <w:tcW w:w="5104" w:type="dxa"/>
            <w:gridSpan w:val="2"/>
          </w:tcPr>
          <w:p w:rsidR="003C5032" w:rsidRPr="009D5938" w:rsidRDefault="003C5032" w:rsidP="0005503D">
            <w:pPr>
              <w:pStyle w:val="NormalParaAR"/>
            </w:pPr>
            <w:r w:rsidRPr="009D5938">
              <w:t>*****</w:t>
            </w:r>
          </w:p>
        </w:tc>
      </w:tr>
    </w:tbl>
    <w:p w:rsidR="004312A1" w:rsidRPr="009D5938" w:rsidRDefault="004312A1" w:rsidP="004312A1">
      <w:pPr>
        <w:pStyle w:val="EndofDocumentAR"/>
      </w:pPr>
      <w:r w:rsidRPr="009D5938">
        <w:rPr>
          <w:rtl/>
          <w:lang w:val="es-ES"/>
        </w:rPr>
        <w:t>[</w:t>
      </w:r>
      <w:proofErr w:type="gramStart"/>
      <w:r w:rsidRPr="009D5938">
        <w:rPr>
          <w:rtl/>
          <w:lang w:val="es-ES"/>
        </w:rPr>
        <w:t>نهاية</w:t>
      </w:r>
      <w:proofErr w:type="gramEnd"/>
      <w:r w:rsidRPr="009D5938">
        <w:rPr>
          <w:rtl/>
          <w:lang w:val="es-ES"/>
        </w:rPr>
        <w:t xml:space="preserve"> الوثيقة]</w:t>
      </w:r>
    </w:p>
    <w:sectPr w:rsidR="004312A1" w:rsidRPr="009D593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99" w:rsidRDefault="00165599">
      <w:r>
        <w:separator/>
      </w:r>
    </w:p>
  </w:endnote>
  <w:endnote w:type="continuationSeparator" w:id="0">
    <w:p w:rsidR="00165599" w:rsidRDefault="0016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99" w:rsidRDefault="0016559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65599" w:rsidRDefault="00165599" w:rsidP="009622BF">
      <w:pPr>
        <w:bidi/>
      </w:pPr>
      <w:r>
        <w:separator/>
      </w:r>
    </w:p>
  </w:footnote>
  <w:footnote w:id="1">
    <w:p w:rsidR="00F37E60" w:rsidRPr="009F364A" w:rsidRDefault="00F37E60" w:rsidP="00E462F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F37E60">
        <w:rPr>
          <w:rStyle w:val="FootnoteReference"/>
          <w:rFonts w:hint="cs"/>
          <w:sz w:val="36"/>
          <w:szCs w:val="36"/>
          <w:rtl/>
        </w:rPr>
        <w:t>*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  <w:footnote w:id="2">
    <w:p w:rsidR="00151F76" w:rsidRPr="009F364A" w:rsidRDefault="00151F76" w:rsidP="00151F7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F37E60">
        <w:rPr>
          <w:rStyle w:val="FootnoteReference"/>
          <w:rFonts w:hint="cs"/>
          <w:sz w:val="36"/>
          <w:szCs w:val="36"/>
          <w:rtl/>
        </w:rPr>
        <w:t>*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  <w:footnote w:id="3">
    <w:p w:rsidR="00151F76" w:rsidRPr="009F364A" w:rsidRDefault="00151F76" w:rsidP="00151F7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F37E60">
        <w:rPr>
          <w:rStyle w:val="FootnoteReference"/>
          <w:rFonts w:hint="cs"/>
          <w:sz w:val="36"/>
          <w:szCs w:val="36"/>
          <w:rtl/>
        </w:rPr>
        <w:t>*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  <w:footnote w:id="4">
    <w:p w:rsidR="00151F76" w:rsidRPr="009F364A" w:rsidRDefault="00151F76" w:rsidP="00151F7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F37E60">
        <w:rPr>
          <w:rStyle w:val="FootnoteReference"/>
          <w:rFonts w:hint="cs"/>
          <w:sz w:val="36"/>
          <w:szCs w:val="36"/>
          <w:rtl/>
        </w:rPr>
        <w:t>*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  <w:footnote w:id="5">
    <w:p w:rsidR="00151F76" w:rsidRPr="009F364A" w:rsidRDefault="00151F76" w:rsidP="00151F76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F37E60">
        <w:rPr>
          <w:rStyle w:val="FootnoteReference"/>
          <w:rFonts w:hint="cs"/>
          <w:sz w:val="36"/>
          <w:szCs w:val="36"/>
          <w:rtl/>
        </w:rPr>
        <w:t>*</w:t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599" w:rsidRDefault="00165599" w:rsidP="008C0B98">
    <w:r>
      <w:t>A/5</w:t>
    </w:r>
    <w:r w:rsidR="008C0B98">
      <w:t>2</w:t>
    </w:r>
    <w:r>
      <w:t>/INF/2 Prov. 1</w:t>
    </w:r>
  </w:p>
  <w:p w:rsidR="00165599" w:rsidRDefault="00165599" w:rsidP="00D61541">
    <w:r>
      <w:fldChar w:fldCharType="begin"/>
    </w:r>
    <w:r>
      <w:instrText xml:space="preserve"> PAGE  \* MERGEFORMAT </w:instrText>
    </w:r>
    <w:r>
      <w:fldChar w:fldCharType="separate"/>
    </w:r>
    <w:r w:rsidR="00D156AF">
      <w:rPr>
        <w:noProof/>
      </w:rPr>
      <w:t>5</w:t>
    </w:r>
    <w:r>
      <w:fldChar w:fldCharType="end"/>
    </w:r>
  </w:p>
  <w:p w:rsidR="00165599" w:rsidRDefault="00165599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95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804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1F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1F76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599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326C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5CD8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5032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59D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559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05B"/>
    <w:rsid w:val="00417E93"/>
    <w:rsid w:val="00422A2A"/>
    <w:rsid w:val="00424BB4"/>
    <w:rsid w:val="004258CD"/>
    <w:rsid w:val="004261D2"/>
    <w:rsid w:val="004303D1"/>
    <w:rsid w:val="004312A1"/>
    <w:rsid w:val="00433B63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393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1F95"/>
    <w:rsid w:val="004821D0"/>
    <w:rsid w:val="00482CB2"/>
    <w:rsid w:val="00483D06"/>
    <w:rsid w:val="00485A4A"/>
    <w:rsid w:val="00485CF7"/>
    <w:rsid w:val="004862C2"/>
    <w:rsid w:val="004863F7"/>
    <w:rsid w:val="00486FFC"/>
    <w:rsid w:val="0049043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3FF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37C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72E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B9F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E6E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825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7102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B98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A61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41C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93F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938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64A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37B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D7FA7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2D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6AF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0E2B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69F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F62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BB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F6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278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7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37E60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6AC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9AF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D5938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TitleofDoc">
    <w:name w:val="Title of Doc"/>
    <w:basedOn w:val="Normal"/>
    <w:rsid w:val="00A1737B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9D593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161</TotalTime>
  <Pages>5</Pages>
  <Words>645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A/51/-- (Arabic)</vt:lpstr>
    </vt:vector>
  </TitlesOfParts>
  <Company>World Intellectual Property Organization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A/51/-- (Arabic)</dc:title>
  <dc:creator>YOUSSEF Randa</dc:creator>
  <cp:lastModifiedBy>YOUSSEF Randa</cp:lastModifiedBy>
  <cp:revision>19</cp:revision>
  <cp:lastPrinted>2013-12-05T18:28:00Z</cp:lastPrinted>
  <dcterms:created xsi:type="dcterms:W3CDTF">2013-12-05T15:27:00Z</dcterms:created>
  <dcterms:modified xsi:type="dcterms:W3CDTF">2013-12-05T18:28:00Z</dcterms:modified>
</cp:coreProperties>
</file>