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36406D">
            <w:pPr>
              <w:pStyle w:val="DocumentCodeAR"/>
              <w:bidi/>
              <w:rPr>
                <w:rtl/>
                <w:lang w:bidi="ar-EG"/>
              </w:rPr>
            </w:pPr>
            <w:r>
              <w:t>A</w:t>
            </w:r>
            <w:r w:rsidR="00100F97">
              <w:t>/</w:t>
            </w:r>
            <w:r w:rsidR="00B774A4">
              <w:t>5</w:t>
            </w:r>
            <w:r w:rsidR="0036406D">
              <w:t>7</w:t>
            </w:r>
            <w:r w:rsidR="00EA0DD1">
              <w:t>/INF/1</w:t>
            </w:r>
            <w:r w:rsidR="00F46C6B">
              <w:t xml:space="preserve"> REV.</w:t>
            </w:r>
          </w:p>
        </w:tc>
      </w:tr>
      <w:tr w:rsidR="001667B6" w:rsidTr="00BF164F">
        <w:tc>
          <w:tcPr>
            <w:tcW w:w="9571" w:type="dxa"/>
            <w:gridSpan w:val="3"/>
          </w:tcPr>
          <w:p w:rsidR="001667B6" w:rsidRPr="00B6101C" w:rsidRDefault="00B6101C" w:rsidP="00EA0DD1">
            <w:pPr>
              <w:pStyle w:val="DocumentLanguageAR"/>
              <w:bidi/>
              <w:rPr>
                <w:rtl/>
              </w:rPr>
            </w:pPr>
            <w:r w:rsidRPr="00B6101C">
              <w:rPr>
                <w:rFonts w:hint="cs"/>
                <w:rtl/>
              </w:rPr>
              <w:t xml:space="preserve">الأصل: </w:t>
            </w:r>
            <w:r w:rsidR="00EA0DD1">
              <w:rPr>
                <w:rFonts w:hint="cs"/>
                <w:rtl/>
              </w:rPr>
              <w:t>بالإنكليزية</w:t>
            </w:r>
          </w:p>
        </w:tc>
      </w:tr>
      <w:tr w:rsidR="001667B6" w:rsidTr="00BF164F">
        <w:tc>
          <w:tcPr>
            <w:tcW w:w="9571" w:type="dxa"/>
            <w:gridSpan w:val="3"/>
          </w:tcPr>
          <w:p w:rsidR="001667B6" w:rsidRPr="00B6101C" w:rsidRDefault="00B6101C" w:rsidP="00F46C6B">
            <w:pPr>
              <w:pStyle w:val="DocumentDateAR"/>
              <w:bidi/>
              <w:rPr>
                <w:rtl/>
              </w:rPr>
            </w:pPr>
            <w:r w:rsidRPr="00B6101C">
              <w:rPr>
                <w:rFonts w:hint="cs"/>
                <w:rtl/>
              </w:rPr>
              <w:t xml:space="preserve">التاريخ: </w:t>
            </w:r>
            <w:r w:rsidR="00F46C6B">
              <w:rPr>
                <w:rFonts w:hint="cs"/>
                <w:rtl/>
              </w:rPr>
              <w:t>29</w:t>
            </w:r>
            <w:r w:rsidRPr="00B6101C">
              <w:rPr>
                <w:rFonts w:hint="cs"/>
                <w:rtl/>
              </w:rPr>
              <w:t xml:space="preserve"> </w:t>
            </w:r>
            <w:r w:rsidR="00F46C6B">
              <w:rPr>
                <w:rFonts w:hint="cs"/>
                <w:rtl/>
              </w:rPr>
              <w:t>سبتمبر</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w:t>
      </w:r>
      <w:bookmarkStart w:id="2" w:name="_GoBack"/>
      <w:bookmarkEnd w:id="2"/>
      <w:r>
        <w:rPr>
          <w:rFonts w:hint="cs"/>
          <w:rtl/>
        </w:rPr>
        <w:t>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A0DD1" w:rsidP="00FB7EC9">
      <w:pPr>
        <w:pStyle w:val="DocumentTitleAR"/>
        <w:bidi/>
        <w:rPr>
          <w:rtl/>
        </w:rPr>
      </w:pPr>
      <w:r>
        <w:rPr>
          <w:rFonts w:hint="cs"/>
          <w:rtl/>
        </w:rPr>
        <w:t>معلومات عامة</w:t>
      </w:r>
    </w:p>
    <w:p w:rsidR="00D61541" w:rsidRPr="00D61541" w:rsidRDefault="00EA0DD1" w:rsidP="00EA0DD1">
      <w:pPr>
        <w:pStyle w:val="PreparedbyAR"/>
        <w:bidi/>
        <w:rPr>
          <w:rtl/>
        </w:rPr>
      </w:pPr>
      <w:r>
        <w:rPr>
          <w:rFonts w:hint="cs"/>
          <w:rtl/>
        </w:rPr>
        <w:t xml:space="preserve">مذكرة </w:t>
      </w:r>
      <w:r w:rsidR="00D61541" w:rsidRPr="00D61541">
        <w:rPr>
          <w:rFonts w:hint="cs"/>
          <w:rtl/>
        </w:rPr>
        <w:t xml:space="preserve">من </w:t>
      </w:r>
      <w:r>
        <w:rPr>
          <w:rFonts w:hint="cs"/>
          <w:rtl/>
        </w:rPr>
        <w:t>الأمانة</w:t>
      </w:r>
    </w:p>
    <w:p w:rsidR="00EA0DD1" w:rsidRDefault="00EA0DD1" w:rsidP="00EA0DD1">
      <w:pPr>
        <w:pStyle w:val="NumberedParaAR"/>
      </w:pPr>
      <w:r>
        <w:rPr>
          <w:rtl/>
        </w:rPr>
        <w:t xml:space="preserve">تتناول هذه الوثيقة دورات </w:t>
      </w:r>
      <w:r>
        <w:rPr>
          <w:rFonts w:hint="cs"/>
          <w:rtl/>
        </w:rPr>
        <w:t>ال</w:t>
      </w:r>
      <w:r w:rsidRPr="000B4877">
        <w:rPr>
          <w:rtl/>
        </w:rPr>
        <w:t>جمعيات و</w:t>
      </w:r>
      <w:r>
        <w:rPr>
          <w:rFonts w:hint="cs"/>
          <w:rtl/>
        </w:rPr>
        <w:t>سائر الهيئات الرئاسية العشرين التالية للدول الأعضاء في الويبو و</w:t>
      </w:r>
      <w:r w:rsidRPr="000B4877">
        <w:rPr>
          <w:rtl/>
        </w:rPr>
        <w:t>الاتحادات التالية التي تديرها</w:t>
      </w:r>
      <w:r>
        <w:rPr>
          <w:rFonts w:hint="cs"/>
          <w:rtl/>
        </w:rPr>
        <w:t xml:space="preserve"> الويبو</w:t>
      </w:r>
      <w:r w:rsidRPr="000B4877">
        <w:rPr>
          <w:rtl/>
        </w:rPr>
        <w:t xml:space="preserve">، والتي ستنعقد في دورات </w:t>
      </w:r>
      <w:r>
        <w:rPr>
          <w:rFonts w:hint="cs"/>
          <w:rtl/>
        </w:rPr>
        <w:t>عادية</w:t>
      </w:r>
      <w:r w:rsidRPr="000B4877">
        <w:rPr>
          <w:rtl/>
        </w:rPr>
        <w:t xml:space="preserve"> </w:t>
      </w:r>
      <w:r>
        <w:rPr>
          <w:rFonts w:hint="cs"/>
          <w:rtl/>
        </w:rPr>
        <w:t>في الفترة من 2 إلى 11 أكتوبر 2017:</w:t>
      </w:r>
    </w:p>
    <w:p w:rsidR="00EA0DD1" w:rsidRDefault="00EA0DD1" w:rsidP="00FF2FED">
      <w:pPr>
        <w:pStyle w:val="NumberedParaAR"/>
        <w:numPr>
          <w:ilvl w:val="0"/>
          <w:numId w:val="0"/>
        </w:numPr>
        <w:spacing w:after="0"/>
        <w:ind w:left="1134"/>
        <w:rPr>
          <w:rtl/>
        </w:rPr>
      </w:pPr>
      <w:r>
        <w:rPr>
          <w:rFonts w:hint="cs"/>
          <w:rtl/>
        </w:rPr>
        <w:t>(1)</w:t>
      </w:r>
      <w:r>
        <w:rPr>
          <w:rtl/>
        </w:rPr>
        <w:tab/>
      </w:r>
      <w:r>
        <w:rPr>
          <w:rFonts w:hint="cs"/>
          <w:rtl/>
        </w:rPr>
        <w:t>الجمعية العامة للويبو، الدورة التاسعة والأربعون، (العادية 23)</w:t>
      </w:r>
    </w:p>
    <w:p w:rsidR="00EA0DD1" w:rsidRDefault="00EA0DD1" w:rsidP="00FF2FED">
      <w:pPr>
        <w:pStyle w:val="NumberedParaAR"/>
        <w:numPr>
          <w:ilvl w:val="0"/>
          <w:numId w:val="0"/>
        </w:numPr>
        <w:spacing w:after="0"/>
        <w:ind w:left="1134"/>
        <w:rPr>
          <w:rtl/>
        </w:rPr>
      </w:pPr>
      <w:r>
        <w:rPr>
          <w:rFonts w:hint="cs"/>
          <w:rtl/>
        </w:rPr>
        <w:t>(2)</w:t>
      </w:r>
      <w:r>
        <w:rPr>
          <w:rtl/>
        </w:rPr>
        <w:tab/>
      </w:r>
      <w:r>
        <w:rPr>
          <w:rFonts w:hint="cs"/>
          <w:rtl/>
        </w:rPr>
        <w:t>ومؤتمر الويبو، الدورة الثامنة والثلاثون (العادية 23)</w:t>
      </w:r>
    </w:p>
    <w:p w:rsidR="00EA0DD1" w:rsidRDefault="00EA0DD1" w:rsidP="00FF2FED">
      <w:pPr>
        <w:pStyle w:val="NumberedParaAR"/>
        <w:numPr>
          <w:ilvl w:val="0"/>
          <w:numId w:val="0"/>
        </w:numPr>
        <w:spacing w:after="0"/>
        <w:ind w:left="1134"/>
        <w:rPr>
          <w:rtl/>
        </w:rPr>
      </w:pPr>
      <w:r>
        <w:rPr>
          <w:rFonts w:hint="cs"/>
          <w:rtl/>
        </w:rPr>
        <w:t>(3)</w:t>
      </w:r>
      <w:r>
        <w:rPr>
          <w:rtl/>
        </w:rPr>
        <w:tab/>
      </w:r>
      <w:r>
        <w:rPr>
          <w:rFonts w:hint="cs"/>
          <w:rtl/>
        </w:rPr>
        <w:t>ولجنة الويبو للتنسيق، الدورة الرابعة والسبعون (العادية 48)</w:t>
      </w:r>
    </w:p>
    <w:p w:rsidR="00EA0DD1" w:rsidRDefault="00EA0DD1" w:rsidP="000076F5">
      <w:pPr>
        <w:pStyle w:val="NumberedParaAR"/>
        <w:numPr>
          <w:ilvl w:val="0"/>
          <w:numId w:val="0"/>
        </w:numPr>
        <w:spacing w:after="0"/>
        <w:ind w:left="1134"/>
        <w:rPr>
          <w:rtl/>
        </w:rPr>
      </w:pPr>
      <w:r>
        <w:rPr>
          <w:rFonts w:hint="cs"/>
          <w:rtl/>
        </w:rPr>
        <w:t>(4)</w:t>
      </w:r>
      <w:r>
        <w:rPr>
          <w:rtl/>
        </w:rPr>
        <w:tab/>
      </w:r>
      <w:r>
        <w:rPr>
          <w:rFonts w:hint="cs"/>
          <w:rtl/>
        </w:rPr>
        <w:t xml:space="preserve">وجمعية اتحاد باريس، الدورة الثانية والخمسون (العادية </w:t>
      </w:r>
      <w:r w:rsidR="000076F5">
        <w:rPr>
          <w:rFonts w:hint="cs"/>
          <w:rtl/>
        </w:rPr>
        <w:t>23</w:t>
      </w:r>
      <w:r>
        <w:rPr>
          <w:rFonts w:hint="cs"/>
          <w:rtl/>
        </w:rPr>
        <w:t>)</w:t>
      </w:r>
    </w:p>
    <w:p w:rsidR="00EA0DD1" w:rsidRDefault="00EA0DD1" w:rsidP="00FF2FED">
      <w:pPr>
        <w:pStyle w:val="NumberedParaAR"/>
        <w:numPr>
          <w:ilvl w:val="0"/>
          <w:numId w:val="0"/>
        </w:numPr>
        <w:spacing w:after="0"/>
        <w:ind w:left="1134"/>
        <w:rPr>
          <w:rtl/>
        </w:rPr>
      </w:pPr>
      <w:r>
        <w:rPr>
          <w:rFonts w:hint="cs"/>
          <w:rtl/>
        </w:rPr>
        <w:t>(5)</w:t>
      </w:r>
      <w:r>
        <w:rPr>
          <w:rtl/>
        </w:rPr>
        <w:tab/>
      </w:r>
      <w:r>
        <w:rPr>
          <w:rFonts w:hint="cs"/>
          <w:rtl/>
        </w:rPr>
        <w:t>واللجنة التنفيذية لاتحاد باريس، الدورة السابعة والخمسون (العادية 53)</w:t>
      </w:r>
    </w:p>
    <w:p w:rsidR="00EA0DD1" w:rsidRDefault="00EA0DD1" w:rsidP="00FF2FED">
      <w:pPr>
        <w:pStyle w:val="NumberedParaAR"/>
        <w:numPr>
          <w:ilvl w:val="0"/>
          <w:numId w:val="0"/>
        </w:numPr>
        <w:spacing w:after="0"/>
        <w:ind w:left="1134"/>
        <w:rPr>
          <w:rtl/>
        </w:rPr>
      </w:pPr>
      <w:r>
        <w:rPr>
          <w:rFonts w:hint="cs"/>
          <w:rtl/>
        </w:rPr>
        <w:t>(6)</w:t>
      </w:r>
      <w:r>
        <w:rPr>
          <w:rtl/>
        </w:rPr>
        <w:tab/>
      </w:r>
      <w:r>
        <w:rPr>
          <w:rFonts w:hint="cs"/>
          <w:rtl/>
        </w:rPr>
        <w:t>وجمعية اتحاد برن، الدورة السادسة والأربعون (العادية 23)</w:t>
      </w:r>
    </w:p>
    <w:p w:rsidR="00EA0DD1" w:rsidRDefault="00EA0DD1" w:rsidP="00FF2FED">
      <w:pPr>
        <w:pStyle w:val="NumberedParaAR"/>
        <w:numPr>
          <w:ilvl w:val="0"/>
          <w:numId w:val="0"/>
        </w:numPr>
        <w:spacing w:after="0"/>
        <w:ind w:left="1134"/>
        <w:rPr>
          <w:rtl/>
        </w:rPr>
      </w:pPr>
      <w:r>
        <w:rPr>
          <w:rFonts w:hint="cs"/>
          <w:rtl/>
        </w:rPr>
        <w:t>(7)</w:t>
      </w:r>
      <w:r>
        <w:rPr>
          <w:rtl/>
        </w:rPr>
        <w:tab/>
      </w:r>
      <w:r>
        <w:rPr>
          <w:rFonts w:hint="cs"/>
          <w:rtl/>
        </w:rPr>
        <w:t>واللجنة التنفيذية لاتحاد برن، الدورة الثالثة والستون (العادية 48)</w:t>
      </w:r>
    </w:p>
    <w:p w:rsidR="00EA0DD1" w:rsidRDefault="00EA0DD1" w:rsidP="00FF2FED">
      <w:pPr>
        <w:pStyle w:val="NumberedParaAR"/>
        <w:numPr>
          <w:ilvl w:val="0"/>
          <w:numId w:val="0"/>
        </w:numPr>
        <w:spacing w:after="0"/>
        <w:ind w:left="1134"/>
        <w:rPr>
          <w:rtl/>
        </w:rPr>
      </w:pPr>
      <w:r>
        <w:rPr>
          <w:rFonts w:hint="cs"/>
          <w:rtl/>
        </w:rPr>
        <w:t>(8)</w:t>
      </w:r>
      <w:r>
        <w:rPr>
          <w:rtl/>
        </w:rPr>
        <w:tab/>
      </w:r>
      <w:r>
        <w:rPr>
          <w:rFonts w:hint="cs"/>
          <w:rtl/>
        </w:rPr>
        <w:t>وجمعية اتحاد مدريد، الدورة الحادية والخمسون (العادية 22)</w:t>
      </w:r>
    </w:p>
    <w:p w:rsidR="00EA0DD1" w:rsidRDefault="00EA0DD1" w:rsidP="00FF2FED">
      <w:pPr>
        <w:pStyle w:val="NumberedParaAR"/>
        <w:numPr>
          <w:ilvl w:val="0"/>
          <w:numId w:val="0"/>
        </w:numPr>
        <w:spacing w:after="0"/>
        <w:ind w:left="1134"/>
        <w:rPr>
          <w:rtl/>
        </w:rPr>
      </w:pPr>
      <w:r>
        <w:rPr>
          <w:rFonts w:hint="cs"/>
          <w:rtl/>
        </w:rPr>
        <w:t>(9)</w:t>
      </w:r>
      <w:r>
        <w:rPr>
          <w:rtl/>
        </w:rPr>
        <w:tab/>
      </w:r>
      <w:r>
        <w:rPr>
          <w:rFonts w:hint="cs"/>
          <w:rtl/>
        </w:rPr>
        <w:t>وجمعية اتحاد لاهاي، الدورة السابعة والثلاثون (العادية 21)</w:t>
      </w:r>
    </w:p>
    <w:p w:rsidR="00EA0DD1" w:rsidRDefault="00EA0DD1" w:rsidP="00FF2FED">
      <w:pPr>
        <w:pStyle w:val="NumberedParaAR"/>
        <w:numPr>
          <w:ilvl w:val="0"/>
          <w:numId w:val="0"/>
        </w:numPr>
        <w:spacing w:after="0"/>
        <w:ind w:left="1134"/>
        <w:rPr>
          <w:rtl/>
        </w:rPr>
      </w:pPr>
      <w:r>
        <w:rPr>
          <w:rFonts w:hint="cs"/>
          <w:rtl/>
        </w:rPr>
        <w:t>(10)</w:t>
      </w:r>
      <w:r>
        <w:rPr>
          <w:rtl/>
        </w:rPr>
        <w:tab/>
      </w:r>
      <w:r>
        <w:rPr>
          <w:rFonts w:hint="cs"/>
          <w:rtl/>
        </w:rPr>
        <w:t>وجمعية اتحاد نيس، الدورة السابعة والثلاثون (العادية 23)</w:t>
      </w:r>
    </w:p>
    <w:p w:rsidR="00EA0DD1" w:rsidRDefault="00EA0DD1" w:rsidP="00FF2FED">
      <w:pPr>
        <w:pStyle w:val="NumberedParaAR"/>
        <w:numPr>
          <w:ilvl w:val="0"/>
          <w:numId w:val="0"/>
        </w:numPr>
        <w:spacing w:after="0"/>
        <w:ind w:left="1134"/>
        <w:rPr>
          <w:rtl/>
        </w:rPr>
      </w:pPr>
      <w:r>
        <w:rPr>
          <w:rFonts w:hint="cs"/>
          <w:rtl/>
        </w:rPr>
        <w:t>(11)</w:t>
      </w:r>
      <w:r>
        <w:rPr>
          <w:rtl/>
        </w:rPr>
        <w:tab/>
      </w:r>
      <w:r>
        <w:rPr>
          <w:rFonts w:hint="cs"/>
          <w:rtl/>
        </w:rPr>
        <w:t>وجمعية اتحاد لشبونة، الدورة الرابعة والثلاثون (العادية 22)</w:t>
      </w:r>
    </w:p>
    <w:p w:rsidR="00EA0DD1" w:rsidRDefault="00EA0DD1" w:rsidP="00FF2FED">
      <w:pPr>
        <w:pStyle w:val="NumberedParaAR"/>
        <w:numPr>
          <w:ilvl w:val="0"/>
          <w:numId w:val="0"/>
        </w:numPr>
        <w:spacing w:after="0"/>
        <w:ind w:left="1134"/>
        <w:rPr>
          <w:rtl/>
        </w:rPr>
      </w:pPr>
      <w:r>
        <w:rPr>
          <w:rFonts w:hint="cs"/>
          <w:rtl/>
        </w:rPr>
        <w:t>(12)</w:t>
      </w:r>
      <w:r>
        <w:rPr>
          <w:rtl/>
        </w:rPr>
        <w:tab/>
      </w:r>
      <w:r>
        <w:rPr>
          <w:rFonts w:hint="cs"/>
          <w:rtl/>
        </w:rPr>
        <w:t>وجمعية اتحاد لوكارنو، الدورة السابعة والثلاثون (العادية 22)</w:t>
      </w:r>
    </w:p>
    <w:p w:rsidR="00EA0DD1" w:rsidRDefault="00EA0DD1" w:rsidP="00FF2FED">
      <w:pPr>
        <w:pStyle w:val="NumberedParaAR"/>
        <w:numPr>
          <w:ilvl w:val="0"/>
          <w:numId w:val="0"/>
        </w:numPr>
        <w:spacing w:after="0"/>
        <w:ind w:left="1133"/>
        <w:rPr>
          <w:rtl/>
        </w:rPr>
      </w:pPr>
      <w:r>
        <w:rPr>
          <w:rFonts w:hint="cs"/>
          <w:rtl/>
        </w:rPr>
        <w:t>(13)</w:t>
      </w:r>
      <w:r>
        <w:rPr>
          <w:rtl/>
        </w:rPr>
        <w:tab/>
      </w:r>
      <w:r>
        <w:rPr>
          <w:rFonts w:hint="cs"/>
          <w:rtl/>
        </w:rPr>
        <w:t xml:space="preserve">وجمعية اتحاد التصنيف الدولي للبراءات، الدورة الثامنة والثلاثون (العادية </w:t>
      </w:r>
      <w:r w:rsidR="00FF2FED">
        <w:rPr>
          <w:rFonts w:hint="cs"/>
          <w:rtl/>
        </w:rPr>
        <w:t>21</w:t>
      </w:r>
      <w:r>
        <w:rPr>
          <w:rFonts w:hint="cs"/>
          <w:rtl/>
        </w:rPr>
        <w:t>)</w:t>
      </w:r>
    </w:p>
    <w:p w:rsidR="00EA0DD1" w:rsidRDefault="00EA0DD1" w:rsidP="00FF2FED">
      <w:pPr>
        <w:pStyle w:val="NumberedParaAR"/>
        <w:numPr>
          <w:ilvl w:val="0"/>
          <w:numId w:val="0"/>
        </w:numPr>
        <w:spacing w:after="0"/>
        <w:ind w:left="1133"/>
        <w:rPr>
          <w:rtl/>
        </w:rPr>
      </w:pPr>
      <w:r>
        <w:rPr>
          <w:rFonts w:hint="cs"/>
          <w:rtl/>
        </w:rPr>
        <w:t>(14)</w:t>
      </w:r>
      <w:r>
        <w:rPr>
          <w:rtl/>
        </w:rPr>
        <w:tab/>
      </w:r>
      <w:r>
        <w:rPr>
          <w:rFonts w:hint="cs"/>
          <w:rtl/>
        </w:rPr>
        <w:t xml:space="preserve">وجمعية اتحاد معاهدة التعاون بشأن البراءات، الدورة </w:t>
      </w:r>
      <w:r w:rsidR="00FF2FED">
        <w:rPr>
          <w:rFonts w:hint="cs"/>
          <w:rtl/>
        </w:rPr>
        <w:t>التاسعة</w:t>
      </w:r>
      <w:r>
        <w:rPr>
          <w:rFonts w:hint="cs"/>
          <w:rtl/>
        </w:rPr>
        <w:t xml:space="preserve"> والأربعون (</w:t>
      </w:r>
      <w:r w:rsidR="00FF2FED">
        <w:rPr>
          <w:rFonts w:hint="cs"/>
          <w:rtl/>
        </w:rPr>
        <w:t>العادية 21</w:t>
      </w:r>
      <w:r>
        <w:rPr>
          <w:rFonts w:hint="cs"/>
          <w:rtl/>
        </w:rPr>
        <w:t>)</w:t>
      </w:r>
    </w:p>
    <w:p w:rsidR="00EA0DD1" w:rsidRDefault="00EA0DD1" w:rsidP="00FF2FED">
      <w:pPr>
        <w:pStyle w:val="NumberedParaAR"/>
        <w:numPr>
          <w:ilvl w:val="0"/>
          <w:numId w:val="0"/>
        </w:numPr>
        <w:spacing w:after="0"/>
        <w:ind w:left="1134"/>
        <w:rPr>
          <w:rtl/>
        </w:rPr>
      </w:pPr>
      <w:r>
        <w:rPr>
          <w:rFonts w:hint="cs"/>
          <w:rtl/>
        </w:rPr>
        <w:t>(15)</w:t>
      </w:r>
      <w:r>
        <w:rPr>
          <w:rtl/>
        </w:rPr>
        <w:tab/>
      </w:r>
      <w:r>
        <w:rPr>
          <w:rFonts w:hint="cs"/>
          <w:rtl/>
        </w:rPr>
        <w:t xml:space="preserve">وجمعية اتحاد بودابست، الدورة </w:t>
      </w:r>
      <w:r w:rsidR="00FF2FED">
        <w:rPr>
          <w:rFonts w:hint="cs"/>
          <w:rtl/>
        </w:rPr>
        <w:t>الرابعة</w:t>
      </w:r>
      <w:r>
        <w:rPr>
          <w:rFonts w:hint="cs"/>
          <w:rtl/>
        </w:rPr>
        <w:t xml:space="preserve"> والثلاثون (</w:t>
      </w:r>
      <w:r w:rsidR="00FF2FED">
        <w:rPr>
          <w:rFonts w:hint="cs"/>
          <w:rtl/>
        </w:rPr>
        <w:t>العادية 19</w:t>
      </w:r>
      <w:r>
        <w:rPr>
          <w:rFonts w:hint="cs"/>
          <w:rtl/>
        </w:rPr>
        <w:t>)</w:t>
      </w:r>
    </w:p>
    <w:p w:rsidR="00EA0DD1" w:rsidRDefault="00EA0DD1" w:rsidP="00FF2FED">
      <w:pPr>
        <w:pStyle w:val="NumberedParaAR"/>
        <w:numPr>
          <w:ilvl w:val="0"/>
          <w:numId w:val="0"/>
        </w:numPr>
        <w:spacing w:after="0"/>
        <w:ind w:left="1134"/>
        <w:rPr>
          <w:rtl/>
        </w:rPr>
      </w:pPr>
      <w:r>
        <w:rPr>
          <w:rFonts w:hint="cs"/>
          <w:rtl/>
        </w:rPr>
        <w:t>(16)</w:t>
      </w:r>
      <w:r>
        <w:rPr>
          <w:rtl/>
        </w:rPr>
        <w:tab/>
      </w:r>
      <w:r>
        <w:rPr>
          <w:rFonts w:hint="cs"/>
          <w:rtl/>
        </w:rPr>
        <w:t xml:space="preserve">وجمعية اتحاد فيينا، الدورة </w:t>
      </w:r>
      <w:r w:rsidR="00FF2FED">
        <w:rPr>
          <w:rFonts w:hint="cs"/>
          <w:rtl/>
        </w:rPr>
        <w:t>الثلاثون</w:t>
      </w:r>
      <w:r>
        <w:rPr>
          <w:rFonts w:hint="cs"/>
          <w:rtl/>
        </w:rPr>
        <w:t xml:space="preserve"> (</w:t>
      </w:r>
      <w:r w:rsidR="00FF2FED">
        <w:rPr>
          <w:rFonts w:hint="cs"/>
          <w:rtl/>
        </w:rPr>
        <w:t>العادية 19</w:t>
      </w:r>
      <w:r>
        <w:rPr>
          <w:rFonts w:hint="cs"/>
          <w:rtl/>
        </w:rPr>
        <w:t>)</w:t>
      </w:r>
    </w:p>
    <w:p w:rsidR="00EA0DD1" w:rsidRDefault="00EA0DD1" w:rsidP="00FF2FED">
      <w:pPr>
        <w:pStyle w:val="NumberedParaAR"/>
        <w:numPr>
          <w:ilvl w:val="0"/>
          <w:numId w:val="0"/>
        </w:numPr>
        <w:spacing w:after="0"/>
        <w:ind w:left="1134"/>
        <w:rPr>
          <w:rtl/>
        </w:rPr>
      </w:pPr>
      <w:r>
        <w:rPr>
          <w:rFonts w:hint="cs"/>
          <w:rtl/>
        </w:rPr>
        <w:t>(17)</w:t>
      </w:r>
      <w:r>
        <w:rPr>
          <w:rtl/>
        </w:rPr>
        <w:tab/>
      </w:r>
      <w:r>
        <w:rPr>
          <w:rFonts w:hint="cs"/>
          <w:rtl/>
        </w:rPr>
        <w:t>و</w:t>
      </w:r>
      <w:r w:rsidRPr="00F6289A">
        <w:rPr>
          <w:rtl/>
        </w:rPr>
        <w:t xml:space="preserve">جمعية معاهدة الويبو بشأن حق المؤلف، الدورة </w:t>
      </w:r>
      <w:r w:rsidR="00FF2FED">
        <w:rPr>
          <w:rFonts w:hint="cs"/>
          <w:rtl/>
        </w:rPr>
        <w:t>السابعة</w:t>
      </w:r>
      <w:r w:rsidRPr="00F6289A">
        <w:rPr>
          <w:rtl/>
        </w:rPr>
        <w:t xml:space="preserve"> عشرة (</w:t>
      </w:r>
      <w:r w:rsidR="00FF2FED">
        <w:rPr>
          <w:rFonts w:hint="cs"/>
          <w:rtl/>
        </w:rPr>
        <w:t>العادية 8</w:t>
      </w:r>
      <w:r w:rsidRPr="00F6289A">
        <w:rPr>
          <w:rtl/>
        </w:rPr>
        <w:t>)</w:t>
      </w:r>
    </w:p>
    <w:p w:rsidR="00EA0DD1" w:rsidRDefault="00EA0DD1" w:rsidP="00FF2FED">
      <w:pPr>
        <w:pStyle w:val="NumberedParaAR"/>
        <w:numPr>
          <w:ilvl w:val="0"/>
          <w:numId w:val="0"/>
        </w:numPr>
        <w:spacing w:after="0"/>
        <w:ind w:left="1134"/>
        <w:rPr>
          <w:rtl/>
        </w:rPr>
      </w:pPr>
      <w:r>
        <w:rPr>
          <w:rFonts w:hint="cs"/>
          <w:rtl/>
        </w:rPr>
        <w:lastRenderedPageBreak/>
        <w:t>(18)</w:t>
      </w:r>
      <w:r>
        <w:rPr>
          <w:rtl/>
        </w:rPr>
        <w:tab/>
      </w:r>
      <w:r>
        <w:rPr>
          <w:rFonts w:hint="cs"/>
          <w:rtl/>
        </w:rPr>
        <w:t>و</w:t>
      </w:r>
      <w:r w:rsidRPr="00D11893">
        <w:rPr>
          <w:rtl/>
        </w:rPr>
        <w:t xml:space="preserve">جمعية معاهدة الويبو بشأن الأداء والتسجيل الصوتي، الدورة </w:t>
      </w:r>
      <w:r w:rsidR="00FF2FED">
        <w:rPr>
          <w:rFonts w:hint="cs"/>
          <w:rtl/>
        </w:rPr>
        <w:t>السابعة</w:t>
      </w:r>
      <w:r w:rsidRPr="00D11893">
        <w:rPr>
          <w:rtl/>
        </w:rPr>
        <w:t xml:space="preserve"> عشرة (</w:t>
      </w:r>
      <w:r w:rsidR="00FF2FED">
        <w:rPr>
          <w:rFonts w:hint="cs"/>
          <w:rtl/>
        </w:rPr>
        <w:t>العادية 8</w:t>
      </w:r>
      <w:r w:rsidRPr="00D11893">
        <w:rPr>
          <w:rtl/>
        </w:rPr>
        <w:t>)</w:t>
      </w:r>
    </w:p>
    <w:p w:rsidR="00EA0DD1" w:rsidRDefault="00EA0DD1" w:rsidP="00FF2FED">
      <w:pPr>
        <w:pStyle w:val="NumberedParaAR"/>
        <w:numPr>
          <w:ilvl w:val="0"/>
          <w:numId w:val="0"/>
        </w:numPr>
        <w:spacing w:after="0"/>
        <w:ind w:left="1134"/>
        <w:rPr>
          <w:rtl/>
        </w:rPr>
      </w:pPr>
      <w:r>
        <w:rPr>
          <w:rFonts w:hint="cs"/>
          <w:rtl/>
        </w:rPr>
        <w:t>(19)</w:t>
      </w:r>
      <w:r>
        <w:rPr>
          <w:rtl/>
        </w:rPr>
        <w:tab/>
      </w:r>
      <w:r>
        <w:rPr>
          <w:rFonts w:hint="cs"/>
          <w:rtl/>
        </w:rPr>
        <w:t>و</w:t>
      </w:r>
      <w:r w:rsidRPr="00D11893">
        <w:rPr>
          <w:rtl/>
        </w:rPr>
        <w:t xml:space="preserve">جمعية معاهدة قانون البراءات، الدورة </w:t>
      </w:r>
      <w:r w:rsidR="00FF2FED">
        <w:rPr>
          <w:rFonts w:hint="cs"/>
          <w:rtl/>
        </w:rPr>
        <w:t>السادسة</w:t>
      </w:r>
      <w:r w:rsidRPr="00D11893">
        <w:rPr>
          <w:rtl/>
        </w:rPr>
        <w:t xml:space="preserve"> عشرة (</w:t>
      </w:r>
      <w:r w:rsidR="00FF2FED">
        <w:rPr>
          <w:rFonts w:hint="cs"/>
          <w:rtl/>
        </w:rPr>
        <w:t>العادية 7</w:t>
      </w:r>
      <w:r w:rsidRPr="00D11893">
        <w:rPr>
          <w:rtl/>
        </w:rPr>
        <w:t>)</w:t>
      </w:r>
    </w:p>
    <w:p w:rsidR="00EA0DD1" w:rsidRDefault="00EA0DD1" w:rsidP="00FF2FED">
      <w:pPr>
        <w:pStyle w:val="NumberedParaAR"/>
        <w:numPr>
          <w:ilvl w:val="0"/>
          <w:numId w:val="0"/>
        </w:numPr>
        <w:spacing w:after="0"/>
        <w:ind w:left="1134"/>
        <w:rPr>
          <w:rtl/>
        </w:rPr>
      </w:pPr>
      <w:r>
        <w:rPr>
          <w:rFonts w:hint="cs"/>
          <w:rtl/>
        </w:rPr>
        <w:t>(20)</w:t>
      </w:r>
      <w:r>
        <w:rPr>
          <w:rtl/>
        </w:rPr>
        <w:tab/>
      </w:r>
      <w:r>
        <w:rPr>
          <w:rFonts w:hint="cs"/>
          <w:rtl/>
        </w:rPr>
        <w:t>و</w:t>
      </w:r>
      <w:r w:rsidRPr="00D11893">
        <w:rPr>
          <w:rtl/>
        </w:rPr>
        <w:t xml:space="preserve">جمعية معاهدة سنغافورة بشأن قانون العلامات، الدورة </w:t>
      </w:r>
      <w:r w:rsidR="00FF2FED">
        <w:rPr>
          <w:rFonts w:hint="cs"/>
          <w:rtl/>
        </w:rPr>
        <w:t>العاشرة</w:t>
      </w:r>
      <w:r w:rsidRPr="00D11893">
        <w:rPr>
          <w:rtl/>
        </w:rPr>
        <w:t xml:space="preserve"> (</w:t>
      </w:r>
      <w:r w:rsidR="00FF2FED">
        <w:rPr>
          <w:rFonts w:hint="cs"/>
          <w:rtl/>
        </w:rPr>
        <w:t>العادية 5</w:t>
      </w:r>
      <w:r w:rsidRPr="00D11893">
        <w:rPr>
          <w:rtl/>
        </w:rPr>
        <w:t>)</w:t>
      </w:r>
    </w:p>
    <w:p w:rsidR="00FF2FED" w:rsidRDefault="00FF2FED" w:rsidP="00FF2FED">
      <w:pPr>
        <w:pStyle w:val="NumberedParaAR"/>
        <w:numPr>
          <w:ilvl w:val="0"/>
          <w:numId w:val="0"/>
        </w:numPr>
        <w:ind w:left="1700" w:hanging="567"/>
        <w:rPr>
          <w:rtl/>
        </w:rPr>
      </w:pPr>
      <w:r>
        <w:rPr>
          <w:rFonts w:hint="cs"/>
          <w:rtl/>
        </w:rPr>
        <w:t>(21)</w:t>
      </w:r>
      <w:r>
        <w:rPr>
          <w:rFonts w:hint="cs"/>
          <w:rtl/>
        </w:rPr>
        <w:tab/>
        <w:t xml:space="preserve">وجمعية </w:t>
      </w:r>
      <w:r w:rsidRPr="00FF2FED">
        <w:rPr>
          <w:rtl/>
        </w:rPr>
        <w:t>معاهدة مراكش</w:t>
      </w:r>
      <w:r w:rsidR="00051973">
        <w:rPr>
          <w:rFonts w:hint="cs"/>
          <w:rtl/>
        </w:rPr>
        <w:t xml:space="preserve"> [معاهدة مراكش</w:t>
      </w:r>
      <w:r w:rsidRPr="00FF2FED">
        <w:rPr>
          <w:rtl/>
        </w:rPr>
        <w:t xml:space="preserve"> لتيسير النفاذ إلى المصنفات المنشورة لفائدة الأشخاص المكفوفين أو معاقي البصر أو ذوي إعاقات أخرى في قراءة المطبوعات</w:t>
      </w:r>
      <w:r>
        <w:rPr>
          <w:rFonts w:hint="cs"/>
          <w:rtl/>
        </w:rPr>
        <w:t>، الدورة الثانية (العادية 2)</w:t>
      </w:r>
    </w:p>
    <w:p w:rsidR="00EA0DD1" w:rsidRPr="003B7008" w:rsidRDefault="00EA0DD1" w:rsidP="00EA0DD1">
      <w:pPr>
        <w:pStyle w:val="NumberedParaAR"/>
        <w:keepNext/>
        <w:numPr>
          <w:ilvl w:val="0"/>
          <w:numId w:val="0"/>
        </w:numPr>
        <w:rPr>
          <w:u w:val="single"/>
          <w:rtl/>
        </w:rPr>
      </w:pPr>
      <w:r>
        <w:rPr>
          <w:rtl/>
        </w:rPr>
        <w:br w:type="page"/>
      </w:r>
      <w:r w:rsidRPr="003B7008">
        <w:rPr>
          <w:rFonts w:hint="cs"/>
          <w:u w:val="single"/>
          <w:rtl/>
        </w:rPr>
        <w:lastRenderedPageBreak/>
        <w:t>الأعضاء</w:t>
      </w:r>
    </w:p>
    <w:p w:rsidR="00EA0DD1" w:rsidRDefault="00EA0DD1" w:rsidP="00EA0DD1">
      <w:pPr>
        <w:pStyle w:val="NumberedParaAR"/>
        <w:rPr>
          <w:rtl/>
        </w:rPr>
      </w:pPr>
      <w:r w:rsidRPr="003B7008">
        <w:rPr>
          <w:rtl/>
        </w:rPr>
        <w:t xml:space="preserve">وأعضاء كل جمعية </w:t>
      </w:r>
      <w:r>
        <w:rPr>
          <w:rFonts w:hint="cs"/>
          <w:rtl/>
        </w:rPr>
        <w:t xml:space="preserve">وهيئة رئاسية </w:t>
      </w:r>
      <w:r w:rsidRPr="003B7008">
        <w:rPr>
          <w:rtl/>
        </w:rPr>
        <w:t xml:space="preserve">معنية من </w:t>
      </w:r>
      <w:r>
        <w:rPr>
          <w:rFonts w:hint="cs"/>
          <w:rtl/>
        </w:rPr>
        <w:t>ال</w:t>
      </w:r>
      <w:r w:rsidRPr="003B7008">
        <w:rPr>
          <w:rtl/>
        </w:rPr>
        <w:t xml:space="preserve">جمعيات </w:t>
      </w:r>
      <w:r>
        <w:rPr>
          <w:rFonts w:hint="cs"/>
          <w:rtl/>
        </w:rPr>
        <w:t>وسائر الهيئات الرئاسية العشرين ل</w:t>
      </w:r>
      <w:r w:rsidRPr="003B7008">
        <w:rPr>
          <w:rtl/>
        </w:rPr>
        <w:t>لدول الأعضاء هي كما يلي:</w:t>
      </w:r>
    </w:p>
    <w:p w:rsidR="00EA0DD1" w:rsidRDefault="00EA0DD1" w:rsidP="00A51E60">
      <w:pPr>
        <w:pStyle w:val="NumberedParaAR"/>
        <w:numPr>
          <w:ilvl w:val="0"/>
          <w:numId w:val="0"/>
        </w:numPr>
        <w:ind w:left="1701" w:hanging="567"/>
        <w:rPr>
          <w:rtl/>
        </w:rPr>
      </w:pPr>
      <w:r>
        <w:rPr>
          <w:rFonts w:hint="cs"/>
          <w:rtl/>
        </w:rPr>
        <w:t>(1)</w:t>
      </w:r>
      <w:r>
        <w:rPr>
          <w:rtl/>
        </w:rPr>
        <w:tab/>
      </w:r>
      <w:r w:rsidRPr="008D41C1">
        <w:rPr>
          <w:u w:val="single"/>
          <w:rtl/>
        </w:rPr>
        <w:t>الجمعية العامة للويبو</w:t>
      </w:r>
      <w:r w:rsidRPr="008D41C1">
        <w:rPr>
          <w:rtl/>
        </w:rPr>
        <w:t>:</w:t>
      </w:r>
      <w:r w:rsidR="00197074">
        <w:rPr>
          <w:rFonts w:hint="cs"/>
          <w:rtl/>
        </w:rPr>
        <w:t xml:space="preserve"> أفغانستان،</w:t>
      </w:r>
      <w:r w:rsidRPr="008D41C1">
        <w:rPr>
          <w:rtl/>
        </w:rPr>
        <w:t xml:space="preserve"> </w:t>
      </w:r>
      <w:r w:rsidRPr="009417E2">
        <w:rPr>
          <w:rtl/>
        </w:rPr>
        <w:t>ألبانيا،</w:t>
      </w:r>
      <w:r w:rsidRPr="009417E2">
        <w:t xml:space="preserve"> </w:t>
      </w:r>
      <w:r w:rsidRPr="009417E2">
        <w:rPr>
          <w:rtl/>
        </w:rPr>
        <w:t>‏الجزائر،</w:t>
      </w:r>
      <w:r w:rsidRPr="009417E2">
        <w:t xml:space="preserve"> </w:t>
      </w:r>
      <w:r w:rsidRPr="009417E2">
        <w:rPr>
          <w:rtl/>
        </w:rPr>
        <w:t>‏أندورا،</w:t>
      </w:r>
      <w:r w:rsidRPr="009417E2">
        <w:t xml:space="preserve"> </w:t>
      </w:r>
      <w:r w:rsidRPr="009417E2">
        <w:rPr>
          <w:rtl/>
        </w:rPr>
        <w:t>‏أنغولا،</w:t>
      </w:r>
      <w:r w:rsidRPr="009417E2">
        <w:t xml:space="preserve"> </w:t>
      </w:r>
      <w:r w:rsidRPr="009417E2">
        <w:rPr>
          <w:rtl/>
        </w:rPr>
        <w:t>‏أنتيغوا وبربودا،</w:t>
      </w:r>
      <w:r w:rsidRPr="009417E2">
        <w:t xml:space="preserve"> </w:t>
      </w:r>
      <w:r w:rsidRPr="009417E2">
        <w:rPr>
          <w:rtl/>
        </w:rPr>
        <w:t>‏الأرجنتين،</w:t>
      </w:r>
      <w:r w:rsidRPr="009417E2">
        <w:t xml:space="preserve"> </w:t>
      </w:r>
      <w:r w:rsidRPr="009417E2">
        <w:rPr>
          <w:rtl/>
        </w:rPr>
        <w:t>‏أرمينيا،</w:t>
      </w:r>
      <w:r w:rsidRPr="009417E2">
        <w:t xml:space="preserve"> </w:t>
      </w:r>
      <w:r w:rsidRPr="009417E2">
        <w:rPr>
          <w:rtl/>
        </w:rPr>
        <w:t>‏أستراليا،</w:t>
      </w:r>
      <w:r w:rsidRPr="009417E2">
        <w:t xml:space="preserve"> </w:t>
      </w:r>
      <w:r w:rsidRPr="009417E2">
        <w:rPr>
          <w:rtl/>
        </w:rPr>
        <w:t>‏النمسا،</w:t>
      </w:r>
      <w:r w:rsidRPr="009417E2">
        <w:t xml:space="preserve"> </w:t>
      </w:r>
      <w:r w:rsidRPr="009417E2">
        <w:rPr>
          <w:rtl/>
        </w:rPr>
        <w:t>‏أذربيجان،</w:t>
      </w:r>
      <w:r w:rsidRPr="009417E2">
        <w:t xml:space="preserve"> </w:t>
      </w:r>
      <w:r w:rsidRPr="009417E2">
        <w:rPr>
          <w:rtl/>
        </w:rPr>
        <w:t>‏جزر البهاما،</w:t>
      </w:r>
      <w:r w:rsidRPr="009417E2">
        <w:t xml:space="preserve"> </w:t>
      </w:r>
      <w:r w:rsidRPr="009417E2">
        <w:rPr>
          <w:rtl/>
        </w:rPr>
        <w:t>‏البحرين،</w:t>
      </w:r>
      <w:r w:rsidRPr="009417E2">
        <w:t xml:space="preserve"> </w:t>
      </w:r>
      <w:r w:rsidRPr="009417E2">
        <w:rPr>
          <w:rtl/>
        </w:rPr>
        <w:t>‏بنغلاديش،</w:t>
      </w:r>
      <w:r w:rsidRPr="009417E2">
        <w:t xml:space="preserve"> </w:t>
      </w:r>
      <w:r w:rsidRPr="009417E2">
        <w:rPr>
          <w:rtl/>
        </w:rPr>
        <w:t>‏بربادوس،</w:t>
      </w:r>
      <w:r w:rsidRPr="009417E2">
        <w:t xml:space="preserve"> </w:t>
      </w:r>
      <w:r w:rsidRPr="009417E2">
        <w:rPr>
          <w:rtl/>
        </w:rPr>
        <w:t>‏بيلاروس،</w:t>
      </w:r>
      <w:r w:rsidRPr="009417E2">
        <w:t xml:space="preserve"> </w:t>
      </w:r>
      <w:r w:rsidRPr="009417E2">
        <w:rPr>
          <w:rtl/>
        </w:rPr>
        <w:t>‏بلجيكا،</w:t>
      </w:r>
      <w:r w:rsidRPr="009417E2">
        <w:t xml:space="preserve"> </w:t>
      </w:r>
      <w:r w:rsidRPr="009417E2">
        <w:rPr>
          <w:rtl/>
        </w:rPr>
        <w:t>‏بليز،</w:t>
      </w:r>
      <w:r w:rsidRPr="009417E2">
        <w:t xml:space="preserve"> </w:t>
      </w:r>
      <w:r w:rsidRPr="009417E2">
        <w:rPr>
          <w:rtl/>
        </w:rPr>
        <w:t>‏بنن،</w:t>
      </w:r>
      <w:r w:rsidRPr="009417E2">
        <w:t xml:space="preserve"> </w:t>
      </w:r>
      <w:r w:rsidRPr="009417E2">
        <w:rPr>
          <w:rtl/>
        </w:rPr>
        <w:t>‏بوتان،</w:t>
      </w:r>
      <w:r w:rsidRPr="009417E2">
        <w:t xml:space="preserve"> </w:t>
      </w:r>
      <w:r w:rsidRPr="009417E2">
        <w:rPr>
          <w:rtl/>
        </w:rPr>
        <w:t>‏بوليفيا (دولة - المتعددة القوميات)،</w:t>
      </w:r>
      <w:r w:rsidRPr="009417E2">
        <w:t xml:space="preserve"> </w:t>
      </w:r>
      <w:r w:rsidRPr="009417E2">
        <w:rPr>
          <w:rtl/>
        </w:rPr>
        <w:t>‏البوسنة والهرسك،</w:t>
      </w:r>
      <w:r w:rsidRPr="009417E2">
        <w:t xml:space="preserve"> </w:t>
      </w:r>
      <w:r w:rsidRPr="009417E2">
        <w:rPr>
          <w:rtl/>
        </w:rPr>
        <w:t>‏بوتسوانا،</w:t>
      </w:r>
      <w:r w:rsidRPr="009417E2">
        <w:t xml:space="preserve"> </w:t>
      </w:r>
      <w:r w:rsidRPr="009417E2">
        <w:rPr>
          <w:rtl/>
        </w:rPr>
        <w:t>‏البرازيل،</w:t>
      </w:r>
      <w:r w:rsidRPr="009417E2">
        <w:t xml:space="preserve"> </w:t>
      </w:r>
      <w:r w:rsidRPr="009417E2">
        <w:rPr>
          <w:rtl/>
        </w:rPr>
        <w:t>‏بروني دار السلام،</w:t>
      </w:r>
      <w:r w:rsidRPr="009417E2">
        <w:t xml:space="preserve"> </w:t>
      </w:r>
      <w:r w:rsidRPr="009417E2">
        <w:rPr>
          <w:rtl/>
        </w:rPr>
        <w:t>‏بلغاريا،</w:t>
      </w:r>
      <w:r w:rsidRPr="009417E2">
        <w:t xml:space="preserve"> </w:t>
      </w:r>
      <w:r w:rsidRPr="009417E2">
        <w:rPr>
          <w:rtl/>
        </w:rPr>
        <w:t>‏بوركينا فاسو،</w:t>
      </w:r>
      <w:r w:rsidRPr="009417E2">
        <w:t xml:space="preserve"> </w:t>
      </w:r>
      <w:r w:rsidRPr="009417E2">
        <w:rPr>
          <w:rtl/>
        </w:rPr>
        <w:t>‏بوروندي،</w:t>
      </w:r>
      <w:r w:rsidRPr="009417E2">
        <w:t xml:space="preserve"> </w:t>
      </w:r>
      <w:r w:rsidRPr="009417E2">
        <w:rPr>
          <w:rtl/>
        </w:rPr>
        <w:t>‏</w:t>
      </w:r>
      <w:proofErr w:type="spellStart"/>
      <w:r w:rsidRPr="009417E2">
        <w:rPr>
          <w:rtl/>
        </w:rPr>
        <w:t>كابو</w:t>
      </w:r>
      <w:proofErr w:type="spellEnd"/>
      <w:r w:rsidRPr="009417E2">
        <w:rPr>
          <w:rtl/>
        </w:rPr>
        <w:t xml:space="preserve"> فيردي،</w:t>
      </w:r>
      <w:r w:rsidRPr="009417E2">
        <w:t xml:space="preserve"> </w:t>
      </w:r>
      <w:r w:rsidRPr="009417E2">
        <w:rPr>
          <w:rtl/>
        </w:rPr>
        <w:t>‏كمبوديا،</w:t>
      </w:r>
      <w:r w:rsidRPr="009417E2">
        <w:t xml:space="preserve"> </w:t>
      </w:r>
      <w:r w:rsidRPr="009417E2">
        <w:rPr>
          <w:rtl/>
        </w:rPr>
        <w:t>‏الكاميرون،</w:t>
      </w:r>
      <w:r w:rsidRPr="009417E2">
        <w:t xml:space="preserve"> </w:t>
      </w:r>
      <w:r w:rsidRPr="009417E2">
        <w:rPr>
          <w:rtl/>
        </w:rPr>
        <w:t>‏كندا،</w:t>
      </w:r>
      <w:r w:rsidRPr="009417E2">
        <w:t xml:space="preserve"> </w:t>
      </w:r>
      <w:r w:rsidRPr="009417E2">
        <w:rPr>
          <w:rtl/>
        </w:rPr>
        <w:t>‏جمهورية أفريقيا الوسطى،</w:t>
      </w:r>
      <w:r w:rsidRPr="009417E2">
        <w:t xml:space="preserve"> </w:t>
      </w:r>
      <w:r w:rsidRPr="009417E2">
        <w:rPr>
          <w:rtl/>
        </w:rPr>
        <w:t>‏تشاد،</w:t>
      </w:r>
      <w:r w:rsidRPr="009417E2">
        <w:t xml:space="preserve"> </w:t>
      </w:r>
      <w:r w:rsidRPr="009417E2">
        <w:rPr>
          <w:rtl/>
        </w:rPr>
        <w:t>‏شيلي،</w:t>
      </w:r>
      <w:r w:rsidRPr="009417E2">
        <w:t xml:space="preserve"> </w:t>
      </w:r>
      <w:r w:rsidRPr="009417E2">
        <w:rPr>
          <w:rtl/>
        </w:rPr>
        <w:t>‏الصين،</w:t>
      </w:r>
      <w:r w:rsidRPr="009417E2">
        <w:t xml:space="preserve"> </w:t>
      </w:r>
      <w:r w:rsidRPr="009417E2">
        <w:rPr>
          <w:rtl/>
        </w:rPr>
        <w:t>‏كولومبيا،</w:t>
      </w:r>
      <w:r w:rsidRPr="009417E2">
        <w:t xml:space="preserve"> </w:t>
      </w:r>
      <w:r w:rsidRPr="009417E2">
        <w:rPr>
          <w:rtl/>
        </w:rPr>
        <w:t>‏جزر القمر،</w:t>
      </w:r>
      <w:r w:rsidRPr="009417E2">
        <w:t xml:space="preserve"> </w:t>
      </w:r>
      <w:r w:rsidRPr="009417E2">
        <w:rPr>
          <w:rtl/>
        </w:rPr>
        <w:t>‏الكونغو،</w:t>
      </w:r>
      <w:r w:rsidRPr="009417E2">
        <w:t xml:space="preserve"> </w:t>
      </w:r>
      <w:r w:rsidRPr="009417E2">
        <w:rPr>
          <w:rtl/>
        </w:rPr>
        <w:t>‏</w:t>
      </w:r>
      <w:r w:rsidR="00A51E60">
        <w:rPr>
          <w:rFonts w:hint="cs"/>
          <w:rtl/>
          <w:lang w:bidi="ar-EG"/>
        </w:rPr>
        <w:t xml:space="preserve">جزر كوك، </w:t>
      </w:r>
      <w:r w:rsidRPr="009417E2">
        <w:rPr>
          <w:rtl/>
        </w:rPr>
        <w:t>كوستاريكا،</w:t>
      </w:r>
      <w:r w:rsidRPr="009417E2">
        <w:t xml:space="preserve"> </w:t>
      </w:r>
      <w:r w:rsidRPr="009417E2">
        <w:rPr>
          <w:rtl/>
        </w:rPr>
        <w:t>‏كوت ديفوار،</w:t>
      </w:r>
      <w:r w:rsidRPr="009417E2">
        <w:t xml:space="preserve"> </w:t>
      </w:r>
      <w:r w:rsidRPr="009417E2">
        <w:rPr>
          <w:rtl/>
        </w:rPr>
        <w:t>‏كرواتيا،</w:t>
      </w:r>
      <w:r w:rsidRPr="009417E2">
        <w:t xml:space="preserve"> </w:t>
      </w:r>
      <w:r w:rsidRPr="009417E2">
        <w:rPr>
          <w:rtl/>
        </w:rPr>
        <w:t>‏كوبا،</w:t>
      </w:r>
      <w:r w:rsidRPr="009417E2">
        <w:t xml:space="preserve"> </w:t>
      </w:r>
      <w:r w:rsidRPr="009417E2">
        <w:rPr>
          <w:rtl/>
        </w:rPr>
        <w:t>‏قبرص،</w:t>
      </w:r>
      <w:r w:rsidRPr="009417E2">
        <w:t xml:space="preserve"> </w:t>
      </w:r>
      <w:r w:rsidRPr="009417E2">
        <w:rPr>
          <w:rtl/>
        </w:rPr>
        <w:t>‏الجمهورية التشيكية،</w:t>
      </w:r>
      <w:r w:rsidRPr="009417E2">
        <w:t xml:space="preserve"> </w:t>
      </w:r>
      <w:r w:rsidRPr="009417E2">
        <w:rPr>
          <w:rtl/>
        </w:rPr>
        <w:t>‏جمهورية كوريا الشعبية الديمقراطية،</w:t>
      </w:r>
      <w:r w:rsidRPr="009417E2">
        <w:t xml:space="preserve"> </w:t>
      </w:r>
      <w:r w:rsidRPr="009417E2">
        <w:rPr>
          <w:rtl/>
        </w:rPr>
        <w:t>‏جمهورية الكونغو الديمقراطية،</w:t>
      </w:r>
      <w:r w:rsidRPr="009417E2">
        <w:t xml:space="preserve"> </w:t>
      </w:r>
      <w:r w:rsidRPr="009417E2">
        <w:rPr>
          <w:rtl/>
        </w:rPr>
        <w:t>‏الدانمرك،</w:t>
      </w:r>
      <w:r w:rsidRPr="009417E2">
        <w:t xml:space="preserve"> </w:t>
      </w:r>
      <w:r w:rsidRPr="009417E2">
        <w:rPr>
          <w:rtl/>
        </w:rPr>
        <w:t>‏جيبوتي،</w:t>
      </w:r>
      <w:r w:rsidRPr="009417E2">
        <w:t xml:space="preserve"> </w:t>
      </w:r>
      <w:r w:rsidRPr="009417E2">
        <w:rPr>
          <w:rtl/>
        </w:rPr>
        <w:t>‏دومينيكا،</w:t>
      </w:r>
      <w:r w:rsidRPr="009417E2">
        <w:t xml:space="preserve"> </w:t>
      </w:r>
      <w:r w:rsidRPr="009417E2">
        <w:rPr>
          <w:rtl/>
        </w:rPr>
        <w:t xml:space="preserve">‏الجمهورية </w:t>
      </w:r>
      <w:proofErr w:type="spellStart"/>
      <w:r w:rsidRPr="009417E2">
        <w:rPr>
          <w:rtl/>
        </w:rPr>
        <w:t>الدومينيكية</w:t>
      </w:r>
      <w:proofErr w:type="spellEnd"/>
      <w:r w:rsidRPr="009417E2">
        <w:rPr>
          <w:rtl/>
        </w:rPr>
        <w:t>،</w:t>
      </w:r>
      <w:r w:rsidRPr="009417E2">
        <w:t xml:space="preserve"> </w:t>
      </w:r>
      <w:r w:rsidRPr="009417E2">
        <w:rPr>
          <w:rtl/>
        </w:rPr>
        <w:t>‏إكوادور،</w:t>
      </w:r>
      <w:r w:rsidRPr="009417E2">
        <w:t xml:space="preserve"> </w:t>
      </w:r>
      <w:r w:rsidRPr="009417E2">
        <w:rPr>
          <w:rtl/>
        </w:rPr>
        <w:t>‏مصر،</w:t>
      </w:r>
      <w:r w:rsidRPr="009417E2">
        <w:t xml:space="preserve"> </w:t>
      </w:r>
      <w:r w:rsidRPr="009417E2">
        <w:rPr>
          <w:rtl/>
        </w:rPr>
        <w:t>‏السلفادور،</w:t>
      </w:r>
      <w:r w:rsidRPr="009417E2">
        <w:t xml:space="preserve"> </w:t>
      </w:r>
      <w:r w:rsidRPr="009417E2">
        <w:rPr>
          <w:rtl/>
        </w:rPr>
        <w:t>‏غينيا الاستوائية،</w:t>
      </w:r>
      <w:r w:rsidRPr="009417E2">
        <w:t xml:space="preserve"> </w:t>
      </w:r>
      <w:r w:rsidRPr="009417E2">
        <w:rPr>
          <w:rtl/>
        </w:rPr>
        <w:t>‏إستونيا،</w:t>
      </w:r>
      <w:r w:rsidRPr="009417E2">
        <w:t xml:space="preserve"> </w:t>
      </w:r>
      <w:r w:rsidRPr="009417E2">
        <w:rPr>
          <w:rtl/>
        </w:rPr>
        <w:t>‏فيجي،</w:t>
      </w:r>
      <w:r w:rsidRPr="009417E2">
        <w:t xml:space="preserve"> </w:t>
      </w:r>
      <w:r w:rsidRPr="009417E2">
        <w:rPr>
          <w:rtl/>
        </w:rPr>
        <w:t>‏فنلندا،</w:t>
      </w:r>
      <w:r w:rsidRPr="009417E2">
        <w:t xml:space="preserve"> </w:t>
      </w:r>
      <w:r w:rsidRPr="009417E2">
        <w:rPr>
          <w:rtl/>
        </w:rPr>
        <w:t>‏فرنسا،</w:t>
      </w:r>
      <w:r w:rsidRPr="009417E2">
        <w:t xml:space="preserve"> </w:t>
      </w:r>
      <w:r w:rsidRPr="009417E2">
        <w:rPr>
          <w:rtl/>
        </w:rPr>
        <w:t>‏غابون،</w:t>
      </w:r>
      <w:r w:rsidRPr="009417E2">
        <w:t xml:space="preserve"> </w:t>
      </w:r>
      <w:r w:rsidRPr="009417E2">
        <w:rPr>
          <w:rtl/>
        </w:rPr>
        <w:t>‏غامبيا،</w:t>
      </w:r>
      <w:r w:rsidRPr="009417E2">
        <w:t xml:space="preserve"> </w:t>
      </w:r>
      <w:r w:rsidRPr="009417E2">
        <w:rPr>
          <w:rtl/>
        </w:rPr>
        <w:t>‏جورجيا،</w:t>
      </w:r>
      <w:r w:rsidRPr="009417E2">
        <w:t xml:space="preserve"> </w:t>
      </w:r>
      <w:r w:rsidRPr="009417E2">
        <w:rPr>
          <w:rtl/>
        </w:rPr>
        <w:t>‏ألمانيا،</w:t>
      </w:r>
      <w:r w:rsidRPr="009417E2">
        <w:t xml:space="preserve"> </w:t>
      </w:r>
      <w:r w:rsidRPr="009417E2">
        <w:rPr>
          <w:rtl/>
        </w:rPr>
        <w:t>‏غانا،</w:t>
      </w:r>
      <w:r w:rsidRPr="009417E2">
        <w:t xml:space="preserve"> </w:t>
      </w:r>
      <w:r w:rsidRPr="009417E2">
        <w:rPr>
          <w:rtl/>
        </w:rPr>
        <w:t>‏اليونان،</w:t>
      </w:r>
      <w:r w:rsidRPr="009417E2">
        <w:t xml:space="preserve"> </w:t>
      </w:r>
      <w:r w:rsidRPr="009417E2">
        <w:rPr>
          <w:rtl/>
        </w:rPr>
        <w:t>‏غرينادا،</w:t>
      </w:r>
      <w:r w:rsidRPr="009417E2">
        <w:t xml:space="preserve"> </w:t>
      </w:r>
      <w:r w:rsidRPr="009417E2">
        <w:rPr>
          <w:rtl/>
        </w:rPr>
        <w:t>‏غواتيمالا،</w:t>
      </w:r>
      <w:r w:rsidRPr="009417E2">
        <w:t xml:space="preserve"> </w:t>
      </w:r>
      <w:r w:rsidRPr="009417E2">
        <w:rPr>
          <w:rtl/>
        </w:rPr>
        <w:t>‏غينيا،</w:t>
      </w:r>
      <w:r w:rsidRPr="009417E2">
        <w:t xml:space="preserve"> </w:t>
      </w:r>
      <w:r w:rsidRPr="009417E2">
        <w:rPr>
          <w:rtl/>
        </w:rPr>
        <w:t>‏غينيا - بيساو،</w:t>
      </w:r>
      <w:r w:rsidRPr="009417E2">
        <w:t xml:space="preserve"> </w:t>
      </w:r>
      <w:r w:rsidRPr="009417E2">
        <w:rPr>
          <w:rtl/>
        </w:rPr>
        <w:t>‏غيانا،</w:t>
      </w:r>
      <w:r w:rsidRPr="009417E2">
        <w:t xml:space="preserve"> </w:t>
      </w:r>
      <w:r w:rsidRPr="009417E2">
        <w:rPr>
          <w:rtl/>
        </w:rPr>
        <w:t>‏هايتي،</w:t>
      </w:r>
      <w:r w:rsidRPr="009417E2">
        <w:t xml:space="preserve"> </w:t>
      </w:r>
      <w:r w:rsidRPr="009417E2">
        <w:rPr>
          <w:rtl/>
        </w:rPr>
        <w:t>‏الكرسي الرسولي،</w:t>
      </w:r>
      <w:r w:rsidRPr="009417E2">
        <w:t xml:space="preserve"> </w:t>
      </w:r>
      <w:r w:rsidRPr="009417E2">
        <w:rPr>
          <w:rtl/>
        </w:rPr>
        <w:t>‏هندوراس،</w:t>
      </w:r>
      <w:r w:rsidRPr="009417E2">
        <w:t xml:space="preserve"> </w:t>
      </w:r>
      <w:r w:rsidRPr="009417E2">
        <w:rPr>
          <w:rtl/>
        </w:rPr>
        <w:t>‏هنغاريا،</w:t>
      </w:r>
      <w:r w:rsidRPr="009417E2">
        <w:t xml:space="preserve"> </w:t>
      </w:r>
      <w:r w:rsidRPr="009417E2">
        <w:rPr>
          <w:rtl/>
        </w:rPr>
        <w:t>‏</w:t>
      </w:r>
      <w:r>
        <w:rPr>
          <w:rtl/>
        </w:rPr>
        <w:t>إيسلندا</w:t>
      </w:r>
      <w:r w:rsidRPr="009417E2">
        <w:rPr>
          <w:rtl/>
        </w:rPr>
        <w:t>،</w:t>
      </w:r>
      <w:r w:rsidRPr="009417E2">
        <w:t xml:space="preserve"> </w:t>
      </w:r>
      <w:r w:rsidRPr="009417E2">
        <w:rPr>
          <w:rtl/>
        </w:rPr>
        <w:t>‏الهند،</w:t>
      </w:r>
      <w:r w:rsidRPr="009417E2">
        <w:t xml:space="preserve"> </w:t>
      </w:r>
      <w:r w:rsidRPr="009417E2">
        <w:rPr>
          <w:rtl/>
        </w:rPr>
        <w:t>‏إندونيسيا،</w:t>
      </w:r>
      <w:r w:rsidRPr="009417E2">
        <w:t xml:space="preserve"> </w:t>
      </w:r>
      <w:r w:rsidRPr="009417E2">
        <w:rPr>
          <w:rtl/>
        </w:rPr>
        <w:t>‏إيران (جمهورية - الإسلامية)،</w:t>
      </w:r>
      <w:r w:rsidRPr="009417E2">
        <w:t xml:space="preserve"> </w:t>
      </w:r>
      <w:r w:rsidRPr="009417E2">
        <w:rPr>
          <w:rtl/>
        </w:rPr>
        <w:t>‏العراق،</w:t>
      </w:r>
      <w:r w:rsidRPr="009417E2">
        <w:t xml:space="preserve"> </w:t>
      </w:r>
      <w:r w:rsidRPr="009417E2">
        <w:rPr>
          <w:rtl/>
        </w:rPr>
        <w:t>‏</w:t>
      </w:r>
      <w:r>
        <w:rPr>
          <w:rtl/>
        </w:rPr>
        <w:t>إيرلندا</w:t>
      </w:r>
      <w:r w:rsidRPr="009417E2">
        <w:rPr>
          <w:rtl/>
        </w:rPr>
        <w:t>،</w:t>
      </w:r>
      <w:r w:rsidRPr="009417E2">
        <w:t xml:space="preserve"> </w:t>
      </w:r>
      <w:r w:rsidRPr="009417E2">
        <w:rPr>
          <w:rtl/>
        </w:rPr>
        <w:t>‏إسرائيل،</w:t>
      </w:r>
      <w:r w:rsidRPr="009417E2">
        <w:t xml:space="preserve"> </w:t>
      </w:r>
      <w:r w:rsidRPr="009417E2">
        <w:rPr>
          <w:rtl/>
        </w:rPr>
        <w:t>‏إيطاليا،</w:t>
      </w:r>
      <w:r w:rsidRPr="009417E2">
        <w:t xml:space="preserve"> </w:t>
      </w:r>
      <w:r w:rsidRPr="009417E2">
        <w:rPr>
          <w:rtl/>
        </w:rPr>
        <w:t>‏جامايكا،</w:t>
      </w:r>
      <w:r w:rsidRPr="009417E2">
        <w:t xml:space="preserve"> </w:t>
      </w:r>
      <w:r w:rsidRPr="009417E2">
        <w:rPr>
          <w:rtl/>
        </w:rPr>
        <w:t>‏اليابان،</w:t>
      </w:r>
      <w:r w:rsidRPr="009417E2">
        <w:t xml:space="preserve"> </w:t>
      </w:r>
      <w:r w:rsidRPr="009417E2">
        <w:rPr>
          <w:rtl/>
        </w:rPr>
        <w:t>‏الأردن،</w:t>
      </w:r>
      <w:r w:rsidRPr="009417E2">
        <w:t xml:space="preserve"> </w:t>
      </w:r>
      <w:r w:rsidRPr="009417E2">
        <w:rPr>
          <w:rtl/>
        </w:rPr>
        <w:t>‏كازاخستان،</w:t>
      </w:r>
      <w:r w:rsidRPr="009417E2">
        <w:t xml:space="preserve"> </w:t>
      </w:r>
      <w:r w:rsidRPr="009417E2">
        <w:rPr>
          <w:rtl/>
        </w:rPr>
        <w:t>‏كينيا،</w:t>
      </w:r>
      <w:r w:rsidRPr="009417E2">
        <w:t xml:space="preserve"> </w:t>
      </w:r>
      <w:r w:rsidRPr="009417E2">
        <w:rPr>
          <w:rtl/>
        </w:rPr>
        <w:t>‏الكويت،</w:t>
      </w:r>
      <w:r w:rsidRPr="009417E2">
        <w:t xml:space="preserve"> </w:t>
      </w:r>
      <w:r w:rsidRPr="009417E2">
        <w:rPr>
          <w:rtl/>
        </w:rPr>
        <w:t>‏قيرغيزستان،</w:t>
      </w:r>
      <w:r w:rsidRPr="009417E2">
        <w:t xml:space="preserve"> </w:t>
      </w:r>
      <w:r w:rsidRPr="009417E2">
        <w:rPr>
          <w:rtl/>
        </w:rPr>
        <w:t>‏جمهورية لاو الديمقراطية الشعبية،</w:t>
      </w:r>
      <w:r w:rsidRPr="009417E2">
        <w:t xml:space="preserve"> </w:t>
      </w:r>
      <w:r w:rsidRPr="009417E2">
        <w:rPr>
          <w:rtl/>
        </w:rPr>
        <w:t>‏لاتفيا،</w:t>
      </w:r>
      <w:r w:rsidRPr="009417E2">
        <w:t xml:space="preserve"> </w:t>
      </w:r>
      <w:r w:rsidRPr="009417E2">
        <w:rPr>
          <w:rtl/>
        </w:rPr>
        <w:t>‏لبنان،</w:t>
      </w:r>
      <w:r w:rsidRPr="009417E2">
        <w:t xml:space="preserve"> </w:t>
      </w:r>
      <w:r w:rsidRPr="009417E2">
        <w:rPr>
          <w:rtl/>
        </w:rPr>
        <w:t>‏ليسوتو،</w:t>
      </w:r>
      <w:r w:rsidRPr="009417E2">
        <w:t xml:space="preserve"> </w:t>
      </w:r>
      <w:r w:rsidRPr="009417E2">
        <w:rPr>
          <w:rtl/>
        </w:rPr>
        <w:t>‏ليبريا،</w:t>
      </w:r>
      <w:r>
        <w:rPr>
          <w:rtl/>
        </w:rPr>
        <w:t xml:space="preserve"> </w:t>
      </w:r>
      <w:r w:rsidRPr="009417E2">
        <w:rPr>
          <w:rtl/>
        </w:rPr>
        <w:t>‏ليبيا،</w:t>
      </w:r>
      <w:r w:rsidRPr="009417E2">
        <w:t xml:space="preserve"> </w:t>
      </w:r>
      <w:r w:rsidRPr="009417E2">
        <w:rPr>
          <w:rtl/>
        </w:rPr>
        <w:t>‏ليختنشتاين،</w:t>
      </w:r>
      <w:r w:rsidRPr="009417E2">
        <w:t xml:space="preserve"> </w:t>
      </w:r>
      <w:r w:rsidRPr="009417E2">
        <w:rPr>
          <w:rtl/>
        </w:rPr>
        <w:t>‏ليتوانيا،</w:t>
      </w:r>
      <w:r w:rsidRPr="009417E2">
        <w:t xml:space="preserve"> </w:t>
      </w:r>
      <w:r w:rsidRPr="009417E2">
        <w:rPr>
          <w:rtl/>
        </w:rPr>
        <w:t>‏لكسمبرغ،</w:t>
      </w:r>
      <w:r w:rsidRPr="009417E2">
        <w:t xml:space="preserve"> </w:t>
      </w:r>
      <w:r w:rsidRPr="009417E2">
        <w:rPr>
          <w:rtl/>
        </w:rPr>
        <w:t>‏مدغشقر،</w:t>
      </w:r>
      <w:r w:rsidRPr="009417E2">
        <w:t xml:space="preserve"> </w:t>
      </w:r>
      <w:r w:rsidRPr="009417E2">
        <w:rPr>
          <w:rtl/>
        </w:rPr>
        <w:t>‏ملاوي،</w:t>
      </w:r>
      <w:r w:rsidRPr="009417E2">
        <w:t xml:space="preserve"> </w:t>
      </w:r>
      <w:r w:rsidRPr="009417E2">
        <w:rPr>
          <w:rtl/>
        </w:rPr>
        <w:t>‏ماليزيا،</w:t>
      </w:r>
      <w:r w:rsidRPr="009417E2">
        <w:t xml:space="preserve"> </w:t>
      </w:r>
      <w:r w:rsidRPr="009417E2">
        <w:rPr>
          <w:rtl/>
        </w:rPr>
        <w:t>‏مالي،</w:t>
      </w:r>
      <w:r w:rsidRPr="009417E2">
        <w:t xml:space="preserve"> </w:t>
      </w:r>
      <w:r w:rsidRPr="009417E2">
        <w:rPr>
          <w:rtl/>
        </w:rPr>
        <w:t>‏مالطة،</w:t>
      </w:r>
      <w:r w:rsidRPr="009417E2">
        <w:t xml:space="preserve"> </w:t>
      </w:r>
      <w:r w:rsidRPr="009417E2">
        <w:rPr>
          <w:rtl/>
        </w:rPr>
        <w:t>‏موريتانيا،</w:t>
      </w:r>
      <w:r w:rsidRPr="009417E2">
        <w:t xml:space="preserve"> </w:t>
      </w:r>
      <w:r w:rsidRPr="009417E2">
        <w:rPr>
          <w:rtl/>
        </w:rPr>
        <w:t>‏موريشيوس،</w:t>
      </w:r>
      <w:r w:rsidRPr="009417E2">
        <w:t xml:space="preserve"> </w:t>
      </w:r>
      <w:r w:rsidRPr="009417E2">
        <w:rPr>
          <w:rtl/>
        </w:rPr>
        <w:t>‏المكسيك،</w:t>
      </w:r>
      <w:r w:rsidRPr="009417E2">
        <w:t xml:space="preserve"> </w:t>
      </w:r>
      <w:r w:rsidRPr="009417E2">
        <w:rPr>
          <w:rtl/>
        </w:rPr>
        <w:t>‏موناكو،</w:t>
      </w:r>
      <w:r w:rsidRPr="009417E2">
        <w:t xml:space="preserve"> </w:t>
      </w:r>
      <w:r w:rsidRPr="009417E2">
        <w:rPr>
          <w:rtl/>
        </w:rPr>
        <w:t>‏منغوليا،</w:t>
      </w:r>
      <w:r w:rsidRPr="009417E2">
        <w:t xml:space="preserve"> </w:t>
      </w:r>
      <w:r w:rsidRPr="009417E2">
        <w:rPr>
          <w:rtl/>
        </w:rPr>
        <w:t>‏الجبل الأسود،</w:t>
      </w:r>
      <w:r w:rsidRPr="009417E2">
        <w:t xml:space="preserve"> </w:t>
      </w:r>
      <w:r w:rsidRPr="009417E2">
        <w:rPr>
          <w:rtl/>
        </w:rPr>
        <w:t>‏المغرب،</w:t>
      </w:r>
      <w:r w:rsidRPr="009417E2">
        <w:t xml:space="preserve"> </w:t>
      </w:r>
      <w:r w:rsidRPr="009417E2">
        <w:rPr>
          <w:rtl/>
        </w:rPr>
        <w:t>‏موزامبيق،</w:t>
      </w:r>
      <w:r w:rsidRPr="009417E2">
        <w:t xml:space="preserve"> </w:t>
      </w:r>
      <w:r w:rsidRPr="009417E2">
        <w:rPr>
          <w:rtl/>
        </w:rPr>
        <w:t>‏ناميبيا،</w:t>
      </w:r>
      <w:r w:rsidRPr="009417E2">
        <w:t xml:space="preserve"> </w:t>
      </w:r>
      <w:r w:rsidRPr="009417E2">
        <w:rPr>
          <w:rtl/>
        </w:rPr>
        <w:t>‏نيبال،</w:t>
      </w:r>
      <w:r w:rsidRPr="009417E2">
        <w:t xml:space="preserve"> </w:t>
      </w:r>
      <w:r w:rsidRPr="009417E2">
        <w:rPr>
          <w:rtl/>
        </w:rPr>
        <w:t>‏هولندا،</w:t>
      </w:r>
      <w:r w:rsidRPr="009417E2">
        <w:t xml:space="preserve"> </w:t>
      </w:r>
      <w:r w:rsidRPr="009417E2">
        <w:rPr>
          <w:rtl/>
        </w:rPr>
        <w:t>‏نيوزيلندا،</w:t>
      </w:r>
      <w:r w:rsidRPr="009417E2">
        <w:t xml:space="preserve"> </w:t>
      </w:r>
      <w:r w:rsidRPr="009417E2">
        <w:rPr>
          <w:rtl/>
        </w:rPr>
        <w:t>‏نيكاراغوا،</w:t>
      </w:r>
      <w:r w:rsidRPr="009417E2">
        <w:t xml:space="preserve"> </w:t>
      </w:r>
      <w:r w:rsidRPr="009417E2">
        <w:rPr>
          <w:rtl/>
        </w:rPr>
        <w:t>‏النيجر،</w:t>
      </w:r>
      <w:r w:rsidRPr="009417E2">
        <w:t xml:space="preserve"> </w:t>
      </w:r>
      <w:r w:rsidRPr="009417E2">
        <w:rPr>
          <w:rtl/>
        </w:rPr>
        <w:t>‏نيجيريا،</w:t>
      </w:r>
      <w:r w:rsidRPr="009417E2">
        <w:t xml:space="preserve"> </w:t>
      </w:r>
      <w:r w:rsidRPr="009417E2">
        <w:rPr>
          <w:rtl/>
        </w:rPr>
        <w:t>‏النرويج،</w:t>
      </w:r>
      <w:r w:rsidRPr="009417E2">
        <w:t xml:space="preserve"> </w:t>
      </w:r>
      <w:r w:rsidRPr="009417E2">
        <w:rPr>
          <w:rtl/>
        </w:rPr>
        <w:t>‏عمان،</w:t>
      </w:r>
      <w:r w:rsidRPr="009417E2">
        <w:t xml:space="preserve"> </w:t>
      </w:r>
      <w:r w:rsidRPr="009417E2">
        <w:rPr>
          <w:rtl/>
        </w:rPr>
        <w:t>‏باكستان،</w:t>
      </w:r>
      <w:r w:rsidRPr="009417E2">
        <w:t xml:space="preserve"> </w:t>
      </w:r>
      <w:r w:rsidRPr="009417E2">
        <w:rPr>
          <w:rtl/>
        </w:rPr>
        <w:t>‏بنما،</w:t>
      </w:r>
      <w:r w:rsidRPr="009417E2">
        <w:t xml:space="preserve"> </w:t>
      </w:r>
      <w:r w:rsidRPr="009417E2">
        <w:rPr>
          <w:rtl/>
        </w:rPr>
        <w:t>‏بابوا غينيا الجديدة،</w:t>
      </w:r>
      <w:r w:rsidRPr="009417E2">
        <w:t xml:space="preserve"> </w:t>
      </w:r>
      <w:r w:rsidRPr="009417E2">
        <w:rPr>
          <w:rtl/>
        </w:rPr>
        <w:t>‏باراغواي،</w:t>
      </w:r>
      <w:r w:rsidRPr="009417E2">
        <w:t xml:space="preserve"> </w:t>
      </w:r>
      <w:r w:rsidRPr="009417E2">
        <w:rPr>
          <w:rtl/>
        </w:rPr>
        <w:t>‏بيرو،</w:t>
      </w:r>
      <w:r w:rsidRPr="009417E2">
        <w:t xml:space="preserve"> </w:t>
      </w:r>
      <w:r w:rsidRPr="009417E2">
        <w:rPr>
          <w:rtl/>
        </w:rPr>
        <w:t>‏الفلبين،</w:t>
      </w:r>
      <w:r w:rsidRPr="009417E2">
        <w:t xml:space="preserve"> </w:t>
      </w:r>
      <w:r w:rsidRPr="009417E2">
        <w:rPr>
          <w:rtl/>
        </w:rPr>
        <w:t>‏بولندا،</w:t>
      </w:r>
      <w:r w:rsidRPr="009417E2">
        <w:t xml:space="preserve"> </w:t>
      </w:r>
      <w:r w:rsidRPr="009417E2">
        <w:rPr>
          <w:rtl/>
        </w:rPr>
        <w:t>‏البرتغال،</w:t>
      </w:r>
      <w:r w:rsidRPr="009417E2">
        <w:t xml:space="preserve"> </w:t>
      </w:r>
      <w:r w:rsidRPr="009417E2">
        <w:rPr>
          <w:rtl/>
        </w:rPr>
        <w:t>‏قطر،</w:t>
      </w:r>
      <w:r w:rsidRPr="009417E2">
        <w:t xml:space="preserve"> </w:t>
      </w:r>
      <w:r w:rsidRPr="009417E2">
        <w:rPr>
          <w:rtl/>
        </w:rPr>
        <w:t>‏جمهورية كوريا،</w:t>
      </w:r>
      <w:r w:rsidRPr="009417E2">
        <w:t xml:space="preserve"> </w:t>
      </w:r>
      <w:r w:rsidRPr="009417E2">
        <w:rPr>
          <w:rtl/>
        </w:rPr>
        <w:t>‏جمهورية مولدوفا،</w:t>
      </w:r>
      <w:r w:rsidRPr="009417E2">
        <w:t xml:space="preserve"> </w:t>
      </w:r>
      <w:r w:rsidRPr="009417E2">
        <w:rPr>
          <w:rtl/>
        </w:rPr>
        <w:t>‏رومانيا،</w:t>
      </w:r>
      <w:r w:rsidRPr="009417E2">
        <w:t xml:space="preserve"> </w:t>
      </w:r>
      <w:r w:rsidRPr="009417E2">
        <w:rPr>
          <w:rtl/>
        </w:rPr>
        <w:t>‏الاتحاد الروسي،</w:t>
      </w:r>
      <w:r w:rsidRPr="009417E2">
        <w:t xml:space="preserve"> </w:t>
      </w:r>
      <w:r w:rsidRPr="009417E2">
        <w:rPr>
          <w:rtl/>
        </w:rPr>
        <w:t>‏رواندا،</w:t>
      </w:r>
      <w:r w:rsidRPr="009417E2">
        <w:t xml:space="preserve"> </w:t>
      </w:r>
      <w:r w:rsidRPr="009417E2">
        <w:rPr>
          <w:rtl/>
        </w:rPr>
        <w:t>‏سانت كيتس ونيفس،</w:t>
      </w:r>
      <w:r w:rsidRPr="009417E2">
        <w:t xml:space="preserve"> </w:t>
      </w:r>
      <w:r w:rsidRPr="009417E2">
        <w:rPr>
          <w:rtl/>
        </w:rPr>
        <w:t>‏سانت لوسيا،</w:t>
      </w:r>
      <w:r w:rsidRPr="009417E2">
        <w:t xml:space="preserve"> </w:t>
      </w:r>
      <w:r w:rsidRPr="009417E2">
        <w:rPr>
          <w:rtl/>
        </w:rPr>
        <w:t>‏سانت فنسنت وجزر غرينادين،</w:t>
      </w:r>
      <w:r w:rsidRPr="009417E2">
        <w:t xml:space="preserve"> </w:t>
      </w:r>
      <w:r w:rsidRPr="009417E2">
        <w:rPr>
          <w:rtl/>
        </w:rPr>
        <w:t>‏ساموا،</w:t>
      </w:r>
      <w:r w:rsidRPr="009417E2">
        <w:t xml:space="preserve"> </w:t>
      </w:r>
      <w:r w:rsidRPr="009417E2">
        <w:rPr>
          <w:rtl/>
        </w:rPr>
        <w:t>‏سان مارينو،</w:t>
      </w:r>
      <w:r w:rsidRPr="009417E2">
        <w:t xml:space="preserve"> </w:t>
      </w:r>
      <w:r w:rsidRPr="009417E2">
        <w:rPr>
          <w:rtl/>
        </w:rPr>
        <w:t>‏سان تومي وبرينسيبي،</w:t>
      </w:r>
      <w:r w:rsidRPr="009417E2">
        <w:t xml:space="preserve"> </w:t>
      </w:r>
      <w:r w:rsidRPr="009417E2">
        <w:rPr>
          <w:rtl/>
        </w:rPr>
        <w:t>‏المملكة العربية السعودية،</w:t>
      </w:r>
      <w:r w:rsidRPr="009417E2">
        <w:t xml:space="preserve"> </w:t>
      </w:r>
      <w:r w:rsidRPr="009417E2">
        <w:rPr>
          <w:rtl/>
        </w:rPr>
        <w:t>‏السنغال،</w:t>
      </w:r>
      <w:r w:rsidRPr="009417E2">
        <w:t xml:space="preserve"> </w:t>
      </w:r>
      <w:r w:rsidRPr="009417E2">
        <w:rPr>
          <w:rtl/>
        </w:rPr>
        <w:t>‏صربيا،</w:t>
      </w:r>
      <w:r w:rsidRPr="009417E2">
        <w:t xml:space="preserve"> </w:t>
      </w:r>
      <w:r w:rsidRPr="009417E2">
        <w:rPr>
          <w:rtl/>
        </w:rPr>
        <w:t>‏سيشيل،</w:t>
      </w:r>
      <w:r w:rsidRPr="009417E2">
        <w:t xml:space="preserve"> </w:t>
      </w:r>
      <w:r w:rsidRPr="009417E2">
        <w:rPr>
          <w:rtl/>
        </w:rPr>
        <w:t>‏سيراليون،</w:t>
      </w:r>
      <w:r w:rsidRPr="009417E2">
        <w:t xml:space="preserve"> </w:t>
      </w:r>
      <w:r w:rsidRPr="009417E2">
        <w:rPr>
          <w:rtl/>
        </w:rPr>
        <w:t>‏سنغافورة،</w:t>
      </w:r>
      <w:r w:rsidRPr="009417E2">
        <w:t xml:space="preserve"> </w:t>
      </w:r>
      <w:r w:rsidRPr="009417E2">
        <w:rPr>
          <w:rtl/>
        </w:rPr>
        <w:t>‏سلوفاكيا،</w:t>
      </w:r>
      <w:r w:rsidRPr="009417E2">
        <w:t xml:space="preserve"> </w:t>
      </w:r>
      <w:r w:rsidRPr="009417E2">
        <w:rPr>
          <w:rtl/>
        </w:rPr>
        <w:t>‏سلوفينيا،</w:t>
      </w:r>
      <w:r w:rsidRPr="009417E2">
        <w:t xml:space="preserve"> </w:t>
      </w:r>
      <w:r w:rsidRPr="009417E2">
        <w:rPr>
          <w:rtl/>
        </w:rPr>
        <w:t>‏جنوب أفريقيا،</w:t>
      </w:r>
      <w:r w:rsidRPr="009417E2">
        <w:t xml:space="preserve"> </w:t>
      </w:r>
      <w:r w:rsidRPr="009417E2">
        <w:rPr>
          <w:rtl/>
        </w:rPr>
        <w:t>‏إسبانيا،</w:t>
      </w:r>
      <w:r w:rsidRPr="009417E2">
        <w:t xml:space="preserve"> </w:t>
      </w:r>
      <w:r w:rsidRPr="009417E2">
        <w:rPr>
          <w:rtl/>
        </w:rPr>
        <w:t xml:space="preserve">‏سري </w:t>
      </w:r>
      <w:proofErr w:type="spellStart"/>
      <w:r w:rsidRPr="009417E2">
        <w:rPr>
          <w:rtl/>
        </w:rPr>
        <w:t>لانكا</w:t>
      </w:r>
      <w:proofErr w:type="spellEnd"/>
      <w:r w:rsidRPr="009417E2">
        <w:rPr>
          <w:rtl/>
        </w:rPr>
        <w:t>،</w:t>
      </w:r>
      <w:r w:rsidRPr="009417E2">
        <w:t xml:space="preserve"> </w:t>
      </w:r>
      <w:r w:rsidRPr="009417E2">
        <w:rPr>
          <w:rtl/>
        </w:rPr>
        <w:t>‏السودان،</w:t>
      </w:r>
      <w:r w:rsidRPr="009417E2">
        <w:t xml:space="preserve"> </w:t>
      </w:r>
      <w:r w:rsidRPr="009417E2">
        <w:rPr>
          <w:rtl/>
        </w:rPr>
        <w:t>‏سورينام،</w:t>
      </w:r>
      <w:r w:rsidRPr="009417E2">
        <w:t xml:space="preserve"> </w:t>
      </w:r>
      <w:r w:rsidRPr="009417E2">
        <w:rPr>
          <w:rtl/>
        </w:rPr>
        <w:t>‏سوازيلند،</w:t>
      </w:r>
      <w:r w:rsidRPr="009417E2">
        <w:t xml:space="preserve"> </w:t>
      </w:r>
      <w:r w:rsidRPr="009417E2">
        <w:rPr>
          <w:rtl/>
        </w:rPr>
        <w:t>‏السويد،</w:t>
      </w:r>
      <w:r w:rsidRPr="009417E2">
        <w:t xml:space="preserve"> </w:t>
      </w:r>
      <w:r w:rsidRPr="009417E2">
        <w:rPr>
          <w:rtl/>
        </w:rPr>
        <w:t>‏سويسرا،</w:t>
      </w:r>
      <w:r w:rsidRPr="009417E2">
        <w:t xml:space="preserve"> </w:t>
      </w:r>
      <w:r w:rsidRPr="009417E2">
        <w:rPr>
          <w:rtl/>
        </w:rPr>
        <w:t>‏الجمهورية العربية السورية،</w:t>
      </w:r>
      <w:r w:rsidRPr="009417E2">
        <w:t xml:space="preserve"> </w:t>
      </w:r>
      <w:r w:rsidRPr="009417E2">
        <w:rPr>
          <w:rtl/>
        </w:rPr>
        <w:t>‏طاجيكستان،</w:t>
      </w:r>
      <w:r w:rsidRPr="009417E2">
        <w:t xml:space="preserve"> </w:t>
      </w:r>
      <w:r w:rsidRPr="009417E2">
        <w:rPr>
          <w:rtl/>
        </w:rPr>
        <w:t>‏تايلند،</w:t>
      </w:r>
      <w:r w:rsidRPr="009417E2">
        <w:t xml:space="preserve"> </w:t>
      </w:r>
      <w:r w:rsidRPr="009417E2">
        <w:rPr>
          <w:rtl/>
        </w:rPr>
        <w:t>‏جمهورية مقدونيا اليوغوسلافية سابقاً،</w:t>
      </w:r>
      <w:r w:rsidRPr="009417E2">
        <w:t xml:space="preserve"> </w:t>
      </w:r>
      <w:r w:rsidRPr="009417E2">
        <w:rPr>
          <w:rtl/>
        </w:rPr>
        <w:t>‏توغو،</w:t>
      </w:r>
      <w:r w:rsidRPr="009417E2">
        <w:t xml:space="preserve"> </w:t>
      </w:r>
      <w:r w:rsidRPr="009417E2">
        <w:rPr>
          <w:rtl/>
        </w:rPr>
        <w:t>‏تونغا،</w:t>
      </w:r>
      <w:r w:rsidRPr="009417E2">
        <w:t xml:space="preserve"> </w:t>
      </w:r>
      <w:r w:rsidRPr="009417E2">
        <w:rPr>
          <w:rtl/>
        </w:rPr>
        <w:t>‏ترينيداد وتوباغو،</w:t>
      </w:r>
      <w:r w:rsidRPr="009417E2">
        <w:t xml:space="preserve"> </w:t>
      </w:r>
      <w:r w:rsidRPr="009417E2">
        <w:rPr>
          <w:rtl/>
        </w:rPr>
        <w:t>‏تونس،</w:t>
      </w:r>
      <w:r w:rsidRPr="009417E2">
        <w:t xml:space="preserve"> </w:t>
      </w:r>
      <w:r w:rsidRPr="009417E2">
        <w:rPr>
          <w:rtl/>
        </w:rPr>
        <w:t>‏تركيا،</w:t>
      </w:r>
      <w:r w:rsidRPr="009417E2">
        <w:t xml:space="preserve"> </w:t>
      </w:r>
      <w:r w:rsidRPr="009417E2">
        <w:rPr>
          <w:rtl/>
        </w:rPr>
        <w:t>‏تركمانستان،</w:t>
      </w:r>
      <w:r w:rsidRPr="009417E2">
        <w:t xml:space="preserve"> </w:t>
      </w:r>
      <w:r w:rsidRPr="009417E2">
        <w:rPr>
          <w:rtl/>
        </w:rPr>
        <w:t>‏أوغندا،</w:t>
      </w:r>
      <w:r w:rsidRPr="009417E2">
        <w:t xml:space="preserve"> </w:t>
      </w:r>
      <w:r w:rsidRPr="009417E2">
        <w:rPr>
          <w:rtl/>
        </w:rPr>
        <w:t>‏أوكرانيا،</w:t>
      </w:r>
      <w:r w:rsidRPr="009417E2">
        <w:t xml:space="preserve"> </w:t>
      </w:r>
      <w:r w:rsidRPr="009417E2">
        <w:rPr>
          <w:rtl/>
        </w:rPr>
        <w:t>‏الإمارات العربية المتحدة،</w:t>
      </w:r>
      <w:r w:rsidRPr="009417E2">
        <w:t xml:space="preserve"> </w:t>
      </w:r>
      <w:r w:rsidRPr="009417E2">
        <w:rPr>
          <w:rtl/>
        </w:rPr>
        <w:t>‏المملكة المتحدة،</w:t>
      </w:r>
      <w:r w:rsidRPr="009417E2">
        <w:t xml:space="preserve"> </w:t>
      </w:r>
      <w:r w:rsidRPr="009417E2">
        <w:rPr>
          <w:rtl/>
        </w:rPr>
        <w:t>‏جمهورية تنزانيا المتحدة،</w:t>
      </w:r>
      <w:r w:rsidRPr="009417E2">
        <w:t xml:space="preserve"> </w:t>
      </w:r>
      <w:r w:rsidRPr="009417E2">
        <w:rPr>
          <w:rtl/>
        </w:rPr>
        <w:t>‏الولايات المتحدة الأمريكية،</w:t>
      </w:r>
      <w:r w:rsidRPr="009417E2">
        <w:t xml:space="preserve"> </w:t>
      </w:r>
      <w:r w:rsidRPr="009417E2">
        <w:rPr>
          <w:rtl/>
        </w:rPr>
        <w:t>‏أوروغواي،</w:t>
      </w:r>
      <w:r w:rsidRPr="009417E2">
        <w:t xml:space="preserve"> </w:t>
      </w:r>
      <w:r w:rsidRPr="009417E2">
        <w:rPr>
          <w:rtl/>
        </w:rPr>
        <w:t>‏أوزبكستان،</w:t>
      </w:r>
      <w:r w:rsidRPr="009417E2">
        <w:t xml:space="preserve"> </w:t>
      </w:r>
      <w:r w:rsidRPr="009417E2">
        <w:rPr>
          <w:rtl/>
        </w:rPr>
        <w:t>‏فانواتو،</w:t>
      </w:r>
      <w:r w:rsidRPr="009417E2">
        <w:t xml:space="preserve"> </w:t>
      </w:r>
      <w:r w:rsidRPr="009417E2">
        <w:rPr>
          <w:rtl/>
        </w:rPr>
        <w:t>‏</w:t>
      </w:r>
      <w:r w:rsidRPr="009417E2">
        <w:rPr>
          <w:rFonts w:hint="cs"/>
          <w:rtl/>
        </w:rPr>
        <w:t xml:space="preserve"> فنزويلا</w:t>
      </w:r>
      <w:r>
        <w:rPr>
          <w:rFonts w:hint="cs"/>
          <w:rtl/>
        </w:rPr>
        <w:t> </w:t>
      </w:r>
      <w:r w:rsidRPr="009417E2">
        <w:rPr>
          <w:rtl/>
        </w:rPr>
        <w:t>(</w:t>
      </w:r>
      <w:r w:rsidRPr="009417E2">
        <w:rPr>
          <w:rFonts w:hint="cs"/>
          <w:rtl/>
        </w:rPr>
        <w:t>جمهورية</w:t>
      </w:r>
      <w:r w:rsidRPr="009417E2">
        <w:rPr>
          <w:rtl/>
        </w:rPr>
        <w:t xml:space="preserve"> - </w:t>
      </w:r>
      <w:proofErr w:type="spellStart"/>
      <w:r w:rsidRPr="009417E2">
        <w:rPr>
          <w:rFonts w:hint="cs"/>
          <w:rtl/>
        </w:rPr>
        <w:t>البوليفارية</w:t>
      </w:r>
      <w:proofErr w:type="spellEnd"/>
      <w:r w:rsidRPr="009417E2">
        <w:rPr>
          <w:rFonts w:hint="cs"/>
          <w:rtl/>
        </w:rPr>
        <w:t>)</w:t>
      </w:r>
      <w:r w:rsidRPr="009417E2">
        <w:rPr>
          <w:rtl/>
        </w:rPr>
        <w:t>،</w:t>
      </w:r>
      <w:r w:rsidRPr="009417E2">
        <w:t xml:space="preserve"> </w:t>
      </w:r>
      <w:r w:rsidRPr="009417E2">
        <w:rPr>
          <w:rtl/>
        </w:rPr>
        <w:t>‏</w:t>
      </w:r>
      <w:proofErr w:type="spellStart"/>
      <w:r w:rsidRPr="009417E2">
        <w:rPr>
          <w:rtl/>
        </w:rPr>
        <w:t>فييت</w:t>
      </w:r>
      <w:proofErr w:type="spellEnd"/>
      <w:r w:rsidRPr="009417E2">
        <w:rPr>
          <w:rtl/>
        </w:rPr>
        <w:t xml:space="preserve"> نام،</w:t>
      </w:r>
      <w:r w:rsidRPr="009417E2">
        <w:t xml:space="preserve"> </w:t>
      </w:r>
      <w:r w:rsidRPr="009417E2">
        <w:rPr>
          <w:rtl/>
        </w:rPr>
        <w:t>‏اليمن،</w:t>
      </w:r>
      <w:r w:rsidRPr="009417E2">
        <w:t xml:space="preserve"> </w:t>
      </w:r>
      <w:r w:rsidRPr="009417E2">
        <w:rPr>
          <w:rtl/>
        </w:rPr>
        <w:t>‏زامبيا،</w:t>
      </w:r>
      <w:r w:rsidRPr="009417E2">
        <w:t xml:space="preserve"> </w:t>
      </w:r>
      <w:r w:rsidRPr="009417E2">
        <w:rPr>
          <w:rtl/>
        </w:rPr>
        <w:t>‏زمبابوي</w:t>
      </w:r>
      <w:r>
        <w:rPr>
          <w:rFonts w:hint="eastAsia"/>
          <w:rtl/>
        </w:rPr>
        <w:t> </w:t>
      </w:r>
      <w:r w:rsidRPr="009417E2">
        <w:rPr>
          <w:rFonts w:hint="cs"/>
          <w:rtl/>
        </w:rPr>
        <w:t>(1</w:t>
      </w:r>
      <w:r w:rsidR="00DA6A36">
        <w:rPr>
          <w:rFonts w:hint="cs"/>
          <w:rtl/>
        </w:rPr>
        <w:t>8</w:t>
      </w:r>
      <w:r w:rsidR="00A51E60">
        <w:rPr>
          <w:rFonts w:hint="cs"/>
          <w:rtl/>
        </w:rPr>
        <w:t>3</w:t>
      </w:r>
      <w:r w:rsidRPr="009417E2">
        <w:rPr>
          <w:rFonts w:hint="cs"/>
          <w:rtl/>
        </w:rPr>
        <w:t>)</w:t>
      </w:r>
      <w:r w:rsidRPr="008D41C1">
        <w:rPr>
          <w:rtl/>
        </w:rPr>
        <w:t>.</w:t>
      </w:r>
    </w:p>
    <w:p w:rsidR="00EA0DD1" w:rsidRDefault="00EA0DD1" w:rsidP="004A47DE">
      <w:pPr>
        <w:pStyle w:val="NumberedParaAR"/>
        <w:numPr>
          <w:ilvl w:val="0"/>
          <w:numId w:val="0"/>
        </w:numPr>
        <w:ind w:left="1701" w:hanging="567"/>
        <w:rPr>
          <w:rtl/>
        </w:rPr>
      </w:pPr>
      <w:r>
        <w:rPr>
          <w:rFonts w:hint="cs"/>
          <w:rtl/>
        </w:rPr>
        <w:t>(2)</w:t>
      </w:r>
      <w:r>
        <w:rPr>
          <w:rtl/>
        </w:rPr>
        <w:tab/>
      </w:r>
      <w:r>
        <w:rPr>
          <w:rFonts w:hint="cs"/>
          <w:u w:val="single"/>
          <w:rtl/>
        </w:rPr>
        <w:t>مؤتمر الويبو</w:t>
      </w:r>
      <w:r>
        <w:rPr>
          <w:rStyle w:val="FootnoteReference"/>
          <w:u w:val="single"/>
          <w:rtl/>
        </w:rPr>
        <w:footnoteReference w:id="1"/>
      </w:r>
      <w:r w:rsidRPr="008D41C1">
        <w:rPr>
          <w:rtl/>
        </w:rPr>
        <w:t>:</w:t>
      </w:r>
      <w:r>
        <w:rPr>
          <w:rFonts w:hint="cs"/>
          <w:rtl/>
        </w:rPr>
        <w:t xml:space="preserve"> بالإضافة إلى الدول الأعضاء في الجمعية العامة للويبو الواردة قائمتها أعلاه: </w:t>
      </w:r>
      <w:r w:rsidR="00197074">
        <w:rPr>
          <w:rtl/>
        </w:rPr>
        <w:t>‏إريتريا، ‏إثيوبيا، ‏كيريبا</w:t>
      </w:r>
      <w:r w:rsidR="00197074">
        <w:rPr>
          <w:rFonts w:hint="cs"/>
          <w:rtl/>
        </w:rPr>
        <w:t>تي</w:t>
      </w:r>
      <w:r w:rsidRPr="00453951">
        <w:rPr>
          <w:rtl/>
        </w:rPr>
        <w:t>، ‏ملد</w:t>
      </w:r>
      <w:r w:rsidR="00A72D98">
        <w:rPr>
          <w:rtl/>
        </w:rPr>
        <w:t xml:space="preserve">يف، </w:t>
      </w:r>
      <w:r w:rsidR="00A51E60">
        <w:rPr>
          <w:rFonts w:hint="cs"/>
          <w:rtl/>
        </w:rPr>
        <w:t xml:space="preserve">جزر مارشال (اعتبارا من 11 ديسمبر 2017)، </w:t>
      </w:r>
      <w:r w:rsidR="00A72D98">
        <w:rPr>
          <w:rtl/>
        </w:rPr>
        <w:t>‏ميانمار، ‏‏الصومال</w:t>
      </w:r>
      <w:r w:rsidR="004A47DE">
        <w:rPr>
          <w:rFonts w:hint="cs"/>
          <w:rtl/>
        </w:rPr>
        <w:t xml:space="preserve">، تيمور-ليشتي (اعتبارا من 12 ديسمبر 2017) </w:t>
      </w:r>
      <w:r w:rsidRPr="00453951">
        <w:rPr>
          <w:rtl/>
        </w:rPr>
        <w:t>(1</w:t>
      </w:r>
      <w:r w:rsidR="00A72D98">
        <w:rPr>
          <w:rFonts w:hint="cs"/>
          <w:rtl/>
        </w:rPr>
        <w:t>8</w:t>
      </w:r>
      <w:r w:rsidR="004A47DE">
        <w:rPr>
          <w:rFonts w:hint="cs"/>
          <w:rtl/>
        </w:rPr>
        <w:t>3</w:t>
      </w:r>
      <w:r w:rsidRPr="00453951">
        <w:rPr>
          <w:rtl/>
        </w:rPr>
        <w:t xml:space="preserve"> + </w:t>
      </w:r>
      <w:r w:rsidR="004A47DE">
        <w:rPr>
          <w:rFonts w:hint="cs"/>
          <w:rtl/>
        </w:rPr>
        <w:t>8</w:t>
      </w:r>
      <w:r w:rsidRPr="00453951">
        <w:rPr>
          <w:rtl/>
        </w:rPr>
        <w:t xml:space="preserve"> = 1</w:t>
      </w:r>
      <w:r w:rsidR="004A47DE">
        <w:rPr>
          <w:rFonts w:hint="cs"/>
          <w:rtl/>
        </w:rPr>
        <w:t>91</w:t>
      </w:r>
      <w:r w:rsidRPr="00453951">
        <w:rPr>
          <w:rtl/>
        </w:rPr>
        <w:t>).</w:t>
      </w:r>
    </w:p>
    <w:p w:rsidR="00EA0DD1" w:rsidRDefault="00EA0DD1" w:rsidP="00EA0DD1">
      <w:pPr>
        <w:pStyle w:val="NumberedParaAR"/>
        <w:numPr>
          <w:ilvl w:val="0"/>
          <w:numId w:val="0"/>
        </w:numPr>
        <w:ind w:left="1701" w:hanging="567"/>
        <w:rPr>
          <w:rtl/>
        </w:rPr>
      </w:pPr>
      <w:r>
        <w:rPr>
          <w:rFonts w:hint="cs"/>
          <w:rtl/>
        </w:rPr>
        <w:t>(3)</w:t>
      </w:r>
      <w:r>
        <w:rPr>
          <w:rFonts w:hint="cs"/>
          <w:rtl/>
        </w:rPr>
        <w:tab/>
      </w:r>
      <w:r w:rsidRPr="00EC1597">
        <w:rPr>
          <w:rFonts w:hint="cs"/>
          <w:u w:val="single"/>
          <w:rtl/>
        </w:rPr>
        <w:t>لجنة الويبو للتنسيق</w:t>
      </w:r>
      <w:r>
        <w:rPr>
          <w:rFonts w:hint="cs"/>
          <w:rtl/>
        </w:rPr>
        <w:t xml:space="preserve">: </w:t>
      </w:r>
      <w:r w:rsidRPr="00453951">
        <w:rPr>
          <w:rtl/>
        </w:rPr>
        <w:t>‏الجزائر، ‏أنغولا، ‏</w:t>
      </w:r>
      <w:r>
        <w:rPr>
          <w:rFonts w:hint="cs"/>
          <w:rtl/>
        </w:rPr>
        <w:t>الأرجنتين</w:t>
      </w:r>
      <w:r w:rsidRPr="00453951">
        <w:rPr>
          <w:rtl/>
        </w:rPr>
        <w:t xml:space="preserve">، ‏أستراليا، ‏النمسا، ‏أذربيجان، </w:t>
      </w:r>
      <w:r>
        <w:rPr>
          <w:rFonts w:hint="cs"/>
          <w:rtl/>
        </w:rPr>
        <w:t xml:space="preserve">جزر البهاما، </w:t>
      </w:r>
      <w:r w:rsidRPr="00453951">
        <w:rPr>
          <w:rtl/>
        </w:rPr>
        <w:t>‏بنغلاديش، ‏بربادوس، ‏بلجيكا، ‏البرازيل، ‏</w:t>
      </w:r>
      <w:r>
        <w:rPr>
          <w:rFonts w:hint="cs"/>
          <w:rtl/>
        </w:rPr>
        <w:t>بروني دار السلام</w:t>
      </w:r>
      <w:r w:rsidRPr="00453951">
        <w:rPr>
          <w:rtl/>
        </w:rPr>
        <w:t>، ‏بوركينا فاسو</w:t>
      </w:r>
      <w:r>
        <w:rPr>
          <w:rtl/>
        </w:rPr>
        <w:t>، ‏الكاميرون، ‏كندا</w:t>
      </w:r>
      <w:r w:rsidRPr="00453951">
        <w:rPr>
          <w:rtl/>
        </w:rPr>
        <w:t xml:space="preserve">، ‏الصين، ‏كولومبيا، ‏الكونغو، ‏كوستاريكا، ‏كوت ديفوار، </w:t>
      </w:r>
      <w:r>
        <w:rPr>
          <w:rFonts w:hint="cs"/>
          <w:rtl/>
        </w:rPr>
        <w:t xml:space="preserve">كوبا، </w:t>
      </w:r>
      <w:r w:rsidRPr="00453951">
        <w:rPr>
          <w:rtl/>
        </w:rPr>
        <w:t>‏الجمهورية التشيكية، ‏جمهورية كوريا الشعبية الديمقراطية، ‏الدانمرك، ‏ال</w:t>
      </w:r>
      <w:r>
        <w:rPr>
          <w:rtl/>
        </w:rPr>
        <w:t>جمهورية الدومينيكية، ‏إكوادور</w:t>
      </w:r>
      <w:r w:rsidRPr="00453951">
        <w:rPr>
          <w:rtl/>
        </w:rPr>
        <w:t>، ‏السلفادور،</w:t>
      </w:r>
      <w:r>
        <w:rPr>
          <w:rFonts w:hint="cs"/>
          <w:rtl/>
        </w:rPr>
        <w:t xml:space="preserve"> إستونيا، </w:t>
      </w:r>
      <w:r w:rsidRPr="00453951">
        <w:rPr>
          <w:rtl/>
        </w:rPr>
        <w:t>‏إثيوبيا (</w:t>
      </w:r>
      <w:r>
        <w:rPr>
          <w:rtl/>
        </w:rPr>
        <w:t>خاص)، ‏فنلندا، ‏فرنسا، ‏غابون</w:t>
      </w:r>
      <w:r w:rsidRPr="00453951">
        <w:rPr>
          <w:rtl/>
        </w:rPr>
        <w:t>، ‏ألمانيا، ‏غانا، ‏غواتيمالا، ‏هنغاريا، ‏</w:t>
      </w:r>
      <w:r>
        <w:rPr>
          <w:rtl/>
        </w:rPr>
        <w:t>إيسلندا</w:t>
      </w:r>
      <w:r w:rsidRPr="00453951">
        <w:rPr>
          <w:rtl/>
        </w:rPr>
        <w:t>، ‏الهند، ‏إندونيسيا، ‏إيران (جمهورية - ا</w:t>
      </w:r>
      <w:r>
        <w:rPr>
          <w:rtl/>
        </w:rPr>
        <w:t>لإسلامية)، ‏إيرلندا، ‏إيطاليا</w:t>
      </w:r>
      <w:r w:rsidRPr="00453951">
        <w:rPr>
          <w:rtl/>
        </w:rPr>
        <w:t>، ‏اليابان،</w:t>
      </w:r>
      <w:r>
        <w:rPr>
          <w:rFonts w:hint="cs"/>
          <w:rtl/>
        </w:rPr>
        <w:t xml:space="preserve"> كازاخستان، قيرغيزستان</w:t>
      </w:r>
      <w:r w:rsidRPr="00453951">
        <w:rPr>
          <w:rtl/>
        </w:rPr>
        <w:t xml:space="preserve">، </w:t>
      </w:r>
      <w:r>
        <w:rPr>
          <w:rFonts w:hint="cs"/>
          <w:rtl/>
        </w:rPr>
        <w:t xml:space="preserve">لاتفيا، </w:t>
      </w:r>
      <w:r w:rsidRPr="00453951">
        <w:rPr>
          <w:rtl/>
        </w:rPr>
        <w:t xml:space="preserve">‏لكسمبرغ، ‏ماليزيا، ‏المكسيك، </w:t>
      </w:r>
      <w:r>
        <w:rPr>
          <w:rFonts w:hint="cs"/>
          <w:rtl/>
        </w:rPr>
        <w:t xml:space="preserve">منغوليا، المغرب، ميانمار (خاص)، ناميبيا، </w:t>
      </w:r>
      <w:r w:rsidRPr="00453951">
        <w:rPr>
          <w:rtl/>
        </w:rPr>
        <w:t xml:space="preserve">‏نيبال، ‏هولندا، ‏نيوزيلندا، ‏نيجيريا، ‏النرويج، </w:t>
      </w:r>
      <w:r w:rsidRPr="00453951">
        <w:rPr>
          <w:rtl/>
        </w:rPr>
        <w:lastRenderedPageBreak/>
        <w:t xml:space="preserve">‏باكستان، </w:t>
      </w:r>
      <w:r>
        <w:rPr>
          <w:rFonts w:hint="cs"/>
          <w:rtl/>
        </w:rPr>
        <w:t xml:space="preserve">بنما، </w:t>
      </w:r>
      <w:r>
        <w:rPr>
          <w:rtl/>
        </w:rPr>
        <w:t>‏باراغواي، ‏بيرو</w:t>
      </w:r>
      <w:r w:rsidRPr="00453951">
        <w:rPr>
          <w:rtl/>
        </w:rPr>
        <w:t xml:space="preserve">، ‏بولندا، ‏البرتغال، ‏جمهورية كوريا، ‏رومانيا، ‏الاتحاد الروسي، </w:t>
      </w:r>
      <w:r>
        <w:rPr>
          <w:rFonts w:hint="cs"/>
          <w:rtl/>
        </w:rPr>
        <w:t xml:space="preserve">رواندا، </w:t>
      </w:r>
      <w:r>
        <w:rPr>
          <w:rtl/>
        </w:rPr>
        <w:t>‏السنغال، ‏سنغافورة</w:t>
      </w:r>
      <w:r w:rsidRPr="00453951">
        <w:rPr>
          <w:rtl/>
        </w:rPr>
        <w:t>، ‏جنوب أفريقيا، ‏إسبانيا، ‏سري لانكا، ‏</w:t>
      </w:r>
      <w:r>
        <w:rPr>
          <w:rtl/>
        </w:rPr>
        <w:t>السويد، ‏سويسرا (بحكم المنصب)</w:t>
      </w:r>
      <w:r w:rsidRPr="00453951">
        <w:rPr>
          <w:rtl/>
        </w:rPr>
        <w:t>، ‏تونس، ‏تركيا، ‏أوغندا، ‏المملكة المتحدة، ‏جمهورية تنزانيا المتحدة</w:t>
      </w:r>
      <w:r>
        <w:rPr>
          <w:rtl/>
        </w:rPr>
        <w:t>، ‏الولايات المتحدة الأمريكية</w:t>
      </w:r>
      <w:r w:rsidRPr="00453951">
        <w:rPr>
          <w:rtl/>
        </w:rPr>
        <w:t>، ‏فييت</w:t>
      </w:r>
      <w:r>
        <w:rPr>
          <w:rFonts w:hint="cs"/>
          <w:rtl/>
        </w:rPr>
        <w:t> </w:t>
      </w:r>
      <w:r>
        <w:rPr>
          <w:rtl/>
        </w:rPr>
        <w:t>نام</w:t>
      </w:r>
      <w:r w:rsidRPr="00453951">
        <w:rPr>
          <w:rtl/>
        </w:rPr>
        <w:t>، ‏زمبابوي</w:t>
      </w:r>
      <w:r>
        <w:rPr>
          <w:rFonts w:hint="cs"/>
          <w:rtl/>
        </w:rPr>
        <w:t> </w:t>
      </w:r>
      <w:r w:rsidRPr="00453951">
        <w:rPr>
          <w:rtl/>
        </w:rPr>
        <w:t>(83).</w:t>
      </w:r>
    </w:p>
    <w:p w:rsidR="00EA0DD1" w:rsidRDefault="00EA0DD1" w:rsidP="004A47DE">
      <w:pPr>
        <w:pStyle w:val="NumberedParaAR"/>
        <w:numPr>
          <w:ilvl w:val="0"/>
          <w:numId w:val="0"/>
        </w:numPr>
        <w:ind w:left="1701" w:hanging="567"/>
        <w:rPr>
          <w:rtl/>
        </w:rPr>
      </w:pPr>
      <w:r>
        <w:rPr>
          <w:rFonts w:hint="cs"/>
          <w:rtl/>
        </w:rPr>
        <w:t>(4)</w:t>
      </w:r>
      <w:r>
        <w:rPr>
          <w:rtl/>
        </w:rPr>
        <w:tab/>
      </w:r>
      <w:r w:rsidRPr="00DB7F79">
        <w:rPr>
          <w:rFonts w:hint="cs"/>
          <w:u w:val="single"/>
          <w:rtl/>
        </w:rPr>
        <w:t>جمعية اتحاد باريس</w:t>
      </w:r>
      <w:r>
        <w:rPr>
          <w:rFonts w:hint="cs"/>
          <w:rtl/>
        </w:rPr>
        <w:t>:</w:t>
      </w:r>
      <w:r w:rsidR="004A47DE">
        <w:rPr>
          <w:rFonts w:hint="cs"/>
          <w:rtl/>
        </w:rPr>
        <w:t xml:space="preserve"> أفغانستان</w:t>
      </w:r>
      <w:r w:rsidR="00A72D98">
        <w:rPr>
          <w:rFonts w:hint="cs"/>
          <w:rtl/>
        </w:rPr>
        <w:t>،</w:t>
      </w:r>
      <w:r>
        <w:rPr>
          <w:rFonts w:hint="cs"/>
          <w:rtl/>
        </w:rPr>
        <w:t xml:space="preserve"> </w:t>
      </w:r>
      <w:r w:rsidRPr="00453951">
        <w:rPr>
          <w:rtl/>
        </w:rPr>
        <w:t>ألبانيا، ‏الجزائر، ‏أندورا، ‏أنغولا،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‏إكوادور، ‏مصر، ‏السلفادور، ‏غينيا الاستوائية، ‏إستونيا، ‏فنلندا، ‏فرنسا، ‏غابون، ‏غامبيا، ‏جورجيا، ‏ألمانيا، ‏غانا، ‏اليونان، ‏غرينادا، ‏غواتيمالا، ‏غينيا، ‏غينيا - بيساو، ‏غيانا، ‏هايتي، ‏الكرسي الرسولي، ‏هندوراس، ‏هنغاريا، ‏</w:t>
      </w:r>
      <w:r>
        <w:rPr>
          <w:rtl/>
        </w:rPr>
        <w:t>إيسلندا</w:t>
      </w:r>
      <w:r w:rsidRPr="00453951">
        <w:rPr>
          <w:rtl/>
        </w:rPr>
        <w:t>، ‏الهند، ‏إندونيسيا، ‏إيران (جمهورية - الإسلامية)، ‏العراق، ‏</w:t>
      </w:r>
      <w:r>
        <w:rPr>
          <w:rtl/>
        </w:rPr>
        <w:t>إيرلندا</w:t>
      </w:r>
      <w:r w:rsidRPr="00453951">
        <w:rPr>
          <w:rtl/>
        </w:rPr>
        <w:t>، ‏إسرائيل، ‏إيطاليا، ‏جامايكا، ‏اليابان، ‏الأردن، ‏كازاخستان، ‏كينيا، ‏الكويت</w:t>
      </w:r>
      <w:r>
        <w:rPr>
          <w:rtl/>
        </w:rPr>
        <w:t>،</w:t>
      </w:r>
      <w:r w:rsidRPr="00453951">
        <w:rPr>
          <w:rtl/>
        </w:rPr>
        <w:t>‏قيرغيزستان،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سابقاً،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فنزويلا (</w:t>
      </w:r>
      <w:r>
        <w:rPr>
          <w:rtl/>
        </w:rPr>
        <w:t>جمهورية - البوليفارية</w:t>
      </w:r>
      <w:r w:rsidRPr="00453951">
        <w:rPr>
          <w:rtl/>
        </w:rPr>
        <w:t>)، ‏فييت نام، ‏اليمن، ‏زامبيا، ‏زمبابوي</w:t>
      </w:r>
      <w:r>
        <w:rPr>
          <w:rFonts w:hint="cs"/>
          <w:rtl/>
        </w:rPr>
        <w:t> </w:t>
      </w:r>
      <w:r w:rsidRPr="00453951">
        <w:rPr>
          <w:rtl/>
        </w:rPr>
        <w:t>(17</w:t>
      </w:r>
      <w:r w:rsidR="00A72D98">
        <w:rPr>
          <w:rFonts w:hint="cs"/>
          <w:rtl/>
        </w:rPr>
        <w:t>5</w:t>
      </w:r>
      <w:r w:rsidRPr="00453951">
        <w:rPr>
          <w:rtl/>
        </w:rPr>
        <w:t>).</w:t>
      </w:r>
    </w:p>
    <w:p w:rsidR="00EA0DD1" w:rsidRDefault="00EA0DD1" w:rsidP="00A72D98">
      <w:pPr>
        <w:pStyle w:val="NumberedParaAR"/>
        <w:numPr>
          <w:ilvl w:val="0"/>
          <w:numId w:val="0"/>
        </w:numPr>
        <w:spacing w:after="0"/>
        <w:ind w:left="1701" w:hanging="567"/>
        <w:rPr>
          <w:rtl/>
        </w:rPr>
      </w:pPr>
      <w:r>
        <w:rPr>
          <w:rFonts w:hint="cs"/>
          <w:rtl/>
        </w:rPr>
        <w:t>(5)</w:t>
      </w:r>
      <w:r>
        <w:rPr>
          <w:rtl/>
        </w:rPr>
        <w:tab/>
      </w:r>
      <w:r w:rsidRPr="00DB7F79">
        <w:rPr>
          <w:rFonts w:hint="cs"/>
          <w:u w:val="single"/>
          <w:rtl/>
        </w:rPr>
        <w:t>اللجنة التنفيذية لاتحاد باريس</w:t>
      </w:r>
      <w:r>
        <w:rPr>
          <w:rFonts w:hint="cs"/>
          <w:rtl/>
        </w:rPr>
        <w:t>:</w:t>
      </w:r>
    </w:p>
    <w:p w:rsidR="00EA0DD1" w:rsidRDefault="00EA0DD1" w:rsidP="00EA0DD1">
      <w:pPr>
        <w:pStyle w:val="NumberedParaAR"/>
        <w:numPr>
          <w:ilvl w:val="0"/>
          <w:numId w:val="0"/>
        </w:numPr>
        <w:ind w:left="2267"/>
        <w:rPr>
          <w:rtl/>
        </w:rPr>
      </w:pPr>
      <w:r w:rsidRPr="00A960F1">
        <w:rPr>
          <w:rtl/>
        </w:rPr>
        <w:t xml:space="preserve">أنغولا، الأرجنتين، أذربيجان، جزر البهاما، بنغلاديش، بوركينا فاسو، الكاميرون، الصين، كولومبيا، كوبا، الجمهورية التشيكية، جمهورية كوريا الشعبية الديمقراطية، الدانمرك، إكوادور، فنلندا، غانا، غواتيمالا، هنغاريا، </w:t>
      </w:r>
      <w:r>
        <w:rPr>
          <w:rtl/>
        </w:rPr>
        <w:t>إيسلندا</w:t>
      </w:r>
      <w:r w:rsidRPr="00A960F1">
        <w:rPr>
          <w:rtl/>
        </w:rPr>
        <w:t xml:space="preserve">، إندونيسيا، إيران (جمهورية - الإسلامية)، </w:t>
      </w:r>
      <w:r>
        <w:rPr>
          <w:rtl/>
        </w:rPr>
        <w:t>إيرلندا</w:t>
      </w:r>
      <w:r w:rsidRPr="00A960F1">
        <w:rPr>
          <w:rtl/>
        </w:rPr>
        <w:t>، إيطاليا، اليابان، كازاخستان، لاتفيا، منغوليا، المغرب، نيبال، نيوزيلندا، باكستان، بيرو، بولندا، جمهورية كوريا، رومانيا، سنغافورة، سري لانكا، السويد، سويسرا</w:t>
      </w:r>
      <w:r w:rsidRPr="00A960F1">
        <w:rPr>
          <w:rFonts w:hint="cs"/>
          <w:rtl/>
        </w:rPr>
        <w:t xml:space="preserve"> (بحكم المنصب)</w:t>
      </w:r>
      <w:r w:rsidRPr="00A960F1">
        <w:rPr>
          <w:rtl/>
        </w:rPr>
        <w:t>، أوغندا، الولايات المتحدة الأمريكية، فييت نام</w:t>
      </w:r>
      <w:r>
        <w:rPr>
          <w:rFonts w:hint="cs"/>
          <w:rtl/>
        </w:rPr>
        <w:t> </w:t>
      </w:r>
      <w:r w:rsidRPr="00BA1011">
        <w:rPr>
          <w:rtl/>
        </w:rPr>
        <w:t>(42).</w:t>
      </w:r>
    </w:p>
    <w:p w:rsidR="00EA0DD1" w:rsidRDefault="00EA0DD1" w:rsidP="004A47DE">
      <w:pPr>
        <w:pStyle w:val="NumberedParaAR"/>
        <w:numPr>
          <w:ilvl w:val="0"/>
          <w:numId w:val="0"/>
        </w:numPr>
        <w:ind w:left="1701" w:hanging="567"/>
        <w:rPr>
          <w:rtl/>
        </w:rPr>
      </w:pPr>
      <w:r>
        <w:rPr>
          <w:rFonts w:hint="cs"/>
          <w:rtl/>
        </w:rPr>
        <w:t>(6)</w:t>
      </w:r>
      <w:r>
        <w:rPr>
          <w:rtl/>
        </w:rPr>
        <w:tab/>
      </w:r>
      <w:r w:rsidRPr="0067225F">
        <w:rPr>
          <w:u w:val="single"/>
          <w:rtl/>
        </w:rPr>
        <w:t>جمعية اتحاد برن</w:t>
      </w:r>
      <w:r w:rsidRPr="00DB7F79">
        <w:rPr>
          <w:rtl/>
        </w:rPr>
        <w:t xml:space="preserve">: </w:t>
      </w:r>
      <w:r w:rsidRPr="00BA1011">
        <w:rPr>
          <w:rtl/>
        </w:rPr>
        <w:t>ألبانيا، ‏الجزائر، ‏أندورا، ‏أنتيغوا وبربودا، ‏الأرجنتين، ‏أرمينيا، ‏أستراليا، ‏النمسا، ‏أذربيجان، ‏جزر البهاما، ‏البحرين، ‏بنغلاديش، ‏بربادوس، ‏بيلاروس، ‏بلجيكا، ‏بليز، ‏بنن، ‏بوتان، ‏بوليفيا (دولة</w:t>
      </w:r>
      <w:r>
        <w:rPr>
          <w:rFonts w:hint="cs"/>
          <w:rtl/>
        </w:rPr>
        <w:t> </w:t>
      </w:r>
      <w:r w:rsidRPr="00BA1011">
        <w:rPr>
          <w:rtl/>
        </w:rPr>
        <w:t xml:space="preserve">- المتعددة القوميات)، ‏البوسنة والهرسك، ‏بوتسوانا، ‏البرازيل، ‏بروني دار السلام، ‏بلغاريا، ‏بوركينا فاسو، </w:t>
      </w:r>
      <w:r w:rsidR="00A72D98">
        <w:rPr>
          <w:rFonts w:hint="cs"/>
          <w:rtl/>
        </w:rPr>
        <w:t>بوروندي</w:t>
      </w:r>
      <w:r>
        <w:rPr>
          <w:rFonts w:hint="cs"/>
          <w:rtl/>
        </w:rPr>
        <w:t xml:space="preserve">، </w:t>
      </w:r>
      <w:r w:rsidRPr="00BA1011">
        <w:rPr>
          <w:rtl/>
        </w:rPr>
        <w:t>‏الكاميرون، ‏كندا، ‏</w:t>
      </w:r>
      <w:proofErr w:type="spellStart"/>
      <w:r w:rsidRPr="00BA1011">
        <w:rPr>
          <w:rtl/>
        </w:rPr>
        <w:t>كابو</w:t>
      </w:r>
      <w:proofErr w:type="spellEnd"/>
      <w:r w:rsidRPr="00BA1011">
        <w:rPr>
          <w:rtl/>
        </w:rPr>
        <w:t xml:space="preserve"> فيردي، ‏جمهورية أفريقيا الوسطى، ‏تشاد، ‏شيلي، </w:t>
      </w:r>
      <w:r w:rsidRPr="00BA1011">
        <w:rPr>
          <w:rtl/>
        </w:rPr>
        <w:lastRenderedPageBreak/>
        <w:t xml:space="preserve">‏الصين، ‏كولومبيا، ‏جزر القمر، ‏الكونغو، </w:t>
      </w:r>
      <w:r w:rsidR="004A47DE">
        <w:rPr>
          <w:rFonts w:hint="cs"/>
          <w:rtl/>
        </w:rPr>
        <w:t xml:space="preserve">جزر كوك، </w:t>
      </w:r>
      <w:r w:rsidRPr="00BA1011">
        <w:rPr>
          <w:rtl/>
        </w:rPr>
        <w:t>‏كوستاريكا،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الدومينيكية،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r>
        <w:rPr>
          <w:rtl/>
        </w:rPr>
        <w:t>إيسلندا</w:t>
      </w:r>
      <w:r w:rsidRPr="00BA1011">
        <w:rPr>
          <w:rtl/>
        </w:rPr>
        <w:t>، ‏الهند، ‏إندونيسيا، ‏</w:t>
      </w:r>
      <w:r>
        <w:rPr>
          <w:rtl/>
        </w:rPr>
        <w:t>إيرلندا</w:t>
      </w:r>
      <w:r w:rsidRPr="00BA1011">
        <w:rPr>
          <w:rtl/>
        </w:rPr>
        <w:t>، ‏إسرائيل، ‏إيطاليا، ‏جامايكا، ‏اليابان، ‏الأردن، ‏كازاخستان، ‏كينيا، ‏الكويت، ‏قيرغيزستان، ‏جمهورية لاو الديمقراطية الشعبية، ‏لاتفيا، ‏ليسوتو، ‏ليبريا، ‏ليبيا، ‏ليختنشتاين، ‏ليتوانيا، ‏لكسمبرغ، ‏ملاوي، ‏ماليزيا، ‏مالي، ‏مالطة، ‏موريتانيا، ‏موريشيوس، ‏المكسيك، ولايات ميكرونيزيا الموحدة، ‏موناكو، ‏منغوليا، ‏الجبل الأسود، ‏المغرب، ‏موزامبيق، ‏ناميبيا، ‏نيبال، ‏هولندا، ‏نيكاراغوا، ‏النيجر، ‏نيجيريا،</w:t>
      </w:r>
      <w:r w:rsidR="00A72D98">
        <w:rPr>
          <w:rFonts w:hint="cs"/>
          <w:rtl/>
        </w:rPr>
        <w:t xml:space="preserve"> نيوي،</w:t>
      </w:r>
      <w:r w:rsidRPr="00BA1011">
        <w:rPr>
          <w:rtl/>
        </w:rPr>
        <w:t xml:space="preserve"> ‏النرويج، ‏ع</w:t>
      </w:r>
      <w:r w:rsidR="00A72D98">
        <w:rPr>
          <w:rFonts w:hint="cs"/>
          <w:rtl/>
        </w:rPr>
        <w:t>ُ</w:t>
      </w:r>
      <w:r w:rsidRPr="00BA1011">
        <w:rPr>
          <w:rtl/>
        </w:rPr>
        <w:t xml:space="preserve">مان، ‏باكستان، ‏بنما،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w:t>
      </w:r>
      <w:r w:rsidR="00A72D98">
        <w:rPr>
          <w:rFonts w:hint="cs"/>
          <w:rtl/>
        </w:rPr>
        <w:t xml:space="preserve">ساو تومي وبرينسيبي، </w:t>
      </w:r>
      <w:r w:rsidRPr="00BA1011">
        <w:rPr>
          <w:rtl/>
        </w:rPr>
        <w:t xml:space="preserve">‏المملكة العربية السعودية، ‏السنغال، ‏صربيا،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سابقاً، ‏توغو، ‏تونغا، ‏ترينيداد وتوباغو، ‏تونس، ‏تركيا، </w:t>
      </w:r>
      <w:r>
        <w:rPr>
          <w:rFonts w:hint="cs"/>
          <w:rtl/>
        </w:rPr>
        <w:t>تركمانستان</w:t>
      </w:r>
      <w:r w:rsidR="00A15939">
        <w:rPr>
          <w:rFonts w:hint="cs"/>
          <w:rtl/>
        </w:rPr>
        <w:t>، توفالو</w:t>
      </w:r>
      <w:r>
        <w:rPr>
          <w:rFonts w:hint="cs"/>
          <w:rtl/>
        </w:rPr>
        <w:t xml:space="preserve">، </w:t>
      </w:r>
      <w:r w:rsidRPr="00BA1011">
        <w:rPr>
          <w:rtl/>
        </w:rPr>
        <w:t>‏أوكرانيا، ‏الإمارات العربية المتحدة، ‏المملكة المتحدة، ‏جمهورية تنزانيا المتحدة، ‏الولايات المتحدة الأمريكية، ‏أوروغواي، ‏أوزبكستان، ‏فانواتو، فنزويلا (جمهورية</w:t>
      </w:r>
      <w:r>
        <w:rPr>
          <w:rFonts w:hint="cs"/>
          <w:rtl/>
        </w:rPr>
        <w:t xml:space="preserve"> - </w:t>
      </w:r>
      <w:r w:rsidRPr="00BA1011">
        <w:rPr>
          <w:rtl/>
        </w:rPr>
        <w:t>البوليفارية)، ‏فييت نام، ‏اليمن، ‏زامبيا، ‏زمبابوي</w:t>
      </w:r>
      <w:r>
        <w:rPr>
          <w:rFonts w:hint="cs"/>
          <w:rtl/>
        </w:rPr>
        <w:t> </w:t>
      </w:r>
      <w:r w:rsidRPr="00BA1011">
        <w:rPr>
          <w:rtl/>
        </w:rPr>
        <w:t>(</w:t>
      </w:r>
      <w:r>
        <w:rPr>
          <w:rFonts w:hint="cs"/>
          <w:rtl/>
        </w:rPr>
        <w:t>1</w:t>
      </w:r>
      <w:r w:rsidR="00996D3B">
        <w:rPr>
          <w:rFonts w:hint="cs"/>
          <w:rtl/>
        </w:rPr>
        <w:t>7</w:t>
      </w:r>
      <w:r w:rsidR="004A47DE">
        <w:rPr>
          <w:rFonts w:hint="cs"/>
          <w:rtl/>
        </w:rPr>
        <w:t>1</w:t>
      </w:r>
      <w:r w:rsidRPr="00BA1011">
        <w:rPr>
          <w:rtl/>
        </w:rPr>
        <w:t>)</w:t>
      </w:r>
      <w:r w:rsidRPr="00DB7F79">
        <w:rPr>
          <w:rtl/>
        </w:rPr>
        <w:t>.</w:t>
      </w:r>
    </w:p>
    <w:p w:rsidR="00EA0DD1" w:rsidRDefault="00EA0DD1" w:rsidP="00463E4D">
      <w:pPr>
        <w:pStyle w:val="NumberedParaAR"/>
        <w:numPr>
          <w:ilvl w:val="0"/>
          <w:numId w:val="0"/>
        </w:numPr>
        <w:spacing w:after="0"/>
        <w:ind w:left="1134"/>
        <w:rPr>
          <w:rtl/>
        </w:rPr>
      </w:pPr>
      <w:r>
        <w:rPr>
          <w:rFonts w:hint="cs"/>
          <w:rtl/>
        </w:rPr>
        <w:t>(7)</w:t>
      </w:r>
      <w:r>
        <w:rPr>
          <w:rtl/>
        </w:rPr>
        <w:tab/>
      </w:r>
      <w:r w:rsidRPr="0067225F">
        <w:rPr>
          <w:rFonts w:hint="cs"/>
          <w:u w:val="single"/>
          <w:rtl/>
        </w:rPr>
        <w:t>اللجنة التنفيذية لاتحاد برن</w:t>
      </w:r>
      <w:r>
        <w:rPr>
          <w:rFonts w:hint="cs"/>
          <w:rtl/>
        </w:rPr>
        <w:t>:</w:t>
      </w:r>
    </w:p>
    <w:p w:rsidR="00EA0DD1" w:rsidRDefault="00EA0DD1" w:rsidP="00EA0DD1">
      <w:pPr>
        <w:pStyle w:val="NumberedParaAR"/>
        <w:numPr>
          <w:ilvl w:val="0"/>
          <w:numId w:val="0"/>
        </w:numPr>
        <w:ind w:left="2267"/>
        <w:rPr>
          <w:rtl/>
        </w:rPr>
      </w:pPr>
      <w:r w:rsidRPr="00943F8B">
        <w:rPr>
          <w:rtl/>
        </w:rPr>
        <w:t>الجزائر، أستراليا، النمسا، بربادوس، بلجيكا، البرازيل، بروني دار السلام، كندا، الكونغو، كوستاريكا، كوت ديفوار، الجمهورية الدومينيكية، السلفادور، إستونيا، فرنسا، غابون، ألمانيا، الهند، قيرغيزستان، لكسمبرغ، ماليزيا، المكسيك، ناميبيا، هولندا، نيجيريا، النرويج، بنما، باراغواي، البرتغال، الاتحاد الروسي، رواندا، السنغال، جنوب أفريقيا، إسبانيا، سويسرا</w:t>
      </w:r>
      <w:r>
        <w:rPr>
          <w:rFonts w:hint="cs"/>
          <w:rtl/>
        </w:rPr>
        <w:t xml:space="preserve"> (بحكم المنصب)</w:t>
      </w:r>
      <w:r w:rsidRPr="00943F8B">
        <w:rPr>
          <w:rtl/>
        </w:rPr>
        <w:t>، تونس، تركيا، المملكة المتحدة، جمهورية تنزانيا المتحدة، زمبابوي</w:t>
      </w:r>
      <w:r>
        <w:rPr>
          <w:rFonts w:hint="cs"/>
          <w:rtl/>
        </w:rPr>
        <w:t> </w:t>
      </w:r>
      <w:r w:rsidRPr="00BA1011">
        <w:rPr>
          <w:rtl/>
        </w:rPr>
        <w:t>(40).</w:t>
      </w:r>
    </w:p>
    <w:p w:rsidR="00EA0DD1" w:rsidRDefault="00EA0DD1" w:rsidP="004A47DE">
      <w:pPr>
        <w:pStyle w:val="NumberedParaAR"/>
        <w:numPr>
          <w:ilvl w:val="0"/>
          <w:numId w:val="0"/>
        </w:numPr>
        <w:ind w:left="1701" w:hanging="567"/>
      </w:pPr>
      <w:r>
        <w:rPr>
          <w:rFonts w:hint="cs"/>
          <w:rtl/>
        </w:rPr>
        <w:t>(8)</w:t>
      </w:r>
      <w:r>
        <w:rPr>
          <w:rtl/>
        </w:rPr>
        <w:tab/>
      </w:r>
      <w:r w:rsidRPr="00074127">
        <w:rPr>
          <w:rFonts w:hint="cs"/>
          <w:u w:val="single"/>
          <w:rtl/>
        </w:rPr>
        <w:t>جمعية اتحاد مدريد</w:t>
      </w:r>
      <w:r>
        <w:rPr>
          <w:rFonts w:hint="cs"/>
          <w:rtl/>
        </w:rPr>
        <w:t xml:space="preserve">: </w:t>
      </w:r>
      <w:r w:rsidRPr="00BA1011">
        <w:rPr>
          <w:rtl/>
        </w:rPr>
        <w:t>المنظمة الأفريقية للملكية الفكرية (</w:t>
      </w:r>
      <w:r w:rsidRPr="00BA1011">
        <w:t>OAPI</w:t>
      </w:r>
      <w:r w:rsidRPr="00BA1011">
        <w:rPr>
          <w:rtl/>
        </w:rPr>
        <w:t>)، ‏ألبانيا، ‏الجزائر، ‏أنتيغوا وبربودا، ‏أرمينيا، ‏أستراليا، ‏النمسا، ‏أذربيجان، ‏البحرين، ‏بيلاروس، ‏بلجيكا، ‏بوتان، ‏البوسنة والهرسك، ‏بوتسوانا،</w:t>
      </w:r>
      <w:r w:rsidR="00463E4D">
        <w:rPr>
          <w:rFonts w:hint="cs"/>
          <w:rtl/>
        </w:rPr>
        <w:t xml:space="preserve"> بروني دار السلام،</w:t>
      </w:r>
      <w:r w:rsidRPr="00BA1011">
        <w:rPr>
          <w:rtl/>
        </w:rPr>
        <w:t xml:space="preserve"> ‏بلغاريا، ‏كمبوديا، ‏الصين، ‏كولومبيا، ‏كرواتيا، ‏كوبا، ‏قبرص، ‏الجمهورية التشيكية، ‏جمهورية كوريا الشعبية الديمقراطية، ‏الدانمرك، ‏مصر، ‏إستونيا، الاتحاد الأوروبي، ‏فنلندا، ‏فرنسا،</w:t>
      </w:r>
      <w:r>
        <w:rPr>
          <w:rFonts w:hint="cs"/>
          <w:rtl/>
        </w:rPr>
        <w:t xml:space="preserve"> غامبيا،</w:t>
      </w:r>
      <w:r w:rsidRPr="00BA1011">
        <w:rPr>
          <w:rtl/>
        </w:rPr>
        <w:t xml:space="preserve"> ‏جورجيا، ‏ألمانيا، ‏غانا، ‏اليونان، ‏هنغاريا، ‏</w:t>
      </w:r>
      <w:r>
        <w:rPr>
          <w:rtl/>
        </w:rPr>
        <w:t>إيسلندا</w:t>
      </w:r>
      <w:r w:rsidRPr="00BA1011">
        <w:rPr>
          <w:rtl/>
        </w:rPr>
        <w:t>، ‏الهند، ‏إيران (جمهورية - الإسلامية)، ‏</w:t>
      </w:r>
      <w:r>
        <w:rPr>
          <w:rtl/>
        </w:rPr>
        <w:t>إيرلندا</w:t>
      </w:r>
      <w:r w:rsidRPr="00BA1011">
        <w:rPr>
          <w:rtl/>
        </w:rPr>
        <w:t>، ‏إسرائيل، ‏إيطاليا، ‏اليابان، ‏كازاخستان، ‏كينيا، ‏قيرغيزستان</w:t>
      </w:r>
      <w:r>
        <w:rPr>
          <w:rFonts w:hint="cs"/>
          <w:rtl/>
        </w:rPr>
        <w:t xml:space="preserve">، </w:t>
      </w:r>
      <w:r w:rsidRPr="005E0465">
        <w:rPr>
          <w:rtl/>
        </w:rPr>
        <w:t>جمهورية لاو الديمقراطية الشعبية</w:t>
      </w:r>
      <w:r w:rsidRPr="00BA1011">
        <w:rPr>
          <w:rtl/>
        </w:rPr>
        <w:t xml:space="preserve">، ‏لاتفيا، ‏ليسوتو، ‏ليبريا، ‏ليختنشتاين، ‏ليتوانيا، ‏لكسمبرغ، ‏مدغشقر، ‏المكسيك، ‏موناكو، ‏منغوليا، ‏الجبل الأسود، ‏المغرب، ‏موزامبيق، ‏ناميبيا، ‏هولندا، ‏نيوزيلندا، ‏النرويج، ‏عمان، ‏الفلبين، ‏بولندا، ‏البرتغال، ‏جمهورية كوريا، ‏جمهورية مولدوفا، ‏رومانيا، ‏الاتحاد الروسي، ‏رواندا، ‏سان مارينو، ‏سان تومي وبرينسيبي، ‏صربيا، ‏سيراليون، ‏سنغافورة، ‏سلوفاكيا، ‏سلوفينيا، ‏إسبانيا، ‏السودان، ‏سوازيلند، ‏السويد، ‏سويسرا، ‏الجمهورية العربية السورية، ‏طاجيكستان، </w:t>
      </w:r>
      <w:r w:rsidR="004A47DE">
        <w:rPr>
          <w:rFonts w:hint="cs"/>
          <w:rtl/>
        </w:rPr>
        <w:t>تايلند (اعتبارا من 7</w:t>
      </w:r>
      <w:r w:rsidR="004A47DE">
        <w:rPr>
          <w:rFonts w:hint="eastAsia"/>
          <w:rtl/>
        </w:rPr>
        <w:t> </w:t>
      </w:r>
      <w:r w:rsidR="004A47DE">
        <w:rPr>
          <w:rFonts w:hint="cs"/>
          <w:rtl/>
        </w:rPr>
        <w:t>نوفمبر</w:t>
      </w:r>
      <w:r w:rsidR="004A47DE">
        <w:rPr>
          <w:rFonts w:hint="eastAsia"/>
          <w:rtl/>
        </w:rPr>
        <w:t> </w:t>
      </w:r>
      <w:r w:rsidR="004A47DE">
        <w:rPr>
          <w:rFonts w:hint="cs"/>
          <w:rtl/>
        </w:rPr>
        <w:t xml:space="preserve">2017)، </w:t>
      </w:r>
      <w:r w:rsidRPr="00BA1011">
        <w:rPr>
          <w:rtl/>
        </w:rPr>
        <w:t>‏جمهورية مقدونيا اليوغوسلافية سابقاً، ‏تونس، ‏تركيا، ‏تركمانستان، ‏أوكرانيا، ‏المملكة المتحدة، ‏الولايات المتحدة الأمريكية، ‏أوزبكستان، ‏فييت نام، ‏زامبيا، ‏زمبابوي</w:t>
      </w:r>
      <w:r>
        <w:rPr>
          <w:rFonts w:hint="cs"/>
          <w:rtl/>
        </w:rPr>
        <w:t> </w:t>
      </w:r>
      <w:r w:rsidRPr="00BA1011">
        <w:rPr>
          <w:rtl/>
        </w:rPr>
        <w:t>(</w:t>
      </w:r>
      <w:r w:rsidR="004A47DE">
        <w:rPr>
          <w:rFonts w:hint="cs"/>
          <w:rtl/>
        </w:rPr>
        <w:t>99</w:t>
      </w:r>
      <w:r w:rsidRPr="00BA1011">
        <w:rPr>
          <w:rtl/>
        </w:rPr>
        <w:t>).</w:t>
      </w:r>
    </w:p>
    <w:p w:rsidR="00EA0DD1" w:rsidRDefault="00EA0DD1" w:rsidP="00051973">
      <w:pPr>
        <w:pStyle w:val="NumberedParaAR"/>
        <w:numPr>
          <w:ilvl w:val="0"/>
          <w:numId w:val="0"/>
        </w:numPr>
        <w:ind w:left="1701" w:hanging="567"/>
        <w:rPr>
          <w:rtl/>
        </w:rPr>
      </w:pPr>
      <w:r>
        <w:rPr>
          <w:rFonts w:hint="cs"/>
          <w:rtl/>
        </w:rPr>
        <w:lastRenderedPageBreak/>
        <w:t>(9)</w:t>
      </w:r>
      <w:r>
        <w:rPr>
          <w:rtl/>
        </w:rPr>
        <w:tab/>
      </w:r>
      <w:r w:rsidRPr="00A85CEF">
        <w:rPr>
          <w:rFonts w:hint="cs"/>
          <w:u w:val="single"/>
          <w:rtl/>
        </w:rPr>
        <w:t>جمعية اتحاد لاهاي</w:t>
      </w:r>
      <w:r>
        <w:rPr>
          <w:rFonts w:hint="cs"/>
          <w:rtl/>
        </w:rPr>
        <w:t xml:space="preserve">: </w:t>
      </w:r>
      <w:r w:rsidRPr="0077333C">
        <w:rPr>
          <w:rtl/>
        </w:rPr>
        <w:t>المنظمة الأفريقية للملكية الفكرية (</w:t>
      </w:r>
      <w:r w:rsidRPr="0077333C">
        <w:t>OAPI</w:t>
      </w:r>
      <w:r w:rsidRPr="0077333C">
        <w:rPr>
          <w:rtl/>
        </w:rPr>
        <w:t>)، ‏ألبانيا، ‏أرمينيا، ‏أذربيجان، ‏بلجيكا، ‏بليز، ‏بنن، ‏البوسنة والهرسك، ‏بوتسوانا، ‏بروني دار السلام، ‏بلغاريا،</w:t>
      </w:r>
      <w:r w:rsidR="00051973">
        <w:rPr>
          <w:rFonts w:hint="cs"/>
          <w:rtl/>
        </w:rPr>
        <w:t xml:space="preserve"> </w:t>
      </w:r>
      <w:r w:rsidR="00281414">
        <w:rPr>
          <w:rFonts w:hint="cs"/>
          <w:rtl/>
        </w:rPr>
        <w:t>كمبوديا</w:t>
      </w:r>
      <w:r w:rsidR="00051973">
        <w:rPr>
          <w:rFonts w:hint="cs"/>
          <w:rtl/>
        </w:rPr>
        <w:t>،</w:t>
      </w:r>
      <w:r w:rsidRPr="0077333C">
        <w:rPr>
          <w:rtl/>
        </w:rPr>
        <w:t xml:space="preserve"> ‏كوت ديفوار، ‏كرواتيا، ‏جمهورية كوريا الشعبية الديمقراطية، ‏الدانمرك، ‏مصر، ‏إستونيا، الاتحاد الأوروبي، ‏فنلندا، ‏فرنسا، ‏غابون، ‏جورجيا، ‏ألماني</w:t>
      </w:r>
      <w:r>
        <w:rPr>
          <w:rtl/>
        </w:rPr>
        <w:t>ا، ‏غانا، ‏اليونان، ‏هنغاريا، ‏</w:t>
      </w:r>
      <w:r>
        <w:rPr>
          <w:rFonts w:hint="cs"/>
          <w:rtl/>
        </w:rPr>
        <w:t>إيسلندا</w:t>
      </w:r>
      <w:r w:rsidRPr="0077333C">
        <w:rPr>
          <w:rtl/>
        </w:rPr>
        <w:t>، ‏إيطاليا، ‏اليابان، ‏قيرغيزستان، ‏لاتفيا، ‏ليختنشتاين، ‏ليتوانيا، ‏لكسمبرغ، ‏مالي، ‏موناكو، ‏منغوليا، ‏الجبل الأسود، ‏المغرب، ‏ناميبيا، ‏هولندا، ‏النيجر، ‏النرويج، ‏عمان، ‏بولندا، ‏جمهورية كوريا، ‏جمهورية مولدوفا، ‏رومانيا، ‏رواندا، ‏سا</w:t>
      </w:r>
      <w:r w:rsidR="00051973">
        <w:rPr>
          <w:rFonts w:hint="cs"/>
          <w:rtl/>
        </w:rPr>
        <w:t>و</w:t>
      </w:r>
      <w:r w:rsidRPr="0077333C">
        <w:rPr>
          <w:rtl/>
        </w:rPr>
        <w:t xml:space="preserve"> تومي وبرينسيبي، ‏السنغال، ‏صربيا، ‏سنغافورة، ‏سلوفينيا، ‏إسبانيا، ‏سورينام، ‏سويسرا، ‏الجمهورية العربية السورية، ‏طاجيكستان، ‏جمهورية مقدونيا اليوغوسلافية سابقاً، ‏تونس، ‏تركيا، </w:t>
      </w:r>
      <w:r>
        <w:rPr>
          <w:rFonts w:hint="cs"/>
          <w:rtl/>
        </w:rPr>
        <w:t xml:space="preserve">تركمانستان، </w:t>
      </w:r>
      <w:r w:rsidRPr="0077333C">
        <w:rPr>
          <w:rtl/>
        </w:rPr>
        <w:t>‏أوكرانيا، ‏الولايات المتحدة الأمريكية</w:t>
      </w:r>
      <w:r>
        <w:rPr>
          <w:rFonts w:hint="cs"/>
          <w:rtl/>
        </w:rPr>
        <w:t> </w:t>
      </w:r>
      <w:r w:rsidRPr="0077333C">
        <w:rPr>
          <w:rtl/>
        </w:rPr>
        <w:t>(</w:t>
      </w:r>
      <w:r>
        <w:rPr>
          <w:rFonts w:hint="cs"/>
          <w:rtl/>
        </w:rPr>
        <w:t>6</w:t>
      </w:r>
      <w:r w:rsidR="00051973">
        <w:rPr>
          <w:rFonts w:hint="cs"/>
          <w:rtl/>
        </w:rPr>
        <w:t>6</w:t>
      </w:r>
      <w:r w:rsidRPr="0077333C">
        <w:rPr>
          <w:rtl/>
        </w:rPr>
        <w:t>).</w:t>
      </w:r>
    </w:p>
    <w:p w:rsidR="00EA0DD1" w:rsidRDefault="00EA0DD1" w:rsidP="00EA0DD1">
      <w:pPr>
        <w:pStyle w:val="NumberedParaAR"/>
        <w:numPr>
          <w:ilvl w:val="0"/>
          <w:numId w:val="0"/>
        </w:numPr>
        <w:ind w:left="1701" w:hanging="567"/>
        <w:rPr>
          <w:rtl/>
        </w:rPr>
      </w:pPr>
      <w:r>
        <w:rPr>
          <w:rFonts w:hint="cs"/>
          <w:rtl/>
        </w:rPr>
        <w:t>(10)</w:t>
      </w:r>
      <w:r>
        <w:rPr>
          <w:rtl/>
        </w:rPr>
        <w:tab/>
      </w:r>
      <w:r w:rsidRPr="00A85CEF">
        <w:rPr>
          <w:rFonts w:hint="cs"/>
          <w:u w:val="single"/>
          <w:rtl/>
        </w:rPr>
        <w:t>جمعية اتحاد نيس</w:t>
      </w:r>
      <w:r>
        <w:rPr>
          <w:rFonts w:hint="cs"/>
          <w:rtl/>
        </w:rPr>
        <w:t xml:space="preserve">: </w:t>
      </w:r>
      <w:r w:rsidRPr="00DF7164">
        <w:rPr>
          <w:rtl/>
        </w:rPr>
        <w:t>ألبانيا، ‏الجزائر، ‏الأرجنتين، ‏أرمينيا، ‏أستراليا، ‏النمسا، ‏أذربيجان، ‏البحرين، ‏بربادوس، ‏بيلاروس، ‏بلجيكا، ‏بنن، ‏البوسنة والهرسك، ‏بلغاريا، ‏الصين، ‏كرواتيا، ‏كوبا، ‏الجمهورية التشيكية، ‏جمهورية كوريا الشعبية الديمقراطية، ‏الدانمرك، ‏دومينيكا، ‏مصر، ‏إستونيا، ‏فنلندا، ‏فرنسا، ‏جورجيا، ‏ألمانيا، ‏اليونان، ‏غينيا، ‏هنغاريا، ‏</w:t>
      </w:r>
      <w:r>
        <w:rPr>
          <w:rtl/>
        </w:rPr>
        <w:t>إيسلندا</w:t>
      </w:r>
      <w:r w:rsidRPr="00DF7164">
        <w:rPr>
          <w:rtl/>
        </w:rPr>
        <w:t>، ‏</w:t>
      </w:r>
      <w:r>
        <w:rPr>
          <w:rtl/>
        </w:rPr>
        <w:t>إيرلندا</w:t>
      </w:r>
      <w:r w:rsidRPr="00DF7164">
        <w:rPr>
          <w:rtl/>
        </w:rPr>
        <w:t>، ‏إسرائيل، ‏إيطاليا، ‏جامايكا، ‏اليابان، ‏الأردن، ‏كازاخستان، ‏قيرغيزستان، ‏لاتفيا، ‏ليختنشتاين، ‏ليتوانيا، ‏لكسمبرغ، ‏ملاوي، ‏ماليزيا، ‏المكسيك، ‏موناكو، ‏منغوليا، ‏الجبل الأسود، ‏المغرب، ‏موزامبيق، ‏هولندا، ‏نيوزيلندا، ‏النرويج، ‏بولندا، ‏البرتغال، ‏جمهورية كوريا، ‏جمهورية مولدوفا، ‏رومانيا، ‏الاتحاد الروسي، ‏سانت كيتس ونيفس، ‏سانت لوسيا، ‏صربيا، ‏سنغافورة، ‏سلوفاكيا، ‏سلوفينيا، ‏إسبانيا، ‏سورينام، ‏السويد، ‏سويسرا، ‏الجمهورية العربية السورية، ‏طاجيكستان، ‏جمهورية مقدونيا اليوغوسلافية سابقاً، ‏ترينيداد وتوباغو، ‏تركيا، ‏تركمانستان، ‏أوكرانيا، ‏المملكة المتحدة، ‏جمهورية تنزانيا المتحدة، ‏الولايات المتحدة الأمريكية، ‏أوروغواي، ‏أوزبكستان</w:t>
      </w:r>
      <w:r>
        <w:rPr>
          <w:rFonts w:hint="eastAsia"/>
          <w:rtl/>
        </w:rPr>
        <w:t> </w:t>
      </w:r>
      <w:r>
        <w:rPr>
          <w:rFonts w:hint="cs"/>
          <w:rtl/>
        </w:rPr>
        <w:t>(82).</w:t>
      </w:r>
    </w:p>
    <w:p w:rsidR="00EA0DD1" w:rsidRDefault="00EA0DD1" w:rsidP="00EA0DD1">
      <w:pPr>
        <w:pStyle w:val="NumberedParaAR"/>
        <w:numPr>
          <w:ilvl w:val="0"/>
          <w:numId w:val="0"/>
        </w:numPr>
        <w:ind w:left="1701" w:hanging="567"/>
        <w:rPr>
          <w:rtl/>
        </w:rPr>
      </w:pPr>
      <w:r>
        <w:rPr>
          <w:rFonts w:hint="cs"/>
          <w:rtl/>
        </w:rPr>
        <w:t>(11)</w:t>
      </w:r>
      <w:r>
        <w:rPr>
          <w:rtl/>
        </w:rPr>
        <w:tab/>
      </w:r>
      <w:r w:rsidRPr="00DE0359">
        <w:rPr>
          <w:rFonts w:hint="cs"/>
          <w:u w:val="single"/>
          <w:rtl/>
        </w:rPr>
        <w:t>جمعية اتحاد لشبونة</w:t>
      </w:r>
      <w:r>
        <w:rPr>
          <w:rFonts w:hint="cs"/>
          <w:rtl/>
        </w:rPr>
        <w:t xml:space="preserve">: </w:t>
      </w:r>
      <w:r w:rsidRPr="00DF7164">
        <w:rPr>
          <w:rtl/>
        </w:rPr>
        <w:t>الجزائر، ‏البوسنة والهرسك، ‏بلغاريا، ‏بوركينا فاسو، ‏الكونغو، ‏كوستاريكا، ‏كوبا، ‏الجمهورية التشيكية، ‏جمهورية كوريا الشعبية الديمقراطية، ‏فرنسا، ‏غابون، ‏جورجيا، ‏هنغاريا، ‏إيران (جمهورية - الإسلامية)، ‏إسرائيل، ‏إيطاليا، ‏المكسيك، ‏الجبل الأسود، ‏نيكاراغوا، ‏بيرو، ‏البرتغال، ‏جمهورية مولدوفا، ‏صربيا، ‏سلوفاكيا، ‏جمهورية مقدونيا اليوغوسلافية سابقاً، ‏توغو، ‏تونس</w:t>
      </w:r>
      <w:r>
        <w:rPr>
          <w:rFonts w:hint="eastAsia"/>
          <w:rtl/>
        </w:rPr>
        <w:t> </w:t>
      </w:r>
      <w:r>
        <w:rPr>
          <w:rFonts w:hint="cs"/>
          <w:rtl/>
        </w:rPr>
        <w:t>(27).</w:t>
      </w:r>
    </w:p>
    <w:p w:rsidR="00EA0DD1" w:rsidRDefault="00EA0DD1" w:rsidP="00EA0DD1">
      <w:pPr>
        <w:pStyle w:val="NumberedParaAR"/>
        <w:numPr>
          <w:ilvl w:val="0"/>
          <w:numId w:val="0"/>
        </w:numPr>
        <w:ind w:left="1701" w:hanging="567"/>
        <w:rPr>
          <w:rtl/>
        </w:rPr>
      </w:pPr>
      <w:r>
        <w:rPr>
          <w:rFonts w:hint="cs"/>
          <w:rtl/>
        </w:rPr>
        <w:t>(12)</w:t>
      </w:r>
      <w:r>
        <w:rPr>
          <w:rtl/>
        </w:rPr>
        <w:tab/>
      </w:r>
      <w:r w:rsidRPr="00DE0359">
        <w:rPr>
          <w:rFonts w:hint="cs"/>
          <w:u w:val="single"/>
          <w:rtl/>
        </w:rPr>
        <w:t>جمعية اتحاد لوكارنو</w:t>
      </w:r>
      <w:r>
        <w:rPr>
          <w:rFonts w:hint="cs"/>
          <w:rtl/>
        </w:rPr>
        <w:t xml:space="preserve">: </w:t>
      </w:r>
      <w:r w:rsidRPr="00DF7164">
        <w:rPr>
          <w:rtl/>
        </w:rPr>
        <w:t>الأرجنتين، ‏أرمينيا، ‏النمسا، ‏أذربيجان، ‏بيلاروس، ‏بلجيكا، ‏البوسنة والهرسك، ‏بلغاريا، ‏الصين، ‏كرواتيا، ‏كوبا، ‏الجمهورية التشيكية، ‏جمهورية كوريا الشعبية الديمقراطية، ‏الدانمرك، ‏إستونيا، ‏فنلندا، ‏فرنسا، ‏ألمانيا، ‏اليونان، ‏غينيا، ‏هنغاريا، ‏</w:t>
      </w:r>
      <w:r>
        <w:rPr>
          <w:rtl/>
        </w:rPr>
        <w:t>إيسلندا</w:t>
      </w:r>
      <w:r w:rsidRPr="00DF7164">
        <w:rPr>
          <w:rtl/>
        </w:rPr>
        <w:t>، ‏</w:t>
      </w:r>
      <w:r>
        <w:rPr>
          <w:rtl/>
        </w:rPr>
        <w:t>إيرلندا</w:t>
      </w:r>
      <w:r w:rsidRPr="00DF7164">
        <w:rPr>
          <w:rtl/>
        </w:rPr>
        <w:t>، ‏إيطاليا، ‏اليابان، ‏كازاخستان، ‏قيرغيزستان، ‏لاتفيا، ‏ملاوي، ‏المكسيك، ‏منغوليا، ‏الجبل الأسود، ‏هولندا، ‏النرويج، ‏بولندا، ‏جمهورية كوريا، ‏جمهورية مولدوفا، ‏رومانيا، ‏الاتحاد الروسي، ‏صربيا، ‏سلوفاكيا، ‏سلوفينيا، ‏إسبانيا، ‏السويد، ‏سويسرا، ‏طاجيكستان، ‏جمهورية مقدونيا اليوغوسلافية سابقاً، ‏ترينيداد وتوباغو، ‏تركيا، ‏تركمانستان، ‏أوكرانيا، ‏المملكة المتحدة، ‏أوروغواي، ‏أوزبكستان</w:t>
      </w:r>
      <w:r>
        <w:rPr>
          <w:rFonts w:hint="eastAsia"/>
          <w:rtl/>
        </w:rPr>
        <w:t> </w:t>
      </w:r>
      <w:r>
        <w:rPr>
          <w:rFonts w:hint="cs"/>
          <w:rtl/>
        </w:rPr>
        <w:t>(54).</w:t>
      </w:r>
    </w:p>
    <w:p w:rsidR="00EA0DD1" w:rsidRDefault="00EA0DD1" w:rsidP="00EA0DD1">
      <w:pPr>
        <w:pStyle w:val="NumberedParaAR"/>
        <w:numPr>
          <w:ilvl w:val="0"/>
          <w:numId w:val="0"/>
        </w:numPr>
        <w:ind w:left="1701" w:hanging="567"/>
        <w:rPr>
          <w:rtl/>
        </w:rPr>
      </w:pPr>
      <w:r>
        <w:rPr>
          <w:rFonts w:hint="cs"/>
          <w:rtl/>
        </w:rPr>
        <w:t>(13)</w:t>
      </w:r>
      <w:r>
        <w:rPr>
          <w:rtl/>
        </w:rPr>
        <w:tab/>
      </w:r>
      <w:r w:rsidRPr="00DE0359">
        <w:rPr>
          <w:rFonts w:hint="cs"/>
          <w:u w:val="single"/>
          <w:rtl/>
        </w:rPr>
        <w:t>جمعية اتحاد التصنيف الدولي للبراءات</w:t>
      </w:r>
      <w:r>
        <w:rPr>
          <w:rFonts w:hint="cs"/>
          <w:rtl/>
        </w:rPr>
        <w:t xml:space="preserve">: </w:t>
      </w:r>
      <w:r w:rsidRPr="00DF7164">
        <w:rPr>
          <w:rtl/>
        </w:rPr>
        <w:t>ألبانيا، ‏الأرجنتين، ‏أرمينيا، ‏أستراليا، ‏النمسا، ‏أذربيجان، ‏بيلاروس، ‏بلجيكا، ‏البوسنة والهرسك، ‏البرازيل، ‏بلغاريا، ‏كندا، ‏الصين، ‏كرواتيا، ‏كوبا، ‏الجمهورية التشيكية، ‏جمهورية كوريا الشعبية الديمقراطية، ‏الدانمرك، ‏مصر، ‏إستونيا، ‏فنلندا، ‏فرنسا، ‏ألمانيا، ‏اليونان، ‏غينيا، ‏</w:t>
      </w:r>
      <w:r>
        <w:rPr>
          <w:rtl/>
        </w:rPr>
        <w:t>إيرلندا</w:t>
      </w:r>
      <w:r w:rsidRPr="00DF7164">
        <w:rPr>
          <w:rtl/>
        </w:rPr>
        <w:t xml:space="preserve">، ‏إسرائيل، ‏إيطاليا، ‏اليابان، ‏كازاخستان، ‏قيرغيزستان، ‏لكسمبرغ، ‏ملاوي، ‏المكسيك، ‏موناكو، ‏منغوليا، ‏الجبل الأسود، ‏هولندا، ‏النرويج، ‏بولندا، ‏البرتغال، ‏جمهورية كوريا، </w:t>
      </w:r>
      <w:r w:rsidRPr="00DF7164">
        <w:rPr>
          <w:rtl/>
        </w:rPr>
        <w:lastRenderedPageBreak/>
        <w:t>‏جمهورية مولدوفا، ‏رومانيا، ‏الاتحاد الروسي، ‏صربيا، ‏سلوفاكيا، ‏سلوفينيا، ‏إسبانيا، ‏سورينام، ‏السويد، ‏سويسرا، ‏طاجيكستان، ‏جمهورية مقدونيا اليوغوسلافية سابقاً، ‏ترينيداد وتوباغو، ‏تركيا، ‏تركمانستان، ‏أوكرانيا، ‏المملكة المتحدة، ‏الولايات المتحدة الأمريكية، ‏أوروغواي، ‏أوزبكستان</w:t>
      </w:r>
      <w:r>
        <w:rPr>
          <w:rFonts w:hint="eastAsia"/>
          <w:rtl/>
        </w:rPr>
        <w:t> </w:t>
      </w:r>
      <w:r>
        <w:rPr>
          <w:rFonts w:hint="cs"/>
          <w:rtl/>
        </w:rPr>
        <w:t>(62).</w:t>
      </w:r>
    </w:p>
    <w:p w:rsidR="00281414" w:rsidRDefault="00A5437E" w:rsidP="004A47DE">
      <w:pPr>
        <w:pStyle w:val="NumberedParaAR"/>
        <w:numPr>
          <w:ilvl w:val="0"/>
          <w:numId w:val="0"/>
        </w:numPr>
        <w:ind w:left="1701" w:hanging="567"/>
        <w:rPr>
          <w:rtl/>
        </w:rPr>
      </w:pPr>
      <w:r>
        <w:rPr>
          <w:rFonts w:hint="cs"/>
          <w:rtl/>
          <w:lang w:bidi="ar-EG"/>
        </w:rPr>
        <w:t>(</w:t>
      </w:r>
      <w:r w:rsidR="00281414">
        <w:rPr>
          <w:rFonts w:hint="cs"/>
          <w:rtl/>
        </w:rPr>
        <w:t>14)</w:t>
      </w:r>
      <w:r w:rsidR="00281414">
        <w:rPr>
          <w:rtl/>
        </w:rPr>
        <w:tab/>
      </w:r>
      <w:r w:rsidR="00281414" w:rsidRPr="00EE00E6">
        <w:rPr>
          <w:rFonts w:hint="cs"/>
          <w:u w:val="single"/>
          <w:rtl/>
        </w:rPr>
        <w:t>جمعية اتحاد معاهدة التعاون بشأن البراءات</w:t>
      </w:r>
      <w:r w:rsidR="00281414">
        <w:rPr>
          <w:rFonts w:hint="cs"/>
          <w:rtl/>
        </w:rPr>
        <w:t xml:space="preserve">: </w:t>
      </w:r>
      <w:r w:rsidR="00281414" w:rsidRPr="00DF7164">
        <w:rPr>
          <w:rtl/>
        </w:rPr>
        <w:t>ألبانيا، ‏الجزائر، ‏أنغولا، ‏أنتيغوا وبربودا، ‏أرمينيا، ‏أستراليا، ‏النمسا، ‏أذربيجان، ‏البحرين، ‏بربادوس، ‏بيلاروس، ‏بلجيكا، ‏بليز، ‏بنن، ‏البوسنة والهرسك، ‏بوتسوانا، ‏البرازيل، ‏بروني دا</w:t>
      </w:r>
      <w:r w:rsidR="00281414">
        <w:rPr>
          <w:rtl/>
        </w:rPr>
        <w:t>ر السلام، ‏بلغاريا، ‏بوركينا فا</w:t>
      </w:r>
      <w:r w:rsidR="00281414">
        <w:rPr>
          <w:rFonts w:hint="cs"/>
          <w:rtl/>
        </w:rPr>
        <w:t>ص</w:t>
      </w:r>
      <w:r w:rsidR="00281414" w:rsidRPr="00DF7164">
        <w:rPr>
          <w:rtl/>
        </w:rPr>
        <w:t xml:space="preserve">و، </w:t>
      </w:r>
      <w:r w:rsidR="00281414">
        <w:rPr>
          <w:rFonts w:hint="cs"/>
          <w:rtl/>
        </w:rPr>
        <w:t xml:space="preserve">كمبوديا، </w:t>
      </w:r>
      <w:r w:rsidR="00281414" w:rsidRPr="00DF7164">
        <w:rPr>
          <w:rtl/>
        </w:rPr>
        <w:t>‏الكاميرون،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‏الدانمرك،</w:t>
      </w:r>
      <w:r w:rsidR="00281414">
        <w:rPr>
          <w:rFonts w:hint="cs"/>
          <w:rtl/>
        </w:rPr>
        <w:t xml:space="preserve"> </w:t>
      </w:r>
      <w:r w:rsidR="00281414" w:rsidRPr="00887047">
        <w:rPr>
          <w:rtl/>
        </w:rPr>
        <w:t>جيبوتي</w:t>
      </w:r>
      <w:r w:rsidR="00281414">
        <w:rPr>
          <w:rFonts w:hint="cs"/>
          <w:rtl/>
        </w:rPr>
        <w:t xml:space="preserve">، </w:t>
      </w:r>
      <w:r w:rsidR="00281414" w:rsidRPr="00DF7164">
        <w:rPr>
          <w:rtl/>
        </w:rPr>
        <w:t>‏دومينيكا، ‏الجمهورية الدومينيكية، ‏إكوادور، ‏مصر، ‏السلفادور، ‏غينيا الاستوائية، ‏إستونيا، ‏فنلندا، ‏فرنسا، ‏غابون، ‏غامبيا، ‏جورجيا، ‏ألمانيا، ‏غانا، ‏اليونان، ‏غرينادا، ‏غواتيمالا، ‏غينيا، ‏غينيا - بيساو، ‏هندوراس، ‏هنغاريا، ‏</w:t>
      </w:r>
      <w:r w:rsidR="00281414">
        <w:rPr>
          <w:rtl/>
        </w:rPr>
        <w:t>إيسلندا</w:t>
      </w:r>
      <w:r w:rsidR="00281414" w:rsidRPr="00DF7164">
        <w:rPr>
          <w:rtl/>
        </w:rPr>
        <w:t xml:space="preserve">، ‏الهند، ‏إندونيسيا، </w:t>
      </w:r>
      <w:r w:rsidR="00281414">
        <w:rPr>
          <w:rtl/>
        </w:rPr>
        <w:t>‏إيران (جمهورية - الإسلامية)، ‏</w:t>
      </w:r>
      <w:r w:rsidR="00281414">
        <w:rPr>
          <w:rFonts w:hint="cs"/>
          <w:rtl/>
        </w:rPr>
        <w:t>إيرلندا</w:t>
      </w:r>
      <w:r w:rsidR="00281414" w:rsidRPr="00DF7164">
        <w:rPr>
          <w:rtl/>
        </w:rPr>
        <w:t xml:space="preserve">، ‏إسرائيل، ‏إيطاليا، ‏اليابان، </w:t>
      </w:r>
      <w:r w:rsidR="004A47DE">
        <w:rPr>
          <w:rFonts w:hint="cs"/>
          <w:rtl/>
        </w:rPr>
        <w:t>الأردن</w:t>
      </w:r>
      <w:r w:rsidR="00281414">
        <w:rPr>
          <w:rFonts w:hint="cs"/>
          <w:rtl/>
        </w:rPr>
        <w:t xml:space="preserve">، </w:t>
      </w:r>
      <w:r w:rsidR="00281414" w:rsidRPr="00DF7164">
        <w:rPr>
          <w:rtl/>
        </w:rPr>
        <w:t xml:space="preserve">‏كازاخستان، ‏كينيا، </w:t>
      </w:r>
      <w:r w:rsidR="00281414">
        <w:rPr>
          <w:rFonts w:hint="cs"/>
          <w:rtl/>
        </w:rPr>
        <w:t xml:space="preserve">الكويت، </w:t>
      </w:r>
      <w:r w:rsidR="00281414" w:rsidRPr="00DF7164">
        <w:rPr>
          <w:rtl/>
        </w:rPr>
        <w:t>‏قيرغيزستان، ‏جمهورية لاو الديمقراطية الشعبية، ‏لاتفيا، ‏ليسوتو، ‏ليبريا، ‏ليبيا، ‏ليختنشتاين، ‏ليتوانيا، ‏لكسمبرغ، ‏مدغشقر، ‏ملاوي، ‏ماليزيا، ‏مالي، ‏مالطة، ‏موريتانيا، ‏المكسيك، ‏موناكو، ‏منغوليا، ‏الجبل الأسود، ‏المغرب، ‏موزامبيق، ‏ناميبيا، ‏هولندا، ‏نيوزيلندا، ‏نيكاراغوا، ‏النيجر، ‏نيجيريا، ‏النرويج، ‏عمان، ‏بنما، ‏بابوا غينيا الجديدة، ‏الفلبين، ‏بيرو، ‏بولندا، ‏البرتغال، ‏قطر، ‏جمهورية كوريا، ‏جمهورية مولدوفا، ‏رومانيا، ‏الاتحاد الروسي، ‏رواندا، ‏سانت لوسيا، ‏سانت كيتس ونيفس، ‏سانت فنسنت وجزر غرينادين،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‏سوازيلند، ‏السويد، ‏سويسرا، ‏الجمهورية العربية السورية، ‏طاجيكستان، ‏تايلند، ‏جمهورية مقدونيا اليوغوسلافية سابقاً، ‏توغو،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‏أوزبكستان، ‏فييت نام، ‏زامبيا، ‏زمبابوي</w:t>
      </w:r>
      <w:r w:rsidR="00281414">
        <w:rPr>
          <w:rFonts w:hint="eastAsia"/>
          <w:rtl/>
        </w:rPr>
        <w:t> </w:t>
      </w:r>
      <w:r w:rsidR="00281414">
        <w:rPr>
          <w:rFonts w:hint="cs"/>
          <w:rtl/>
        </w:rPr>
        <w:t>(152).</w:t>
      </w:r>
    </w:p>
    <w:p w:rsidR="00281414" w:rsidRDefault="00281414" w:rsidP="00281414">
      <w:pPr>
        <w:pStyle w:val="NumberedParaAR"/>
        <w:numPr>
          <w:ilvl w:val="0"/>
          <w:numId w:val="0"/>
        </w:numPr>
        <w:ind w:left="1701" w:hanging="567"/>
        <w:rPr>
          <w:rtl/>
        </w:rPr>
      </w:pPr>
      <w:r>
        <w:rPr>
          <w:rFonts w:hint="cs"/>
          <w:rtl/>
        </w:rPr>
        <w:t>(15)</w:t>
      </w:r>
      <w:r>
        <w:rPr>
          <w:rtl/>
        </w:rPr>
        <w:tab/>
      </w:r>
      <w:r w:rsidRPr="00103C54">
        <w:rPr>
          <w:rFonts w:hint="cs"/>
          <w:u w:val="single"/>
          <w:rtl/>
        </w:rPr>
        <w:t>جمعية اتحاد بودابست</w:t>
      </w:r>
      <w:r>
        <w:rPr>
          <w:rFonts w:hint="cs"/>
          <w:rtl/>
        </w:rPr>
        <w:t xml:space="preserve">: </w:t>
      </w:r>
      <w:r w:rsidRPr="00DF7164">
        <w:rPr>
          <w:rtl/>
        </w:rPr>
        <w:t xml:space="preserve">ألبانيا، ‏أرمينيا، ‏أستراليا، ‏النمسا، ‏أذربيجان، ‏البحرين، ‏بيلاروس، ‏بلجيكا، ‏البوسنة والهرسك، ‏بروني دار السلام، ‏بلغاريا، ‏كندا، ‏شيلي، ‏الصين، </w:t>
      </w:r>
      <w:r>
        <w:rPr>
          <w:rtl/>
        </w:rPr>
        <w:t>كولومبيا</w:t>
      </w:r>
      <w:r>
        <w:rPr>
          <w:rFonts w:hint="cs"/>
          <w:rtl/>
        </w:rPr>
        <w:t xml:space="preserve">، </w:t>
      </w:r>
      <w:r w:rsidRPr="00DF7164">
        <w:rPr>
          <w:rtl/>
        </w:rPr>
        <w:t>‏كوستاريكا، ‏كرواتيا، ‏كوبا، ‏الجمهورية التشيكية، ‏جمهورية كوريا الشعبية الديمقراطية، ‏الدانمرك، ‏الجمهورية الدومينيكية، ‏السلفادور، ‏إستونيا، ‏فنلندا، ‏فرنسا، ‏جورجيا، ‏ألمانيا، ‏اليونان، ‏غواتيمالا، ‏هندوراس، ‏هنغاريا، ‏</w:t>
      </w:r>
      <w:r>
        <w:rPr>
          <w:rtl/>
        </w:rPr>
        <w:t>إيسلندا</w:t>
      </w:r>
      <w:r w:rsidRPr="00DF7164">
        <w:rPr>
          <w:rtl/>
        </w:rPr>
        <w:t>، ‏الهند، ‏</w:t>
      </w:r>
      <w:r>
        <w:rPr>
          <w:rtl/>
        </w:rPr>
        <w:t>إيرلندا</w:t>
      </w:r>
      <w:r w:rsidRPr="00DF7164">
        <w:rPr>
          <w:rtl/>
        </w:rPr>
        <w:t>، ‏إسرائيل، ‏إيطاليا، ‏اليابان، ‏الأردن، ‏كازاخستان، ‏قيرغيزستان، ‏لاتفيا، ‏ليختنشتاين، ‏ليتوانيا، ‏لكسمبرغ، ‏المكسيك، ‏موناكو، ‏الجبل الأسود، ‏المغرب، ‏هولندا، ‏نيكاراغوا، ‏النرويج، ‏عمان، ‏بنما، ‏بيرو، ‏الفلبين، ‏بولندا، ‏البرتغال، ‏قطر، ‏جمهورية كوريا، ‏جمهورية مولدوفا، ‏رومانيا، ‏الاتحاد الروسي، ‏صربيا، ‏سنغافورة، ‏سلوفاكيا، ‏سلوفينيا، ‏جنوب أفريقيا، ‏إسبانيا، ‏السويد، ‏سويسرا، ‏طاجيكستان، ‏جمهورية مقدونيا اليوغوسلافية سابقاً، ‏ترينيداد وتوباغو، ‏تونس، ‏تركيا، ‏أوكرانيا، ‏المملكة المتحدة، ‏الولايات المتحدة الأمريكية، ‏أوزبكستان</w:t>
      </w:r>
      <w:r>
        <w:rPr>
          <w:rFonts w:hint="cs"/>
          <w:rtl/>
        </w:rPr>
        <w:t> (80).</w:t>
      </w:r>
    </w:p>
    <w:p w:rsidR="00281414" w:rsidRDefault="00281414" w:rsidP="00281414">
      <w:pPr>
        <w:pStyle w:val="NumberedParaAR"/>
        <w:numPr>
          <w:ilvl w:val="0"/>
          <w:numId w:val="0"/>
        </w:numPr>
        <w:ind w:left="1701" w:hanging="567"/>
        <w:rPr>
          <w:rtl/>
        </w:rPr>
      </w:pPr>
      <w:r>
        <w:rPr>
          <w:rFonts w:hint="cs"/>
          <w:rtl/>
        </w:rPr>
        <w:t>(16)</w:t>
      </w:r>
      <w:r>
        <w:rPr>
          <w:rtl/>
        </w:rPr>
        <w:tab/>
      </w:r>
      <w:r w:rsidRPr="00103C54">
        <w:rPr>
          <w:rFonts w:hint="cs"/>
          <w:u w:val="single"/>
          <w:rtl/>
        </w:rPr>
        <w:t>جمعية اتحاد فيينا</w:t>
      </w:r>
      <w:r>
        <w:rPr>
          <w:rFonts w:hint="cs"/>
          <w:rtl/>
        </w:rPr>
        <w:t xml:space="preserve">: </w:t>
      </w:r>
      <w:r w:rsidRPr="00DF7164">
        <w:rPr>
          <w:rtl/>
        </w:rPr>
        <w:t>أرمينيا، ‏النمسا، ‏البوسنة والهرسك، ‏بلغاريا، ‏كرواتيا، ‏كوبا، ‏فرنسا، ‏غينيا، ‏جامايكا، ‏الأردن، ‏قيرغيزستان، ‏لكسمبرغ، ‏ماليزيا، ‏المكسيك، ‏الجبل الأسود، ‏هولندا، ‏بولندا، ‏جمهورية كوريا، ‏جمهورية مولدوفا، ‏رومانيا، ‏سانت لوسيا، ‏صربيا، ‏سلوفينيا، ‏السويد، ‏جمهورية مقدونيا اليوغوسلافية سابقاً، ‏ترينيداد وتوباغو، ‏تونس، ‏تركيا، ‏تركمانستان، ‏أوكرانيا، ‏المملكة المتحدة، ‏أوروغواي</w:t>
      </w:r>
      <w:r>
        <w:rPr>
          <w:rFonts w:hint="eastAsia"/>
          <w:rtl/>
        </w:rPr>
        <w:t> </w:t>
      </w:r>
      <w:r>
        <w:rPr>
          <w:rFonts w:hint="cs"/>
          <w:rtl/>
        </w:rPr>
        <w:t>(32).</w:t>
      </w:r>
    </w:p>
    <w:p w:rsidR="00281414" w:rsidRDefault="00281414" w:rsidP="004A47DE">
      <w:pPr>
        <w:pStyle w:val="NumberedParaAR"/>
        <w:numPr>
          <w:ilvl w:val="0"/>
          <w:numId w:val="0"/>
        </w:numPr>
        <w:ind w:left="1701" w:hanging="567"/>
        <w:rPr>
          <w:rtl/>
        </w:rPr>
      </w:pPr>
      <w:r>
        <w:rPr>
          <w:rFonts w:hint="cs"/>
          <w:rtl/>
        </w:rPr>
        <w:lastRenderedPageBreak/>
        <w:t>(17)</w:t>
      </w:r>
      <w:r>
        <w:rPr>
          <w:rtl/>
        </w:rPr>
        <w:tab/>
      </w:r>
      <w:r w:rsidRPr="00B129A8">
        <w:rPr>
          <w:u w:val="single"/>
          <w:rtl/>
        </w:rPr>
        <w:t>جمعية معاهدة الويبو بشأن حق المؤلف</w:t>
      </w:r>
      <w:r>
        <w:rPr>
          <w:rFonts w:hint="cs"/>
          <w:rtl/>
        </w:rPr>
        <w:t xml:space="preserve">: </w:t>
      </w:r>
      <w:r w:rsidRPr="00DF7164">
        <w:rPr>
          <w:rtl/>
        </w:rPr>
        <w:t>ألبانيا، ‏الجزائر، ‏الأرجنتين، ‏أرمينيا، ‏أستراليا، ‏النمسا، ‏أذربيجان، ‏البحرين، ‏بيلاروس، ‏بلجيكا، ‏بنن، ‏البوسنة والهرسك، ‏</w:t>
      </w:r>
      <w:r>
        <w:rPr>
          <w:rtl/>
        </w:rPr>
        <w:t>بوتسوانا،</w:t>
      </w:r>
      <w:r w:rsidR="004A47DE">
        <w:rPr>
          <w:rFonts w:hint="cs"/>
          <w:rtl/>
        </w:rPr>
        <w:t xml:space="preserve"> بروني دار السلام</w:t>
      </w:r>
      <w:r>
        <w:rPr>
          <w:rFonts w:hint="cs"/>
          <w:rtl/>
        </w:rPr>
        <w:t>،</w:t>
      </w:r>
      <w:r>
        <w:rPr>
          <w:rtl/>
        </w:rPr>
        <w:t xml:space="preserve"> ‏بلغاريا، ‏بوركينا فا</w:t>
      </w:r>
      <w:r>
        <w:rPr>
          <w:rFonts w:hint="cs"/>
          <w:rtl/>
        </w:rPr>
        <w:t>ص</w:t>
      </w:r>
      <w:r w:rsidRPr="00DF7164">
        <w:rPr>
          <w:rtl/>
        </w:rPr>
        <w:t xml:space="preserve">و، </w:t>
      </w:r>
      <w:r>
        <w:rPr>
          <w:rFonts w:hint="cs"/>
          <w:rtl/>
        </w:rPr>
        <w:t xml:space="preserve">بوروندي، </w:t>
      </w:r>
      <w:r w:rsidRPr="00DF7164">
        <w:rPr>
          <w:rtl/>
        </w:rPr>
        <w:t>‏كندا، ‏شيلي، ‏الصين، ‏كولومبيا، ‏كوستاريكا، ‏كرواتيا، ‏قبرص، ‏الجمهورية التشيكية، ‏الدانمرك، ‏الجمهورية الدومينيكية، ‏إكوادور، ‏السلفادور، ‏إستونيا، الاتحاد الأوروبي، ‏فنلندا، ‏فرنسا، ‏غابون، ‏جورجيا، ‏غانا، ‏ألمانيا، ‏اليونان، ‏غواتيمالا، ‏غينيا، ‏هندوراس، ‏هنغاريا، ‏إندونيسيا، ‏</w:t>
      </w:r>
      <w:r>
        <w:rPr>
          <w:rtl/>
        </w:rPr>
        <w:t>إيرلندا</w:t>
      </w:r>
      <w:r w:rsidRPr="00DF7164">
        <w:rPr>
          <w:rtl/>
        </w:rPr>
        <w:t>، ‏إيطاليا، ‏جامايكا، ‏اليابان، ‏الأردن، ‏كازاخستان، ‏قيرغيزستان، ‏لاتفيا، ‏ليختنشتاين، ‏ليتوانيا، ‏لكسمبرغ، ‏مدغشقر، ‏ماليزيا، ‏مالي، ‏مالطة، ‏المكسيك، ‏منغوليا، ‏الجبل الأسود، ‏المغرب، ‏هولندا، ‏نيكاراغوا، ‏عمان، ‏بنما، ‏باراغواي، ‏بيرو، ‏الفلبين، ‏بولندا، ‏البرتغال، ‏قطر، ‏جمهورية كوريا، ‏جمهورية مولدوفا، ‏رومانيا، ‏الاتحاد الروسي، ‏سانت لوسيا، ‏السنغال، ‏صربيا، ‏سنغافورة، ‏سلوفاكيا، ‏سلوفينيا، ‏إسبانيا، ‏السويد، ‏سويسرا، ‏طاجيكستان، ‏جمهورية مقدونيا اليوغوسلافية سابقاً، ‏توغو، ‏ترينيداد وتوباغو، ‏تركيا، ‏أوكرانيا، ‏الإمارات العربية المتحدة، ‏المملكة المتحدة، ‏الولايات المتحدة الأمريكية، ‏أوروغواي</w:t>
      </w:r>
      <w:r>
        <w:rPr>
          <w:rFonts w:hint="cs"/>
          <w:rtl/>
        </w:rPr>
        <w:t> </w:t>
      </w:r>
      <w:r w:rsidRPr="00DF7164">
        <w:rPr>
          <w:rtl/>
        </w:rPr>
        <w:t>(</w:t>
      </w:r>
      <w:r>
        <w:rPr>
          <w:rFonts w:hint="cs"/>
          <w:rtl/>
        </w:rPr>
        <w:t>95</w:t>
      </w:r>
      <w:r w:rsidRPr="00DF7164">
        <w:rPr>
          <w:rtl/>
        </w:rPr>
        <w:t>).</w:t>
      </w:r>
    </w:p>
    <w:p w:rsidR="00281414" w:rsidRDefault="00281414" w:rsidP="004A47DE">
      <w:pPr>
        <w:pStyle w:val="NumberedParaAR"/>
        <w:numPr>
          <w:ilvl w:val="0"/>
          <w:numId w:val="0"/>
        </w:numPr>
        <w:ind w:left="1701" w:hanging="567"/>
        <w:rPr>
          <w:rtl/>
        </w:rPr>
      </w:pPr>
      <w:r>
        <w:rPr>
          <w:rFonts w:hint="cs"/>
          <w:rtl/>
        </w:rPr>
        <w:t>(18)</w:t>
      </w:r>
      <w:r>
        <w:rPr>
          <w:rtl/>
        </w:rPr>
        <w:tab/>
      </w:r>
      <w:r w:rsidRPr="004D3843">
        <w:rPr>
          <w:u w:val="single"/>
          <w:rtl/>
        </w:rPr>
        <w:t>جمعية معاهدة الويبو بشأن الأداء والتسجيل الصوتي</w:t>
      </w:r>
      <w:r>
        <w:rPr>
          <w:rFonts w:hint="cs"/>
          <w:rtl/>
        </w:rPr>
        <w:t xml:space="preserve">: </w:t>
      </w:r>
      <w:r w:rsidRPr="00DF7164">
        <w:rPr>
          <w:rtl/>
        </w:rPr>
        <w:t>ألبانيا، ‏الجزائر، ‏الأرجنتين، ‏أرمينيا، ‏أستراليا، ‏النمسا، ‏أذربيجان، ‏البحرين، ‏بيلاروس، ‏بلجيكا، ‏بنن، ‏البوسنة والهرسك، ‏</w:t>
      </w:r>
      <w:r>
        <w:rPr>
          <w:rtl/>
        </w:rPr>
        <w:t xml:space="preserve">بوتسوانا، </w:t>
      </w:r>
      <w:r w:rsidR="004A47DE">
        <w:rPr>
          <w:rFonts w:hint="cs"/>
          <w:rtl/>
        </w:rPr>
        <w:t>بروني دار السلام</w:t>
      </w:r>
      <w:r>
        <w:rPr>
          <w:rFonts w:hint="cs"/>
          <w:rtl/>
        </w:rPr>
        <w:t>،</w:t>
      </w:r>
      <w:r>
        <w:rPr>
          <w:rtl/>
        </w:rPr>
        <w:t xml:space="preserve"> ‏بلغاريا، ‏بوركينا فا</w:t>
      </w:r>
      <w:r>
        <w:rPr>
          <w:rFonts w:hint="cs"/>
          <w:rtl/>
        </w:rPr>
        <w:t>ص</w:t>
      </w:r>
      <w:r w:rsidRPr="00DF7164">
        <w:rPr>
          <w:rtl/>
        </w:rPr>
        <w:t>و، ‏كندا، ‏شيلي، ‏الصين</w:t>
      </w:r>
      <w:r>
        <w:rPr>
          <w:rtl/>
        </w:rPr>
        <w:t>،</w:t>
      </w:r>
      <w:r w:rsidRPr="00DF7164">
        <w:rPr>
          <w:rtl/>
        </w:rPr>
        <w:t xml:space="preserve"> ‏كولومبيا، ‏كوستاريكا، ‏كرواتيا، ‏قبرص، ‏الجمهورية التشيكية، ‏الدانمرك، ‏الجمهورية الدومينيكية، ‏إكوادور، ‏السلفادور، ‏إستونيا، الاتحاد الأوروبي، ‏فنلندا، ‏فرنسا، ‏غابون، ‏جورجيا، ‏ألمانيا، ‏غانا، ‏اليونان، ‏غواتيمالا، ‏غينيا، ‏هندوراس، ‏هنغاريا، ‏إندونيسيا، ‏</w:t>
      </w:r>
      <w:r>
        <w:rPr>
          <w:rtl/>
        </w:rPr>
        <w:t>إيرلندا</w:t>
      </w:r>
      <w:r w:rsidRPr="00DF7164">
        <w:rPr>
          <w:rtl/>
        </w:rPr>
        <w:t>، ‏إيطاليا، ‏جامايكا، ‏اليابان، ‏الأردن، ‏كازاخستان، ‏قيرغيزستان، ‏لاتفيا، ‏ليختنشتاين، ‏ليتوانيا، ‏لكسمبرغ، ‏مدغشقر، ‏ماليزيا، ‏مالي، ‏مالطة، ‏المكسيك، ‏منغوليا، ‏الجبل الأسود، ‏المغرب، ‏هولندا، ‏نيكاراغوا، ‏عمان، ‏بنما، ‏باراغواي، ‏بيرو، ‏الفلبين، ‏بولندا، ‏البرتغال، ‏قطر، ‏جمهورية كوريا، ‏جمهورية مولدوفا، ‏رومانيا، ‏الاتحاد الروسي، ‏سانت لوسيا، ‏سانت فنسنت وجزر غرينادين، ‏السنغال، ‏صربيا، ‏سنغافورة، ‏سلوفاكيا، ‏سلوفينيا، ‏إسبانيا، ‏السويد، ‏سويسرا، ‏طاجيكستان، ‏جمهورية مقدونيا اليوغوسلافية سابقاً، ‏توغو، ‏ترينيداد وتوباغو، ‏تركيا، ‏أوكرانيا، ‏الإمارات العربية المتحدة، ‏المملكة المتحدة، ‏الولايات المتحدة الأمريكية، ‏أوروغواي</w:t>
      </w:r>
      <w:r>
        <w:rPr>
          <w:rFonts w:hint="cs"/>
          <w:rtl/>
        </w:rPr>
        <w:t> </w:t>
      </w:r>
      <w:r w:rsidRPr="00DF7164">
        <w:rPr>
          <w:rtl/>
        </w:rPr>
        <w:t>(9</w:t>
      </w:r>
      <w:r>
        <w:rPr>
          <w:rFonts w:hint="cs"/>
          <w:rtl/>
        </w:rPr>
        <w:t>5</w:t>
      </w:r>
      <w:r w:rsidRPr="00DF7164">
        <w:rPr>
          <w:rtl/>
        </w:rPr>
        <w:t>).</w:t>
      </w:r>
    </w:p>
    <w:p w:rsidR="00281414" w:rsidRDefault="00281414" w:rsidP="00281414">
      <w:pPr>
        <w:pStyle w:val="NumberedParaAR"/>
        <w:numPr>
          <w:ilvl w:val="0"/>
          <w:numId w:val="0"/>
        </w:numPr>
        <w:ind w:left="1701" w:hanging="567"/>
      </w:pPr>
      <w:r>
        <w:rPr>
          <w:rFonts w:hint="cs"/>
          <w:rtl/>
        </w:rPr>
        <w:t>(19)</w:t>
      </w:r>
      <w:r>
        <w:rPr>
          <w:rtl/>
        </w:rPr>
        <w:tab/>
      </w:r>
      <w:r w:rsidRPr="00B30F9F">
        <w:rPr>
          <w:u w:val="single"/>
          <w:rtl/>
        </w:rPr>
        <w:t>جمعية معاهدة قانون البراءات</w:t>
      </w:r>
      <w:r>
        <w:rPr>
          <w:rFonts w:hint="cs"/>
          <w:rtl/>
        </w:rPr>
        <w:t xml:space="preserve">: </w:t>
      </w:r>
      <w:r w:rsidRPr="00DE3FC4">
        <w:rPr>
          <w:rtl/>
        </w:rPr>
        <w:t xml:space="preserve">ألبانيا، ‏أرمينيا، ‏أستراليا، ‏البحرين، </w:t>
      </w:r>
      <w:r>
        <w:rPr>
          <w:rFonts w:hint="cs"/>
          <w:rtl/>
        </w:rPr>
        <w:t>بيلاروس،</w:t>
      </w:r>
      <w:r w:rsidRPr="00DF7164">
        <w:rPr>
          <w:rtl/>
        </w:rPr>
        <w:t xml:space="preserve"> </w:t>
      </w:r>
      <w:r w:rsidRPr="00DE3FC4">
        <w:rPr>
          <w:rtl/>
        </w:rPr>
        <w:t>‏البوسنة والهرسك، ‏كرواتيا، ‏الدانمرك، ‏إستونيا، ‏فنلندا، ‏فرنسا، ‏هنغاريا، ‏</w:t>
      </w:r>
      <w:r>
        <w:rPr>
          <w:rtl/>
        </w:rPr>
        <w:t>إيرلندا</w:t>
      </w:r>
      <w:r w:rsidRPr="00DE3FC4">
        <w:rPr>
          <w:rtl/>
        </w:rPr>
        <w:t>، ‏</w:t>
      </w:r>
      <w:r>
        <w:rPr>
          <w:rFonts w:hint="cs"/>
          <w:rtl/>
        </w:rPr>
        <w:t xml:space="preserve">اليابان، </w:t>
      </w:r>
      <w:r w:rsidRPr="00DE3FC4">
        <w:rPr>
          <w:rtl/>
        </w:rPr>
        <w:t xml:space="preserve">كازاخستان، ‏قيرغيزستان، ‏لاتفيا، </w:t>
      </w:r>
      <w:r>
        <w:rPr>
          <w:rFonts w:hint="cs"/>
          <w:rtl/>
        </w:rPr>
        <w:t xml:space="preserve">ليبيريا، </w:t>
      </w:r>
      <w:r w:rsidRPr="00DE3FC4">
        <w:rPr>
          <w:rtl/>
        </w:rPr>
        <w:t>‏ليختنشتاين، ‏ليتوانيا، ‏الجبل الأسود، ‏هولندا، ‏نيجيريا، ‏عمان، ‏جمهورية مولدوفا، ‏رومانيا، ‏الاتحاد الروسي، ‏المملكة العربية السعودية، ‏صربيا، ‏سلوفاكيا، ‏سلوفينيا، ‏إسبانيا، ‏السويد، ‏سويسرا، ‏جمهورية مقدونيا اليوغوسلافية سابقاً، ‏أوكرانيا، ‏المملكة المتحدة، ‏الولايات المتحدة الأمريكية، ‏أوزبكستان</w:t>
      </w:r>
      <w:r>
        <w:rPr>
          <w:rFonts w:hint="eastAsia"/>
          <w:rtl/>
        </w:rPr>
        <w:t> </w:t>
      </w:r>
      <w:r>
        <w:rPr>
          <w:rFonts w:hint="cs"/>
          <w:rtl/>
        </w:rPr>
        <w:t>(39).</w:t>
      </w:r>
    </w:p>
    <w:p w:rsidR="00281414" w:rsidRDefault="00281414" w:rsidP="004A47DE">
      <w:pPr>
        <w:pStyle w:val="NumberedParaAR"/>
        <w:numPr>
          <w:ilvl w:val="0"/>
          <w:numId w:val="0"/>
        </w:numPr>
        <w:ind w:left="1701" w:hanging="567"/>
        <w:rPr>
          <w:rtl/>
        </w:rPr>
      </w:pPr>
      <w:r>
        <w:rPr>
          <w:rFonts w:hint="cs"/>
          <w:rtl/>
        </w:rPr>
        <w:t>(20)</w:t>
      </w:r>
      <w:r>
        <w:rPr>
          <w:rtl/>
        </w:rPr>
        <w:tab/>
      </w:r>
      <w:r w:rsidRPr="00125082">
        <w:rPr>
          <w:u w:val="single"/>
          <w:rtl/>
        </w:rPr>
        <w:t>جمعية معاهدة سنغافورة</w:t>
      </w:r>
      <w:r w:rsidR="004A47DE">
        <w:rPr>
          <w:rFonts w:hint="cs"/>
          <w:rtl/>
        </w:rPr>
        <w:t>: أفغانستان</w:t>
      </w:r>
      <w:r>
        <w:rPr>
          <w:rFonts w:hint="cs"/>
          <w:rtl/>
        </w:rPr>
        <w:t xml:space="preserve">، </w:t>
      </w:r>
      <w:r w:rsidRPr="0077333C">
        <w:rPr>
          <w:rtl/>
        </w:rPr>
        <w:t>المنظمة الأفريقية للملكية الفكرية (</w:t>
      </w:r>
      <w:r w:rsidRPr="0077333C">
        <w:t>OAPI</w:t>
      </w:r>
      <w:r w:rsidRPr="0077333C">
        <w:rPr>
          <w:rtl/>
        </w:rPr>
        <w:t>)</w:t>
      </w:r>
      <w:r>
        <w:rPr>
          <w:rFonts w:hint="cs"/>
          <w:rtl/>
        </w:rPr>
        <w:t xml:space="preserve">، </w:t>
      </w:r>
      <w:r w:rsidRPr="00DE3FC4">
        <w:rPr>
          <w:rtl/>
        </w:rPr>
        <w:t>أرمينيا، ‏أستراليا، ‏بيلاروس، ‏بلجيكا</w:t>
      </w:r>
      <w:r>
        <w:rPr>
          <w:rtl/>
        </w:rPr>
        <w:t>،</w:t>
      </w:r>
      <w:r w:rsidRPr="00DE3FC4">
        <w:rPr>
          <w:rtl/>
        </w:rPr>
        <w:t xml:space="preserve"> </w:t>
      </w:r>
      <w:r>
        <w:rPr>
          <w:rFonts w:hint="cs"/>
          <w:rtl/>
        </w:rPr>
        <w:t>وبنيلوكس</w:t>
      </w:r>
      <w:r>
        <w:rPr>
          <w:rtl/>
        </w:rPr>
        <w:t>، ‏بنن</w:t>
      </w:r>
      <w:r w:rsidRPr="00DE3FC4">
        <w:rPr>
          <w:rtl/>
        </w:rPr>
        <w:t>، ‏بلغاريا، ‏كرواتيا،</w:t>
      </w:r>
      <w:r>
        <w:rPr>
          <w:rFonts w:hint="cs"/>
          <w:rtl/>
        </w:rPr>
        <w:t xml:space="preserve"> جمهورية كوريا الشعبية الديمقراطية،</w:t>
      </w:r>
      <w:r w:rsidRPr="00DE3FC4">
        <w:rPr>
          <w:rtl/>
        </w:rPr>
        <w:t xml:space="preserve"> ‏الدانمرك، ‏إستونيا، ‏فرنسا، ‏ألمانيا، ‏</w:t>
      </w:r>
      <w:r>
        <w:rPr>
          <w:rtl/>
        </w:rPr>
        <w:t>إيسلندا</w:t>
      </w:r>
      <w:r w:rsidRPr="00DE3FC4">
        <w:rPr>
          <w:rtl/>
        </w:rPr>
        <w:t xml:space="preserve">، ‏العراق، </w:t>
      </w:r>
      <w:r>
        <w:rPr>
          <w:rFonts w:hint="cs"/>
          <w:rtl/>
        </w:rPr>
        <w:t xml:space="preserve">إيرلندا، </w:t>
      </w:r>
      <w:r w:rsidRPr="00DE3FC4">
        <w:rPr>
          <w:rtl/>
        </w:rPr>
        <w:t>‏إيطاليا، ‏</w:t>
      </w:r>
      <w:r>
        <w:rPr>
          <w:rFonts w:hint="cs"/>
          <w:rtl/>
        </w:rPr>
        <w:t xml:space="preserve">اليابان، </w:t>
      </w:r>
      <w:r w:rsidRPr="00DE3FC4">
        <w:rPr>
          <w:rtl/>
        </w:rPr>
        <w:t>‏كازاخستان، ‏قيرغيزستان، ‏لاتفيا، ‏ليختنشتاين، ‏ليتوانيا،</w:t>
      </w:r>
      <w:r>
        <w:rPr>
          <w:rtl/>
        </w:rPr>
        <w:t xml:space="preserve"> ‏لكسمبرغ، ‏مالي</w:t>
      </w:r>
      <w:r w:rsidRPr="00DE3FC4">
        <w:rPr>
          <w:rtl/>
        </w:rPr>
        <w:t xml:space="preserve">، ‏منغوليا، ‏هولندا، ‏نيوزيلندا، ‏بولندا، ‏جمهورية </w:t>
      </w:r>
      <w:r>
        <w:rPr>
          <w:rFonts w:hint="cs"/>
          <w:rtl/>
        </w:rPr>
        <w:t xml:space="preserve">كوريا، جمهورية </w:t>
      </w:r>
      <w:r w:rsidRPr="00DE3FC4">
        <w:rPr>
          <w:rtl/>
        </w:rPr>
        <w:t>مولدوفا، ‏رومانيا، ‏الاتحاد الروسي، ‏صربيا، ‏سنغافورة، ‏سلوفاكيا، ‏إسبانيا، ‏السويد، ‏سويسرا، ‏طاجيكستان، ‏جمهورية مقدونيا اليوغوسلافية سابقاً، ‏أوكرانيا، ‏المملكة المتحدة، ‏الولايات المتحدة الأمريكية</w:t>
      </w:r>
      <w:r>
        <w:rPr>
          <w:rFonts w:hint="cs"/>
          <w:rtl/>
        </w:rPr>
        <w:t> </w:t>
      </w:r>
      <w:r w:rsidRPr="00DE3FC4">
        <w:rPr>
          <w:rtl/>
        </w:rPr>
        <w:t>(</w:t>
      </w:r>
      <w:r>
        <w:rPr>
          <w:rFonts w:hint="cs"/>
          <w:rtl/>
        </w:rPr>
        <w:t>46</w:t>
      </w:r>
      <w:r w:rsidRPr="00DE3FC4">
        <w:rPr>
          <w:rtl/>
        </w:rPr>
        <w:t>).</w:t>
      </w:r>
    </w:p>
    <w:p w:rsidR="00281414" w:rsidRDefault="00281414" w:rsidP="004A47DE">
      <w:pPr>
        <w:pStyle w:val="NumberedParaAR"/>
        <w:numPr>
          <w:ilvl w:val="0"/>
          <w:numId w:val="0"/>
        </w:numPr>
        <w:ind w:left="1701" w:hanging="567"/>
        <w:rPr>
          <w:rtl/>
        </w:rPr>
      </w:pPr>
      <w:r>
        <w:rPr>
          <w:rFonts w:hint="cs"/>
          <w:rtl/>
        </w:rPr>
        <w:lastRenderedPageBreak/>
        <w:t>(21)</w:t>
      </w:r>
      <w:r>
        <w:rPr>
          <w:rFonts w:hint="cs"/>
          <w:rtl/>
        </w:rPr>
        <w:tab/>
      </w:r>
      <w:r w:rsidRPr="00281414">
        <w:rPr>
          <w:rFonts w:hint="cs"/>
          <w:u w:val="single"/>
          <w:rtl/>
        </w:rPr>
        <w:t>جمعية معاهدة مراكش</w:t>
      </w:r>
      <w:r>
        <w:rPr>
          <w:rFonts w:hint="cs"/>
          <w:rtl/>
        </w:rPr>
        <w:t xml:space="preserve">: </w:t>
      </w:r>
      <w:r w:rsidRPr="00DF7164">
        <w:rPr>
          <w:rtl/>
        </w:rPr>
        <w:t>الأرجنتين</w:t>
      </w:r>
      <w:r>
        <w:rPr>
          <w:rFonts w:hint="cs"/>
          <w:rtl/>
        </w:rPr>
        <w:t xml:space="preserve">، </w:t>
      </w:r>
      <w:r w:rsidRPr="00DE3FC4">
        <w:rPr>
          <w:rtl/>
        </w:rPr>
        <w:t>أستراليا</w:t>
      </w:r>
      <w:r>
        <w:rPr>
          <w:rFonts w:hint="cs"/>
          <w:rtl/>
        </w:rPr>
        <w:t xml:space="preserve">، بوتسوانا، البرازيل، </w:t>
      </w:r>
      <w:r w:rsidR="004A47DE">
        <w:rPr>
          <w:rFonts w:hint="cs"/>
          <w:rtl/>
        </w:rPr>
        <w:t>بوركينا فاصو (اعتبارا من 31</w:t>
      </w:r>
      <w:r w:rsidR="004A47DE">
        <w:rPr>
          <w:rFonts w:hint="eastAsia"/>
          <w:rtl/>
        </w:rPr>
        <w:t> </w:t>
      </w:r>
      <w:r w:rsidR="004A47DE">
        <w:rPr>
          <w:rFonts w:hint="cs"/>
          <w:rtl/>
        </w:rPr>
        <w:t>أكتوبر</w:t>
      </w:r>
      <w:r w:rsidR="004A47DE">
        <w:rPr>
          <w:rFonts w:hint="eastAsia"/>
          <w:rtl/>
        </w:rPr>
        <w:t> </w:t>
      </w:r>
      <w:r w:rsidR="004A47DE">
        <w:rPr>
          <w:rFonts w:hint="cs"/>
          <w:rtl/>
        </w:rPr>
        <w:t xml:space="preserve">2017) </w:t>
      </w:r>
      <w:r w:rsidRPr="00411FF7">
        <w:rPr>
          <w:rtl/>
        </w:rPr>
        <w:t>كندا، ‏شيلي</w:t>
      </w:r>
      <w:r>
        <w:rPr>
          <w:rFonts w:hint="cs"/>
          <w:rtl/>
        </w:rPr>
        <w:t xml:space="preserve">، </w:t>
      </w:r>
      <w:r w:rsidRPr="005907DC">
        <w:rPr>
          <w:rtl/>
        </w:rPr>
        <w:t>جمهورية كوريا الشعبية الديمقراطية</w:t>
      </w:r>
      <w:r>
        <w:rPr>
          <w:rFonts w:hint="cs"/>
          <w:rtl/>
        </w:rPr>
        <w:t xml:space="preserve">، </w:t>
      </w:r>
      <w:r>
        <w:rPr>
          <w:rtl/>
        </w:rPr>
        <w:t>إكوادور</w:t>
      </w:r>
      <w:r w:rsidRPr="00D10BED">
        <w:rPr>
          <w:rtl/>
        </w:rPr>
        <w:t>، ‏السلفادور</w:t>
      </w:r>
      <w:r>
        <w:rPr>
          <w:rFonts w:hint="cs"/>
          <w:rtl/>
        </w:rPr>
        <w:t xml:space="preserve">، </w:t>
      </w:r>
      <w:r>
        <w:rPr>
          <w:rtl/>
        </w:rPr>
        <w:t>غواتيمالا</w:t>
      </w:r>
      <w:r>
        <w:rPr>
          <w:rFonts w:hint="cs"/>
          <w:rtl/>
        </w:rPr>
        <w:t xml:space="preserve">، </w:t>
      </w:r>
      <w:r w:rsidR="004A47DE">
        <w:rPr>
          <w:rFonts w:hint="cs"/>
          <w:rtl/>
        </w:rPr>
        <w:t xml:space="preserve">هندوراس، </w:t>
      </w:r>
      <w:r>
        <w:rPr>
          <w:rtl/>
        </w:rPr>
        <w:t>الهند</w:t>
      </w:r>
      <w:r>
        <w:rPr>
          <w:rFonts w:hint="cs"/>
          <w:rtl/>
        </w:rPr>
        <w:t xml:space="preserve">، </w:t>
      </w:r>
      <w:r>
        <w:rPr>
          <w:rtl/>
        </w:rPr>
        <w:t>إسرائيل</w:t>
      </w:r>
      <w:r>
        <w:rPr>
          <w:rFonts w:hint="cs"/>
          <w:rtl/>
        </w:rPr>
        <w:t xml:space="preserve">، </w:t>
      </w:r>
      <w:r w:rsidR="004A47DE">
        <w:rPr>
          <w:rFonts w:hint="cs"/>
          <w:rtl/>
        </w:rPr>
        <w:t xml:space="preserve">قرغيزستان، </w:t>
      </w:r>
      <w:r>
        <w:rPr>
          <w:rFonts w:hint="cs"/>
          <w:rtl/>
        </w:rPr>
        <w:t xml:space="preserve">ليبيريا، </w:t>
      </w:r>
      <w:r w:rsidR="004A47DE">
        <w:rPr>
          <w:rFonts w:hint="cs"/>
          <w:rtl/>
        </w:rPr>
        <w:t xml:space="preserve">ملاوي (اعتبارا من 14 أكتوبر 2017)، </w:t>
      </w:r>
      <w:r>
        <w:rPr>
          <w:rtl/>
        </w:rPr>
        <w:t>مالي</w:t>
      </w:r>
      <w:r>
        <w:rPr>
          <w:rFonts w:hint="cs"/>
          <w:rtl/>
        </w:rPr>
        <w:t xml:space="preserve">، </w:t>
      </w:r>
      <w:r>
        <w:rPr>
          <w:rtl/>
        </w:rPr>
        <w:t>المكسيك</w:t>
      </w:r>
      <w:r>
        <w:rPr>
          <w:rFonts w:hint="cs"/>
          <w:rtl/>
        </w:rPr>
        <w:t xml:space="preserve">، </w:t>
      </w:r>
      <w:r>
        <w:rPr>
          <w:rtl/>
        </w:rPr>
        <w:t>منغوليا</w:t>
      </w:r>
      <w:r>
        <w:rPr>
          <w:rFonts w:hint="cs"/>
          <w:rtl/>
        </w:rPr>
        <w:t xml:space="preserve">، بنما، </w:t>
      </w:r>
      <w:r>
        <w:rPr>
          <w:rtl/>
        </w:rPr>
        <w:t>باراغواي، ‏بيرو</w:t>
      </w:r>
      <w:r>
        <w:rPr>
          <w:rFonts w:hint="cs"/>
          <w:rtl/>
        </w:rPr>
        <w:t>، جمهورية كوريا، سانت فنسنت وغرينادين،</w:t>
      </w:r>
      <w:r w:rsidRPr="00DF7164">
        <w:rPr>
          <w:rtl/>
        </w:rPr>
        <w:t xml:space="preserve"> </w:t>
      </w:r>
      <w:r w:rsidRPr="00CD7C4C">
        <w:rPr>
          <w:rtl/>
        </w:rPr>
        <w:t>سنغافورة</w:t>
      </w:r>
      <w:r>
        <w:rPr>
          <w:rFonts w:hint="cs"/>
          <w:rtl/>
        </w:rPr>
        <w:t>،</w:t>
      </w:r>
      <w:r>
        <w:rPr>
          <w:rtl/>
        </w:rPr>
        <w:t xml:space="preserve"> </w:t>
      </w:r>
      <w:r>
        <w:rPr>
          <w:rFonts w:hint="cs"/>
          <w:rtl/>
        </w:rPr>
        <w:t xml:space="preserve">سري لانكا، تونس، </w:t>
      </w:r>
      <w:r>
        <w:rPr>
          <w:rtl/>
        </w:rPr>
        <w:t>الإمارات العربية المتحدة</w:t>
      </w:r>
      <w:r>
        <w:rPr>
          <w:rFonts w:hint="cs"/>
          <w:rtl/>
        </w:rPr>
        <w:t xml:space="preserve">، </w:t>
      </w:r>
      <w:r w:rsidRPr="00CD7C4C">
        <w:rPr>
          <w:rtl/>
        </w:rPr>
        <w:t>أوروغواي</w:t>
      </w:r>
      <w:r>
        <w:rPr>
          <w:rFonts w:hint="cs"/>
          <w:rtl/>
        </w:rPr>
        <w:t xml:space="preserve"> (</w:t>
      </w:r>
      <w:r w:rsidR="004A47DE">
        <w:rPr>
          <w:rFonts w:hint="cs"/>
          <w:rtl/>
        </w:rPr>
        <w:t>31</w:t>
      </w:r>
      <w:r>
        <w:rPr>
          <w:rFonts w:hint="cs"/>
          <w:rtl/>
        </w:rPr>
        <w:t>).</w:t>
      </w:r>
    </w:p>
    <w:p w:rsidR="00281414" w:rsidRDefault="00281414" w:rsidP="00281414">
      <w:pPr>
        <w:pStyle w:val="NumberedParaAR"/>
        <w:keepNext/>
        <w:numPr>
          <w:ilvl w:val="0"/>
          <w:numId w:val="0"/>
        </w:numPr>
        <w:rPr>
          <w:rtl/>
        </w:rPr>
      </w:pPr>
      <w:r w:rsidRPr="00EE1EE4">
        <w:rPr>
          <w:rFonts w:hint="cs"/>
          <w:u w:val="single"/>
          <w:rtl/>
        </w:rPr>
        <w:t>المراقبون</w:t>
      </w:r>
      <w:r w:rsidRPr="00EE1EE4">
        <w:rPr>
          <w:rFonts w:hint="cs"/>
          <w:rtl/>
        </w:rPr>
        <w:t>:</w:t>
      </w:r>
    </w:p>
    <w:p w:rsidR="00281414" w:rsidRDefault="00281414" w:rsidP="00AC01F0">
      <w:pPr>
        <w:pStyle w:val="NumberedParaAR"/>
      </w:pPr>
      <w:r w:rsidRPr="007A2A2C">
        <w:rPr>
          <w:rtl/>
        </w:rPr>
        <w:t>يمكن لأي دولة عضو في مؤتمر الويبو، و</w:t>
      </w:r>
      <w:r w:rsidR="00AC01F0">
        <w:rPr>
          <w:rFonts w:hint="cs"/>
          <w:rtl/>
        </w:rPr>
        <w:t>إ</w:t>
      </w:r>
      <w:r w:rsidRPr="007A2A2C">
        <w:rPr>
          <w:rtl/>
        </w:rPr>
        <w:t xml:space="preserve">ن لم تكن عضوا في أي </w:t>
      </w:r>
      <w:r w:rsidRPr="00AC01F0">
        <w:rPr>
          <w:rtl/>
        </w:rPr>
        <w:t xml:space="preserve">من الجمعيات </w:t>
      </w:r>
      <w:r w:rsidRPr="00AC01F0">
        <w:rPr>
          <w:rFonts w:hint="cs"/>
          <w:rtl/>
        </w:rPr>
        <w:t xml:space="preserve">أو الهيئات </w:t>
      </w:r>
      <w:r w:rsidRPr="00AC01F0">
        <w:rPr>
          <w:rtl/>
        </w:rPr>
        <w:t>المشار إليها</w:t>
      </w:r>
      <w:r w:rsidRPr="007A2A2C">
        <w:rPr>
          <w:rtl/>
        </w:rPr>
        <w:t xml:space="preserve"> في البنود 1 و</w:t>
      </w:r>
      <w:r>
        <w:rPr>
          <w:rFonts w:hint="cs"/>
          <w:rtl/>
        </w:rPr>
        <w:t>من</w:t>
      </w:r>
      <w:r>
        <w:rPr>
          <w:rtl/>
        </w:rPr>
        <w:t xml:space="preserve"> </w:t>
      </w:r>
      <w:r w:rsidRPr="007A2A2C">
        <w:rPr>
          <w:rtl/>
        </w:rPr>
        <w:t xml:space="preserve">3 </w:t>
      </w:r>
      <w:r>
        <w:rPr>
          <w:rFonts w:hint="cs"/>
          <w:rtl/>
        </w:rPr>
        <w:t xml:space="preserve">إلى 21 </w:t>
      </w:r>
      <w:r w:rsidRPr="007A2A2C">
        <w:rPr>
          <w:rtl/>
        </w:rPr>
        <w:t xml:space="preserve">في الفقرة </w:t>
      </w:r>
      <w:r w:rsidRPr="00AC01F0">
        <w:rPr>
          <w:rtl/>
        </w:rPr>
        <w:t>1 أعلاه</w:t>
      </w:r>
      <w:r w:rsidRPr="007A2A2C">
        <w:rPr>
          <w:rtl/>
        </w:rPr>
        <w:t xml:space="preserve">، أن تكون ممثلة من قبل مراقبين في الجمعيات </w:t>
      </w:r>
      <w:r>
        <w:rPr>
          <w:rFonts w:hint="cs"/>
          <w:rtl/>
        </w:rPr>
        <w:t xml:space="preserve">والهيئات </w:t>
      </w:r>
      <w:r w:rsidRPr="007A2A2C">
        <w:rPr>
          <w:rtl/>
        </w:rPr>
        <w:t>المذكورة.</w:t>
      </w:r>
      <w:r>
        <w:rPr>
          <w:rFonts w:hint="cs"/>
          <w:rtl/>
        </w:rPr>
        <w:t xml:space="preserve"> </w:t>
      </w:r>
      <w:r w:rsidRPr="00AF18EF">
        <w:rPr>
          <w:rtl/>
        </w:rPr>
        <w:t xml:space="preserve">ويمكن لأي دولة عضو في الأمم المتحدة أو في أي من وكالاتها المتخصصة (خلاف الويبو)، وإن لم تكن عضوا في أي </w:t>
      </w:r>
      <w:r w:rsidRPr="00AC01F0">
        <w:rPr>
          <w:rtl/>
        </w:rPr>
        <w:t xml:space="preserve">من الجمعيات </w:t>
      </w:r>
      <w:r w:rsidRPr="00AC01F0">
        <w:rPr>
          <w:rFonts w:hint="cs"/>
          <w:rtl/>
        </w:rPr>
        <w:t xml:space="preserve">أو الهيئات </w:t>
      </w:r>
      <w:r w:rsidRPr="00AC01F0">
        <w:rPr>
          <w:rtl/>
        </w:rPr>
        <w:t>المشار إليها في الفقرة 1 أعلاه</w:t>
      </w:r>
      <w:r w:rsidRPr="00AF18EF">
        <w:rPr>
          <w:rtl/>
        </w:rPr>
        <w:t xml:space="preserve">، أن تكون ممثلة من قبل مراقبين في الجمعيات </w:t>
      </w:r>
      <w:r>
        <w:rPr>
          <w:rFonts w:hint="cs"/>
          <w:rtl/>
        </w:rPr>
        <w:t xml:space="preserve">والهيئات </w:t>
      </w:r>
      <w:r w:rsidRPr="00AF18EF">
        <w:rPr>
          <w:rtl/>
        </w:rPr>
        <w:t>المذكورة</w:t>
      </w:r>
      <w:r>
        <w:rPr>
          <w:rStyle w:val="FootnoteReference"/>
          <w:rtl/>
        </w:rPr>
        <w:footnoteReference w:id="2"/>
      </w:r>
      <w:r w:rsidRPr="00AF18EF">
        <w:rPr>
          <w:rtl/>
        </w:rPr>
        <w:t>.</w:t>
      </w:r>
    </w:p>
    <w:p w:rsidR="00281414" w:rsidRDefault="00281414" w:rsidP="00281414">
      <w:pPr>
        <w:pStyle w:val="NumberedParaAR"/>
      </w:pPr>
      <w:r>
        <w:rPr>
          <w:rtl/>
        </w:rPr>
        <w:t>ووجهت دعوة إلى المراقبين الآخرين التالي ذكرهم ليكونوا ممثلين:</w:t>
      </w:r>
    </w:p>
    <w:p w:rsidR="00281414" w:rsidRPr="00AC01F0" w:rsidRDefault="00281414" w:rsidP="00AC01F0">
      <w:pPr>
        <w:pStyle w:val="NumberedParaAR"/>
        <w:numPr>
          <w:ilvl w:val="0"/>
          <w:numId w:val="0"/>
        </w:numPr>
        <w:ind w:left="1133"/>
        <w:rPr>
          <w:rtl/>
        </w:rPr>
      </w:pPr>
      <w:r>
        <w:rPr>
          <w:rtl/>
        </w:rPr>
        <w:t xml:space="preserve">في </w:t>
      </w:r>
      <w:r w:rsidRPr="00AC01F0">
        <w:rPr>
          <w:rtl/>
        </w:rPr>
        <w:t xml:space="preserve">جميع الجمعيات </w:t>
      </w:r>
      <w:r w:rsidRPr="00AC01F0">
        <w:rPr>
          <w:rFonts w:hint="cs"/>
          <w:rtl/>
        </w:rPr>
        <w:t xml:space="preserve">أو الهيئات </w:t>
      </w:r>
      <w:r w:rsidR="00AC01F0">
        <w:rPr>
          <w:rFonts w:hint="cs"/>
          <w:rtl/>
        </w:rPr>
        <w:t>الواحدة</w:t>
      </w:r>
      <w:r w:rsidRPr="00AC01F0">
        <w:rPr>
          <w:rFonts w:hint="cs"/>
          <w:rtl/>
        </w:rPr>
        <w:t xml:space="preserve"> والعشرين</w:t>
      </w:r>
      <w:r w:rsidRPr="00AC01F0">
        <w:rPr>
          <w:rFonts w:hint="cs"/>
          <w:vertAlign w:val="superscript"/>
          <w:rtl/>
        </w:rPr>
        <w:t>2</w:t>
      </w:r>
      <w:r w:rsidRPr="00AC01F0">
        <w:rPr>
          <w:rFonts w:hint="cs"/>
          <w:rtl/>
        </w:rPr>
        <w:t xml:space="preserve"> </w:t>
      </w:r>
      <w:r w:rsidRPr="00AC01F0">
        <w:rPr>
          <w:rtl/>
        </w:rPr>
        <w:t>المشار إليها في الفقرة 1 أعلاه:</w:t>
      </w:r>
    </w:p>
    <w:p w:rsidR="00281414" w:rsidRDefault="00281414" w:rsidP="00281414">
      <w:pPr>
        <w:pStyle w:val="NumberedParaAR"/>
        <w:numPr>
          <w:ilvl w:val="0"/>
          <w:numId w:val="0"/>
        </w:numPr>
        <w:ind w:left="1417"/>
        <w:rPr>
          <w:rtl/>
        </w:rPr>
      </w:pPr>
      <w:r>
        <w:rPr>
          <w:rFonts w:hint="cs"/>
          <w:rtl/>
        </w:rPr>
        <w:t>"1"</w:t>
      </w:r>
      <w:r>
        <w:rPr>
          <w:rtl/>
        </w:rPr>
        <w:tab/>
      </w:r>
      <w:r>
        <w:rPr>
          <w:rFonts w:hint="cs"/>
          <w:rtl/>
        </w:rPr>
        <w:t>فلسطين</w:t>
      </w:r>
    </w:p>
    <w:p w:rsidR="00281414" w:rsidRDefault="00281414" w:rsidP="00281414">
      <w:pPr>
        <w:pStyle w:val="NumberedParaAR"/>
        <w:numPr>
          <w:ilvl w:val="0"/>
          <w:numId w:val="0"/>
        </w:numPr>
        <w:ind w:left="1417"/>
        <w:rPr>
          <w:rtl/>
        </w:rPr>
      </w:pPr>
      <w:r>
        <w:rPr>
          <w:rFonts w:hint="cs"/>
          <w:rtl/>
        </w:rPr>
        <w:t>"2"</w:t>
      </w:r>
      <w:r>
        <w:rPr>
          <w:rtl/>
        </w:rPr>
        <w:tab/>
      </w:r>
      <w:r w:rsidR="00AC01F0">
        <w:rPr>
          <w:rFonts w:hint="cs"/>
          <w:rtl/>
        </w:rPr>
        <w:t xml:space="preserve">منظومة الأمم المتحدة: </w:t>
      </w:r>
      <w:r>
        <w:rPr>
          <w:rtl/>
        </w:rPr>
        <w:t>الأمم المتحدة</w:t>
      </w:r>
      <w:r>
        <w:rPr>
          <w:rFonts w:hint="cs"/>
          <w:rtl/>
        </w:rPr>
        <w:t xml:space="preserve"> </w:t>
      </w:r>
      <w:r w:rsidRPr="00111B88">
        <w:rPr>
          <w:rtl/>
        </w:rPr>
        <w:t>(</w:t>
      </w:r>
      <w:r w:rsidRPr="00111B88">
        <w:t>UN</w:t>
      </w:r>
      <w:r w:rsidRPr="00111B88">
        <w:rPr>
          <w:rtl/>
        </w:rPr>
        <w:t>)، منظمة الأمم المتحدة للأغذية والزراعة (</w:t>
      </w:r>
      <w:r w:rsidRPr="00111B88">
        <w:t>FAO</w:t>
      </w:r>
      <w:r w:rsidRPr="00111B88">
        <w:rPr>
          <w:rtl/>
        </w:rPr>
        <w:t>)، الوكالة الدولية للطاقة الذرية (</w:t>
      </w:r>
      <w:r w:rsidRPr="00111B88">
        <w:t>IAEA</w:t>
      </w:r>
      <w:r w:rsidRPr="00111B88">
        <w:rPr>
          <w:rtl/>
        </w:rPr>
        <w:t>)، البنك الدولي للإنشاء والتعمير (</w:t>
      </w:r>
      <w:r w:rsidRPr="00111B88">
        <w:t>IBRD</w:t>
      </w:r>
      <w:r w:rsidRPr="00111B88">
        <w:rPr>
          <w:rtl/>
        </w:rPr>
        <w:t>)، منظمة الطيران المدني الدولية (</w:t>
      </w:r>
      <w:r w:rsidRPr="00111B88">
        <w:t>ICAO</w:t>
      </w:r>
      <w:r w:rsidRPr="00111B88">
        <w:rPr>
          <w:rtl/>
        </w:rPr>
        <w:t>)، المؤسسة الإنمائية الدولية (</w:t>
      </w:r>
      <w:r w:rsidRPr="00111B88">
        <w:t>IDA</w:t>
      </w:r>
      <w:r w:rsidRPr="00111B88">
        <w:rPr>
          <w:rtl/>
        </w:rPr>
        <w:t>)، المؤسسة المالية الدولية (</w:t>
      </w:r>
      <w:r w:rsidRPr="00111B88">
        <w:t>IFC</w:t>
      </w:r>
      <w:r w:rsidRPr="00111B88">
        <w:rPr>
          <w:rtl/>
        </w:rPr>
        <w:t>)، الصندوق الدولي للتنمية الزراعية (</w:t>
      </w:r>
      <w:r w:rsidRPr="00111B88">
        <w:t>IFAD</w:t>
      </w:r>
      <w:r w:rsidRPr="00111B88">
        <w:rPr>
          <w:rtl/>
        </w:rPr>
        <w:t>)، منظمة العمل الدولية (</w:t>
      </w:r>
      <w:r w:rsidRPr="00111B88">
        <w:t>ILO</w:t>
      </w:r>
      <w:r w:rsidRPr="00111B88">
        <w:rPr>
          <w:rtl/>
        </w:rPr>
        <w:t>)، المنظمة البحرية الدولية (</w:t>
      </w:r>
      <w:r w:rsidRPr="00111B88">
        <w:t>IMO</w:t>
      </w:r>
      <w:r w:rsidRPr="00111B88">
        <w:rPr>
          <w:rtl/>
        </w:rPr>
        <w:t>)، صندوق النقد الدولي (</w:t>
      </w:r>
      <w:r w:rsidRPr="00111B88">
        <w:t>IMF</w:t>
      </w:r>
      <w:r w:rsidRPr="00111B88">
        <w:rPr>
          <w:rtl/>
        </w:rPr>
        <w:t>)، الاتحاد الدولي للاتصالات (</w:t>
      </w:r>
      <w:r w:rsidRPr="00111B88">
        <w:t>ITU</w:t>
      </w:r>
      <w:r w:rsidRPr="00111B88">
        <w:rPr>
          <w:rtl/>
        </w:rPr>
        <w:t>)، منظمة الأمم المتحدة للتربية والعلم والثقافة (اليونسكو)، منظمة الأمم المتحدة للتنمية الصناعية (اليونيدو)، الاتحاد البريدي العالمي (</w:t>
      </w:r>
      <w:r w:rsidRPr="00111B88">
        <w:t>UPU</w:t>
      </w:r>
      <w:r w:rsidRPr="00111B88">
        <w:rPr>
          <w:rtl/>
        </w:rPr>
        <w:t>)، منظمة الصحة العالمية (</w:t>
      </w:r>
      <w:r w:rsidRPr="00111B88">
        <w:t>WHO</w:t>
      </w:r>
      <w:r w:rsidRPr="00111B88">
        <w:rPr>
          <w:rtl/>
        </w:rPr>
        <w:t>)، ا</w:t>
      </w:r>
      <w:r>
        <w:rPr>
          <w:rtl/>
        </w:rPr>
        <w:t xml:space="preserve">لمنظمة العالمية للأرصاد الجوية </w:t>
      </w:r>
      <w:r>
        <w:rPr>
          <w:rFonts w:hint="cs"/>
          <w:rtl/>
        </w:rPr>
        <w:t>(</w:t>
      </w:r>
      <w:r w:rsidRPr="00111B88">
        <w:t>WMO</w:t>
      </w:r>
      <w:r>
        <w:rPr>
          <w:rFonts w:hint="cs"/>
          <w:rtl/>
        </w:rPr>
        <w:t>)</w:t>
      </w:r>
      <w:r>
        <w:rPr>
          <w:rFonts w:hint="eastAsia"/>
          <w:rtl/>
        </w:rPr>
        <w:t> </w:t>
      </w:r>
      <w:r>
        <w:rPr>
          <w:rFonts w:hint="cs"/>
          <w:rtl/>
        </w:rPr>
        <w:t>(17)</w:t>
      </w:r>
      <w:r w:rsidRPr="00111B88">
        <w:rPr>
          <w:rtl/>
        </w:rPr>
        <w:t>؛</w:t>
      </w:r>
    </w:p>
    <w:p w:rsidR="00281414" w:rsidRDefault="00281414" w:rsidP="00AC01F0">
      <w:pPr>
        <w:pStyle w:val="NumberedParaAR"/>
        <w:numPr>
          <w:ilvl w:val="0"/>
          <w:numId w:val="0"/>
        </w:numPr>
        <w:ind w:left="1417"/>
        <w:rPr>
          <w:rtl/>
        </w:rPr>
      </w:pPr>
      <w:r>
        <w:rPr>
          <w:rFonts w:hint="cs"/>
          <w:rtl/>
        </w:rPr>
        <w:t>"3"</w:t>
      </w:r>
      <w:r>
        <w:rPr>
          <w:rtl/>
        </w:rPr>
        <w:tab/>
      </w:r>
      <w:r w:rsidR="00AC01F0" w:rsidRPr="00A5437E">
        <w:rPr>
          <w:rFonts w:hint="cs"/>
          <w:rtl/>
        </w:rPr>
        <w:t>منظمات الملكية الفكرية</w:t>
      </w:r>
      <w:r w:rsidR="00AC01F0">
        <w:rPr>
          <w:rFonts w:hint="cs"/>
          <w:rtl/>
        </w:rPr>
        <w:t xml:space="preserve">: </w:t>
      </w:r>
      <w:r w:rsidRPr="00D718FA">
        <w:rPr>
          <w:rtl/>
        </w:rPr>
        <w:t>المنظمة الأفريقية للملكية الفكرية (</w:t>
      </w:r>
      <w:r w:rsidRPr="00D718FA">
        <w:t>OAPI</w:t>
      </w:r>
      <w:r w:rsidRPr="00D718FA">
        <w:rPr>
          <w:rtl/>
        </w:rPr>
        <w:t>)، المنظمة الإقليمية الأفريقية للملكية الفكرية (</w:t>
      </w:r>
      <w:r w:rsidRPr="00D718FA">
        <w:t>ARIPO</w:t>
      </w:r>
      <w:r w:rsidRPr="00D718FA">
        <w:rPr>
          <w:rtl/>
        </w:rPr>
        <w:t>)، اتحاد إذاعات الدول العربية (</w:t>
      </w:r>
      <w:r w:rsidRPr="00D718FA">
        <w:t>ASBU</w:t>
      </w:r>
      <w:r w:rsidRPr="00D718FA">
        <w:rPr>
          <w:rtl/>
        </w:rPr>
        <w:t>)، بنيلوكس</w:t>
      </w:r>
      <w:r w:rsidR="00AC01F0">
        <w:rPr>
          <w:rFonts w:hint="cs"/>
          <w:rtl/>
        </w:rPr>
        <w:t>،</w:t>
      </w:r>
      <w:r w:rsidRPr="00D718FA">
        <w:rPr>
          <w:rtl/>
        </w:rPr>
        <w:t xml:space="preserve"> المنظمة الأوروبية الآسيوية للبراءات (</w:t>
      </w:r>
      <w:r w:rsidRPr="00D718FA">
        <w:t>EAPO</w:t>
      </w:r>
      <w:r w:rsidRPr="00D718FA">
        <w:rPr>
          <w:rtl/>
        </w:rPr>
        <w:t>)، المنظمة الأوروبية للبراءات (</w:t>
      </w:r>
      <w:r w:rsidRPr="00D718FA">
        <w:t>EPO</w:t>
      </w:r>
      <w:r w:rsidRPr="00D718FA">
        <w:rPr>
          <w:rtl/>
        </w:rPr>
        <w:t>)، الاتحاد الدولي لحماية الأصناف النباتية الجديدة (</w:t>
      </w:r>
      <w:r w:rsidRPr="00D718FA">
        <w:t>UPOV</w:t>
      </w:r>
      <w:r w:rsidRPr="00D718FA">
        <w:rPr>
          <w:rtl/>
        </w:rPr>
        <w:t>)، المجلس المشترك بين الدول لحماية الملكية الصناعية (</w:t>
      </w:r>
      <w:r w:rsidRPr="00D718FA">
        <w:t>ICPIP</w:t>
      </w:r>
      <w:r w:rsidRPr="00D718FA">
        <w:rPr>
          <w:rtl/>
        </w:rPr>
        <w:t xml:space="preserve">)، معهد بلدان أوروبا الشمالية للبراءات </w:t>
      </w:r>
      <w:r w:rsidRPr="00D718FA">
        <w:rPr>
          <w:rFonts w:hint="cs"/>
          <w:rtl/>
        </w:rPr>
        <w:t>(</w:t>
      </w:r>
      <w:r w:rsidRPr="00D718FA">
        <w:t>NPI</w:t>
      </w:r>
      <w:r w:rsidRPr="00D718FA">
        <w:rPr>
          <w:rFonts w:hint="cs"/>
          <w:rtl/>
        </w:rPr>
        <w:t>)</w:t>
      </w:r>
      <w:r w:rsidRPr="00D718FA">
        <w:rPr>
          <w:rtl/>
        </w:rPr>
        <w:t>، مكتب براءات الاختراع لمجلس التعاون لدول الخليج العربية</w:t>
      </w:r>
      <w:r w:rsidRPr="00D718FA">
        <w:rPr>
          <w:rFonts w:hint="cs"/>
          <w:rtl/>
        </w:rPr>
        <w:t xml:space="preserve"> (10)</w:t>
      </w:r>
      <w:r>
        <w:rPr>
          <w:rFonts w:hint="cs"/>
          <w:rtl/>
        </w:rPr>
        <w:t>؛</w:t>
      </w:r>
    </w:p>
    <w:p w:rsidR="00281414" w:rsidRDefault="00281414" w:rsidP="00281414">
      <w:pPr>
        <w:pStyle w:val="NumberedParaAR"/>
        <w:numPr>
          <w:ilvl w:val="0"/>
          <w:numId w:val="0"/>
        </w:numPr>
        <w:ind w:left="1417"/>
        <w:rPr>
          <w:rtl/>
        </w:rPr>
      </w:pPr>
      <w:r>
        <w:rPr>
          <w:rFonts w:hint="cs"/>
          <w:rtl/>
        </w:rPr>
        <w:t>"4"</w:t>
      </w:r>
      <w:r>
        <w:rPr>
          <w:rtl/>
        </w:rPr>
        <w:tab/>
      </w:r>
      <w:r w:rsidR="00AC01F0">
        <w:rPr>
          <w:rFonts w:hint="cs"/>
          <w:rtl/>
        </w:rPr>
        <w:t xml:space="preserve">منظمات حكومية دولية أخرى: </w:t>
      </w:r>
      <w:r w:rsidRPr="00837240">
        <w:rPr>
          <w:rtl/>
        </w:rPr>
        <w:t>المركز الإقليمي الأفريقي للتكنولوجيا (</w:t>
      </w:r>
      <w:r w:rsidRPr="00837240">
        <w:t>ARCT</w:t>
      </w:r>
      <w:r w:rsidRPr="00837240">
        <w:rPr>
          <w:rtl/>
        </w:rPr>
        <w:t>)</w:t>
      </w:r>
      <w:r w:rsidRPr="00837240">
        <w:rPr>
          <w:rFonts w:hint="cs"/>
          <w:rtl/>
        </w:rPr>
        <w:t xml:space="preserve">، </w:t>
      </w:r>
      <w:r w:rsidRPr="00837240">
        <w:rPr>
          <w:rtl/>
        </w:rPr>
        <w:t>مجموعة دول أفريقيا والكاريبي والمحيط الهادئ</w:t>
      </w:r>
      <w:r w:rsidRPr="00837240">
        <w:t> </w:t>
      </w:r>
      <w:r w:rsidRPr="00837240">
        <w:rPr>
          <w:rtl/>
        </w:rPr>
        <w:t>(</w:t>
      </w:r>
      <w:r w:rsidRPr="00837240">
        <w:t>ACP Group</w:t>
      </w:r>
      <w:r w:rsidRPr="00837240">
        <w:rPr>
          <w:rtl/>
        </w:rPr>
        <w:t>)، الاتحاد الأفريقي (</w:t>
      </w:r>
      <w:r w:rsidRPr="00837240">
        <w:t>AU</w:t>
      </w:r>
      <w:r w:rsidRPr="00837240">
        <w:rPr>
          <w:rtl/>
        </w:rPr>
        <w:t>)، المنظمة العربية للتربية والثقافة والعلوم (</w:t>
      </w:r>
      <w:r w:rsidRPr="00837240">
        <w:t>ALECSO</w:t>
      </w:r>
      <w:r w:rsidRPr="00837240">
        <w:rPr>
          <w:rtl/>
        </w:rPr>
        <w:t>)، المنظمة العربية للتنمية الصناعية والتعدين</w:t>
      </w:r>
      <w:r w:rsidRPr="00837240">
        <w:rPr>
          <w:rFonts w:hint="cs"/>
          <w:rtl/>
        </w:rPr>
        <w:t> </w:t>
      </w:r>
      <w:r w:rsidRPr="00837240">
        <w:rPr>
          <w:rtl/>
        </w:rPr>
        <w:t>(</w:t>
      </w:r>
      <w:r w:rsidRPr="00837240">
        <w:t>AIDMO</w:t>
      </w:r>
      <w:r w:rsidRPr="00837240">
        <w:rPr>
          <w:rtl/>
        </w:rPr>
        <w:t>)، اللجنة الاستشارية القانونية الأفريقية الآسيوية</w:t>
      </w:r>
      <w:r w:rsidRPr="00837240">
        <w:t> </w:t>
      </w:r>
      <w:r w:rsidRPr="00837240">
        <w:rPr>
          <w:rtl/>
        </w:rPr>
        <w:t>(</w:t>
      </w:r>
      <w:r w:rsidRPr="00837240">
        <w:t>AALCC</w:t>
      </w:r>
      <w:r w:rsidRPr="00837240">
        <w:rPr>
          <w:rtl/>
        </w:rPr>
        <w:t>)، رابطة أمم جنوب شرقي آسيا (</w:t>
      </w:r>
      <w:r w:rsidRPr="00837240">
        <w:t>ASEAN</w:t>
      </w:r>
      <w:r w:rsidRPr="00837240">
        <w:rPr>
          <w:rtl/>
        </w:rPr>
        <w:t>)، الاتحاد الكاريبي</w:t>
      </w:r>
      <w:r w:rsidRPr="00837240">
        <w:t> </w:t>
      </w:r>
      <w:r w:rsidRPr="00837240">
        <w:rPr>
          <w:rtl/>
        </w:rPr>
        <w:t>(</w:t>
      </w:r>
      <w:r w:rsidRPr="00837240">
        <w:t>CARICOM</w:t>
      </w:r>
      <w:r w:rsidRPr="00837240">
        <w:rPr>
          <w:rtl/>
        </w:rPr>
        <w:t>)، أمانة التكامل الاقتصادي لأمريكا الوسطى (</w:t>
      </w:r>
      <w:r w:rsidRPr="00837240">
        <w:t>SIECA</w:t>
      </w:r>
      <w:r w:rsidRPr="00837240">
        <w:rPr>
          <w:rtl/>
        </w:rPr>
        <w:t xml:space="preserve">)، </w:t>
      </w:r>
      <w:r w:rsidRPr="00837240">
        <w:rPr>
          <w:rFonts w:hint="cs"/>
          <w:rtl/>
        </w:rPr>
        <w:t>شبكة البنية التحتية ومصادر اللغات المتداولة، باعتبارها اتحادا أوروبيا للبنية التحتية للبحث (</w:t>
      </w:r>
      <w:r w:rsidRPr="00837240">
        <w:t>CLARIN ERIC</w:t>
      </w:r>
      <w:r w:rsidRPr="00837240">
        <w:rPr>
          <w:rFonts w:hint="cs"/>
          <w:rtl/>
        </w:rPr>
        <w:t xml:space="preserve">)، </w:t>
      </w:r>
      <w:r w:rsidRPr="00837240">
        <w:rPr>
          <w:rtl/>
        </w:rPr>
        <w:t>صندوق الكومنولث للتعاون التقني (</w:t>
      </w:r>
      <w:r w:rsidRPr="00837240">
        <w:t>CFTC</w:t>
      </w:r>
      <w:r w:rsidRPr="00837240">
        <w:rPr>
          <w:rtl/>
        </w:rPr>
        <w:t>)، أسرة الدول المستقلة (</w:t>
      </w:r>
      <w:r w:rsidRPr="00837240">
        <w:t>CIS</w:t>
      </w:r>
      <w:r w:rsidRPr="00837240">
        <w:rPr>
          <w:rtl/>
        </w:rPr>
        <w:t xml:space="preserve">)، الكومنولث من أجل </w:t>
      </w:r>
      <w:r w:rsidRPr="00837240">
        <w:rPr>
          <w:rtl/>
        </w:rPr>
        <w:lastRenderedPageBreak/>
        <w:t>التعليم (</w:t>
      </w:r>
      <w:r w:rsidRPr="00837240">
        <w:t>COL</w:t>
      </w:r>
      <w:r w:rsidRPr="00837240">
        <w:rPr>
          <w:rtl/>
        </w:rPr>
        <w:t>)، أمانة الكومنولث، الاتحاد الاقتصادي والنقدي لوسط أفريقيا</w:t>
      </w:r>
      <w:r w:rsidRPr="00837240">
        <w:t> </w:t>
      </w:r>
      <w:r w:rsidRPr="00837240">
        <w:rPr>
          <w:rtl/>
        </w:rPr>
        <w:t>(</w:t>
      </w:r>
      <w:r w:rsidRPr="00837240">
        <w:t>CEMAC</w:t>
      </w:r>
      <w:r w:rsidRPr="00837240">
        <w:rPr>
          <w:rtl/>
        </w:rPr>
        <w:t>)، أسرة البلدان الناطقة بالبرتغالية (</w:t>
      </w:r>
      <w:r w:rsidRPr="00837240">
        <w:t>CPLP</w:t>
      </w:r>
      <w:r w:rsidRPr="00837240">
        <w:rPr>
          <w:rtl/>
        </w:rPr>
        <w:t>)، مؤتمر سلطات أمريكا اللاتينية بشأن المعلوماتية (</w:t>
      </w:r>
      <w:r w:rsidRPr="00837240">
        <w:t>CALAI</w:t>
      </w:r>
      <w:r w:rsidRPr="00837240">
        <w:rPr>
          <w:rtl/>
        </w:rPr>
        <w:t>)، مجلس</w:t>
      </w:r>
      <w:r>
        <w:rPr>
          <w:rFonts w:hint="cs"/>
          <w:rtl/>
        </w:rPr>
        <w:t> </w:t>
      </w:r>
      <w:r w:rsidRPr="00837240">
        <w:rPr>
          <w:rtl/>
        </w:rPr>
        <w:t>أوروبا</w:t>
      </w:r>
      <w:r>
        <w:rPr>
          <w:rFonts w:hint="cs"/>
          <w:rtl/>
        </w:rPr>
        <w:t> </w:t>
      </w:r>
      <w:r w:rsidRPr="00837240">
        <w:rPr>
          <w:rtl/>
        </w:rPr>
        <w:t>(</w:t>
      </w:r>
      <w:r w:rsidRPr="00837240">
        <w:t>CE</w:t>
      </w:r>
      <w:r w:rsidRPr="00837240">
        <w:rPr>
          <w:rtl/>
        </w:rPr>
        <w:t>)، الاتحاد الاقتصادي لبلدان البحيرات الكبرى</w:t>
      </w:r>
      <w:r w:rsidRPr="00837240">
        <w:rPr>
          <w:rFonts w:hint="cs"/>
          <w:rtl/>
        </w:rPr>
        <w:t> </w:t>
      </w:r>
      <w:r w:rsidRPr="00837240">
        <w:rPr>
          <w:rtl/>
        </w:rPr>
        <w:t>(</w:t>
      </w:r>
      <w:r w:rsidRPr="00837240">
        <w:t>CEPGL</w:t>
      </w:r>
      <w:r w:rsidRPr="00837240">
        <w:rPr>
          <w:rtl/>
        </w:rPr>
        <w:t>)، المرصد الأوروبي للمواد السمعية البصرية</w:t>
      </w:r>
      <w:r w:rsidRPr="00837240">
        <w:rPr>
          <w:rFonts w:hint="cs"/>
          <w:rtl/>
        </w:rPr>
        <w:t>، المفوضية الأوروبية (</w:t>
      </w:r>
      <w:r w:rsidRPr="00837240">
        <w:t>EC</w:t>
      </w:r>
      <w:r w:rsidRPr="00837240">
        <w:rPr>
          <w:rFonts w:hint="cs"/>
          <w:rtl/>
        </w:rPr>
        <w:t>)</w:t>
      </w:r>
      <w:r w:rsidRPr="00837240">
        <w:rPr>
          <w:rtl/>
        </w:rPr>
        <w:t xml:space="preserve"> الرابطة الأوروبية للتجارة الحرة</w:t>
      </w:r>
      <w:r w:rsidRPr="00837240">
        <w:rPr>
          <w:rFonts w:hint="cs"/>
          <w:rtl/>
        </w:rPr>
        <w:t> </w:t>
      </w:r>
      <w:r w:rsidRPr="00837240">
        <w:rPr>
          <w:rtl/>
        </w:rPr>
        <w:t>(</w:t>
      </w:r>
      <w:r w:rsidRPr="00837240">
        <w:t>EFTA</w:t>
      </w:r>
      <w:r w:rsidRPr="00837240">
        <w:rPr>
          <w:rtl/>
        </w:rPr>
        <w:t>)،</w:t>
      </w:r>
      <w:r>
        <w:rPr>
          <w:rFonts w:hint="cs"/>
          <w:rtl/>
        </w:rPr>
        <w:t xml:space="preserve"> </w:t>
      </w:r>
      <w:r w:rsidRPr="00752187">
        <w:rPr>
          <w:rtl/>
        </w:rPr>
        <w:t>ال</w:t>
      </w:r>
      <w:r>
        <w:rPr>
          <w:rFonts w:hint="cs"/>
          <w:rtl/>
        </w:rPr>
        <w:t>ل</w:t>
      </w:r>
      <w:r w:rsidRPr="00752187">
        <w:rPr>
          <w:rtl/>
        </w:rPr>
        <w:t>جنة الاقتصادية للمنطقة الأوروبية الآسيوية (</w:t>
      </w:r>
      <w:r w:rsidRPr="00752187">
        <w:t>EEC</w:t>
      </w:r>
      <w:r w:rsidRPr="00752187">
        <w:rPr>
          <w:rtl/>
        </w:rPr>
        <w:t>)</w:t>
      </w:r>
      <w:r>
        <w:rPr>
          <w:rFonts w:hint="cs"/>
          <w:rtl/>
        </w:rPr>
        <w:t>،</w:t>
      </w:r>
      <w:r w:rsidRPr="00837240">
        <w:rPr>
          <w:rtl/>
        </w:rPr>
        <w:t xml:space="preserve"> </w:t>
      </w:r>
      <w:r>
        <w:rPr>
          <w:rFonts w:hint="cs"/>
          <w:rtl/>
        </w:rPr>
        <w:t>المنظمة الأوروبية للقانون العام</w:t>
      </w:r>
      <w:r>
        <w:rPr>
          <w:rFonts w:hint="eastAsia"/>
          <w:rtl/>
        </w:rPr>
        <w:t> </w:t>
      </w:r>
      <w:r>
        <w:rPr>
          <w:rFonts w:hint="cs"/>
          <w:rtl/>
        </w:rPr>
        <w:t>(</w:t>
      </w:r>
      <w:r w:rsidRPr="00C450FB">
        <w:t>EPLO</w:t>
      </w:r>
      <w:r>
        <w:rPr>
          <w:rFonts w:hint="cs"/>
          <w:rtl/>
        </w:rPr>
        <w:t xml:space="preserve">)، </w:t>
      </w:r>
      <w:r w:rsidRPr="00837240">
        <w:rPr>
          <w:rtl/>
        </w:rPr>
        <w:t>اتحاد مجالس البحث العلمي العربية (</w:t>
      </w:r>
      <w:r w:rsidRPr="00837240">
        <w:t>FASRC</w:t>
      </w:r>
      <w:r w:rsidRPr="00837240">
        <w:rPr>
          <w:rtl/>
        </w:rPr>
        <w:t>)، الأمانة العامة لجماعة دول ال</w:t>
      </w:r>
      <w:r w:rsidRPr="00837240">
        <w:rPr>
          <w:rFonts w:hint="cs"/>
          <w:rtl/>
        </w:rPr>
        <w:t>أ</w:t>
      </w:r>
      <w:r w:rsidRPr="00837240">
        <w:rPr>
          <w:rtl/>
        </w:rPr>
        <w:t>نديز، مؤتمر لاهاي بشأن القانون الدولي الخاص</w:t>
      </w:r>
      <w:r w:rsidRPr="00837240">
        <w:rPr>
          <w:rFonts w:hint="cs"/>
          <w:rtl/>
        </w:rPr>
        <w:t xml:space="preserve"> (</w:t>
      </w:r>
      <w:r w:rsidRPr="00837240">
        <w:t>HCCH</w:t>
      </w:r>
      <w:r w:rsidRPr="00837240">
        <w:rPr>
          <w:rFonts w:hint="cs"/>
          <w:rtl/>
        </w:rPr>
        <w:t>)</w:t>
      </w:r>
      <w:r w:rsidRPr="00837240">
        <w:rPr>
          <w:rtl/>
        </w:rPr>
        <w:t xml:space="preserve">، </w:t>
      </w:r>
      <w:r w:rsidRPr="00837240">
        <w:rPr>
          <w:rFonts w:hint="cs"/>
          <w:rtl/>
        </w:rPr>
        <w:t>ا</w:t>
      </w:r>
      <w:r w:rsidRPr="00837240">
        <w:rPr>
          <w:rtl/>
        </w:rPr>
        <w:t>لمنظمة الدولية للشرطة الجنائية</w:t>
      </w:r>
      <w:r w:rsidRPr="00837240">
        <w:rPr>
          <w:rFonts w:hint="cs"/>
          <w:rtl/>
        </w:rPr>
        <w:t xml:space="preserve"> (</w:t>
      </w:r>
      <w:r w:rsidRPr="00837240">
        <w:t>INTERPOL</w:t>
      </w:r>
      <w:r w:rsidRPr="00837240">
        <w:rPr>
          <w:rFonts w:hint="cs"/>
          <w:rtl/>
        </w:rPr>
        <w:t>)</w:t>
      </w:r>
      <w:r w:rsidRPr="00837240">
        <w:rPr>
          <w:rtl/>
        </w:rPr>
        <w:t>، المعهد الدولي لتوحيد القانون الخاص (</w:t>
      </w:r>
      <w:r w:rsidRPr="00837240">
        <w:t>UNIDROIT</w:t>
      </w:r>
      <w:r w:rsidRPr="00837240">
        <w:rPr>
          <w:rtl/>
        </w:rPr>
        <w:t>)، المجلس الدولي لزيت الزيتون (</w:t>
      </w:r>
      <w:r w:rsidRPr="00837240">
        <w:t>IOOC</w:t>
      </w:r>
      <w:r w:rsidRPr="00837240">
        <w:rPr>
          <w:rtl/>
        </w:rPr>
        <w:t>)، المكتب الدولي للكروم والنبيذ (</w:t>
      </w:r>
      <w:r w:rsidRPr="00837240">
        <w:t>IWO</w:t>
      </w:r>
      <w:r w:rsidRPr="00837240">
        <w:rPr>
          <w:rtl/>
        </w:rPr>
        <w:t xml:space="preserve">)، المنظمة الإسلامية للتربية والعلوم </w:t>
      </w:r>
      <w:r w:rsidRPr="00837240">
        <w:rPr>
          <w:rFonts w:hint="cs"/>
          <w:rtl/>
        </w:rPr>
        <w:t>والثقافة</w:t>
      </w:r>
      <w:r w:rsidRPr="00837240">
        <w:rPr>
          <w:rtl/>
        </w:rPr>
        <w:t xml:space="preserve"> (</w:t>
      </w:r>
      <w:r w:rsidRPr="00837240">
        <w:t>ISESCO</w:t>
      </w:r>
      <w:r w:rsidRPr="00837240">
        <w:rPr>
          <w:rtl/>
        </w:rPr>
        <w:t>)، المنظمة الدولية لطاقة الاندماج المعنية بالمفاعل التجريبي الحراري النووي الدولي</w:t>
      </w:r>
      <w:r w:rsidRPr="00837240">
        <w:rPr>
          <w:rFonts w:hint="cs"/>
          <w:rtl/>
        </w:rPr>
        <w:t xml:space="preserve"> (</w:t>
      </w:r>
      <w:r w:rsidRPr="00837240">
        <w:t>ITER Organization</w:t>
      </w:r>
      <w:r w:rsidRPr="00837240">
        <w:rPr>
          <w:rFonts w:hint="cs"/>
          <w:rtl/>
        </w:rPr>
        <w:t>)</w:t>
      </w:r>
      <w:r w:rsidRPr="00837240">
        <w:rPr>
          <w:rtl/>
        </w:rPr>
        <w:t>، النظام الاقتصادي لأمريكا اللاتينية (</w:t>
      </w:r>
      <w:r w:rsidRPr="00837240">
        <w:t>SELA</w:t>
      </w:r>
      <w:r w:rsidRPr="00837240">
        <w:rPr>
          <w:rtl/>
        </w:rPr>
        <w:t>)، جمعية أمريكا اللاتينية للتكامل</w:t>
      </w:r>
      <w:r w:rsidRPr="00837240">
        <w:rPr>
          <w:rFonts w:hint="cs"/>
          <w:rtl/>
        </w:rPr>
        <w:t> </w:t>
      </w:r>
      <w:r w:rsidRPr="00837240">
        <w:rPr>
          <w:rtl/>
        </w:rPr>
        <w:t>(</w:t>
      </w:r>
      <w:r w:rsidRPr="00837240">
        <w:t>LAIA</w:t>
      </w:r>
      <w:r w:rsidRPr="00837240">
        <w:rPr>
          <w:rtl/>
        </w:rPr>
        <w:t>)، جامعة الدول العربية (</w:t>
      </w:r>
      <w:r w:rsidRPr="00837240">
        <w:t>LAS</w:t>
      </w:r>
      <w:r w:rsidRPr="00837240">
        <w:rPr>
          <w:rtl/>
        </w:rPr>
        <w:t>)، الشبكة الإعلامية التقنية لأمريكا اللاتينية</w:t>
      </w:r>
      <w:r w:rsidRPr="00837240">
        <w:t> </w:t>
      </w:r>
      <w:r w:rsidRPr="00837240">
        <w:rPr>
          <w:rtl/>
        </w:rPr>
        <w:t>(</w:t>
      </w:r>
      <w:r w:rsidRPr="00837240">
        <w:t>RITLA</w:t>
      </w:r>
      <w:r w:rsidRPr="00837240">
        <w:rPr>
          <w:rtl/>
        </w:rPr>
        <w:t>)، المركز الإقليمي لتطوير الكتب في إقليم أمريكا اللاتينية والكاريبي</w:t>
      </w:r>
      <w:r w:rsidRPr="00837240">
        <w:t> </w:t>
      </w:r>
      <w:r w:rsidRPr="00837240">
        <w:rPr>
          <w:rFonts w:hint="cs"/>
          <w:rtl/>
        </w:rPr>
        <w:t>(</w:t>
      </w:r>
      <w:r w:rsidRPr="00837240">
        <w:t>CERLALC</w:t>
      </w:r>
      <w:r w:rsidRPr="00837240">
        <w:rPr>
          <w:rFonts w:hint="cs"/>
          <w:rtl/>
        </w:rPr>
        <w:t xml:space="preserve">)، </w:t>
      </w:r>
      <w:r w:rsidRPr="00837240">
        <w:rPr>
          <w:rtl/>
        </w:rPr>
        <w:t>الأمانة العامة الأيبيرية الأمريكية</w:t>
      </w:r>
      <w:r w:rsidRPr="00837240">
        <w:rPr>
          <w:rFonts w:hint="cs"/>
          <w:rtl/>
        </w:rPr>
        <w:t xml:space="preserve"> </w:t>
      </w:r>
      <w:r w:rsidRPr="00837240">
        <w:rPr>
          <w:rtl/>
        </w:rPr>
        <w:t>(</w:t>
      </w:r>
      <w:r w:rsidRPr="00837240">
        <w:t>SEGIB</w:t>
      </w:r>
      <w:r w:rsidRPr="00837240">
        <w:rPr>
          <w:rtl/>
        </w:rPr>
        <w:t>)</w:t>
      </w:r>
      <w:r w:rsidRPr="00837240">
        <w:rPr>
          <w:rFonts w:hint="cs"/>
          <w:rtl/>
        </w:rPr>
        <w:t>،</w:t>
      </w:r>
      <w:r w:rsidRPr="00837240">
        <w:rPr>
          <w:rtl/>
        </w:rPr>
        <w:t xml:space="preserve"> المنظمة الدولية للفرنكوفونية</w:t>
      </w:r>
      <w:r w:rsidRPr="00837240">
        <w:t> </w:t>
      </w:r>
      <w:r w:rsidRPr="00837240">
        <w:rPr>
          <w:rtl/>
        </w:rPr>
        <w:t>(</w:t>
      </w:r>
      <w:r w:rsidRPr="00837240">
        <w:t>OIF</w:t>
      </w:r>
      <w:r w:rsidRPr="00837240">
        <w:rPr>
          <w:rtl/>
        </w:rPr>
        <w:t>)، منظمة الدول الأمريكية (</w:t>
      </w:r>
      <w:r w:rsidRPr="00837240">
        <w:t>OAS</w:t>
      </w:r>
      <w:r w:rsidRPr="00837240">
        <w:rPr>
          <w:rtl/>
        </w:rPr>
        <w:t>)،</w:t>
      </w:r>
      <w:r w:rsidRPr="00837240">
        <w:rPr>
          <w:rFonts w:hint="cs"/>
          <w:rtl/>
        </w:rPr>
        <w:t xml:space="preserve"> </w:t>
      </w:r>
      <w:r w:rsidRPr="00837240">
        <w:rPr>
          <w:rtl/>
        </w:rPr>
        <w:t xml:space="preserve">منظمة دول شرقي الكاريبي </w:t>
      </w:r>
      <w:r w:rsidRPr="00837240">
        <w:rPr>
          <w:rFonts w:hint="cs"/>
          <w:rtl/>
        </w:rPr>
        <w:t>(</w:t>
      </w:r>
      <w:r w:rsidRPr="00837240">
        <w:t>OECS</w:t>
      </w:r>
      <w:r w:rsidRPr="00837240">
        <w:rPr>
          <w:rFonts w:hint="cs"/>
          <w:rtl/>
        </w:rPr>
        <w:t xml:space="preserve">)، </w:t>
      </w:r>
      <w:r w:rsidRPr="00837240">
        <w:rPr>
          <w:rtl/>
        </w:rPr>
        <w:t>منظمة التعاون الإسلامي</w:t>
      </w:r>
      <w:r w:rsidRPr="00837240">
        <w:rPr>
          <w:rFonts w:hint="cs"/>
          <w:rtl/>
        </w:rPr>
        <w:t xml:space="preserve"> </w:t>
      </w:r>
      <w:r w:rsidRPr="00837240">
        <w:rPr>
          <w:rtl/>
        </w:rPr>
        <w:t>(</w:t>
      </w:r>
      <w:r w:rsidRPr="00837240">
        <w:t>(OIC</w:t>
      </w:r>
      <w:r w:rsidRPr="00837240">
        <w:rPr>
          <w:rtl/>
        </w:rPr>
        <w:t>، مركز الجنوب، رابطة أفريقيا الجنوبية للتنمية (</w:t>
      </w:r>
      <w:r w:rsidRPr="00837240">
        <w:t>SADC</w:t>
      </w:r>
      <w:r w:rsidRPr="00837240">
        <w:rPr>
          <w:rtl/>
        </w:rPr>
        <w:t>)، الاتحاد الاقتصادي والنقدي لغرب أفريقيا</w:t>
      </w:r>
      <w:r w:rsidRPr="00837240">
        <w:rPr>
          <w:rFonts w:hint="eastAsia"/>
          <w:rtl/>
        </w:rPr>
        <w:t> </w:t>
      </w:r>
      <w:r w:rsidRPr="00837240">
        <w:rPr>
          <w:rFonts w:hint="cs"/>
          <w:rtl/>
        </w:rPr>
        <w:t>(</w:t>
      </w:r>
      <w:r w:rsidRPr="00837240">
        <w:t>WAEMU</w:t>
      </w:r>
      <w:r w:rsidRPr="00837240">
        <w:rPr>
          <w:rFonts w:hint="cs"/>
          <w:rtl/>
        </w:rPr>
        <w:t>)،</w:t>
      </w:r>
      <w:r w:rsidRPr="00837240">
        <w:rPr>
          <w:rtl/>
        </w:rPr>
        <w:t xml:space="preserve"> منظمة التجارة العالمية</w:t>
      </w:r>
      <w:r w:rsidRPr="00837240">
        <w:rPr>
          <w:rFonts w:hint="cs"/>
          <w:rtl/>
        </w:rPr>
        <w:t xml:space="preserve"> (</w:t>
      </w:r>
      <w:r w:rsidRPr="00837240">
        <w:t>WTO</w:t>
      </w:r>
      <w:r w:rsidRPr="00837240">
        <w:rPr>
          <w:rFonts w:hint="cs"/>
          <w:rtl/>
        </w:rPr>
        <w:t>)</w:t>
      </w:r>
      <w:r>
        <w:rPr>
          <w:rFonts w:hint="eastAsia"/>
          <w:rtl/>
        </w:rPr>
        <w:t> </w:t>
      </w:r>
      <w:r w:rsidRPr="00837240">
        <w:rPr>
          <w:rFonts w:hint="cs"/>
          <w:rtl/>
        </w:rPr>
        <w:t>(</w:t>
      </w:r>
      <w:r>
        <w:rPr>
          <w:rFonts w:hint="cs"/>
          <w:rtl/>
        </w:rPr>
        <w:t>47</w:t>
      </w:r>
      <w:r w:rsidRPr="00837240">
        <w:rPr>
          <w:rFonts w:hint="cs"/>
          <w:rtl/>
        </w:rPr>
        <w:t>)؛</w:t>
      </w:r>
    </w:p>
    <w:p w:rsidR="00281414" w:rsidRDefault="00281414" w:rsidP="00281414">
      <w:pPr>
        <w:pStyle w:val="NumberedParaAR"/>
        <w:numPr>
          <w:ilvl w:val="0"/>
          <w:numId w:val="0"/>
        </w:numPr>
        <w:ind w:left="1417"/>
        <w:rPr>
          <w:rtl/>
        </w:rPr>
      </w:pPr>
      <w:r>
        <w:rPr>
          <w:rFonts w:hint="cs"/>
          <w:rtl/>
        </w:rPr>
        <w:t>"5"</w:t>
      </w:r>
      <w:r>
        <w:rPr>
          <w:rtl/>
        </w:rPr>
        <w:tab/>
      </w:r>
      <w:r w:rsidRPr="00837240">
        <w:rPr>
          <w:rFonts w:hint="cs"/>
          <w:rtl/>
        </w:rPr>
        <w:t>جميع المنظمات غير الحكومية المعتمدة بصفة مراقب لدى الويبو والاتحادات التي تديرها الويبو. وترد قائمة بتلك المنظمات في المرفق.</w:t>
      </w:r>
      <w:r>
        <w:rPr>
          <w:rtl/>
        </w:rPr>
        <w:br w:type="page"/>
      </w:r>
    </w:p>
    <w:p w:rsidR="00281414" w:rsidRPr="00837240" w:rsidRDefault="00281414" w:rsidP="00281414">
      <w:pPr>
        <w:pStyle w:val="NumberedParaAR"/>
        <w:keepNext/>
        <w:numPr>
          <w:ilvl w:val="0"/>
          <w:numId w:val="0"/>
        </w:numPr>
        <w:rPr>
          <w:u w:val="single"/>
          <w:rtl/>
        </w:rPr>
      </w:pPr>
      <w:r w:rsidRPr="00837240">
        <w:rPr>
          <w:rFonts w:hint="cs"/>
          <w:u w:val="single"/>
          <w:rtl/>
        </w:rPr>
        <w:lastRenderedPageBreak/>
        <w:t>الوثائق</w:t>
      </w:r>
    </w:p>
    <w:p w:rsidR="00281414" w:rsidRDefault="00281414" w:rsidP="00AC01F0">
      <w:pPr>
        <w:pStyle w:val="NumberedParaAR"/>
      </w:pPr>
      <w:r>
        <w:rPr>
          <w:rFonts w:hint="cs"/>
          <w:rtl/>
        </w:rPr>
        <w:t>تنقسم الوثائق التحضيرية المُعدة لدورات الهيئات الحادية والعشرين إلى 22 مجموعة: تخص 21 مجموعة من تلك المجموعات الهيئات الحادية والعشرين وتحتوي المجموعة الثانية والعشرون على وثائق تهمّ أكثر من هيئة واحدة من الهيئات الحادية والعشرين. وتحمل هذه المجموعة الأخيرة الرمز "</w:t>
      </w:r>
      <w:r w:rsidRPr="008A17B5">
        <w:t>A/</w:t>
      </w:r>
      <w:r w:rsidR="00AC01F0">
        <w:t>57</w:t>
      </w:r>
      <w:r>
        <w:rPr>
          <w:rFonts w:hint="cs"/>
          <w:rtl/>
        </w:rPr>
        <w:t>". وتشير الرموز المُستخدمة في المجموعات الحادية والعشرين الأخرى إلى اسم الهيئة، وتشير الأرقام إلى عدد الدورة. وهي كالتالي:</w:t>
      </w:r>
    </w:p>
    <w:tbl>
      <w:tblPr>
        <w:bidiVisual/>
        <w:tblW w:w="0" w:type="auto"/>
        <w:tblInd w:w="1134" w:type="dxa"/>
        <w:tblLook w:val="04A0" w:firstRow="1" w:lastRow="0" w:firstColumn="1" w:lastColumn="0" w:noHBand="0" w:noVBand="1"/>
      </w:tblPr>
      <w:tblGrid>
        <w:gridCol w:w="1950"/>
        <w:gridCol w:w="6487"/>
      </w:tblGrid>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WO/GA/</w:t>
            </w:r>
            <w:r w:rsidR="00AC01F0">
              <w:t>49</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الجمعية العامة للويبو</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WO/CF/</w:t>
            </w:r>
            <w:r>
              <w:t>3</w:t>
            </w:r>
            <w:r w:rsidR="00AC01F0">
              <w:t>8</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مؤتمر الويبو</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WO/CC/</w:t>
            </w:r>
            <w:r>
              <w:t>7</w:t>
            </w:r>
            <w:r w:rsidR="00AC01F0">
              <w:t>4</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لجنة الويبو للتنسيق</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P/A/</w:t>
            </w:r>
            <w:r>
              <w:t>5</w:t>
            </w:r>
            <w:r w:rsidR="00AC01F0">
              <w:t>2</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باريس</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P/EC/</w:t>
            </w:r>
            <w:r>
              <w:t>5</w:t>
            </w:r>
            <w:r w:rsidR="00AC01F0">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اللجنة التنفيذية لاتحاد باريس</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B/A/</w:t>
            </w:r>
            <w:r>
              <w:t>4</w:t>
            </w:r>
            <w:r w:rsidR="00AC01F0">
              <w:t>6</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برن</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B/EC/</w:t>
            </w:r>
            <w:r>
              <w:t>6</w:t>
            </w:r>
            <w:r w:rsidR="00AC01F0">
              <w:t>3</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اللجنة التنفيذية لاتحاد برن</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MM/A/</w:t>
            </w:r>
            <w:r>
              <w:t>5</w:t>
            </w:r>
            <w:r w:rsidR="00AC01F0">
              <w:t>1</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مدريد (العلامات)</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H/A/</w:t>
            </w:r>
            <w:r>
              <w:t>3</w:t>
            </w:r>
            <w:r w:rsidR="00AC01F0">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لاهاي</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N/A/</w:t>
            </w:r>
            <w:r>
              <w:t>3</w:t>
            </w:r>
            <w:r w:rsidR="00AC01F0">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نيس</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LI/A/</w:t>
            </w:r>
            <w:r>
              <w:t>3</w:t>
            </w:r>
            <w:r w:rsidR="00AC01F0">
              <w:t>4</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لشبونة</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595692">
              <w:rPr>
                <w:lang w:val="pt-PT"/>
              </w:rPr>
              <w:t>LO/A/</w:t>
            </w:r>
            <w:r>
              <w:rPr>
                <w:lang w:val="pt-PT"/>
              </w:rPr>
              <w:t>3</w:t>
            </w:r>
            <w:r w:rsidR="00AC01F0">
              <w:rPr>
                <w:lang w:val="pt-PT"/>
              </w:rPr>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لوكارنو</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IPC/A/</w:t>
            </w:r>
            <w:r>
              <w:t>3</w:t>
            </w:r>
            <w:r w:rsidR="00AC01F0">
              <w:t>8</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التصنيف الدولي للبراءات</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PCT/A/</w:t>
            </w:r>
            <w:r>
              <w:t>4</w:t>
            </w:r>
            <w:r w:rsidR="00AC01F0">
              <w:t>9</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معاهدة التعاون بشأن البراءات</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BP/A/</w:t>
            </w:r>
            <w:r>
              <w:t>3</w:t>
            </w:r>
            <w:r w:rsidR="00AC01F0">
              <w:t>4</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بودابست</w:t>
            </w:r>
          </w:p>
        </w:tc>
      </w:tr>
      <w:tr w:rsidR="00281414" w:rsidRPr="00C27C21" w:rsidTr="00422AED">
        <w:tc>
          <w:tcPr>
            <w:tcW w:w="1950" w:type="dxa"/>
            <w:shd w:val="clear" w:color="auto" w:fill="auto"/>
          </w:tcPr>
          <w:p w:rsidR="00281414" w:rsidRPr="00C27C21" w:rsidRDefault="00281414" w:rsidP="00DA6A36">
            <w:pPr>
              <w:pStyle w:val="NumberedParaAR"/>
              <w:numPr>
                <w:ilvl w:val="0"/>
                <w:numId w:val="0"/>
              </w:numPr>
              <w:spacing w:after="0"/>
              <w:rPr>
                <w:rtl/>
              </w:rPr>
            </w:pPr>
            <w:r w:rsidRPr="00C27C21">
              <w:rPr>
                <w:rFonts w:hint="cs"/>
                <w:rtl/>
              </w:rPr>
              <w:t>"</w:t>
            </w:r>
            <w:r w:rsidRPr="00C27C21">
              <w:t>VA/A/</w:t>
            </w:r>
            <w:r w:rsidR="00AC01F0">
              <w:t>3</w:t>
            </w:r>
            <w:r w:rsidR="00DA6A36">
              <w:t>0</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لأغراض جمعية اتحاد فيينا</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WCT/A/</w:t>
            </w:r>
            <w:r>
              <w:t>1</w:t>
            </w:r>
            <w:r w:rsidR="00AC01F0">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 xml:space="preserve">لأغراض </w:t>
            </w:r>
            <w:r w:rsidRPr="00F6289A">
              <w:rPr>
                <w:rtl/>
              </w:rPr>
              <w:t>جمعية معاهدة الويبو بشأن حق المؤلف</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WPPT/A/</w:t>
            </w:r>
            <w:r>
              <w:t>1</w:t>
            </w:r>
            <w:r w:rsidR="00AC01F0">
              <w:t>7</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 xml:space="preserve">لأغراض </w:t>
            </w:r>
            <w:r w:rsidRPr="00D11893">
              <w:rPr>
                <w:rtl/>
              </w:rPr>
              <w:t>جمعية معاهدة الويبو بشأن الأداء والتسجيل الصوتي</w:t>
            </w:r>
          </w:p>
        </w:tc>
      </w:tr>
      <w:tr w:rsidR="00281414" w:rsidRPr="00C27C21"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C27C21">
              <w:t>PLT/A/</w:t>
            </w:r>
            <w:r>
              <w:t>1</w:t>
            </w:r>
            <w:r w:rsidR="00AC01F0">
              <w:t>6</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 xml:space="preserve">لأغراض </w:t>
            </w:r>
            <w:r w:rsidRPr="00D11893">
              <w:rPr>
                <w:rtl/>
              </w:rPr>
              <w:t>جمعية معاهدة قانون البراءات</w:t>
            </w:r>
          </w:p>
        </w:tc>
      </w:tr>
      <w:tr w:rsidR="00281414" w:rsidTr="00422AED">
        <w:trPr>
          <w:trHeight w:val="300"/>
        </w:trPr>
        <w:tc>
          <w:tcPr>
            <w:tcW w:w="1950" w:type="dxa"/>
            <w:shd w:val="clear" w:color="auto" w:fill="auto"/>
          </w:tcPr>
          <w:p w:rsidR="00281414" w:rsidRDefault="00281414" w:rsidP="00AC01F0">
            <w:pPr>
              <w:pStyle w:val="NumberedParaAR"/>
              <w:numPr>
                <w:ilvl w:val="0"/>
                <w:numId w:val="0"/>
              </w:numPr>
              <w:spacing w:after="0"/>
              <w:rPr>
                <w:rtl/>
              </w:rPr>
            </w:pPr>
            <w:r w:rsidRPr="00C27C21">
              <w:rPr>
                <w:rFonts w:hint="cs"/>
                <w:rtl/>
              </w:rPr>
              <w:t>"</w:t>
            </w:r>
            <w:r w:rsidRPr="00C27C21">
              <w:t>STLT/A/</w:t>
            </w:r>
            <w:r w:rsidR="00AC01F0">
              <w:t>10</w:t>
            </w:r>
            <w:r w:rsidRPr="00C27C21">
              <w:rPr>
                <w:rFonts w:hint="cs"/>
                <w:rtl/>
              </w:rPr>
              <w:t>"</w:t>
            </w:r>
          </w:p>
        </w:tc>
        <w:tc>
          <w:tcPr>
            <w:tcW w:w="6487" w:type="dxa"/>
            <w:shd w:val="clear" w:color="auto" w:fill="auto"/>
          </w:tcPr>
          <w:p w:rsidR="00281414" w:rsidRPr="00C27C21" w:rsidRDefault="00281414" w:rsidP="00422AED">
            <w:pPr>
              <w:pStyle w:val="NumberedParaAR"/>
              <w:numPr>
                <w:ilvl w:val="0"/>
                <w:numId w:val="0"/>
              </w:numPr>
              <w:spacing w:after="0"/>
              <w:rPr>
                <w:rtl/>
              </w:rPr>
            </w:pPr>
            <w:r>
              <w:rPr>
                <w:rFonts w:hint="cs"/>
                <w:rtl/>
              </w:rPr>
              <w:t xml:space="preserve">لأغراض </w:t>
            </w:r>
            <w:r w:rsidRPr="00D11893">
              <w:rPr>
                <w:rtl/>
              </w:rPr>
              <w:t>جمعية معاهدة سنغافورة بشأن قانون العلامات</w:t>
            </w:r>
          </w:p>
        </w:tc>
      </w:tr>
      <w:tr w:rsidR="00281414" w:rsidTr="00422AED">
        <w:tc>
          <w:tcPr>
            <w:tcW w:w="1950" w:type="dxa"/>
            <w:shd w:val="clear" w:color="auto" w:fill="auto"/>
          </w:tcPr>
          <w:p w:rsidR="00281414" w:rsidRPr="00C27C21" w:rsidRDefault="00281414" w:rsidP="00AC01F0">
            <w:pPr>
              <w:pStyle w:val="NumberedParaAR"/>
              <w:numPr>
                <w:ilvl w:val="0"/>
                <w:numId w:val="0"/>
              </w:numPr>
              <w:spacing w:after="0"/>
              <w:rPr>
                <w:rtl/>
              </w:rPr>
            </w:pPr>
            <w:r w:rsidRPr="00C27C21">
              <w:rPr>
                <w:rFonts w:hint="cs"/>
                <w:rtl/>
              </w:rPr>
              <w:t>"</w:t>
            </w:r>
            <w:r w:rsidRPr="00E56B03">
              <w:t>MVT/A/</w:t>
            </w:r>
            <w:r w:rsidR="00AC01F0">
              <w:t>2</w:t>
            </w:r>
            <w:r w:rsidRPr="00C27C21">
              <w:rPr>
                <w:rFonts w:hint="cs"/>
                <w:rtl/>
              </w:rPr>
              <w:t>"</w:t>
            </w:r>
          </w:p>
        </w:tc>
        <w:tc>
          <w:tcPr>
            <w:tcW w:w="6487" w:type="dxa"/>
            <w:shd w:val="clear" w:color="auto" w:fill="auto"/>
          </w:tcPr>
          <w:p w:rsidR="00281414" w:rsidRDefault="00281414" w:rsidP="00422AED">
            <w:pPr>
              <w:pStyle w:val="NumberedParaAR"/>
              <w:numPr>
                <w:ilvl w:val="0"/>
                <w:numId w:val="0"/>
              </w:numPr>
              <w:rPr>
                <w:rtl/>
              </w:rPr>
            </w:pPr>
            <w:r>
              <w:rPr>
                <w:rFonts w:hint="cs"/>
                <w:rtl/>
              </w:rPr>
              <w:t xml:space="preserve">لأغراض جمعية </w:t>
            </w:r>
            <w:r w:rsidRPr="007A4644">
              <w:rPr>
                <w:rtl/>
              </w:rPr>
              <w:t>معاهدة مراكش لتيسير النفاذ إلى المصنفات المنشورة لفائدة الأشخاص المكفوفين أو معاقي البصر أو ذوي إعاقات أخرى في قراءة المطبوعات</w:t>
            </w:r>
          </w:p>
        </w:tc>
      </w:tr>
    </w:tbl>
    <w:p w:rsidR="00281414" w:rsidRPr="00F5236A" w:rsidRDefault="00281414" w:rsidP="00AC01F0">
      <w:pPr>
        <w:pStyle w:val="NumberedParaAR"/>
        <w:keepNext/>
        <w:numPr>
          <w:ilvl w:val="0"/>
          <w:numId w:val="0"/>
        </w:numPr>
        <w:spacing w:before="240"/>
        <w:rPr>
          <w:u w:val="single"/>
          <w:rtl/>
        </w:rPr>
      </w:pPr>
      <w:r w:rsidRPr="00F5236A">
        <w:rPr>
          <w:rFonts w:hint="cs"/>
          <w:u w:val="single"/>
          <w:rtl/>
        </w:rPr>
        <w:t>النظام الداخلي</w:t>
      </w:r>
    </w:p>
    <w:p w:rsidR="00281414" w:rsidRDefault="001E6524" w:rsidP="004A47DE">
      <w:pPr>
        <w:pStyle w:val="NumberedParaAR"/>
      </w:pPr>
      <w:r>
        <w:rPr>
          <w:rFonts w:hint="cs"/>
          <w:rtl/>
        </w:rPr>
        <w:t>ترد</w:t>
      </w:r>
      <w:r w:rsidR="00281414" w:rsidRPr="00F5236A">
        <w:rPr>
          <w:rFonts w:hint="cs"/>
          <w:rtl/>
        </w:rPr>
        <w:t xml:space="preserve"> </w:t>
      </w:r>
      <w:r>
        <w:rPr>
          <w:rFonts w:hint="cs"/>
          <w:rtl/>
        </w:rPr>
        <w:t>المواد</w:t>
      </w:r>
      <w:r w:rsidR="00281414" w:rsidRPr="00F5236A">
        <w:rPr>
          <w:rFonts w:hint="cs"/>
          <w:rtl/>
        </w:rPr>
        <w:t xml:space="preserve"> التي تنظم إجراءات </w:t>
      </w:r>
      <w:r>
        <w:rPr>
          <w:rFonts w:hint="cs"/>
          <w:rtl/>
        </w:rPr>
        <w:t>ال</w:t>
      </w:r>
      <w:r w:rsidR="00281414" w:rsidRPr="00F5236A">
        <w:rPr>
          <w:rtl/>
        </w:rPr>
        <w:t xml:space="preserve">جمعيات وسائر هيئات الدول الأعضاء في </w:t>
      </w:r>
      <w:proofErr w:type="spellStart"/>
      <w:r w:rsidR="00281414" w:rsidRPr="00F5236A">
        <w:rPr>
          <w:rtl/>
        </w:rPr>
        <w:t>الويبو</w:t>
      </w:r>
      <w:proofErr w:type="spellEnd"/>
      <w:r w:rsidR="00281414" w:rsidRPr="00F5236A">
        <w:rPr>
          <w:rFonts w:hint="cs"/>
          <w:rtl/>
        </w:rPr>
        <w:t xml:space="preserve"> والاتحادات التي تديرها </w:t>
      </w:r>
      <w:proofErr w:type="spellStart"/>
      <w:r w:rsidR="00281414" w:rsidRPr="00F5236A">
        <w:rPr>
          <w:rFonts w:hint="cs"/>
          <w:rtl/>
        </w:rPr>
        <w:t>الويبو</w:t>
      </w:r>
      <w:proofErr w:type="spellEnd"/>
      <w:r w:rsidR="00281414" w:rsidRPr="00F5236A">
        <w:rPr>
          <w:rFonts w:hint="cs"/>
          <w:rtl/>
        </w:rPr>
        <w:t xml:space="preserve"> </w:t>
      </w:r>
      <w:r>
        <w:rPr>
          <w:rFonts w:hint="cs"/>
          <w:rtl/>
        </w:rPr>
        <w:t>في</w:t>
      </w:r>
      <w:r w:rsidR="00281414" w:rsidRPr="00F5236A">
        <w:rPr>
          <w:rFonts w:hint="cs"/>
          <w:rtl/>
        </w:rPr>
        <w:t xml:space="preserve"> معاهدات إنشاء </w:t>
      </w:r>
      <w:proofErr w:type="spellStart"/>
      <w:r w:rsidR="00281414" w:rsidRPr="00F5236A">
        <w:rPr>
          <w:rFonts w:hint="cs"/>
          <w:rtl/>
        </w:rPr>
        <w:t>الويبو</w:t>
      </w:r>
      <w:proofErr w:type="spellEnd"/>
      <w:r w:rsidR="00281414" w:rsidRPr="00F5236A">
        <w:rPr>
          <w:rFonts w:hint="cs"/>
          <w:rtl/>
        </w:rPr>
        <w:t xml:space="preserve"> والاتحادات، </w:t>
      </w:r>
      <w:r w:rsidR="00281414">
        <w:rPr>
          <w:rFonts w:hint="cs"/>
          <w:rtl/>
        </w:rPr>
        <w:t>و</w:t>
      </w:r>
      <w:r>
        <w:rPr>
          <w:rFonts w:hint="cs"/>
          <w:rtl/>
        </w:rPr>
        <w:t xml:space="preserve">في </w:t>
      </w:r>
      <w:r w:rsidR="00281414" w:rsidRPr="00F5236A">
        <w:rPr>
          <w:rFonts w:hint="cs"/>
          <w:rtl/>
        </w:rPr>
        <w:t>"</w:t>
      </w:r>
      <w:r w:rsidR="00281414" w:rsidRPr="00F5236A">
        <w:rPr>
          <w:rtl/>
        </w:rPr>
        <w:t xml:space="preserve">النظام الداخلي العام </w:t>
      </w:r>
      <w:proofErr w:type="spellStart"/>
      <w:r w:rsidR="00281414" w:rsidRPr="00F5236A">
        <w:rPr>
          <w:rtl/>
        </w:rPr>
        <w:t>للويبو</w:t>
      </w:r>
      <w:proofErr w:type="spellEnd"/>
      <w:r w:rsidR="00281414" w:rsidRPr="00F5236A">
        <w:rPr>
          <w:rFonts w:hint="cs"/>
          <w:rtl/>
        </w:rPr>
        <w:t>" (المنشور</w:t>
      </w:r>
      <w:r w:rsidR="00281414">
        <w:rPr>
          <w:rFonts w:hint="eastAsia"/>
          <w:rtl/>
        </w:rPr>
        <w:t> </w:t>
      </w:r>
      <w:r w:rsidR="00281414" w:rsidRPr="00F5236A">
        <w:t>399 Rev.3</w:t>
      </w:r>
      <w:r w:rsidR="00281414" w:rsidRPr="00F5236A">
        <w:rPr>
          <w:rFonts w:hint="cs"/>
          <w:rtl/>
        </w:rPr>
        <w:t xml:space="preserve">)، </w:t>
      </w:r>
      <w:r>
        <w:rPr>
          <w:rFonts w:hint="cs"/>
          <w:rtl/>
        </w:rPr>
        <w:t>وفي</w:t>
      </w:r>
      <w:r w:rsidR="00281414" w:rsidRPr="00F5236A">
        <w:rPr>
          <w:rFonts w:hint="cs"/>
          <w:rtl/>
        </w:rPr>
        <w:t xml:space="preserve"> "</w:t>
      </w:r>
      <w:r w:rsidR="00281414" w:rsidRPr="00F5236A">
        <w:rPr>
          <w:rtl/>
        </w:rPr>
        <w:t>النظام الداخلي الخاص</w:t>
      </w:r>
      <w:r w:rsidR="00281414" w:rsidRPr="00F5236A">
        <w:rPr>
          <w:rFonts w:hint="cs"/>
          <w:rtl/>
        </w:rPr>
        <w:t>" (الوثيقة </w:t>
      </w:r>
      <w:r>
        <w:t>A</w:t>
      </w:r>
      <w:r w:rsidR="00281414" w:rsidRPr="00F5236A">
        <w:t>/</w:t>
      </w:r>
      <w:r>
        <w:t>57</w:t>
      </w:r>
      <w:r w:rsidR="00281414" w:rsidRPr="00F5236A">
        <w:t>/INF/</w:t>
      </w:r>
      <w:r w:rsidR="004A47DE">
        <w:t>6</w:t>
      </w:r>
      <w:r w:rsidR="00281414" w:rsidRPr="00F5236A">
        <w:rPr>
          <w:rFonts w:hint="cs"/>
          <w:rtl/>
        </w:rPr>
        <w:t>)</w:t>
      </w:r>
      <w:r w:rsidR="004A47DE">
        <w:rPr>
          <w:rFonts w:hint="cs"/>
          <w:rtl/>
          <w:lang w:bidi="ar-EG"/>
        </w:rPr>
        <w:t xml:space="preserve">، </w:t>
      </w:r>
      <w:r>
        <w:rPr>
          <w:rFonts w:hint="cs"/>
          <w:rtl/>
          <w:lang w:bidi="ar-EG"/>
        </w:rPr>
        <w:t>و</w:t>
      </w:r>
      <w:r w:rsidR="004A47DE">
        <w:rPr>
          <w:rFonts w:hint="cs"/>
          <w:rtl/>
          <w:lang w:bidi="ar-EG"/>
        </w:rPr>
        <w:t>ي</w:t>
      </w:r>
      <w:r>
        <w:rPr>
          <w:rFonts w:hint="cs"/>
          <w:rtl/>
          <w:lang w:bidi="ar-EG"/>
        </w:rPr>
        <w:t>رد</w:t>
      </w:r>
      <w:r w:rsidR="00281414" w:rsidRPr="00F5236A">
        <w:rPr>
          <w:rFonts w:hint="cs"/>
          <w:rtl/>
        </w:rPr>
        <w:t xml:space="preserve"> </w:t>
      </w:r>
      <w:r w:rsidR="004A47DE">
        <w:rPr>
          <w:rFonts w:hint="cs"/>
          <w:rtl/>
        </w:rPr>
        <w:t xml:space="preserve">كل ذلك </w:t>
      </w:r>
      <w:r>
        <w:rPr>
          <w:rFonts w:hint="cs"/>
          <w:rtl/>
        </w:rPr>
        <w:t xml:space="preserve">على موقع </w:t>
      </w:r>
      <w:proofErr w:type="spellStart"/>
      <w:r>
        <w:rPr>
          <w:rFonts w:hint="cs"/>
          <w:rtl/>
        </w:rPr>
        <w:t>الويبو</w:t>
      </w:r>
      <w:proofErr w:type="spellEnd"/>
      <w:r>
        <w:rPr>
          <w:rFonts w:hint="cs"/>
          <w:rtl/>
        </w:rPr>
        <w:t>.</w:t>
      </w:r>
    </w:p>
    <w:p w:rsidR="00281414" w:rsidRDefault="00281414" w:rsidP="00281414">
      <w:pPr>
        <w:pStyle w:val="EndofDocumentAR"/>
        <w:rPr>
          <w:rtl/>
        </w:rPr>
      </w:pPr>
      <w:r>
        <w:rPr>
          <w:rFonts w:hint="cs"/>
          <w:rtl/>
        </w:rPr>
        <w:t>[يلي ذلك المرفق]</w:t>
      </w:r>
    </w:p>
    <w:p w:rsidR="00281414" w:rsidRDefault="00281414" w:rsidP="00EA0DD1">
      <w:pPr>
        <w:pStyle w:val="NumberedParaAR"/>
        <w:numPr>
          <w:ilvl w:val="0"/>
          <w:numId w:val="0"/>
        </w:numPr>
        <w:ind w:left="1701" w:hanging="567"/>
        <w:rPr>
          <w:rtl/>
        </w:rPr>
      </w:pPr>
    </w:p>
    <w:sectPr w:rsidR="0028141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354" w:rsidRDefault="000C1354">
      <w:r>
        <w:separator/>
      </w:r>
    </w:p>
  </w:endnote>
  <w:endnote w:type="continuationSeparator" w:id="0">
    <w:p w:rsidR="000C1354" w:rsidRDefault="000C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354" w:rsidRDefault="000C1354" w:rsidP="009622BF">
      <w:pPr>
        <w:bidi/>
      </w:pPr>
      <w:bookmarkStart w:id="0" w:name="OLE_LINK1"/>
      <w:bookmarkStart w:id="1" w:name="OLE_LINK2"/>
      <w:r>
        <w:separator/>
      </w:r>
      <w:bookmarkEnd w:id="0"/>
      <w:bookmarkEnd w:id="1"/>
    </w:p>
  </w:footnote>
  <w:footnote w:type="continuationSeparator" w:id="0">
    <w:p w:rsidR="000C1354" w:rsidRDefault="000C1354" w:rsidP="009622BF">
      <w:pPr>
        <w:bidi/>
      </w:pPr>
      <w:r>
        <w:separator/>
      </w:r>
    </w:p>
  </w:footnote>
  <w:footnote w:id="1">
    <w:p w:rsidR="00EA0DD1" w:rsidRDefault="00EA0DD1" w:rsidP="00EA0DD1">
      <w:pPr>
        <w:pStyle w:val="FootnoteText"/>
      </w:pPr>
      <w:r>
        <w:rPr>
          <w:rStyle w:val="FootnoteReference"/>
        </w:rPr>
        <w:footnoteRef/>
      </w:r>
      <w:r>
        <w:rPr>
          <w:rtl/>
        </w:rPr>
        <w:t xml:space="preserve"> </w:t>
      </w:r>
      <w:r>
        <w:rPr>
          <w:rFonts w:hint="cs"/>
          <w:rtl/>
        </w:rPr>
        <w:t>يشكّل أعضاء مؤتمر الويبو "أعضاء الويبو".</w:t>
      </w:r>
    </w:p>
  </w:footnote>
  <w:footnote w:id="2">
    <w:p w:rsidR="00281414" w:rsidRDefault="00281414" w:rsidP="00281414">
      <w:pPr>
        <w:pStyle w:val="FootnoteText"/>
      </w:pPr>
      <w:r>
        <w:rPr>
          <w:rStyle w:val="FootnoteReference"/>
        </w:rPr>
        <w:footnoteRef/>
      </w:r>
      <w:r>
        <w:rPr>
          <w:rtl/>
        </w:rPr>
        <w:t xml:space="preserve"> </w:t>
      </w:r>
      <w:r>
        <w:rPr>
          <w:rFonts w:hint="cs"/>
          <w:rtl/>
        </w:rPr>
        <w:t>باستثناء لجنة التنسيق، حيث يقتصر المراقبون على الدول التي هي أعضاء في مؤتمر الويبو وليست أعضاء في تلك اللجنة.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EA0DD1">
    <w:r>
      <w:t>A/</w:t>
    </w:r>
    <w:r w:rsidR="00B774A4">
      <w:t>5</w:t>
    </w:r>
    <w:r w:rsidR="0036406D">
      <w:t>7</w:t>
    </w:r>
    <w:r w:rsidR="00EA0DD1">
      <w:t>/INF/1</w:t>
    </w:r>
    <w:r w:rsidR="00F46C6B">
      <w:t xml:space="preserve"> Rev.</w:t>
    </w:r>
  </w:p>
  <w:p w:rsidR="001E12A4" w:rsidRDefault="001E12A4" w:rsidP="00D61541">
    <w:r>
      <w:fldChar w:fldCharType="begin"/>
    </w:r>
    <w:r>
      <w:instrText xml:space="preserve"> PAGE  \* MERGEFORMAT </w:instrText>
    </w:r>
    <w:r>
      <w:fldChar w:fldCharType="separate"/>
    </w:r>
    <w:r w:rsidR="00861348">
      <w:rPr>
        <w:noProof/>
      </w:rPr>
      <w:t>11</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54"/>
    <w:rsid w:val="00002CBE"/>
    <w:rsid w:val="00003232"/>
    <w:rsid w:val="000033DA"/>
    <w:rsid w:val="0000579F"/>
    <w:rsid w:val="000074D1"/>
    <w:rsid w:val="000076BD"/>
    <w:rsid w:val="000076F5"/>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973"/>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354"/>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074"/>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524"/>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414"/>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E0D"/>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35A"/>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E4D"/>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7DE"/>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1CC"/>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348"/>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6D3B"/>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5939"/>
    <w:rsid w:val="00A1618E"/>
    <w:rsid w:val="00A161A1"/>
    <w:rsid w:val="00A20562"/>
    <w:rsid w:val="00A20F75"/>
    <w:rsid w:val="00A212B1"/>
    <w:rsid w:val="00A26AE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E60"/>
    <w:rsid w:val="00A52AFB"/>
    <w:rsid w:val="00A53967"/>
    <w:rsid w:val="00A5437E"/>
    <w:rsid w:val="00A5455C"/>
    <w:rsid w:val="00A545EC"/>
    <w:rsid w:val="00A54C5F"/>
    <w:rsid w:val="00A54D3B"/>
    <w:rsid w:val="00A5578A"/>
    <w:rsid w:val="00A60155"/>
    <w:rsid w:val="00A61365"/>
    <w:rsid w:val="00A61759"/>
    <w:rsid w:val="00A61B88"/>
    <w:rsid w:val="00A62C70"/>
    <w:rsid w:val="00A63982"/>
    <w:rsid w:val="00A65845"/>
    <w:rsid w:val="00A65A41"/>
    <w:rsid w:val="00A666AA"/>
    <w:rsid w:val="00A671FC"/>
    <w:rsid w:val="00A71670"/>
    <w:rsid w:val="00A72874"/>
    <w:rsid w:val="00A72D98"/>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1F0"/>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A36"/>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DD1"/>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C6B"/>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FED"/>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106</TotalTime>
  <Pages>11</Pages>
  <Words>3458</Words>
  <Characters>25099</Characters>
  <Application>Microsoft Office Word</Application>
  <DocSecurity>0</DocSecurity>
  <Lines>209</Lines>
  <Paragraphs>56</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CHADAREVIAN Diane</dc:creator>
  <cp:lastModifiedBy>NA</cp:lastModifiedBy>
  <cp:revision>19</cp:revision>
  <cp:lastPrinted>2017-09-29T12:59:00Z</cp:lastPrinted>
  <dcterms:created xsi:type="dcterms:W3CDTF">2017-03-21T08:42:00Z</dcterms:created>
  <dcterms:modified xsi:type="dcterms:W3CDTF">2017-09-29T13:05:00Z</dcterms:modified>
</cp:coreProperties>
</file>