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7CD" w:rsidRDefault="00472A6E" w:rsidP="00512BA1">
      <w:pPr>
        <w:spacing w:before="360" w:after="240"/>
        <w:ind w:right="-57"/>
        <w:jc w:val="right"/>
        <w:rPr>
          <w:lang w:val="es-419"/>
        </w:rPr>
      </w:pPr>
      <w:bookmarkStart w:id="0" w:name="_GoBack"/>
      <w:bookmarkEnd w:id="0"/>
      <w:r w:rsidRPr="00D05737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7CD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D05737">
        <w:rPr>
          <w:rFonts w:ascii="Arial Black" w:hAnsi="Arial Black"/>
          <w:caps/>
          <w:sz w:val="15"/>
          <w:lang w:val="es-419"/>
        </w:rPr>
        <w:t>A/6</w:t>
      </w:r>
      <w:r w:rsidR="00B86421" w:rsidRPr="00D05737">
        <w:rPr>
          <w:rFonts w:ascii="Arial Black" w:hAnsi="Arial Black"/>
          <w:caps/>
          <w:sz w:val="15"/>
          <w:lang w:val="es-419"/>
        </w:rPr>
        <w:t>1</w:t>
      </w:r>
      <w:r w:rsidRPr="00D05737">
        <w:rPr>
          <w:rFonts w:ascii="Arial Black" w:hAnsi="Arial Black"/>
          <w:caps/>
          <w:sz w:val="15"/>
          <w:lang w:val="es-419"/>
        </w:rPr>
        <w:t>/</w:t>
      </w:r>
      <w:bookmarkStart w:id="1" w:name="Code"/>
      <w:r w:rsidR="008551FF">
        <w:rPr>
          <w:rFonts w:ascii="Arial Black" w:hAnsi="Arial Black"/>
          <w:caps/>
          <w:sz w:val="15"/>
          <w:lang w:val="es-419"/>
        </w:rPr>
        <w:t>1</w:t>
      </w:r>
    </w:p>
    <w:bookmarkEnd w:id="1"/>
    <w:p w:rsidR="00EF67CD" w:rsidRDefault="00472A6E" w:rsidP="00472A6E">
      <w:pPr>
        <w:jc w:val="right"/>
        <w:rPr>
          <w:lang w:val="es-419"/>
        </w:rPr>
      </w:pPr>
      <w:r w:rsidRPr="00D05737">
        <w:rPr>
          <w:rFonts w:ascii="Arial Black" w:hAnsi="Arial Black"/>
          <w:caps/>
          <w:sz w:val="15"/>
          <w:lang w:val="es-419"/>
        </w:rPr>
        <w:t>ORIGINAL:</w:t>
      </w:r>
      <w:r w:rsidR="00C85AD7" w:rsidRPr="00D05737">
        <w:rPr>
          <w:rFonts w:ascii="Arial Black" w:hAnsi="Arial Black"/>
          <w:caps/>
          <w:sz w:val="15"/>
          <w:lang w:val="es-419"/>
        </w:rPr>
        <w:t xml:space="preserve"> INGLÉS</w:t>
      </w:r>
    </w:p>
    <w:p w:rsidR="00EF67CD" w:rsidRDefault="00472A6E" w:rsidP="00472A6E">
      <w:pPr>
        <w:spacing w:after="1200"/>
        <w:jc w:val="right"/>
        <w:rPr>
          <w:lang w:val="es-419"/>
        </w:rPr>
      </w:pPr>
      <w:r w:rsidRPr="00D05737">
        <w:rPr>
          <w:rFonts w:ascii="Arial Black" w:hAnsi="Arial Black"/>
          <w:caps/>
          <w:sz w:val="15"/>
          <w:lang w:val="es-419"/>
        </w:rPr>
        <w:t>fecha:</w:t>
      </w:r>
      <w:r w:rsidR="007B1D1A" w:rsidRPr="00D05737">
        <w:rPr>
          <w:rFonts w:ascii="Arial Black" w:hAnsi="Arial Black"/>
          <w:caps/>
          <w:sz w:val="15"/>
          <w:lang w:val="es-419"/>
        </w:rPr>
        <w:t xml:space="preserve"> </w:t>
      </w:r>
      <w:r w:rsidR="008551FF">
        <w:rPr>
          <w:rFonts w:ascii="Arial Black" w:hAnsi="Arial Black"/>
          <w:caps/>
          <w:sz w:val="15"/>
          <w:lang w:val="es-419"/>
        </w:rPr>
        <w:t>21</w:t>
      </w:r>
      <w:r w:rsidR="00C85AD7" w:rsidRPr="00D05737">
        <w:rPr>
          <w:rFonts w:ascii="Arial Black" w:hAnsi="Arial Black"/>
          <w:caps/>
          <w:sz w:val="15"/>
          <w:lang w:val="es-419"/>
        </w:rPr>
        <w:t xml:space="preserve"> DE </w:t>
      </w:r>
      <w:r w:rsidR="007B1D1A" w:rsidRPr="00D05737">
        <w:rPr>
          <w:rFonts w:ascii="Arial Black" w:hAnsi="Arial Black"/>
          <w:caps/>
          <w:sz w:val="15"/>
          <w:lang w:val="es-419"/>
        </w:rPr>
        <w:t>SEPTIEMBRE</w:t>
      </w:r>
      <w:r w:rsidR="00C85AD7" w:rsidRPr="00D05737">
        <w:rPr>
          <w:rFonts w:ascii="Arial Black" w:hAnsi="Arial Black"/>
          <w:caps/>
          <w:sz w:val="15"/>
          <w:lang w:val="es-419"/>
        </w:rPr>
        <w:t xml:space="preserve"> DE 2020</w:t>
      </w:r>
    </w:p>
    <w:p w:rsidR="00EF67CD" w:rsidRDefault="00512BA1" w:rsidP="00F85931">
      <w:pPr>
        <w:pStyle w:val="Heading1"/>
        <w:spacing w:before="0" w:after="600"/>
        <w:rPr>
          <w:sz w:val="28"/>
          <w:lang w:val="es-419"/>
        </w:rPr>
      </w:pPr>
      <w:r w:rsidRPr="00D05737">
        <w:rPr>
          <w:caps w:val="0"/>
          <w:sz w:val="28"/>
          <w:lang w:val="es-419"/>
        </w:rPr>
        <w:t>Asambleas de los Estados miembros de la OMPI</w:t>
      </w:r>
    </w:p>
    <w:p w:rsidR="00EF67CD" w:rsidRDefault="00B86421" w:rsidP="00B86421">
      <w:pPr>
        <w:outlineLvl w:val="1"/>
        <w:rPr>
          <w:b/>
          <w:sz w:val="24"/>
          <w:szCs w:val="24"/>
          <w:lang w:val="es-419"/>
        </w:rPr>
      </w:pPr>
      <w:r w:rsidRPr="00D05737">
        <w:rPr>
          <w:b/>
          <w:sz w:val="24"/>
          <w:szCs w:val="24"/>
          <w:lang w:val="es-419"/>
        </w:rPr>
        <w:t>Sexagésima primera serie de reuniones</w:t>
      </w:r>
    </w:p>
    <w:p w:rsidR="00EF67CD" w:rsidRDefault="007B1D1A" w:rsidP="00B86421">
      <w:pPr>
        <w:spacing w:after="720"/>
        <w:outlineLvl w:val="1"/>
        <w:rPr>
          <w:b/>
          <w:sz w:val="24"/>
          <w:szCs w:val="24"/>
          <w:lang w:val="es-419"/>
        </w:rPr>
      </w:pPr>
      <w:r w:rsidRPr="00D05737">
        <w:rPr>
          <w:b/>
          <w:sz w:val="24"/>
          <w:szCs w:val="24"/>
          <w:lang w:val="es-419"/>
        </w:rPr>
        <w:t>Ginebra, 21 a 25</w:t>
      </w:r>
      <w:r w:rsidR="00B86421" w:rsidRPr="00D05737">
        <w:rPr>
          <w:b/>
          <w:sz w:val="24"/>
          <w:szCs w:val="24"/>
          <w:lang w:val="es-419"/>
        </w:rPr>
        <w:t xml:space="preserve"> de septiembre de 2020</w:t>
      </w:r>
    </w:p>
    <w:p w:rsidR="00EF67CD" w:rsidRDefault="00C85AD7" w:rsidP="00C85AD7">
      <w:pPr>
        <w:spacing w:after="360"/>
        <w:rPr>
          <w:caps/>
          <w:sz w:val="24"/>
          <w:lang w:val="es-419"/>
        </w:rPr>
      </w:pPr>
      <w:bookmarkStart w:id="2" w:name="TitleOfDoc"/>
      <w:r w:rsidRPr="00D05737">
        <w:rPr>
          <w:caps/>
          <w:sz w:val="24"/>
          <w:lang w:val="es-419"/>
        </w:rPr>
        <w:t>ORDEN DEL DÍA CONSOLIDADO</w:t>
      </w:r>
    </w:p>
    <w:p w:rsidR="00EF67CD" w:rsidRDefault="008551FF" w:rsidP="00C85AD7">
      <w:pPr>
        <w:tabs>
          <w:tab w:val="left" w:pos="550"/>
        </w:tabs>
        <w:rPr>
          <w:i/>
          <w:lang w:val="es-419"/>
        </w:rPr>
      </w:pPr>
      <w:r>
        <w:rPr>
          <w:i/>
          <w:lang w:val="es-419"/>
        </w:rPr>
        <w:t xml:space="preserve">aprobado </w:t>
      </w:r>
      <w:r w:rsidR="00C85AD7" w:rsidRPr="00D05737">
        <w:rPr>
          <w:i/>
          <w:lang w:val="es-419"/>
        </w:rPr>
        <w:t xml:space="preserve">por </w:t>
      </w:r>
      <w:r>
        <w:rPr>
          <w:i/>
          <w:lang w:val="es-419"/>
        </w:rPr>
        <w:t>las Asambleas</w:t>
      </w:r>
    </w:p>
    <w:p w:rsidR="00EF67CD" w:rsidRDefault="00C85AD7" w:rsidP="00C85AD7">
      <w:pPr>
        <w:rPr>
          <w:lang w:val="es-419"/>
        </w:rPr>
      </w:pPr>
      <w:r w:rsidRPr="00D05737">
        <w:rPr>
          <w:lang w:val="es-419"/>
        </w:rPr>
        <w:br w:type="page"/>
      </w:r>
    </w:p>
    <w:p w:rsidR="00EF67CD" w:rsidRDefault="00C85AD7" w:rsidP="001D2962">
      <w:pPr>
        <w:pStyle w:val="Heading1"/>
        <w:rPr>
          <w:lang w:val="es-419"/>
        </w:rPr>
      </w:pPr>
      <w:r w:rsidRPr="00D05737">
        <w:rPr>
          <w:lang w:val="es-419"/>
        </w:rPr>
        <w:lastRenderedPageBreak/>
        <w:t xml:space="preserve">LISTA DE PUNTOS DEL </w:t>
      </w:r>
      <w:r w:rsidRPr="00D05737">
        <w:rPr>
          <w:color w:val="000000"/>
          <w:lang w:val="es-419"/>
        </w:rPr>
        <w:t xml:space="preserve">ORDEN DEL </w:t>
      </w:r>
      <w:r w:rsidRPr="00D05737">
        <w:rPr>
          <w:lang w:val="es-419"/>
        </w:rPr>
        <w:t>DÍA</w:t>
      </w:r>
      <w:r w:rsidRPr="00D05737">
        <w:rPr>
          <w:vertAlign w:val="superscript"/>
          <w:lang w:val="es-419"/>
        </w:rPr>
        <w:footnoteReference w:id="2"/>
      </w:r>
    </w:p>
    <w:p w:rsidR="00EF67CD" w:rsidRDefault="00C85AD7" w:rsidP="001D2962">
      <w:pPr>
        <w:pStyle w:val="Heading2"/>
        <w:spacing w:before="240"/>
        <w:rPr>
          <w:lang w:val="es-419"/>
        </w:rPr>
      </w:pPr>
      <w:r w:rsidRPr="00D05737">
        <w:rPr>
          <w:lang w:val="es-419"/>
        </w:rPr>
        <w:t>apertura de la serie de reuniones</w:t>
      </w:r>
    </w:p>
    <w:p w:rsidR="00EF67CD" w:rsidRDefault="00C85AD7" w:rsidP="00C85AD7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Apertura de la serie de reuniones</w:t>
      </w:r>
    </w:p>
    <w:p w:rsidR="00EF67CD" w:rsidRDefault="00C85AD7" w:rsidP="00CC165B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Aprobación del orden del día</w:t>
      </w:r>
    </w:p>
    <w:p w:rsidR="00EF67CD" w:rsidRDefault="00C85AD7" w:rsidP="00CC165B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Elección de las Mesas</w:t>
      </w:r>
    </w:p>
    <w:p w:rsidR="00EF67CD" w:rsidRDefault="00C85AD7" w:rsidP="00CC165B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Informe del director general a las Asambleas de la OMPI</w:t>
      </w:r>
    </w:p>
    <w:p w:rsidR="00EF67CD" w:rsidRDefault="00C85AD7" w:rsidP="001D2962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Declaraciones generales</w:t>
      </w:r>
    </w:p>
    <w:p w:rsidR="00EF67CD" w:rsidRDefault="00C85AD7" w:rsidP="001D2962">
      <w:pPr>
        <w:pStyle w:val="Heading2"/>
        <w:rPr>
          <w:lang w:val="es-419"/>
        </w:rPr>
      </w:pPr>
      <w:r w:rsidRPr="00D05737">
        <w:rPr>
          <w:lang w:val="es-419"/>
        </w:rPr>
        <w:t>Órganos rectores y cuestiones institucionales</w:t>
      </w:r>
    </w:p>
    <w:p w:rsidR="00EF67CD" w:rsidRDefault="00C85AD7" w:rsidP="007B1D1A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Admisión de observadores</w:t>
      </w:r>
    </w:p>
    <w:p w:rsidR="00EF67CD" w:rsidRDefault="007B1D1A" w:rsidP="007B1D1A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Aprobación de acuerdos</w:t>
      </w:r>
    </w:p>
    <w:p w:rsidR="00EF67CD" w:rsidRDefault="007B1D1A" w:rsidP="007B1D1A">
      <w:pPr>
        <w:numPr>
          <w:ilvl w:val="0"/>
          <w:numId w:val="9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D05737">
        <w:rPr>
          <w:lang w:val="es-419"/>
        </w:rPr>
        <w:t>Convocación de períodos extraordinarios de sesiones en 2021</w:t>
      </w:r>
    </w:p>
    <w:p w:rsidR="00EF67CD" w:rsidRDefault="00CC165B" w:rsidP="007B1D1A">
      <w:pPr>
        <w:pStyle w:val="ONUMFS"/>
        <w:rPr>
          <w:lang w:val="es-419"/>
        </w:rPr>
      </w:pPr>
      <w:r w:rsidRPr="00D05737">
        <w:rPr>
          <w:lang w:val="es-419"/>
        </w:rPr>
        <w:t>Proyectos de orden del día de los períodos ordinarios de sesiones de 2021</w:t>
      </w:r>
    </w:p>
    <w:p w:rsidR="00EF67CD" w:rsidRDefault="00C85AD7" w:rsidP="001D2962">
      <w:pPr>
        <w:pStyle w:val="Heading2"/>
        <w:rPr>
          <w:lang w:val="es-419"/>
        </w:rPr>
      </w:pPr>
      <w:r w:rsidRPr="00D05737">
        <w:rPr>
          <w:lang w:val="es-419"/>
        </w:rPr>
        <w:t>ASUNTOS RELATIVOS AL presupuesto por programas y a la supervisión</w:t>
      </w:r>
    </w:p>
    <w:p w:rsidR="00EF67CD" w:rsidRDefault="00C85AD7" w:rsidP="00E47971">
      <w:pPr>
        <w:pStyle w:val="ONUMFS"/>
        <w:rPr>
          <w:lang w:val="es-419"/>
        </w:rPr>
      </w:pPr>
      <w:r w:rsidRPr="00D05737">
        <w:rPr>
          <w:lang w:val="es-419"/>
        </w:rPr>
        <w:t xml:space="preserve">Informes de auditoría y supervisión </w:t>
      </w:r>
    </w:p>
    <w:p w:rsidR="00EF67CD" w:rsidRDefault="00C85AD7" w:rsidP="00C85AD7">
      <w:pPr>
        <w:numPr>
          <w:ilvl w:val="0"/>
          <w:numId w:val="7"/>
        </w:numPr>
        <w:spacing w:after="220"/>
        <w:rPr>
          <w:lang w:val="es-419"/>
        </w:rPr>
      </w:pPr>
      <w:r w:rsidRPr="00D05737">
        <w:rPr>
          <w:lang w:val="es-419"/>
        </w:rPr>
        <w:t>Informe de la Comisión Consultiva Independiente de Supervisión (CCIS);</w:t>
      </w:r>
    </w:p>
    <w:p w:rsidR="00EF67CD" w:rsidRDefault="00C85AD7" w:rsidP="00C85AD7">
      <w:pPr>
        <w:numPr>
          <w:ilvl w:val="0"/>
          <w:numId w:val="7"/>
        </w:numPr>
        <w:spacing w:after="220"/>
        <w:rPr>
          <w:lang w:val="es-419"/>
        </w:rPr>
      </w:pPr>
      <w:r w:rsidRPr="00D05737">
        <w:rPr>
          <w:lang w:val="es-419"/>
        </w:rPr>
        <w:t>Informe del auditor externo; y</w:t>
      </w:r>
    </w:p>
    <w:p w:rsidR="00EF67CD" w:rsidRDefault="00C85AD7" w:rsidP="00C85AD7">
      <w:pPr>
        <w:numPr>
          <w:ilvl w:val="0"/>
          <w:numId w:val="7"/>
        </w:numPr>
        <w:spacing w:after="220"/>
        <w:rPr>
          <w:lang w:val="es-419"/>
        </w:rPr>
      </w:pPr>
      <w:r w:rsidRPr="00D05737">
        <w:rPr>
          <w:lang w:val="es-419"/>
        </w:rPr>
        <w:t>Informe del director de la División de Supervisión Interna (DSI)</w:t>
      </w:r>
    </w:p>
    <w:p w:rsidR="00EF67CD" w:rsidRDefault="00C85AD7" w:rsidP="00E47971">
      <w:pPr>
        <w:pStyle w:val="ONUMFS"/>
        <w:rPr>
          <w:lang w:val="es-419"/>
        </w:rPr>
      </w:pPr>
      <w:r w:rsidRPr="00D05737">
        <w:rPr>
          <w:lang w:val="es-419"/>
        </w:rPr>
        <w:t>Informe del Comité del Programa y Presupuesto (PBC)</w:t>
      </w:r>
    </w:p>
    <w:p w:rsidR="00EF67CD" w:rsidRDefault="007B1D1A" w:rsidP="007B1D1A">
      <w:pPr>
        <w:pStyle w:val="Heading2"/>
        <w:rPr>
          <w:lang w:val="es-419"/>
        </w:rPr>
      </w:pPr>
      <w:r w:rsidRPr="00D05737">
        <w:rPr>
          <w:lang w:val="es-419"/>
        </w:rPr>
        <w:t>ASAMBLEAS, TRATADOS y otros asuntos</w:t>
      </w:r>
    </w:p>
    <w:p w:rsidR="00EF67CD" w:rsidRDefault="00C85AD7" w:rsidP="00E47971">
      <w:pPr>
        <w:pStyle w:val="ONUMFS"/>
        <w:rPr>
          <w:lang w:val="es-419"/>
        </w:rPr>
      </w:pPr>
      <w:r w:rsidRPr="00D05737">
        <w:rPr>
          <w:lang w:val="es-419"/>
        </w:rPr>
        <w:t>Centro de Arbitraje y Mediación de la OMPI, y nombres de dominio</w:t>
      </w:r>
    </w:p>
    <w:p w:rsidR="00EF67CD" w:rsidRDefault="004248AF" w:rsidP="004248AF">
      <w:pPr>
        <w:pStyle w:val="ONUMFS"/>
      </w:pPr>
      <w:r w:rsidRPr="004248AF">
        <w:rPr>
          <w:lang w:val="es-ES_tradnl"/>
        </w:rPr>
        <w:t>Sistema de Madrid</w:t>
      </w:r>
    </w:p>
    <w:p w:rsidR="00EF67CD" w:rsidRDefault="004248AF" w:rsidP="004248AF">
      <w:pPr>
        <w:pStyle w:val="ONUMFS"/>
      </w:pPr>
      <w:r w:rsidRPr="004248AF">
        <w:rPr>
          <w:lang w:val="es-ES_tradnl"/>
        </w:rPr>
        <w:t>Sistema de La Haya</w:t>
      </w:r>
    </w:p>
    <w:p w:rsidR="00EF67CD" w:rsidRDefault="007B1D1A" w:rsidP="00E47971">
      <w:pPr>
        <w:pStyle w:val="ONUMFS"/>
        <w:ind w:left="567" w:hanging="567"/>
        <w:rPr>
          <w:lang w:val="es-419"/>
        </w:rPr>
      </w:pPr>
      <w:r w:rsidRPr="00D05737">
        <w:rPr>
          <w:lang w:val="es-419"/>
        </w:rPr>
        <w:t>Asamblea de la Unión de París</w:t>
      </w:r>
    </w:p>
    <w:p w:rsidR="00EF67CD" w:rsidRDefault="00C85AD7" w:rsidP="00E47971">
      <w:pPr>
        <w:pStyle w:val="ONUMFS"/>
        <w:ind w:left="567" w:hanging="567"/>
        <w:rPr>
          <w:lang w:val="es-419"/>
        </w:rPr>
      </w:pPr>
      <w:r w:rsidRPr="00D05737">
        <w:rPr>
          <w:lang w:val="es-419"/>
        </w:rPr>
        <w:t>Tratado de Marrakech para facilitar el acceso a las obras publicadas a las personas ciegas, con discapacidad visual o con otras dificultades para acceder al texto impreso (Tratado de Marrakech)</w:t>
      </w:r>
    </w:p>
    <w:p w:rsidR="00EF67CD" w:rsidRDefault="00CC165B" w:rsidP="00E47971">
      <w:pPr>
        <w:pStyle w:val="ONUMFS"/>
        <w:ind w:left="567" w:hanging="567"/>
        <w:rPr>
          <w:lang w:val="es-419"/>
        </w:rPr>
      </w:pPr>
      <w:r w:rsidRPr="00D05737">
        <w:rPr>
          <w:lang w:val="es-419"/>
        </w:rPr>
        <w:lastRenderedPageBreak/>
        <w:t>Tratado de Beijing sobre Interpretaciones y Ejecuciones Audiovisuales (Tratado de Beijing)</w:t>
      </w:r>
    </w:p>
    <w:p w:rsidR="00EF67CD" w:rsidRDefault="00C85AD7" w:rsidP="001D2962">
      <w:pPr>
        <w:pStyle w:val="Heading2"/>
        <w:rPr>
          <w:lang w:val="es-419"/>
        </w:rPr>
      </w:pPr>
      <w:r w:rsidRPr="00D05737">
        <w:rPr>
          <w:lang w:val="es-419"/>
        </w:rPr>
        <w:t>asuntos relativos al personal</w:t>
      </w:r>
    </w:p>
    <w:p w:rsidR="00EF67CD" w:rsidRDefault="00C85AD7" w:rsidP="00E47971">
      <w:pPr>
        <w:pStyle w:val="ONUMFS"/>
        <w:rPr>
          <w:lang w:val="es-419"/>
        </w:rPr>
      </w:pPr>
      <w:r w:rsidRPr="00D05737">
        <w:rPr>
          <w:lang w:val="es-419"/>
        </w:rPr>
        <w:t>Informes sobre asuntos relativos al personal</w:t>
      </w:r>
    </w:p>
    <w:p w:rsidR="00EF67CD" w:rsidRDefault="00C85AD7" w:rsidP="001D2962">
      <w:pPr>
        <w:numPr>
          <w:ilvl w:val="2"/>
          <w:numId w:val="6"/>
        </w:numPr>
        <w:tabs>
          <w:tab w:val="clear" w:pos="1701"/>
          <w:tab w:val="num" w:pos="567"/>
          <w:tab w:val="num" w:pos="1134"/>
        </w:tabs>
        <w:ind w:left="567"/>
        <w:contextualSpacing/>
        <w:rPr>
          <w:lang w:val="es-419"/>
        </w:rPr>
      </w:pPr>
      <w:r w:rsidRPr="00D05737">
        <w:rPr>
          <w:lang w:val="es-419"/>
        </w:rPr>
        <w:t>Informe sobre recursos humanos; y</w:t>
      </w:r>
    </w:p>
    <w:p w:rsidR="00EF67CD" w:rsidRDefault="00EF67CD" w:rsidP="001D2962">
      <w:pPr>
        <w:tabs>
          <w:tab w:val="num" w:pos="1134"/>
        </w:tabs>
        <w:spacing w:after="240"/>
        <w:ind w:left="567"/>
        <w:contextualSpacing/>
        <w:rPr>
          <w:lang w:val="es-419"/>
        </w:rPr>
      </w:pPr>
    </w:p>
    <w:p w:rsidR="00EF67CD" w:rsidRDefault="00C85AD7" w:rsidP="001D2962">
      <w:pPr>
        <w:numPr>
          <w:ilvl w:val="2"/>
          <w:numId w:val="6"/>
        </w:numPr>
        <w:tabs>
          <w:tab w:val="clear" w:pos="1701"/>
          <w:tab w:val="num" w:pos="567"/>
          <w:tab w:val="num" w:pos="1134"/>
        </w:tabs>
        <w:ind w:left="567"/>
        <w:contextualSpacing/>
        <w:rPr>
          <w:lang w:val="es-419"/>
        </w:rPr>
      </w:pPr>
      <w:r w:rsidRPr="00D05737">
        <w:rPr>
          <w:lang w:val="es-419"/>
        </w:rPr>
        <w:t>Informe de la Oficina de Ética Profesional</w:t>
      </w:r>
    </w:p>
    <w:p w:rsidR="00EF67CD" w:rsidRDefault="00EF67CD" w:rsidP="00CC165B">
      <w:pPr>
        <w:contextualSpacing/>
        <w:rPr>
          <w:bCs/>
          <w:iCs/>
          <w:caps/>
          <w:lang w:val="es-419"/>
        </w:rPr>
      </w:pPr>
    </w:p>
    <w:p w:rsidR="00EF67CD" w:rsidRDefault="00CC165B" w:rsidP="00E47971">
      <w:pPr>
        <w:pStyle w:val="ONUMFS"/>
        <w:rPr>
          <w:lang w:val="es-419"/>
        </w:rPr>
      </w:pPr>
      <w:r w:rsidRPr="00D05737">
        <w:rPr>
          <w:lang w:val="es-419"/>
        </w:rPr>
        <w:t xml:space="preserve">Designación del Presidente y el Presidente Adjunto de la Junta de Apelación de la </w:t>
      </w:r>
      <w:r w:rsidR="007B1D1A" w:rsidRPr="00D05737">
        <w:rPr>
          <w:lang w:val="es-419"/>
        </w:rPr>
        <w:t>OMPI</w:t>
      </w:r>
    </w:p>
    <w:p w:rsidR="00EF67CD" w:rsidRDefault="007B1D1A" w:rsidP="007B1D1A">
      <w:pPr>
        <w:pStyle w:val="ONUMFS"/>
        <w:rPr>
          <w:lang w:val="es-419"/>
        </w:rPr>
      </w:pPr>
      <w:r w:rsidRPr="00D05737">
        <w:rPr>
          <w:lang w:val="es-419"/>
        </w:rPr>
        <w:t>Renovación, con carácter excepcional, de la designación de los directores generales adjuntos y de los subdirectores generales</w:t>
      </w:r>
    </w:p>
    <w:p w:rsidR="00EF67CD" w:rsidRDefault="00C85AD7" w:rsidP="00EF67CD">
      <w:pPr>
        <w:pStyle w:val="Heading2"/>
        <w:tabs>
          <w:tab w:val="left" w:pos="8070"/>
        </w:tabs>
        <w:rPr>
          <w:lang w:val="es-419"/>
        </w:rPr>
      </w:pPr>
      <w:r w:rsidRPr="00D05737">
        <w:rPr>
          <w:lang w:val="es-419"/>
        </w:rPr>
        <w:t>CLAUSURA DE LA SERIE DE REUNIONES</w:t>
      </w:r>
    </w:p>
    <w:p w:rsidR="00EF67CD" w:rsidRDefault="00C85AD7" w:rsidP="00E47971">
      <w:pPr>
        <w:pStyle w:val="ONUMFS"/>
        <w:rPr>
          <w:lang w:val="es-419"/>
        </w:rPr>
      </w:pPr>
      <w:r w:rsidRPr="00D05737">
        <w:rPr>
          <w:color w:val="000000"/>
          <w:lang w:val="es-419"/>
        </w:rPr>
        <w:t>Aprobación del informe</w:t>
      </w:r>
    </w:p>
    <w:p w:rsidR="00EF67CD" w:rsidRDefault="00C85AD7" w:rsidP="00E47971">
      <w:pPr>
        <w:pStyle w:val="ONUMFS"/>
        <w:rPr>
          <w:lang w:val="es-419"/>
        </w:rPr>
      </w:pPr>
      <w:r w:rsidRPr="00D05737">
        <w:rPr>
          <w:lang w:val="es-419"/>
        </w:rPr>
        <w:t>Clausura de la serie de reuniones</w:t>
      </w:r>
    </w:p>
    <w:p w:rsidR="00EF67CD" w:rsidRDefault="00C85AD7" w:rsidP="00C85AD7">
      <w:pPr>
        <w:rPr>
          <w:lang w:val="es-419"/>
        </w:rPr>
      </w:pPr>
      <w:r w:rsidRPr="00D05737">
        <w:rPr>
          <w:lang w:val="es-419"/>
        </w:rPr>
        <w:br w:type="page"/>
      </w:r>
    </w:p>
    <w:p w:rsidR="00EF67CD" w:rsidRDefault="00C85AD7" w:rsidP="007B1D1A">
      <w:pPr>
        <w:pStyle w:val="Heading1"/>
        <w:tabs>
          <w:tab w:val="right" w:pos="9355"/>
        </w:tabs>
        <w:rPr>
          <w:lang w:val="es-419"/>
        </w:rPr>
      </w:pPr>
      <w:r w:rsidRPr="00D05737">
        <w:rPr>
          <w:lang w:val="es-419"/>
        </w:rPr>
        <w:lastRenderedPageBreak/>
        <w:t>PROGRAMA DE TRABAJO INDICATIVO</w:t>
      </w:r>
    </w:p>
    <w:p w:rsidR="00EF67CD" w:rsidRDefault="005F0CB5" w:rsidP="00C85AD7">
      <w:pPr>
        <w:tabs>
          <w:tab w:val="left" w:pos="4780"/>
        </w:tabs>
        <w:spacing w:after="240"/>
        <w:ind w:left="812"/>
        <w:rPr>
          <w:lang w:val="es-419"/>
        </w:rPr>
      </w:pPr>
      <w:r w:rsidRPr="00D05737">
        <w:rPr>
          <w:lang w:val="es-419"/>
        </w:rPr>
        <w:t>Lunes 21 de septiembre</w:t>
      </w:r>
      <w:r w:rsidRPr="00D05737">
        <w:rPr>
          <w:lang w:val="es-419"/>
        </w:rPr>
        <w:tab/>
        <w:t>puntos 1 a 5</w:t>
      </w:r>
    </w:p>
    <w:p w:rsidR="00EF67CD" w:rsidRDefault="005F0CB5" w:rsidP="00CC165B">
      <w:pPr>
        <w:tabs>
          <w:tab w:val="left" w:pos="4780"/>
        </w:tabs>
        <w:spacing w:after="240"/>
        <w:ind w:left="812"/>
        <w:rPr>
          <w:lang w:val="es-419"/>
        </w:rPr>
      </w:pPr>
      <w:r w:rsidRPr="00D05737">
        <w:rPr>
          <w:lang w:val="es-419"/>
        </w:rPr>
        <w:t>Martes 22 de septiembre</w:t>
      </w:r>
      <w:r w:rsidRPr="00D05737">
        <w:rPr>
          <w:lang w:val="es-419"/>
        </w:rPr>
        <w:tab/>
        <w:t>punto 5 (continuación)</w:t>
      </w:r>
    </w:p>
    <w:p w:rsidR="00EF67CD" w:rsidRDefault="005F0CB5" w:rsidP="00CC165B">
      <w:pPr>
        <w:tabs>
          <w:tab w:val="left" w:pos="4780"/>
        </w:tabs>
        <w:spacing w:after="240"/>
        <w:ind w:left="812"/>
        <w:rPr>
          <w:lang w:val="es-419"/>
        </w:rPr>
      </w:pPr>
      <w:r w:rsidRPr="00D05737">
        <w:rPr>
          <w:lang w:val="es-419"/>
        </w:rPr>
        <w:t>Miércoles 23 de septiembre</w:t>
      </w:r>
      <w:r w:rsidRPr="00D05737">
        <w:rPr>
          <w:lang w:val="es-419"/>
        </w:rPr>
        <w:tab/>
        <w:t>puntos</w:t>
      </w:r>
      <w:r w:rsidRPr="00D05737">
        <w:rPr>
          <w:color w:val="000000"/>
          <w:lang w:val="es-419"/>
        </w:rPr>
        <w:t xml:space="preserve"> </w:t>
      </w:r>
      <w:r w:rsidR="00473DB0" w:rsidRPr="00D05737">
        <w:rPr>
          <w:lang w:val="es-419"/>
        </w:rPr>
        <w:t xml:space="preserve">6, </w:t>
      </w:r>
      <w:r w:rsidRPr="00D05737">
        <w:rPr>
          <w:color w:val="000000"/>
          <w:lang w:val="es-419"/>
        </w:rPr>
        <w:t xml:space="preserve">8, </w:t>
      </w:r>
      <w:r w:rsidR="00473DB0" w:rsidRPr="00D05737">
        <w:rPr>
          <w:color w:val="000000"/>
          <w:lang w:val="es-419"/>
        </w:rPr>
        <w:t xml:space="preserve">10, </w:t>
      </w:r>
      <w:r w:rsidRPr="00D05737">
        <w:rPr>
          <w:color w:val="000000"/>
          <w:lang w:val="es-419"/>
        </w:rPr>
        <w:t xml:space="preserve">11 </w:t>
      </w:r>
      <w:r w:rsidR="00473DB0" w:rsidRPr="00D05737">
        <w:rPr>
          <w:lang w:val="es-419"/>
        </w:rPr>
        <w:t>y 12</w:t>
      </w:r>
    </w:p>
    <w:p w:rsidR="00EF67CD" w:rsidRDefault="005F0CB5" w:rsidP="00CC165B">
      <w:pPr>
        <w:tabs>
          <w:tab w:val="left" w:pos="4780"/>
        </w:tabs>
        <w:spacing w:after="240"/>
        <w:ind w:left="812"/>
        <w:rPr>
          <w:lang w:val="es-419"/>
        </w:rPr>
      </w:pPr>
      <w:r w:rsidRPr="00D05737">
        <w:rPr>
          <w:lang w:val="es-419"/>
        </w:rPr>
        <w:t>Jueves 24 de septiembre</w:t>
      </w:r>
      <w:r w:rsidRPr="00D05737">
        <w:rPr>
          <w:lang w:val="es-419"/>
        </w:rPr>
        <w:tab/>
        <w:t>puntos 1</w:t>
      </w:r>
      <w:r w:rsidR="00473DB0" w:rsidRPr="00D05737">
        <w:rPr>
          <w:lang w:val="es-419"/>
        </w:rPr>
        <w:t>3</w:t>
      </w:r>
      <w:r w:rsidRPr="00D05737">
        <w:rPr>
          <w:lang w:val="es-419"/>
        </w:rPr>
        <w:t xml:space="preserve"> a 1</w:t>
      </w:r>
      <w:r w:rsidR="004248AF">
        <w:rPr>
          <w:lang w:val="es-419"/>
        </w:rPr>
        <w:t>7</w:t>
      </w:r>
    </w:p>
    <w:p w:rsidR="00EF67CD" w:rsidRDefault="005F0CB5" w:rsidP="00CC165B">
      <w:pPr>
        <w:tabs>
          <w:tab w:val="left" w:pos="4780"/>
        </w:tabs>
        <w:spacing w:after="240"/>
        <w:ind w:left="812"/>
        <w:rPr>
          <w:lang w:val="es-419"/>
        </w:rPr>
      </w:pPr>
      <w:r w:rsidRPr="00D05737">
        <w:rPr>
          <w:lang w:val="es-419"/>
        </w:rPr>
        <w:t>Viernes 25 de septiembre</w:t>
      </w:r>
      <w:r w:rsidRPr="00D05737">
        <w:rPr>
          <w:lang w:val="es-419"/>
        </w:rPr>
        <w:tab/>
      </w:r>
      <w:r w:rsidRPr="00D05737">
        <w:rPr>
          <w:color w:val="000000"/>
          <w:lang w:val="es-419"/>
        </w:rPr>
        <w:t xml:space="preserve">puntos </w:t>
      </w:r>
      <w:r w:rsidR="00473DB0" w:rsidRPr="00D05737">
        <w:rPr>
          <w:color w:val="000000"/>
          <w:lang w:val="es-419"/>
        </w:rPr>
        <w:t>7, 9, 1</w:t>
      </w:r>
      <w:r w:rsidR="004248AF">
        <w:rPr>
          <w:color w:val="000000"/>
          <w:lang w:val="es-419"/>
        </w:rPr>
        <w:t>8</w:t>
      </w:r>
      <w:r w:rsidRPr="00D05737">
        <w:rPr>
          <w:color w:val="000000"/>
          <w:lang w:val="es-419"/>
        </w:rPr>
        <w:t xml:space="preserve"> a 2</w:t>
      </w:r>
      <w:r w:rsidR="004248AF">
        <w:rPr>
          <w:color w:val="000000"/>
          <w:lang w:val="es-419"/>
        </w:rPr>
        <w:t>2</w:t>
      </w:r>
    </w:p>
    <w:p w:rsidR="00EF67CD" w:rsidRDefault="00C85AD7" w:rsidP="00C85AD7">
      <w:pPr>
        <w:spacing w:after="200"/>
        <w:rPr>
          <w:lang w:val="es-419"/>
        </w:rPr>
      </w:pPr>
      <w:r w:rsidRPr="00D05737">
        <w:rPr>
          <w:lang w:val="es-419"/>
        </w:rPr>
        <w:t>El presente programa de trabajo es meramente indicativo y cualquiera de los puntos del día podrá ser objeto de debate en cualquiera de l</w:t>
      </w:r>
      <w:r w:rsidR="00CC165B" w:rsidRPr="00D05737">
        <w:rPr>
          <w:lang w:val="es-419"/>
        </w:rPr>
        <w:t>os días comprendidos entre el 21</w:t>
      </w:r>
      <w:r w:rsidRPr="00D05737">
        <w:rPr>
          <w:lang w:val="es-419"/>
        </w:rPr>
        <w:t xml:space="preserve"> y el </w:t>
      </w:r>
      <w:r w:rsidR="00CC165B" w:rsidRPr="00D05737">
        <w:rPr>
          <w:lang w:val="es-419"/>
        </w:rPr>
        <w:t>2</w:t>
      </w:r>
      <w:r w:rsidR="00473DB0" w:rsidRPr="00D05737">
        <w:rPr>
          <w:lang w:val="es-419"/>
        </w:rPr>
        <w:t>5</w:t>
      </w:r>
      <w:r w:rsidRPr="00D05737">
        <w:rPr>
          <w:lang w:val="es-419"/>
        </w:rPr>
        <w:t xml:space="preserve"> de </w:t>
      </w:r>
      <w:r w:rsidR="00CC165B" w:rsidRPr="00D05737">
        <w:rPr>
          <w:lang w:val="es-419"/>
        </w:rPr>
        <w:t>septiembre</w:t>
      </w:r>
      <w:r w:rsidRPr="00D05737">
        <w:rPr>
          <w:lang w:val="es-419"/>
        </w:rPr>
        <w:t xml:space="preserve"> de 20</w:t>
      </w:r>
      <w:r w:rsidR="00CC165B" w:rsidRPr="00D05737">
        <w:rPr>
          <w:lang w:val="es-419"/>
        </w:rPr>
        <w:t>20</w:t>
      </w:r>
      <w:r w:rsidRPr="00D05737">
        <w:rPr>
          <w:lang w:val="es-419"/>
        </w:rPr>
        <w:t xml:space="preserve">, previa decisión del </w:t>
      </w:r>
      <w:r w:rsidRPr="00D05737">
        <w:rPr>
          <w:color w:val="000000"/>
          <w:lang w:val="es-419"/>
        </w:rPr>
        <w:t>p</w:t>
      </w:r>
      <w:r w:rsidRPr="00D05737">
        <w:rPr>
          <w:lang w:val="es-419"/>
        </w:rPr>
        <w:t xml:space="preserve">residente o los </w:t>
      </w:r>
      <w:r w:rsidRPr="00D05737">
        <w:rPr>
          <w:color w:val="000000"/>
          <w:lang w:val="es-419"/>
        </w:rPr>
        <w:t>p</w:t>
      </w:r>
      <w:r w:rsidRPr="00D05737">
        <w:rPr>
          <w:lang w:val="es-419"/>
        </w:rPr>
        <w:t>residentes, conforme a lo dispuesto en el Reglamento General de la OMPI.</w:t>
      </w:r>
    </w:p>
    <w:p w:rsidR="00EF67CD" w:rsidRDefault="00C85AD7" w:rsidP="00C85AD7">
      <w:pPr>
        <w:spacing w:after="240"/>
        <w:rPr>
          <w:lang w:val="es-419"/>
        </w:rPr>
      </w:pPr>
      <w:r w:rsidRPr="00D05737">
        <w:rPr>
          <w:lang w:val="es-419"/>
        </w:rPr>
        <w:t>Las sesiones de la mañana tendrán lugar de las 10 a las 13 horas</w:t>
      </w:r>
      <w:r w:rsidR="001E33FE" w:rsidRPr="00D05737">
        <w:rPr>
          <w:lang w:val="es-419"/>
        </w:rPr>
        <w:t xml:space="preserve"> y</w:t>
      </w:r>
      <w:r w:rsidRPr="00D05737">
        <w:rPr>
          <w:lang w:val="es-419"/>
        </w:rPr>
        <w:t xml:space="preserve"> las sesiones de la tarde se celebrarán de las 15 a las 18 horas.</w:t>
      </w:r>
    </w:p>
    <w:p w:rsidR="00EF67CD" w:rsidRDefault="00C85AD7" w:rsidP="001D2962">
      <w:pPr>
        <w:pStyle w:val="Heading1"/>
        <w:rPr>
          <w:lang w:val="es-419"/>
        </w:rPr>
      </w:pPr>
      <w:r w:rsidRPr="00D05737">
        <w:rPr>
          <w:lang w:val="es-419"/>
        </w:rPr>
        <w:t>ÓRGANOS INTERESADOS</w:t>
      </w:r>
    </w:p>
    <w:p w:rsidR="00EF67CD" w:rsidRDefault="00C85AD7" w:rsidP="00C85AD7">
      <w:pPr>
        <w:spacing w:after="240"/>
        <w:rPr>
          <w:lang w:val="es-419"/>
        </w:rPr>
      </w:pPr>
      <w:r w:rsidRPr="00D05737">
        <w:rPr>
          <w:lang w:val="es-419"/>
        </w:rPr>
        <w:t>Conforme a la práctica habitual, en el proyecto de orden del día figuran las cuestiones que conciernen a los órganos convocados en el marco de las Asambleas (cuya l</w:t>
      </w:r>
      <w:r w:rsidR="00CC165B" w:rsidRPr="00D05737">
        <w:rPr>
          <w:lang w:val="es-419"/>
        </w:rPr>
        <w:t>ista figura en el documento A/61</w:t>
      </w:r>
      <w:r w:rsidRPr="00D05737">
        <w:rPr>
          <w:lang w:val="es-419"/>
        </w:rPr>
        <w:t>/INF/1</w:t>
      </w:r>
      <w:r w:rsidR="00D72003">
        <w:rPr>
          <w:lang w:val="es-419"/>
        </w:rPr>
        <w:t xml:space="preserve"> Rev.</w:t>
      </w:r>
      <w:r w:rsidRPr="00D05737">
        <w:rPr>
          <w:lang w:val="es-419"/>
        </w:rPr>
        <w:t>) de forma consolidada, en el sentido de que cuando una cuestión concierne a más de un órgano, dicha cuestión figura como un único punto del orden del día:</w:t>
      </w:r>
    </w:p>
    <w:p w:rsidR="00EF67CD" w:rsidRDefault="00C85AD7" w:rsidP="00C85AD7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>Órganos interesados: Todos los que han sido convocados (2</w:t>
      </w:r>
      <w:r w:rsidR="004248AF">
        <w:rPr>
          <w:lang w:val="es-419"/>
        </w:rPr>
        <w:t>2</w:t>
      </w:r>
      <w:r w:rsidRPr="00D05737">
        <w:rPr>
          <w:lang w:val="es-419"/>
        </w:rPr>
        <w:t>), según la enumeración que consta en el documento A/</w:t>
      </w:r>
      <w:r w:rsidR="00CC165B" w:rsidRPr="00D05737">
        <w:rPr>
          <w:lang w:val="es-419"/>
        </w:rPr>
        <w:t>61</w:t>
      </w:r>
      <w:r w:rsidRPr="00D05737">
        <w:rPr>
          <w:lang w:val="es-419"/>
        </w:rPr>
        <w:t>/INF/1</w:t>
      </w:r>
      <w:r w:rsidR="00D72003">
        <w:rPr>
          <w:lang w:val="es-419"/>
        </w:rPr>
        <w:t xml:space="preserve"> Rev.</w:t>
      </w:r>
    </w:p>
    <w:p w:rsidR="00EF67CD" w:rsidRDefault="00C85AD7" w:rsidP="00C85AD7">
      <w:pPr>
        <w:ind w:left="709"/>
        <w:rPr>
          <w:lang w:val="es-419"/>
        </w:rPr>
      </w:pPr>
      <w:r w:rsidRPr="00D05737">
        <w:rPr>
          <w:lang w:val="es-419"/>
        </w:rPr>
        <w:t>Presidente: El presidente de la Asamblea General de la OMPI</w:t>
      </w:r>
    </w:p>
    <w:p w:rsidR="00EF67CD" w:rsidRDefault="00C85AD7" w:rsidP="00C85AD7">
      <w:pPr>
        <w:spacing w:after="200"/>
        <w:ind w:left="709"/>
        <w:rPr>
          <w:lang w:val="es-419"/>
        </w:rPr>
      </w:pPr>
      <w:r w:rsidRPr="00D05737">
        <w:rPr>
          <w:lang w:val="es-419"/>
        </w:rPr>
        <w:t>Puntos del orden de</w:t>
      </w:r>
      <w:r w:rsidR="00CC165B" w:rsidRPr="00D05737">
        <w:rPr>
          <w:lang w:val="es-419"/>
        </w:rPr>
        <w:t>l día: 1</w:t>
      </w:r>
      <w:r w:rsidRPr="00D05737">
        <w:rPr>
          <w:lang w:val="es-419"/>
        </w:rPr>
        <w:t>,</w:t>
      </w:r>
      <w:r w:rsidR="00CC165B" w:rsidRPr="00D05737">
        <w:rPr>
          <w:lang w:val="es-419"/>
        </w:rPr>
        <w:t xml:space="preserve"> 2, 4, 5, 6,</w:t>
      </w:r>
      <w:r w:rsidRPr="00D05737">
        <w:rPr>
          <w:lang w:val="es-419"/>
        </w:rPr>
        <w:t xml:space="preserve"> 8</w:t>
      </w:r>
      <w:r w:rsidR="001E33FE" w:rsidRPr="00D05737">
        <w:rPr>
          <w:lang w:val="es-419"/>
        </w:rPr>
        <w:t>, 10</w:t>
      </w:r>
      <w:r w:rsidR="00E12A27" w:rsidRPr="00D05737">
        <w:rPr>
          <w:lang w:val="es-419"/>
        </w:rPr>
        <w:t>.ii)</w:t>
      </w:r>
      <w:r w:rsidRPr="00D05737">
        <w:rPr>
          <w:lang w:val="es-419"/>
        </w:rPr>
        <w:t xml:space="preserve">, </w:t>
      </w:r>
      <w:r w:rsidR="001E33FE" w:rsidRPr="00D05737">
        <w:rPr>
          <w:lang w:val="es-419"/>
        </w:rPr>
        <w:t>11, 2</w:t>
      </w:r>
      <w:r w:rsidR="004248AF">
        <w:rPr>
          <w:lang w:val="es-419"/>
        </w:rPr>
        <w:t>1</w:t>
      </w:r>
      <w:r w:rsidR="001E33FE" w:rsidRPr="00D05737">
        <w:rPr>
          <w:lang w:val="es-419"/>
        </w:rPr>
        <w:t xml:space="preserve"> y 2</w:t>
      </w:r>
      <w:r w:rsidR="004248AF">
        <w:rPr>
          <w:lang w:val="es-419"/>
        </w:rPr>
        <w:t>2</w:t>
      </w:r>
    </w:p>
    <w:p w:rsidR="00EF67CD" w:rsidRDefault="00C85AD7" w:rsidP="00C85AD7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>Órgano interesado: Asamblea General de la OMPI</w:t>
      </w:r>
    </w:p>
    <w:p w:rsidR="00EF67CD" w:rsidRDefault="00C85AD7" w:rsidP="00C85AD7">
      <w:pPr>
        <w:ind w:left="709"/>
        <w:rPr>
          <w:lang w:val="es-419"/>
        </w:rPr>
      </w:pPr>
      <w:r w:rsidRPr="00D05737">
        <w:rPr>
          <w:lang w:val="es-419"/>
        </w:rPr>
        <w:t>Presidente: El presidente de la Asamblea General de la OMPI</w:t>
      </w:r>
    </w:p>
    <w:p w:rsidR="00EF67CD" w:rsidRDefault="00C85AD7" w:rsidP="00C85AD7">
      <w:pPr>
        <w:spacing w:after="200"/>
        <w:ind w:left="709"/>
        <w:rPr>
          <w:lang w:val="es-419"/>
        </w:rPr>
      </w:pPr>
      <w:r w:rsidRPr="00D05737">
        <w:rPr>
          <w:lang w:val="es-419"/>
        </w:rPr>
        <w:t xml:space="preserve">Puntos del orden del día: </w:t>
      </w:r>
      <w:r w:rsidR="001E33FE" w:rsidRPr="00D05737">
        <w:rPr>
          <w:lang w:val="es-419"/>
        </w:rPr>
        <w:t>10</w:t>
      </w:r>
      <w:r w:rsidR="00E12A27" w:rsidRPr="00D05737">
        <w:rPr>
          <w:lang w:val="es-419"/>
        </w:rPr>
        <w:t xml:space="preserve">.i), </w:t>
      </w:r>
      <w:r w:rsidR="001E33FE" w:rsidRPr="00D05737">
        <w:rPr>
          <w:lang w:val="es-419"/>
        </w:rPr>
        <w:t>10</w:t>
      </w:r>
      <w:r w:rsidR="00E12A27" w:rsidRPr="00D05737">
        <w:rPr>
          <w:lang w:val="es-419"/>
        </w:rPr>
        <w:t xml:space="preserve">.iii), </w:t>
      </w:r>
      <w:r w:rsidR="001E33FE" w:rsidRPr="00D05737">
        <w:rPr>
          <w:lang w:val="es-419"/>
        </w:rPr>
        <w:t xml:space="preserve">y </w:t>
      </w:r>
      <w:r w:rsidR="00E12A27" w:rsidRPr="00D05737">
        <w:rPr>
          <w:lang w:val="es-419"/>
        </w:rPr>
        <w:t>12</w:t>
      </w:r>
    </w:p>
    <w:p w:rsidR="00EF67CD" w:rsidRDefault="00C85AD7" w:rsidP="00C85AD7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>Órgano interesado: Comité de Coordinación de la OMPI</w:t>
      </w:r>
    </w:p>
    <w:p w:rsidR="00EF67CD" w:rsidRDefault="00C85AD7" w:rsidP="00C85AD7">
      <w:pPr>
        <w:ind w:left="709"/>
        <w:rPr>
          <w:lang w:val="es-419"/>
        </w:rPr>
      </w:pPr>
      <w:r w:rsidRPr="00D05737">
        <w:rPr>
          <w:lang w:val="es-419"/>
        </w:rPr>
        <w:t>Presidente: El presidente del Comité de Coordinación de la OMPI</w:t>
      </w:r>
    </w:p>
    <w:p w:rsidR="00EF67CD" w:rsidRDefault="00C85AD7" w:rsidP="00C85AD7">
      <w:pPr>
        <w:spacing w:after="200"/>
        <w:ind w:left="709"/>
        <w:rPr>
          <w:lang w:val="es-419"/>
        </w:rPr>
      </w:pPr>
      <w:r w:rsidRPr="00D05737">
        <w:rPr>
          <w:lang w:val="es-419"/>
        </w:rPr>
        <w:t xml:space="preserve">Puntos del orden del día: </w:t>
      </w:r>
      <w:r w:rsidR="00E12A27" w:rsidRPr="00D05737">
        <w:rPr>
          <w:lang w:val="es-419"/>
        </w:rPr>
        <w:t>7</w:t>
      </w:r>
      <w:r w:rsidR="001E33FE" w:rsidRPr="00D05737">
        <w:rPr>
          <w:lang w:val="es-419"/>
        </w:rPr>
        <w:t>, 1</w:t>
      </w:r>
      <w:r w:rsidR="00EF67CD">
        <w:rPr>
          <w:lang w:val="es-419"/>
        </w:rPr>
        <w:t>8</w:t>
      </w:r>
      <w:r w:rsidR="001E33FE" w:rsidRPr="00D05737">
        <w:rPr>
          <w:lang w:val="es-419"/>
        </w:rPr>
        <w:t>, 1</w:t>
      </w:r>
      <w:r w:rsidR="00EF67CD">
        <w:rPr>
          <w:lang w:val="es-419"/>
        </w:rPr>
        <w:t>9</w:t>
      </w:r>
      <w:r w:rsidR="001E33FE" w:rsidRPr="00D05737">
        <w:rPr>
          <w:lang w:val="es-419"/>
        </w:rPr>
        <w:t xml:space="preserve">, y </w:t>
      </w:r>
      <w:r w:rsidR="00EF67CD">
        <w:rPr>
          <w:lang w:val="es-419"/>
        </w:rPr>
        <w:t>20</w:t>
      </w:r>
    </w:p>
    <w:p w:rsidR="00EF67CD" w:rsidRDefault="00CC165B" w:rsidP="00CC165B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 xml:space="preserve">Órganos interesados: </w:t>
      </w:r>
      <w:r w:rsidR="001E33FE" w:rsidRPr="00D05737">
        <w:rPr>
          <w:lang w:val="es-419"/>
        </w:rPr>
        <w:t>Comité de Coordinación de la OMPI</w:t>
      </w:r>
      <w:r w:rsidRPr="00D05737">
        <w:rPr>
          <w:lang w:val="es-419"/>
        </w:rPr>
        <w:t xml:space="preserve">, Comité </w:t>
      </w:r>
      <w:r w:rsidR="001E33FE" w:rsidRPr="00D05737">
        <w:rPr>
          <w:lang w:val="es-419"/>
        </w:rPr>
        <w:t>Ejecutivo de la Unión de París,</w:t>
      </w:r>
      <w:r w:rsidRPr="00D05737">
        <w:rPr>
          <w:lang w:val="es-419"/>
        </w:rPr>
        <w:t xml:space="preserve"> Comité Ejecutivo de la Unión de Berna</w:t>
      </w:r>
      <w:r w:rsidR="001E33FE" w:rsidRPr="00D05737">
        <w:rPr>
          <w:lang w:val="es-419"/>
        </w:rPr>
        <w:t xml:space="preserve"> y Asamblea del Tratado de Beijing</w:t>
      </w:r>
    </w:p>
    <w:p w:rsidR="00EF67CD" w:rsidRDefault="00CC165B" w:rsidP="00CC165B">
      <w:pPr>
        <w:ind w:left="709"/>
        <w:rPr>
          <w:lang w:val="es-419"/>
        </w:rPr>
      </w:pPr>
      <w:r w:rsidRPr="00D05737">
        <w:rPr>
          <w:lang w:val="es-419"/>
        </w:rPr>
        <w:t xml:space="preserve">Presidente: El presidente </w:t>
      </w:r>
      <w:r w:rsidR="00E12A27" w:rsidRPr="00D05737">
        <w:rPr>
          <w:lang w:val="es-419"/>
        </w:rPr>
        <w:t>del Comité de Coordinación de</w:t>
      </w:r>
      <w:r w:rsidRPr="00D05737">
        <w:rPr>
          <w:lang w:val="es-419"/>
        </w:rPr>
        <w:t xml:space="preserve"> la OMPI</w:t>
      </w:r>
    </w:p>
    <w:p w:rsidR="00EF67CD" w:rsidRDefault="00CC165B" w:rsidP="00CC165B">
      <w:pPr>
        <w:spacing w:after="200"/>
        <w:ind w:left="709"/>
        <w:rPr>
          <w:lang w:val="es-419"/>
        </w:rPr>
      </w:pPr>
      <w:r w:rsidRPr="00D05737">
        <w:rPr>
          <w:lang w:val="es-419"/>
        </w:rPr>
        <w:t xml:space="preserve">Punto del orden del día: </w:t>
      </w:r>
      <w:r w:rsidR="001E33FE" w:rsidRPr="00D05737">
        <w:rPr>
          <w:lang w:val="es-419"/>
        </w:rPr>
        <w:t>3</w:t>
      </w:r>
    </w:p>
    <w:p w:rsidR="00EF67CD" w:rsidRDefault="001E33FE" w:rsidP="001E33FE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>Órganos interesados: Comité de Coordinación de la OMPI, Comité Ejecutivo de la Unión de París y Comité Ejecutivo de la Unión de Berna</w:t>
      </w:r>
    </w:p>
    <w:p w:rsidR="00EF67CD" w:rsidRDefault="001E33FE" w:rsidP="001E33FE">
      <w:pPr>
        <w:ind w:left="709"/>
        <w:rPr>
          <w:lang w:val="es-419"/>
        </w:rPr>
      </w:pPr>
      <w:r w:rsidRPr="00D05737">
        <w:rPr>
          <w:lang w:val="es-419"/>
        </w:rPr>
        <w:t>Presidente: El presidente del Comité de Coordinación de la OMPI</w:t>
      </w:r>
    </w:p>
    <w:p w:rsidR="00EF67CD" w:rsidRDefault="001E33FE" w:rsidP="001E33FE">
      <w:pPr>
        <w:spacing w:after="200"/>
        <w:ind w:left="709"/>
        <w:rPr>
          <w:lang w:val="es-419"/>
        </w:rPr>
      </w:pPr>
      <w:r w:rsidRPr="00D05737">
        <w:rPr>
          <w:lang w:val="es-419"/>
        </w:rPr>
        <w:t>Punto del orden del día: 9</w:t>
      </w:r>
    </w:p>
    <w:p w:rsidR="00EF67CD" w:rsidRDefault="00EF67CD" w:rsidP="00EF67CD">
      <w:pPr>
        <w:numPr>
          <w:ilvl w:val="0"/>
          <w:numId w:val="8"/>
        </w:numPr>
      </w:pPr>
      <w:r w:rsidRPr="00EF67CD">
        <w:rPr>
          <w:lang w:val="es-ES_tradnl"/>
        </w:rPr>
        <w:t>Órgano interesado: Asamblea de la Unión de Madrid</w:t>
      </w:r>
      <w:r w:rsidRPr="004F0A47">
        <w:t xml:space="preserve"> </w:t>
      </w:r>
    </w:p>
    <w:p w:rsidR="00EF67CD" w:rsidRDefault="00EF67CD" w:rsidP="00EF67CD">
      <w:pPr>
        <w:ind w:left="709"/>
      </w:pPr>
      <w:r w:rsidRPr="00EF67CD">
        <w:rPr>
          <w:lang w:val="es-ES_tradnl"/>
        </w:rPr>
        <w:t>Presidente: El presidente de la Asamblea de la Unión de Madrid</w:t>
      </w:r>
    </w:p>
    <w:p w:rsidR="00EF67CD" w:rsidRDefault="00EF67CD" w:rsidP="00EF67CD">
      <w:pPr>
        <w:spacing w:after="220"/>
        <w:ind w:left="709"/>
      </w:pPr>
      <w:r w:rsidRPr="00EF67CD">
        <w:rPr>
          <w:lang w:val="es-ES_tradnl"/>
        </w:rPr>
        <w:t>Punto del orden del día: 13</w:t>
      </w:r>
    </w:p>
    <w:p w:rsidR="00EF67CD" w:rsidRDefault="00EF67CD" w:rsidP="00EF67CD">
      <w:pPr>
        <w:keepNext/>
        <w:numPr>
          <w:ilvl w:val="0"/>
          <w:numId w:val="8"/>
        </w:numPr>
      </w:pPr>
      <w:r w:rsidRPr="00EF67CD">
        <w:rPr>
          <w:lang w:val="es-ES_tradnl"/>
        </w:rPr>
        <w:lastRenderedPageBreak/>
        <w:t>Órgano interesado: Asamblea de la Unión de La Haya</w:t>
      </w:r>
      <w:r w:rsidRPr="004F0A47">
        <w:t xml:space="preserve"> </w:t>
      </w:r>
    </w:p>
    <w:p w:rsidR="00EF67CD" w:rsidRDefault="00EF67CD" w:rsidP="00EF67CD">
      <w:pPr>
        <w:keepNext/>
        <w:ind w:left="709"/>
      </w:pPr>
      <w:r w:rsidRPr="00EF67CD">
        <w:rPr>
          <w:lang w:val="es-ES_tradnl"/>
        </w:rPr>
        <w:t>Presidente: El presidente de la Asamblea de la Unión de La Haya</w:t>
      </w:r>
    </w:p>
    <w:p w:rsidR="00EF67CD" w:rsidRDefault="00EF67CD" w:rsidP="00EF67CD">
      <w:pPr>
        <w:spacing w:after="220"/>
        <w:ind w:left="709"/>
      </w:pPr>
      <w:r w:rsidRPr="00EF67CD">
        <w:rPr>
          <w:lang w:val="es-ES_tradnl"/>
        </w:rPr>
        <w:t>Punto del orden del día: 14</w:t>
      </w:r>
    </w:p>
    <w:p w:rsidR="00EF67CD" w:rsidRDefault="00C85AD7" w:rsidP="00C85AD7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 xml:space="preserve">Órgano interesado: Asamblea de la Unión </w:t>
      </w:r>
      <w:r w:rsidR="001E33FE" w:rsidRPr="00D05737">
        <w:rPr>
          <w:lang w:val="es-419"/>
        </w:rPr>
        <w:t>de París</w:t>
      </w:r>
    </w:p>
    <w:p w:rsidR="00EF67CD" w:rsidRDefault="00C85AD7" w:rsidP="00C85AD7">
      <w:pPr>
        <w:ind w:left="709"/>
        <w:rPr>
          <w:lang w:val="es-419"/>
        </w:rPr>
      </w:pPr>
      <w:r w:rsidRPr="00D05737">
        <w:rPr>
          <w:lang w:val="es-419"/>
        </w:rPr>
        <w:t xml:space="preserve">Presidente: El presidente de la Asamblea de la Unión </w:t>
      </w:r>
      <w:r w:rsidR="001E33FE" w:rsidRPr="00D05737">
        <w:rPr>
          <w:lang w:val="es-419"/>
        </w:rPr>
        <w:t>de París</w:t>
      </w:r>
    </w:p>
    <w:p w:rsidR="00EF67CD" w:rsidRDefault="00C70D15" w:rsidP="00C85AD7">
      <w:pPr>
        <w:spacing w:after="200"/>
        <w:ind w:left="709"/>
        <w:rPr>
          <w:lang w:val="es-419"/>
        </w:rPr>
      </w:pPr>
      <w:r w:rsidRPr="00D05737">
        <w:rPr>
          <w:lang w:val="es-419"/>
        </w:rPr>
        <w:t>Punto del orden del día: 1</w:t>
      </w:r>
      <w:r w:rsidR="00EF67CD">
        <w:rPr>
          <w:lang w:val="es-419"/>
        </w:rPr>
        <w:t>5</w:t>
      </w:r>
    </w:p>
    <w:p w:rsidR="00EF67CD" w:rsidRDefault="00C85AD7" w:rsidP="001A634F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>Órgano interesado: Asamblea del Tratado de Marrakech</w:t>
      </w:r>
    </w:p>
    <w:p w:rsidR="00EF67CD" w:rsidRDefault="00C85AD7" w:rsidP="001A634F">
      <w:pPr>
        <w:ind w:left="709"/>
        <w:rPr>
          <w:lang w:val="es-419"/>
        </w:rPr>
      </w:pPr>
      <w:r w:rsidRPr="00D05737">
        <w:rPr>
          <w:lang w:val="es-419"/>
        </w:rPr>
        <w:t>Presidente: El presidente de la Asamblea del Tratado de Marrakech</w:t>
      </w:r>
    </w:p>
    <w:p w:rsidR="00EF67CD" w:rsidRDefault="00C70D15" w:rsidP="001A634F">
      <w:pPr>
        <w:spacing w:after="200"/>
        <w:ind w:left="709"/>
        <w:rPr>
          <w:lang w:val="es-419"/>
        </w:rPr>
      </w:pPr>
      <w:r w:rsidRPr="00D05737">
        <w:rPr>
          <w:lang w:val="es-419"/>
        </w:rPr>
        <w:t>Punto del orden del día: 1</w:t>
      </w:r>
      <w:r w:rsidR="00EF67CD">
        <w:rPr>
          <w:lang w:val="es-419"/>
        </w:rPr>
        <w:t>6</w:t>
      </w:r>
    </w:p>
    <w:p w:rsidR="00EF67CD" w:rsidRDefault="00E12A27" w:rsidP="001A634F">
      <w:pPr>
        <w:numPr>
          <w:ilvl w:val="0"/>
          <w:numId w:val="8"/>
        </w:numPr>
        <w:rPr>
          <w:lang w:val="es-419"/>
        </w:rPr>
      </w:pPr>
      <w:r w:rsidRPr="00D05737">
        <w:rPr>
          <w:lang w:val="es-419"/>
        </w:rPr>
        <w:t>Órgano interesado: Asamblea del Tratado de Beijing</w:t>
      </w:r>
    </w:p>
    <w:p w:rsidR="00EF67CD" w:rsidRDefault="00E12A27" w:rsidP="001A634F">
      <w:pPr>
        <w:ind w:left="720"/>
        <w:rPr>
          <w:lang w:val="es-419"/>
        </w:rPr>
      </w:pPr>
      <w:r w:rsidRPr="00D05737">
        <w:rPr>
          <w:lang w:val="es-419"/>
        </w:rPr>
        <w:t>Presidente: El presidente de la Asamblea del Tratado de Beijing</w:t>
      </w:r>
    </w:p>
    <w:p w:rsidR="00EF67CD" w:rsidRDefault="00C70D15" w:rsidP="001A634F">
      <w:pPr>
        <w:spacing w:after="200"/>
        <w:ind w:left="709"/>
        <w:rPr>
          <w:lang w:val="es-419"/>
        </w:rPr>
      </w:pPr>
      <w:r w:rsidRPr="00D05737">
        <w:rPr>
          <w:lang w:val="es-419"/>
        </w:rPr>
        <w:t>Punto del orden del día: 1</w:t>
      </w:r>
      <w:r w:rsidR="00EF67CD">
        <w:rPr>
          <w:lang w:val="es-419"/>
        </w:rPr>
        <w:t>7</w:t>
      </w:r>
    </w:p>
    <w:p w:rsidR="0031722A" w:rsidRPr="00462190" w:rsidRDefault="00C85AD7" w:rsidP="001A634F">
      <w:pPr>
        <w:pStyle w:val="Endofdocument-Annex"/>
        <w:spacing w:before="720"/>
        <w:rPr>
          <w:lang w:val="es-419"/>
        </w:rPr>
      </w:pPr>
      <w:r w:rsidRPr="00D05737">
        <w:rPr>
          <w:lang w:val="es-419"/>
        </w:rPr>
        <w:t>[Fin del documento]</w:t>
      </w:r>
      <w:bookmarkEnd w:id="2"/>
    </w:p>
    <w:sectPr w:rsidR="0031722A" w:rsidRPr="00462190" w:rsidSect="00605827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AD7" w:rsidRDefault="00C85AD7">
      <w:r>
        <w:separator/>
      </w:r>
    </w:p>
  </w:endnote>
  <w:endnote w:type="continuationSeparator" w:id="0">
    <w:p w:rsidR="00C85AD7" w:rsidRPr="009D30E6" w:rsidRDefault="00C85AD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85AD7" w:rsidRPr="007E663E" w:rsidRDefault="00C85AD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85AD7" w:rsidRPr="007E663E" w:rsidRDefault="00C85AD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AD7" w:rsidRDefault="00C85AD7">
      <w:r>
        <w:separator/>
      </w:r>
    </w:p>
  </w:footnote>
  <w:footnote w:type="continuationSeparator" w:id="0">
    <w:p w:rsidR="00C85AD7" w:rsidRPr="009D30E6" w:rsidRDefault="00C85AD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85AD7" w:rsidRPr="007E663E" w:rsidRDefault="00C85AD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85AD7" w:rsidRPr="007E663E" w:rsidRDefault="00C85AD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C85AD7" w:rsidRPr="00BD5A7C" w:rsidRDefault="00C85AD7" w:rsidP="00C85AD7">
      <w:pPr>
        <w:pStyle w:val="FootnoteText"/>
      </w:pPr>
      <w:r>
        <w:rPr>
          <w:rStyle w:val="FootnoteReference"/>
        </w:rPr>
        <w:footnoteRef/>
      </w:r>
      <w:r w:rsidR="00EF67CD">
        <w:t xml:space="preserve"> </w:t>
      </w:r>
      <w:r w:rsidRPr="00BD5A7C">
        <w:t>Para ver qué documentos guardan relación con cada punto del orden del día, consúltese la “Li</w:t>
      </w:r>
      <w:r>
        <w:t>sta de documentos” (A/59/2</w:t>
      </w:r>
      <w:r w:rsidRPr="00BD5A7C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D8C" w:rsidRDefault="007B1D1A" w:rsidP="00276D8C">
    <w:pPr>
      <w:jc w:val="right"/>
    </w:pPr>
    <w:r>
      <w:t>A/61/1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94303">
      <w:rPr>
        <w:noProof/>
      </w:rPr>
      <w:t>5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3E5884"/>
    <w:multiLevelType w:val="multilevel"/>
    <w:tmpl w:val="9E7465F4"/>
    <w:lvl w:ilvl="0">
      <w:start w:val="1"/>
      <w:numFmt w:val="lowerRoman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FA30CE1E"/>
    <w:lvl w:ilvl="0">
      <w:start w:val="9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FAB Main|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C85AD7"/>
    <w:rsid w:val="00010686"/>
    <w:rsid w:val="00052915"/>
    <w:rsid w:val="000753B4"/>
    <w:rsid w:val="000E3BB3"/>
    <w:rsid w:val="000F0B81"/>
    <w:rsid w:val="000F5E56"/>
    <w:rsid w:val="001160A0"/>
    <w:rsid w:val="001362EE"/>
    <w:rsid w:val="00152CEA"/>
    <w:rsid w:val="001832A6"/>
    <w:rsid w:val="001A634F"/>
    <w:rsid w:val="001D2962"/>
    <w:rsid w:val="001E33FE"/>
    <w:rsid w:val="002634C4"/>
    <w:rsid w:val="00276D8C"/>
    <w:rsid w:val="002B53C5"/>
    <w:rsid w:val="002C2E2F"/>
    <w:rsid w:val="002E0F47"/>
    <w:rsid w:val="002E1208"/>
    <w:rsid w:val="002F4E68"/>
    <w:rsid w:val="00310826"/>
    <w:rsid w:val="0031722A"/>
    <w:rsid w:val="003544FD"/>
    <w:rsid w:val="00354647"/>
    <w:rsid w:val="00377273"/>
    <w:rsid w:val="003845C1"/>
    <w:rsid w:val="00387287"/>
    <w:rsid w:val="003E48F1"/>
    <w:rsid w:val="003F347A"/>
    <w:rsid w:val="00423E3E"/>
    <w:rsid w:val="004248AF"/>
    <w:rsid w:val="00427AF4"/>
    <w:rsid w:val="0045231F"/>
    <w:rsid w:val="00462190"/>
    <w:rsid w:val="004647DA"/>
    <w:rsid w:val="0046793F"/>
    <w:rsid w:val="00472A6E"/>
    <w:rsid w:val="00473DB0"/>
    <w:rsid w:val="00477808"/>
    <w:rsid w:val="00477D6B"/>
    <w:rsid w:val="004A6C37"/>
    <w:rsid w:val="004E297D"/>
    <w:rsid w:val="00512BA1"/>
    <w:rsid w:val="00531B02"/>
    <w:rsid w:val="005332F0"/>
    <w:rsid w:val="0055013B"/>
    <w:rsid w:val="00571B99"/>
    <w:rsid w:val="005F0CB5"/>
    <w:rsid w:val="00605827"/>
    <w:rsid w:val="00675021"/>
    <w:rsid w:val="006A06C6"/>
    <w:rsid w:val="007224C8"/>
    <w:rsid w:val="00794303"/>
    <w:rsid w:val="00794BE2"/>
    <w:rsid w:val="007A5581"/>
    <w:rsid w:val="007A7839"/>
    <w:rsid w:val="007B1D1A"/>
    <w:rsid w:val="007B71FE"/>
    <w:rsid w:val="007D781E"/>
    <w:rsid w:val="007E663E"/>
    <w:rsid w:val="00815082"/>
    <w:rsid w:val="0083293E"/>
    <w:rsid w:val="008551FF"/>
    <w:rsid w:val="00865220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A24E8"/>
    <w:rsid w:val="009B6241"/>
    <w:rsid w:val="009F3861"/>
    <w:rsid w:val="009F7172"/>
    <w:rsid w:val="00A16FC0"/>
    <w:rsid w:val="00A32C9E"/>
    <w:rsid w:val="00AB613D"/>
    <w:rsid w:val="00AE7F20"/>
    <w:rsid w:val="00B534D5"/>
    <w:rsid w:val="00B65A0A"/>
    <w:rsid w:val="00B67CDC"/>
    <w:rsid w:val="00B72D36"/>
    <w:rsid w:val="00B86421"/>
    <w:rsid w:val="00BC4164"/>
    <w:rsid w:val="00BD2DCC"/>
    <w:rsid w:val="00C16DCE"/>
    <w:rsid w:val="00C34510"/>
    <w:rsid w:val="00C70D15"/>
    <w:rsid w:val="00C85AD7"/>
    <w:rsid w:val="00C90559"/>
    <w:rsid w:val="00CA0500"/>
    <w:rsid w:val="00CA2251"/>
    <w:rsid w:val="00CC165B"/>
    <w:rsid w:val="00D05737"/>
    <w:rsid w:val="00D56C7C"/>
    <w:rsid w:val="00D71B4D"/>
    <w:rsid w:val="00D72003"/>
    <w:rsid w:val="00D90289"/>
    <w:rsid w:val="00D93D55"/>
    <w:rsid w:val="00DC4C60"/>
    <w:rsid w:val="00DD6CF4"/>
    <w:rsid w:val="00E0079A"/>
    <w:rsid w:val="00E12A27"/>
    <w:rsid w:val="00E444DA"/>
    <w:rsid w:val="00E45C84"/>
    <w:rsid w:val="00E47971"/>
    <w:rsid w:val="00E504E5"/>
    <w:rsid w:val="00E83B6A"/>
    <w:rsid w:val="00EB7A3E"/>
    <w:rsid w:val="00EC1AA7"/>
    <w:rsid w:val="00EC401A"/>
    <w:rsid w:val="00EF530A"/>
    <w:rsid w:val="00EF6622"/>
    <w:rsid w:val="00EF67CD"/>
    <w:rsid w:val="00EF78A9"/>
    <w:rsid w:val="00F24165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E45DC9B3-116C-4219-B723-C4E83569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27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1D2962"/>
    <w:pPr>
      <w:keepNext/>
      <w:spacing w:before="24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D2962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C85AD7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C85AD7"/>
    <w:rPr>
      <w:vertAlign w:val="superscript"/>
    </w:rPr>
  </w:style>
  <w:style w:type="table" w:styleId="TableGrid">
    <w:name w:val="Table Grid"/>
    <w:basedOn w:val="TableNormal"/>
    <w:rsid w:val="00C85AD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CC16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C165B"/>
    <w:rPr>
      <w:rFonts w:ascii="Segoe UI" w:eastAsia="SimSun" w:hAnsi="Segoe UI" w:cs="Segoe UI"/>
      <w:sz w:val="18"/>
      <w:szCs w:val="18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7B1D1A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61 (S)</Template>
  <TotalTime>1</TotalTime>
  <Pages>5</Pages>
  <Words>838</Words>
  <Characters>4058</Characters>
  <Application>Microsoft Office Word</Application>
  <DocSecurity>0</DocSecurity>
  <Lines>102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A/61/1 Prov.1</vt:lpstr>
    </vt:vector>
  </TitlesOfParts>
  <Company>WIPO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A/61/1 Prov.1</dc:title>
  <dc:creator>CEVALLOS DUQUE Nilo</dc:creator>
  <cp:keywords>PUBLIC</cp:keywords>
  <cp:lastModifiedBy>HÄFLIGER Patience</cp:lastModifiedBy>
  <cp:revision>4</cp:revision>
  <dcterms:created xsi:type="dcterms:W3CDTF">2020-09-21T14:24:00Z</dcterms:created>
  <dcterms:modified xsi:type="dcterms:W3CDTF">2020-09-21T14:29:00Z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