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07DD6" w14:textId="77777777" w:rsidR="008B2CC1" w:rsidRPr="00FD058A" w:rsidRDefault="008B14EA" w:rsidP="008B14EA">
      <w:pPr>
        <w:spacing w:after="120"/>
        <w:jc w:val="right"/>
        <w:rPr>
          <w:lang w:val="es-419"/>
        </w:rPr>
      </w:pPr>
      <w:r w:rsidRPr="00FD058A">
        <w:rPr>
          <w:noProof/>
          <w:lang w:val="es-419" w:eastAsia="es-ES"/>
        </w:rPr>
        <w:drawing>
          <wp:inline distT="0" distB="0" distL="0" distR="0" wp14:anchorId="0F4D457A" wp14:editId="226F2394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FD058A">
        <w:rPr>
          <w:rFonts w:ascii="Arial Black" w:hAnsi="Arial Black"/>
          <w:caps/>
          <w:noProof/>
          <w:sz w:val="15"/>
          <w:szCs w:val="15"/>
          <w:lang w:val="es-419" w:eastAsia="es-ES"/>
        </w:rPr>
        <mc:AlternateContent>
          <mc:Choice Requires="wps">
            <w:drawing>
              <wp:inline distT="0" distB="0" distL="0" distR="0" wp14:anchorId="1CB49878" wp14:editId="5749F3CE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F5686D2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" strokecolor="black [3040]">
                <w10:anchorlock/>
              </v:line>
            </w:pict>
          </mc:Fallback>
        </mc:AlternateContent>
      </w:r>
    </w:p>
    <w:p w14:paraId="59283DCD" w14:textId="2F2065C6" w:rsidR="008B2CC1" w:rsidRPr="00FD058A" w:rsidRDefault="00A8121F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FD058A">
        <w:rPr>
          <w:rFonts w:ascii="Arial Black" w:hAnsi="Arial Black"/>
          <w:caps/>
          <w:sz w:val="15"/>
          <w:lang w:val="es-419"/>
        </w:rPr>
        <w:t>A/64/</w:t>
      </w:r>
      <w:bookmarkStart w:id="0" w:name="Code"/>
      <w:r w:rsidR="000A6D34" w:rsidRPr="00FD058A">
        <w:rPr>
          <w:rFonts w:ascii="Arial Black" w:hAnsi="Arial Black"/>
          <w:caps/>
          <w:sz w:val="15"/>
          <w:lang w:val="es-419"/>
        </w:rPr>
        <w:t>2</w:t>
      </w:r>
    </w:p>
    <w:bookmarkEnd w:id="0"/>
    <w:p w14:paraId="77D7D11D" w14:textId="77777777" w:rsidR="008B2CC1" w:rsidRPr="00FD058A" w:rsidRDefault="008B14EA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FD058A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0A6D34" w:rsidRPr="00FD058A">
        <w:rPr>
          <w:rFonts w:ascii="Arial Black" w:hAnsi="Arial Black"/>
          <w:caps/>
          <w:sz w:val="15"/>
          <w:lang w:val="es-419"/>
        </w:rPr>
        <w:t>INGLÉS</w:t>
      </w:r>
    </w:p>
    <w:bookmarkEnd w:id="1"/>
    <w:p w14:paraId="2D7E381A" w14:textId="6165384B" w:rsidR="008B2CC1" w:rsidRPr="00FD058A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FD058A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49200A" w:rsidRPr="00FD058A">
        <w:rPr>
          <w:rFonts w:ascii="Arial Black" w:hAnsi="Arial Black"/>
          <w:caps/>
          <w:sz w:val="15"/>
          <w:lang w:val="es-419"/>
        </w:rPr>
        <w:t>2</w:t>
      </w:r>
      <w:r w:rsidR="005F39D9" w:rsidRPr="00FD058A">
        <w:rPr>
          <w:rFonts w:ascii="Arial Black" w:hAnsi="Arial Black"/>
          <w:caps/>
          <w:sz w:val="15"/>
          <w:lang w:val="es-419"/>
        </w:rPr>
        <w:t>2</w:t>
      </w:r>
      <w:r w:rsidR="00952419" w:rsidRPr="00FD058A">
        <w:rPr>
          <w:rFonts w:ascii="Arial Black" w:hAnsi="Arial Black"/>
          <w:caps/>
          <w:sz w:val="15"/>
          <w:lang w:val="es-419"/>
        </w:rPr>
        <w:t xml:space="preserve"> de </w:t>
      </w:r>
      <w:r w:rsidR="005F39D9" w:rsidRPr="00FD058A">
        <w:rPr>
          <w:rFonts w:ascii="Arial Black" w:hAnsi="Arial Black"/>
          <w:caps/>
          <w:sz w:val="15"/>
          <w:lang w:val="es-419"/>
        </w:rPr>
        <w:t>septiembre</w:t>
      </w:r>
      <w:r w:rsidR="001509E4" w:rsidRPr="00FD058A">
        <w:rPr>
          <w:rFonts w:ascii="Arial Black" w:hAnsi="Arial Black"/>
          <w:caps/>
          <w:sz w:val="15"/>
          <w:lang w:val="es-419"/>
        </w:rPr>
        <w:t xml:space="preserve"> </w:t>
      </w:r>
      <w:r w:rsidR="000A6D34" w:rsidRPr="00FD058A">
        <w:rPr>
          <w:rFonts w:ascii="Arial Black" w:hAnsi="Arial Black"/>
          <w:caps/>
          <w:sz w:val="15"/>
          <w:lang w:val="es-419"/>
        </w:rPr>
        <w:t>DE 2023</w:t>
      </w:r>
    </w:p>
    <w:bookmarkEnd w:id="2"/>
    <w:p w14:paraId="5E3B0CF1" w14:textId="77777777" w:rsidR="008B2CC1" w:rsidRPr="00FD058A" w:rsidRDefault="00A8121F" w:rsidP="008B14EA">
      <w:pPr>
        <w:spacing w:after="600"/>
        <w:rPr>
          <w:b/>
          <w:sz w:val="28"/>
          <w:szCs w:val="28"/>
          <w:lang w:val="es-419"/>
        </w:rPr>
      </w:pPr>
      <w:r w:rsidRPr="00FD058A">
        <w:rPr>
          <w:b/>
          <w:sz w:val="28"/>
          <w:szCs w:val="28"/>
          <w:lang w:val="es-419"/>
        </w:rPr>
        <w:t>Asambleas de los Estados miembros de la OMPI</w:t>
      </w:r>
    </w:p>
    <w:p w14:paraId="1A6C6F0A" w14:textId="77777777" w:rsidR="00511D0C" w:rsidRPr="00FD058A" w:rsidRDefault="00A8121F" w:rsidP="00511D0C">
      <w:pPr>
        <w:rPr>
          <w:b/>
          <w:sz w:val="24"/>
          <w:szCs w:val="24"/>
          <w:lang w:val="es-419"/>
        </w:rPr>
      </w:pPr>
      <w:r w:rsidRPr="00FD058A">
        <w:rPr>
          <w:b/>
          <w:sz w:val="24"/>
          <w:szCs w:val="24"/>
          <w:lang w:val="es-419"/>
        </w:rPr>
        <w:t>Sexagésima cuarta serie de reuniones</w:t>
      </w:r>
    </w:p>
    <w:p w14:paraId="4CECA547" w14:textId="77777777" w:rsidR="008B2CC1" w:rsidRPr="00FD058A" w:rsidRDefault="00A8121F" w:rsidP="008B14EA">
      <w:pPr>
        <w:spacing w:after="720"/>
        <w:rPr>
          <w:b/>
          <w:sz w:val="24"/>
          <w:szCs w:val="24"/>
          <w:lang w:val="es-419"/>
        </w:rPr>
      </w:pPr>
      <w:r w:rsidRPr="00FD058A">
        <w:rPr>
          <w:b/>
          <w:sz w:val="24"/>
          <w:szCs w:val="24"/>
          <w:lang w:val="es-419"/>
        </w:rPr>
        <w:t>Ginebra, 6 a 14 de julio de 2023</w:t>
      </w:r>
    </w:p>
    <w:p w14:paraId="2D8D7C0C" w14:textId="77777777" w:rsidR="008B2CC1" w:rsidRPr="00FD058A" w:rsidRDefault="000A6D34" w:rsidP="008B14EA">
      <w:pPr>
        <w:spacing w:after="360"/>
        <w:rPr>
          <w:caps/>
          <w:sz w:val="24"/>
          <w:lang w:val="es-419"/>
        </w:rPr>
      </w:pPr>
      <w:bookmarkStart w:id="3" w:name="TitleOfDoc"/>
      <w:r w:rsidRPr="00FD058A">
        <w:rPr>
          <w:caps/>
          <w:sz w:val="24"/>
          <w:lang w:val="es-419"/>
        </w:rPr>
        <w:t>Lista de documentos</w:t>
      </w:r>
    </w:p>
    <w:p w14:paraId="27DC9760" w14:textId="77777777" w:rsidR="008B2CC1" w:rsidRPr="00FD058A" w:rsidRDefault="000A6D34" w:rsidP="008B14EA">
      <w:pPr>
        <w:spacing w:after="960"/>
        <w:rPr>
          <w:i/>
          <w:lang w:val="es-419"/>
        </w:rPr>
      </w:pPr>
      <w:bookmarkStart w:id="4" w:name="Prepared"/>
      <w:bookmarkEnd w:id="3"/>
      <w:r w:rsidRPr="00FD058A">
        <w:rPr>
          <w:i/>
          <w:lang w:val="es-419"/>
        </w:rPr>
        <w:t>preparada por la Secretaría</w:t>
      </w:r>
    </w:p>
    <w:bookmarkEnd w:id="4"/>
    <w:p w14:paraId="54A80E7F" w14:textId="77777777" w:rsidR="000A6D34" w:rsidRPr="00FD058A" w:rsidRDefault="000A6D34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t xml:space="preserve">PUNTO 1 DEL ORDEN DEL DÍA 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APERTURA DE LA SERIE DE REUNIONES</w:t>
      </w:r>
    </w:p>
    <w:p w14:paraId="4E41090F" w14:textId="1556711C" w:rsidR="000A6D34" w:rsidRPr="00FD058A" w:rsidRDefault="000A6D34" w:rsidP="000A6D34">
      <w:pPr>
        <w:pStyle w:val="BodyText"/>
        <w:spacing w:after="480"/>
        <w:ind w:left="547"/>
        <w:rPr>
          <w:lang w:val="es-419"/>
        </w:rPr>
      </w:pPr>
      <w:r w:rsidRPr="00FD058A">
        <w:rPr>
          <w:lang w:val="es-419"/>
        </w:rPr>
        <w:t>A/64/INF/1</w:t>
      </w:r>
      <w:r w:rsidR="005F39D9" w:rsidRPr="00FD058A">
        <w:rPr>
          <w:lang w:val="es-419"/>
        </w:rPr>
        <w:t xml:space="preserve"> Rev.</w:t>
      </w:r>
      <w:r w:rsidR="00374D8E" w:rsidRPr="00FD058A">
        <w:rPr>
          <w:lang w:val="es-419"/>
        </w:rPr>
        <w:t xml:space="preserve"> (</w:t>
      </w:r>
      <w:r w:rsidRPr="00FD058A">
        <w:rPr>
          <w:i/>
          <w:lang w:val="es-419"/>
        </w:rPr>
        <w:t>Información general</w:t>
      </w:r>
      <w:r w:rsidRPr="00FD058A">
        <w:rPr>
          <w:lang w:val="es-419"/>
        </w:rPr>
        <w:t>)</w:t>
      </w:r>
    </w:p>
    <w:p w14:paraId="30056602" w14:textId="77777777" w:rsidR="000A6D34" w:rsidRPr="00FD058A" w:rsidRDefault="000A6D34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t xml:space="preserve">PUNTO 2 DEL ORDEN DEL DÍA 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APROBACIÓN DEL ORDEN DEL DÍA</w:t>
      </w:r>
    </w:p>
    <w:p w14:paraId="5A27213C" w14:textId="2E074545" w:rsidR="000A6D34" w:rsidRPr="00FD058A" w:rsidRDefault="000A6D34" w:rsidP="000A6D34">
      <w:pPr>
        <w:pStyle w:val="BodyText"/>
        <w:spacing w:after="0"/>
        <w:ind w:left="540"/>
        <w:rPr>
          <w:lang w:val="es-419"/>
        </w:rPr>
      </w:pPr>
      <w:r w:rsidRPr="00FD058A">
        <w:rPr>
          <w:lang w:val="es-419"/>
        </w:rPr>
        <w:t>A/64/1 (</w:t>
      </w:r>
      <w:r w:rsidR="00D45108" w:rsidRPr="00FD058A">
        <w:rPr>
          <w:i/>
          <w:lang w:val="es-419"/>
        </w:rPr>
        <w:t>O</w:t>
      </w:r>
      <w:r w:rsidRPr="00FD058A">
        <w:rPr>
          <w:i/>
          <w:lang w:val="es-419"/>
        </w:rPr>
        <w:t>rden del día consolidado</w:t>
      </w:r>
      <w:r w:rsidRPr="00FD058A">
        <w:rPr>
          <w:lang w:val="es-419"/>
        </w:rPr>
        <w:t>)</w:t>
      </w:r>
    </w:p>
    <w:p w14:paraId="2A32D1B7" w14:textId="67F9358A" w:rsidR="000A6D34" w:rsidRPr="00FD058A" w:rsidRDefault="000A6D34" w:rsidP="000A6D34">
      <w:pPr>
        <w:pStyle w:val="BodyText"/>
        <w:spacing w:after="480"/>
        <w:ind w:left="547"/>
        <w:rPr>
          <w:lang w:val="es-419"/>
        </w:rPr>
      </w:pPr>
      <w:r w:rsidRPr="00FD058A">
        <w:rPr>
          <w:lang w:val="es-419"/>
        </w:rPr>
        <w:t>A/64/2 (</w:t>
      </w:r>
      <w:r w:rsidRPr="00FD058A">
        <w:rPr>
          <w:i/>
          <w:lang w:val="es-419"/>
        </w:rPr>
        <w:t>Lista de documentos</w:t>
      </w:r>
      <w:r w:rsidRPr="00FD058A">
        <w:rPr>
          <w:lang w:val="es-419"/>
        </w:rPr>
        <w:t>)</w:t>
      </w:r>
    </w:p>
    <w:p w14:paraId="7AA427ED" w14:textId="77777777" w:rsidR="000A6D34" w:rsidRPr="00FD058A" w:rsidRDefault="000A6D34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t xml:space="preserve">PUNTO 3 DEL ORDEN DEL DÍA 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ELECCIÓN DE LAS MESAS</w:t>
      </w:r>
    </w:p>
    <w:p w14:paraId="069CB61F" w14:textId="77777777" w:rsidR="000A6D34" w:rsidRPr="00FD058A" w:rsidRDefault="000A6D34" w:rsidP="000A6D34">
      <w:pPr>
        <w:spacing w:after="480"/>
        <w:ind w:left="547"/>
        <w:rPr>
          <w:lang w:val="es-419"/>
        </w:rPr>
      </w:pPr>
      <w:r w:rsidRPr="00FD058A">
        <w:rPr>
          <w:lang w:val="es-419"/>
        </w:rPr>
        <w:t>A/64/INF/2 (</w:t>
      </w:r>
      <w:r w:rsidRPr="00FD058A">
        <w:rPr>
          <w:i/>
          <w:lang w:val="es-419"/>
        </w:rPr>
        <w:t>Mesas</w:t>
      </w:r>
      <w:r w:rsidRPr="00FD058A">
        <w:rPr>
          <w:lang w:val="es-419"/>
        </w:rPr>
        <w:t>)</w:t>
      </w:r>
    </w:p>
    <w:p w14:paraId="45038307" w14:textId="77777777" w:rsidR="000A6D34" w:rsidRPr="00FD058A" w:rsidRDefault="000A6D34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t xml:space="preserve">PUNTO 4 DEL ORDEN DEL DÍA 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INFORME DEL DIRECTOR GENERAL A LAS ASAMBLEAS DE LA OMPI</w:t>
      </w:r>
    </w:p>
    <w:p w14:paraId="32C66D20" w14:textId="6D067566" w:rsidR="000A6D34" w:rsidRPr="00FD058A" w:rsidRDefault="000A6D34" w:rsidP="000A6D34">
      <w:pPr>
        <w:spacing w:after="480"/>
        <w:rPr>
          <w:lang w:val="es-419"/>
        </w:rPr>
      </w:pPr>
      <w:r w:rsidRPr="00FD058A">
        <w:rPr>
          <w:lang w:val="es-419"/>
        </w:rPr>
        <w:t xml:space="preserve">El </w:t>
      </w:r>
      <w:hyperlink r:id="rId8" w:history="1">
        <w:r w:rsidRPr="00AA59B9">
          <w:rPr>
            <w:rStyle w:val="Hyperlink"/>
            <w:lang w:val="es-419"/>
          </w:rPr>
          <w:t>informe</w:t>
        </w:r>
      </w:hyperlink>
      <w:r w:rsidRPr="00FD058A">
        <w:rPr>
          <w:lang w:val="es-419"/>
        </w:rPr>
        <w:t xml:space="preserve"> </w:t>
      </w:r>
      <w:r w:rsidR="00D45108" w:rsidRPr="00FD058A">
        <w:rPr>
          <w:lang w:val="es-419"/>
        </w:rPr>
        <w:t xml:space="preserve">puede </w:t>
      </w:r>
      <w:r w:rsidRPr="00FD058A">
        <w:rPr>
          <w:lang w:val="es-419"/>
        </w:rPr>
        <w:t>consultarse en el sitio web de la OMPI.</w:t>
      </w:r>
    </w:p>
    <w:p w14:paraId="01552657" w14:textId="77777777" w:rsidR="000A6D34" w:rsidRPr="00FD058A" w:rsidRDefault="000A6D34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lastRenderedPageBreak/>
        <w:t xml:space="preserve">PUNTO 5 DEL ORDEN DEL DÍA 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DECLARACIONES GENERALES</w:t>
      </w:r>
    </w:p>
    <w:p w14:paraId="3AAC968C" w14:textId="500DBEA7" w:rsidR="000A6D34" w:rsidRPr="00FD058A" w:rsidRDefault="000A6D34" w:rsidP="000A6D34">
      <w:pPr>
        <w:spacing w:after="480"/>
        <w:rPr>
          <w:lang w:val="es-419"/>
        </w:rPr>
      </w:pPr>
      <w:r w:rsidRPr="00FD058A">
        <w:rPr>
          <w:lang w:val="es-419"/>
        </w:rPr>
        <w:t xml:space="preserve">Las </w:t>
      </w:r>
      <w:hyperlink r:id="rId9" w:history="1">
        <w:r w:rsidRPr="00AA59B9">
          <w:rPr>
            <w:rStyle w:val="Hyperlink"/>
            <w:lang w:val="es-419"/>
          </w:rPr>
          <w:t>declaraciones generales</w:t>
        </w:r>
      </w:hyperlink>
      <w:r w:rsidRPr="00FD058A">
        <w:rPr>
          <w:lang w:val="es-419"/>
        </w:rPr>
        <w:t xml:space="preserve"> presentadas por las delegaciones </w:t>
      </w:r>
      <w:r w:rsidR="00D45108" w:rsidRPr="00FD058A">
        <w:rPr>
          <w:lang w:val="es-419"/>
        </w:rPr>
        <w:t>pueden</w:t>
      </w:r>
      <w:r w:rsidRPr="00FD058A">
        <w:rPr>
          <w:lang w:val="es-419"/>
        </w:rPr>
        <w:t xml:space="preserve"> consultarse en el sitio web de la OMPI.</w:t>
      </w:r>
    </w:p>
    <w:p w14:paraId="0A184285" w14:textId="77777777" w:rsidR="000A6D34" w:rsidRPr="00FD058A" w:rsidRDefault="000A6D34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t xml:space="preserve">PUNTO 6 DEL ORDEN DEL DÍA 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Admisión de observadores</w:t>
      </w:r>
    </w:p>
    <w:p w14:paraId="5FBC9619" w14:textId="77777777" w:rsidR="000A6D34" w:rsidRPr="00FD058A" w:rsidRDefault="000A6D34" w:rsidP="000A6D34">
      <w:pPr>
        <w:spacing w:after="480"/>
        <w:ind w:left="547"/>
        <w:rPr>
          <w:lang w:val="es-419"/>
        </w:rPr>
      </w:pPr>
      <w:r w:rsidRPr="00FD058A">
        <w:rPr>
          <w:lang w:val="es-419"/>
        </w:rPr>
        <w:t>A/64/3 (</w:t>
      </w:r>
      <w:r w:rsidRPr="00FD058A">
        <w:rPr>
          <w:i/>
          <w:lang w:val="es-419"/>
        </w:rPr>
        <w:t>Admisión de observadores</w:t>
      </w:r>
      <w:r w:rsidRPr="00FD058A">
        <w:rPr>
          <w:lang w:val="es-419"/>
        </w:rPr>
        <w:t>)</w:t>
      </w:r>
    </w:p>
    <w:p w14:paraId="60D7163F" w14:textId="77777777" w:rsidR="000A6D34" w:rsidRPr="00FD058A" w:rsidRDefault="000A6D34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t xml:space="preserve">PUNTO 7 DEL ORDEN DEL DÍA 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Composición del Comité de Coordinación de la OMPI, y de los Comités Ejecutivos de las Uniones de París y de Berna</w:t>
      </w:r>
    </w:p>
    <w:p w14:paraId="367D4E92" w14:textId="77777777" w:rsidR="000A6D34" w:rsidRPr="00FD058A" w:rsidRDefault="000A6D34" w:rsidP="00952419">
      <w:pPr>
        <w:ind w:left="1267" w:hanging="720"/>
        <w:rPr>
          <w:lang w:val="es-419"/>
        </w:rPr>
      </w:pPr>
      <w:r w:rsidRPr="00FD058A">
        <w:rPr>
          <w:lang w:val="es-419"/>
        </w:rPr>
        <w:t>A/64/4 (</w:t>
      </w:r>
      <w:r w:rsidRPr="00FD058A">
        <w:rPr>
          <w:i/>
          <w:lang w:val="es-419"/>
        </w:rPr>
        <w:t>Composición del Comité de Coordinación de la OMPI, y de los Comités Ejecutivos de las Uniones de París y de Berna</w:t>
      </w:r>
      <w:r w:rsidRPr="00FD058A">
        <w:rPr>
          <w:lang w:val="es-419"/>
        </w:rPr>
        <w:t>)</w:t>
      </w:r>
    </w:p>
    <w:p w14:paraId="2B9BD3B8" w14:textId="77777777" w:rsidR="00006C3B" w:rsidRPr="00FD058A" w:rsidRDefault="00952419" w:rsidP="0049200A">
      <w:pPr>
        <w:ind w:left="1267" w:hanging="720"/>
        <w:rPr>
          <w:lang w:val="es-419"/>
        </w:rPr>
      </w:pPr>
      <w:r w:rsidRPr="00FD058A">
        <w:rPr>
          <w:lang w:val="es-419"/>
        </w:rPr>
        <w:t>A/64/9 (</w:t>
      </w:r>
      <w:r w:rsidRPr="00FD058A">
        <w:rPr>
          <w:i/>
          <w:lang w:val="es-419"/>
        </w:rPr>
        <w:t>Propuesta conjunta del Grupo de Asia y el Pacífico y del Grupo Africano sobre la composición del Comité de Coordinación de la OMPI</w:t>
      </w:r>
      <w:r w:rsidRPr="00FD058A">
        <w:rPr>
          <w:lang w:val="es-419"/>
        </w:rPr>
        <w:t>)</w:t>
      </w:r>
    </w:p>
    <w:p w14:paraId="003C0F29" w14:textId="2BB94C5F" w:rsidR="0049200A" w:rsidRPr="00FD058A" w:rsidRDefault="00006C3B" w:rsidP="00AA59B9">
      <w:pPr>
        <w:ind w:left="1350" w:hanging="803"/>
        <w:rPr>
          <w:lang w:val="es-419"/>
        </w:rPr>
      </w:pPr>
      <w:r w:rsidRPr="00FD058A">
        <w:rPr>
          <w:lang w:val="es-419"/>
        </w:rPr>
        <w:t>A/64/10 (</w:t>
      </w:r>
      <w:r w:rsidRPr="00FD058A">
        <w:rPr>
          <w:i/>
          <w:lang w:val="es-419"/>
        </w:rPr>
        <w:t>Propuesta del Grupo de Estados de Europa Central y el Báltico (CEBS) sobre la composición del Comité de Coordinación de la OMPI</w:t>
      </w:r>
      <w:r w:rsidRPr="00FD058A">
        <w:rPr>
          <w:lang w:val="es-419"/>
        </w:rPr>
        <w:t>)</w:t>
      </w:r>
      <w:r w:rsidR="0049200A" w:rsidRPr="00FD058A">
        <w:rPr>
          <w:lang w:val="es-419"/>
        </w:rPr>
        <w:t xml:space="preserve"> </w:t>
      </w:r>
    </w:p>
    <w:p w14:paraId="1B1E3C63" w14:textId="106AEF50" w:rsidR="0049200A" w:rsidRPr="00FD058A" w:rsidRDefault="0049200A" w:rsidP="00AA59B9">
      <w:pPr>
        <w:spacing w:after="480"/>
        <w:ind w:left="1350" w:hanging="806"/>
        <w:rPr>
          <w:lang w:val="es-419"/>
        </w:rPr>
      </w:pPr>
      <w:r w:rsidRPr="00FD058A">
        <w:rPr>
          <w:lang w:val="es-419"/>
        </w:rPr>
        <w:t>A/64/1</w:t>
      </w:r>
      <w:r w:rsidR="00006C3B" w:rsidRPr="00FD058A">
        <w:rPr>
          <w:lang w:val="es-419"/>
        </w:rPr>
        <w:t>2</w:t>
      </w:r>
      <w:r w:rsidRPr="00FD058A">
        <w:rPr>
          <w:lang w:val="es-419"/>
        </w:rPr>
        <w:t xml:space="preserve"> </w:t>
      </w:r>
      <w:bookmarkStart w:id="5" w:name="_Hlk146016074"/>
      <w:r w:rsidRPr="00FD058A">
        <w:rPr>
          <w:lang w:val="es-419"/>
        </w:rPr>
        <w:t>(</w:t>
      </w:r>
      <w:r w:rsidRPr="00FD058A">
        <w:rPr>
          <w:i/>
          <w:lang w:val="es-419"/>
        </w:rPr>
        <w:t xml:space="preserve">Propuesta del Grupo de </w:t>
      </w:r>
      <w:r w:rsidR="00006C3B" w:rsidRPr="00FD058A">
        <w:rPr>
          <w:i/>
          <w:lang w:val="es-419"/>
        </w:rPr>
        <w:t>Países de América Latina y el Caribe (GRULAC)</w:t>
      </w:r>
      <w:r w:rsidRPr="00FD058A">
        <w:rPr>
          <w:i/>
          <w:lang w:val="es-419"/>
        </w:rPr>
        <w:t xml:space="preserve"> sobre la composición del Comité de Coordinación de la OMPI</w:t>
      </w:r>
      <w:r w:rsidRPr="00FD058A">
        <w:rPr>
          <w:lang w:val="es-419"/>
        </w:rPr>
        <w:t>)</w:t>
      </w:r>
    </w:p>
    <w:bookmarkEnd w:id="5"/>
    <w:p w14:paraId="71FF670C" w14:textId="77777777" w:rsidR="000A6D34" w:rsidRPr="00FD058A" w:rsidRDefault="000A6D34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t xml:space="preserve">PUNTO 8 DEL ORDEN DEL DÍA 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Composición del Comité del Programa y Presupuesto</w:t>
      </w:r>
    </w:p>
    <w:p w14:paraId="6E2131B7" w14:textId="77777777" w:rsidR="000A6D34" w:rsidRPr="00FD058A" w:rsidRDefault="000A6D34" w:rsidP="000A6D34">
      <w:pPr>
        <w:spacing w:after="480"/>
        <w:ind w:left="547"/>
        <w:rPr>
          <w:lang w:val="es-419"/>
        </w:rPr>
      </w:pPr>
      <w:r w:rsidRPr="00FD058A">
        <w:rPr>
          <w:lang w:val="es-419"/>
        </w:rPr>
        <w:t>WO/GA/56/1 (</w:t>
      </w:r>
      <w:r w:rsidRPr="00FD058A">
        <w:rPr>
          <w:i/>
          <w:lang w:val="es-419"/>
        </w:rPr>
        <w:t>Composición del Comité del Programa y Presupuesto</w:t>
      </w:r>
      <w:r w:rsidRPr="00FD058A">
        <w:rPr>
          <w:lang w:val="es-419"/>
        </w:rPr>
        <w:t>)</w:t>
      </w:r>
    </w:p>
    <w:p w14:paraId="0A7D2B26" w14:textId="77777777" w:rsidR="000A6D34" w:rsidRPr="00FD058A" w:rsidRDefault="000A6D34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t xml:space="preserve">PUNTO 9 DEL ORDEN DEL DÍA 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Revisión del Reglamento General de la OMPI y de los reglamentos internos especiales de los órganos rectores de la OMPI</w:t>
      </w:r>
    </w:p>
    <w:p w14:paraId="7EED1968" w14:textId="77777777" w:rsidR="000A6D34" w:rsidRPr="00FD058A" w:rsidRDefault="000A6D34" w:rsidP="000A6D34">
      <w:pPr>
        <w:spacing w:after="480"/>
        <w:ind w:left="1267" w:hanging="720"/>
        <w:rPr>
          <w:lang w:val="es-419"/>
        </w:rPr>
      </w:pPr>
      <w:r w:rsidRPr="00FD058A">
        <w:rPr>
          <w:lang w:val="es-419"/>
        </w:rPr>
        <w:t xml:space="preserve">A/64/5 </w:t>
      </w:r>
      <w:r w:rsidRPr="00FD058A">
        <w:rPr>
          <w:i/>
          <w:lang w:val="es-419"/>
        </w:rPr>
        <w:t xml:space="preserve">(Revisión del Reglamento General de la OMPI y de los reglamentos internos especiales de los órganos rectores de la </w:t>
      </w:r>
      <w:r w:rsidR="001509E4" w:rsidRPr="00FD058A">
        <w:rPr>
          <w:i/>
          <w:lang w:val="es-419"/>
        </w:rPr>
        <w:t>OMPI y de las Uniones administradas por la OMPI</w:t>
      </w:r>
      <w:r w:rsidRPr="00FD058A">
        <w:rPr>
          <w:lang w:val="es-419"/>
        </w:rPr>
        <w:t>)</w:t>
      </w:r>
    </w:p>
    <w:p w14:paraId="68F4AB5B" w14:textId="77777777" w:rsidR="000A6D34" w:rsidRPr="00FD058A" w:rsidRDefault="000A6D34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t xml:space="preserve">PUNTO 10 DEL ORDEN DEL DÍA 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Informes de auditoría y supervisión</w:t>
      </w:r>
    </w:p>
    <w:p w14:paraId="0D5EB693" w14:textId="77777777" w:rsidR="000A6D34" w:rsidRPr="00FD058A" w:rsidRDefault="000A6D34" w:rsidP="000A6D34">
      <w:pPr>
        <w:ind w:left="547"/>
        <w:rPr>
          <w:lang w:val="es-419"/>
        </w:rPr>
      </w:pPr>
      <w:r w:rsidRPr="00FD058A">
        <w:rPr>
          <w:lang w:val="es-419"/>
        </w:rPr>
        <w:t>WO/GA/56/2 (</w:t>
      </w:r>
      <w:r w:rsidRPr="00FD058A">
        <w:rPr>
          <w:i/>
          <w:lang w:val="es-419"/>
        </w:rPr>
        <w:t>Informe de la Comisión Consultiva Independiente de Supervisión (CCIS)</w:t>
      </w:r>
      <w:r w:rsidRPr="00FD058A">
        <w:rPr>
          <w:lang w:val="es-419"/>
        </w:rPr>
        <w:t>)</w:t>
      </w:r>
    </w:p>
    <w:p w14:paraId="058EEA31" w14:textId="77777777" w:rsidR="000A6D34" w:rsidRPr="00FD058A" w:rsidRDefault="000A6D34" w:rsidP="000A6D34">
      <w:pPr>
        <w:ind w:left="547"/>
        <w:rPr>
          <w:lang w:val="es-419"/>
        </w:rPr>
      </w:pPr>
      <w:r w:rsidRPr="00FD058A">
        <w:rPr>
          <w:lang w:val="es-419"/>
        </w:rPr>
        <w:t>A/64/6 (</w:t>
      </w:r>
      <w:r w:rsidRPr="00FD058A">
        <w:rPr>
          <w:i/>
          <w:lang w:val="es-419"/>
        </w:rPr>
        <w:t>Informe del auditor externo</w:t>
      </w:r>
      <w:r w:rsidRPr="00FD058A">
        <w:rPr>
          <w:lang w:val="es-419"/>
        </w:rPr>
        <w:t>)</w:t>
      </w:r>
    </w:p>
    <w:p w14:paraId="56BB0389" w14:textId="77777777" w:rsidR="000A6D34" w:rsidRPr="00FD058A" w:rsidRDefault="000A6D34" w:rsidP="000A6D34">
      <w:pPr>
        <w:ind w:left="547"/>
        <w:rPr>
          <w:lang w:val="es-419"/>
        </w:rPr>
      </w:pPr>
      <w:r w:rsidRPr="00FD058A">
        <w:rPr>
          <w:lang w:val="es-419"/>
        </w:rPr>
        <w:t>WO/GA/56/3 (</w:t>
      </w:r>
      <w:r w:rsidRPr="00FD058A">
        <w:rPr>
          <w:i/>
          <w:lang w:val="es-419"/>
        </w:rPr>
        <w:t>Informe anual del director de la División de Supervisión Interna (DSI)</w:t>
      </w:r>
      <w:r w:rsidRPr="00FD058A">
        <w:rPr>
          <w:lang w:val="es-419"/>
        </w:rPr>
        <w:t>)</w:t>
      </w:r>
    </w:p>
    <w:p w14:paraId="5F837F47" w14:textId="77777777" w:rsidR="000A6D34" w:rsidRPr="00FD058A" w:rsidRDefault="000A6D34" w:rsidP="000A6D34">
      <w:pPr>
        <w:spacing w:after="480"/>
        <w:ind w:left="547"/>
        <w:rPr>
          <w:lang w:val="es-419"/>
        </w:rPr>
      </w:pPr>
      <w:r w:rsidRPr="00FD058A">
        <w:rPr>
          <w:lang w:val="es-419"/>
        </w:rPr>
        <w:t>A/64/7 (</w:t>
      </w:r>
      <w:r w:rsidRPr="00FD058A">
        <w:rPr>
          <w:i/>
          <w:lang w:val="es-419"/>
        </w:rPr>
        <w:t>Lista de decisiones adoptadas por el Comité del Programa y Presupuesto</w:t>
      </w:r>
      <w:r w:rsidRPr="00FD058A">
        <w:rPr>
          <w:lang w:val="es-419"/>
        </w:rPr>
        <w:t>)</w:t>
      </w:r>
      <w:r w:rsidRPr="00FD058A">
        <w:rPr>
          <w:rStyle w:val="FootnoteReference"/>
          <w:lang w:val="es-419"/>
        </w:rPr>
        <w:footnoteReference w:id="2"/>
      </w:r>
    </w:p>
    <w:p w14:paraId="52B69ED5" w14:textId="77777777" w:rsidR="000A6D34" w:rsidRPr="00FD058A" w:rsidRDefault="000A6D34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t xml:space="preserve">PUNTO 11 DEL ORDEN DEL DÍA 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Nombramiento del auditor externo</w:t>
      </w:r>
    </w:p>
    <w:p w14:paraId="42F83BA1" w14:textId="77777777" w:rsidR="000A6D34" w:rsidRPr="00FD058A" w:rsidRDefault="000A6D34" w:rsidP="000A6D34">
      <w:pPr>
        <w:spacing w:after="480"/>
        <w:ind w:left="547"/>
        <w:rPr>
          <w:lang w:val="es-419"/>
        </w:rPr>
      </w:pPr>
      <w:r w:rsidRPr="00FD058A">
        <w:rPr>
          <w:lang w:val="es-419"/>
        </w:rPr>
        <w:t>WO/GA/56/4 (</w:t>
      </w:r>
      <w:r w:rsidRPr="00FD058A">
        <w:rPr>
          <w:i/>
          <w:lang w:val="es-419"/>
        </w:rPr>
        <w:t>Nombramiento del auditor externo</w:t>
      </w:r>
      <w:r w:rsidRPr="00FD058A">
        <w:rPr>
          <w:lang w:val="es-419"/>
        </w:rPr>
        <w:t>)</w:t>
      </w:r>
    </w:p>
    <w:p w14:paraId="481458B1" w14:textId="77777777" w:rsidR="000A6D34" w:rsidRPr="00FD058A" w:rsidRDefault="000A6D34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lastRenderedPageBreak/>
        <w:t xml:space="preserve">PUNTO 12 DEL ORDEN DEL DÍA 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Informe del Comité del Programa y Presupuesto (PBC)</w:t>
      </w:r>
    </w:p>
    <w:p w14:paraId="4F9B69E6" w14:textId="77777777" w:rsidR="000A6D34" w:rsidRPr="00FD058A" w:rsidRDefault="000A6D34" w:rsidP="000A6D34">
      <w:pPr>
        <w:ind w:left="547"/>
        <w:rPr>
          <w:lang w:val="es-419"/>
        </w:rPr>
      </w:pPr>
      <w:r w:rsidRPr="00FD058A">
        <w:rPr>
          <w:lang w:val="es-419"/>
        </w:rPr>
        <w:t>A/64/7 (</w:t>
      </w:r>
      <w:r w:rsidRPr="00FD058A">
        <w:rPr>
          <w:i/>
          <w:lang w:val="es-419"/>
        </w:rPr>
        <w:t>Lista de decisiones adoptadas por el Comité del Programa y Presupuesto</w:t>
      </w:r>
      <w:r w:rsidRPr="00FD058A">
        <w:rPr>
          <w:lang w:val="es-419"/>
        </w:rPr>
        <w:t>)</w:t>
      </w:r>
      <w:r w:rsidRPr="00FD058A">
        <w:rPr>
          <w:rStyle w:val="FootnoteReference"/>
          <w:lang w:val="es-419"/>
        </w:rPr>
        <w:footnoteReference w:id="3"/>
      </w:r>
    </w:p>
    <w:p w14:paraId="183A701A" w14:textId="77777777" w:rsidR="0049200A" w:rsidRPr="00FD058A" w:rsidRDefault="0049200A" w:rsidP="000A6D34">
      <w:pPr>
        <w:ind w:left="547"/>
        <w:rPr>
          <w:lang w:val="es-419"/>
        </w:rPr>
      </w:pPr>
      <w:r w:rsidRPr="00FD058A">
        <w:rPr>
          <w:lang w:val="es-419"/>
        </w:rPr>
        <w:t>A/64/11 (</w:t>
      </w:r>
      <w:r w:rsidRPr="00FD058A">
        <w:rPr>
          <w:i/>
          <w:iCs/>
          <w:lang w:val="es-419"/>
        </w:rPr>
        <w:t>Propuesta de programa de trabajo y presupuesto para el bienio 2024/25</w:t>
      </w:r>
      <w:r w:rsidRPr="00FD058A">
        <w:rPr>
          <w:lang w:val="es-419"/>
        </w:rPr>
        <w:t>)</w:t>
      </w:r>
    </w:p>
    <w:p w14:paraId="14EB5D3B" w14:textId="77777777" w:rsidR="000A6D34" w:rsidRPr="00FD058A" w:rsidRDefault="000A6D34" w:rsidP="000A6D34">
      <w:pPr>
        <w:rPr>
          <w:b/>
          <w:bCs/>
          <w:caps/>
          <w:kern w:val="32"/>
          <w:szCs w:val="32"/>
          <w:lang w:val="es-419"/>
        </w:rPr>
      </w:pPr>
    </w:p>
    <w:p w14:paraId="2464545C" w14:textId="77777777" w:rsidR="000A6D34" w:rsidRPr="00FD058A" w:rsidRDefault="000A6D34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t xml:space="preserve">PUNTO 13 DEL ORDEN DEL DÍA 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Informes de los Comités de la OMPI</w:t>
      </w:r>
    </w:p>
    <w:p w14:paraId="3805228B" w14:textId="77777777" w:rsidR="000A6D34" w:rsidRPr="00FD058A" w:rsidRDefault="000A6D34" w:rsidP="000A6D34">
      <w:pPr>
        <w:ind w:left="1901" w:hanging="1339"/>
        <w:rPr>
          <w:lang w:val="es-419"/>
        </w:rPr>
      </w:pPr>
      <w:r w:rsidRPr="00FD058A">
        <w:rPr>
          <w:lang w:val="es-419"/>
        </w:rPr>
        <w:t xml:space="preserve">WO/GA/56/5 </w:t>
      </w:r>
      <w:r w:rsidRPr="00FD058A">
        <w:rPr>
          <w:i/>
          <w:lang w:val="es-419"/>
        </w:rPr>
        <w:t>(Informe del Comité Permanente de Derecho de Autor y Derechos Conexos (SCCR))</w:t>
      </w:r>
    </w:p>
    <w:p w14:paraId="380AEF29" w14:textId="77777777" w:rsidR="000A6D34" w:rsidRPr="00FD058A" w:rsidRDefault="000A6D34" w:rsidP="000A6D34">
      <w:pPr>
        <w:ind w:left="547"/>
        <w:rPr>
          <w:lang w:val="es-419"/>
        </w:rPr>
      </w:pPr>
      <w:r w:rsidRPr="00FD058A">
        <w:rPr>
          <w:lang w:val="es-419"/>
        </w:rPr>
        <w:t>WO/GA/56/6</w:t>
      </w:r>
      <w:r w:rsidRPr="00FD058A">
        <w:rPr>
          <w:i/>
          <w:lang w:val="es-419"/>
        </w:rPr>
        <w:t xml:space="preserve"> (Informe del Comité Permanente sobre el Derecho de Patentes (SCP))</w:t>
      </w:r>
    </w:p>
    <w:p w14:paraId="1685C85F" w14:textId="77777777" w:rsidR="000A6D34" w:rsidRPr="00FD058A" w:rsidRDefault="000A6D34" w:rsidP="000A6D34">
      <w:pPr>
        <w:ind w:left="1901" w:hanging="1354"/>
        <w:rPr>
          <w:lang w:val="es-419"/>
        </w:rPr>
      </w:pPr>
      <w:r w:rsidRPr="00FD058A">
        <w:rPr>
          <w:lang w:val="es-419"/>
        </w:rPr>
        <w:t>WO/GA/56/8</w:t>
      </w:r>
      <w:r w:rsidRPr="00FD058A">
        <w:rPr>
          <w:i/>
          <w:lang w:val="es-419"/>
        </w:rPr>
        <w:t xml:space="preserve"> (Informe del Comité Permanente sobre el Derecho de Marcas, Diseños Industriales e Indicaciones Geográficas (SCT))</w:t>
      </w:r>
    </w:p>
    <w:p w14:paraId="25649B23" w14:textId="77777777" w:rsidR="000A6D34" w:rsidRPr="00FD058A" w:rsidRDefault="000A6D34" w:rsidP="000A6D34">
      <w:pPr>
        <w:ind w:left="1901" w:hanging="1354"/>
        <w:rPr>
          <w:lang w:val="es-419"/>
        </w:rPr>
      </w:pPr>
      <w:r w:rsidRPr="00FD058A">
        <w:rPr>
          <w:lang w:val="es-419"/>
        </w:rPr>
        <w:t>WO/GA/56/9 (</w:t>
      </w:r>
      <w:r w:rsidRPr="00FD058A">
        <w:rPr>
          <w:i/>
          <w:lang w:val="es-419"/>
        </w:rPr>
        <w:t>Informe del Comité de Desarrollo y Propiedad Intelectual (CDIP) y reseña sobre la aplicación de las recomendaciones de la Agenda para el Desarrollo</w:t>
      </w:r>
      <w:r w:rsidRPr="00FD058A">
        <w:rPr>
          <w:lang w:val="es-419"/>
        </w:rPr>
        <w:t>)</w:t>
      </w:r>
    </w:p>
    <w:p w14:paraId="1FA05127" w14:textId="77777777" w:rsidR="000A6D34" w:rsidRPr="00FD058A" w:rsidRDefault="000A6D34" w:rsidP="000A6D34">
      <w:pPr>
        <w:ind w:left="1980" w:hanging="1433"/>
        <w:rPr>
          <w:lang w:val="es-419"/>
        </w:rPr>
      </w:pPr>
      <w:r w:rsidRPr="00FD058A">
        <w:rPr>
          <w:lang w:val="es-419"/>
        </w:rPr>
        <w:t xml:space="preserve">WO/GA/56/10 </w:t>
      </w:r>
      <w:r w:rsidRPr="00FD058A">
        <w:rPr>
          <w:i/>
          <w:lang w:val="es-419"/>
        </w:rPr>
        <w:t>(Informe del Comité Intergubernamental sobre Propiedad Intelectual y Recursos Genéticos, Conocimientos Tradicionales y Folclore (CIG)</w:t>
      </w:r>
      <w:r w:rsidRPr="00FD058A">
        <w:rPr>
          <w:lang w:val="es-419"/>
        </w:rPr>
        <w:t>)</w:t>
      </w:r>
    </w:p>
    <w:p w14:paraId="64560AED" w14:textId="77777777" w:rsidR="000A6D34" w:rsidRPr="00FD058A" w:rsidRDefault="000A6D34" w:rsidP="000A6D34">
      <w:pPr>
        <w:ind w:left="547"/>
        <w:rPr>
          <w:lang w:val="es-419"/>
        </w:rPr>
      </w:pPr>
      <w:r w:rsidRPr="00FD058A">
        <w:rPr>
          <w:lang w:val="es-419"/>
        </w:rPr>
        <w:t>WO/GA/56/11</w:t>
      </w:r>
      <w:r w:rsidRPr="00FD058A">
        <w:rPr>
          <w:i/>
          <w:lang w:val="es-419"/>
        </w:rPr>
        <w:t xml:space="preserve"> (Informe del Comité de Normas Técnicas de la OMPI (CWS)</w:t>
      </w:r>
      <w:r w:rsidRPr="00FD058A">
        <w:rPr>
          <w:lang w:val="es-419"/>
        </w:rPr>
        <w:t>)</w:t>
      </w:r>
    </w:p>
    <w:p w14:paraId="53EE040F" w14:textId="77777777" w:rsidR="000A6D34" w:rsidRPr="00FD058A" w:rsidRDefault="000A6D34" w:rsidP="00BF6F9C">
      <w:pPr>
        <w:spacing w:after="480"/>
        <w:ind w:left="547"/>
        <w:rPr>
          <w:lang w:val="es-419"/>
        </w:rPr>
      </w:pPr>
      <w:r w:rsidRPr="00FD058A">
        <w:rPr>
          <w:lang w:val="es-419"/>
        </w:rPr>
        <w:t>WO/GA/56/12 (</w:t>
      </w:r>
      <w:r w:rsidRPr="00FD058A">
        <w:rPr>
          <w:i/>
          <w:lang w:val="es-419"/>
        </w:rPr>
        <w:t>Informe del Comité Asesor sobre Observancia (ACE)</w:t>
      </w:r>
      <w:r w:rsidRPr="00FD058A">
        <w:rPr>
          <w:lang w:val="es-419"/>
        </w:rPr>
        <w:t>)</w:t>
      </w:r>
    </w:p>
    <w:p w14:paraId="6D1E84BE" w14:textId="77777777" w:rsidR="000A6D34" w:rsidRPr="00FD058A" w:rsidRDefault="000A6D34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t xml:space="preserve">PUNTO 14 DEL ORDEN DEL DÍA 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Sistema del PCT</w:t>
      </w:r>
    </w:p>
    <w:p w14:paraId="46D7704C" w14:textId="77777777" w:rsidR="000A6D34" w:rsidRPr="00FD058A" w:rsidRDefault="000A6D34" w:rsidP="000A6D34">
      <w:pPr>
        <w:ind w:left="1800" w:hanging="1253"/>
        <w:rPr>
          <w:lang w:val="es-419"/>
        </w:rPr>
      </w:pPr>
      <w:r w:rsidRPr="00FD058A">
        <w:rPr>
          <w:lang w:val="es-419"/>
        </w:rPr>
        <w:t>PCT/A/55/1 (</w:t>
      </w:r>
      <w:r w:rsidRPr="00FD058A">
        <w:rPr>
          <w:i/>
          <w:lang w:val="es-419"/>
        </w:rPr>
        <w:t>Designación de la Autoridad Saudita para la Propiedad Intelectual (SAIP) como Administración encargada de la búsqueda internacional y del examen preliminar internacional en virtud del PCT</w:t>
      </w:r>
      <w:r w:rsidRPr="00FD058A">
        <w:rPr>
          <w:lang w:val="es-419"/>
        </w:rPr>
        <w:t>)</w:t>
      </w:r>
    </w:p>
    <w:p w14:paraId="51FBF670" w14:textId="77777777" w:rsidR="000A6D34" w:rsidRPr="00FD058A" w:rsidRDefault="000A6D34" w:rsidP="00952419">
      <w:pPr>
        <w:ind w:left="1800" w:hanging="1253"/>
        <w:rPr>
          <w:lang w:val="es-419"/>
        </w:rPr>
      </w:pPr>
      <w:r w:rsidRPr="00FD058A">
        <w:rPr>
          <w:lang w:val="es-419"/>
        </w:rPr>
        <w:t xml:space="preserve">PCT/A/55/2 </w:t>
      </w:r>
      <w:r w:rsidR="0099047A" w:rsidRPr="00FD058A">
        <w:rPr>
          <w:lang w:val="es-419"/>
        </w:rPr>
        <w:t>(</w:t>
      </w:r>
      <w:r w:rsidRPr="00FD058A">
        <w:rPr>
          <w:i/>
          <w:lang w:val="es-419"/>
        </w:rPr>
        <w:t>Propuestas de modificación del Reglamento del PCT</w:t>
      </w:r>
      <w:r w:rsidR="0099047A" w:rsidRPr="00FD058A">
        <w:rPr>
          <w:lang w:val="es-419"/>
        </w:rPr>
        <w:t>)</w:t>
      </w:r>
    </w:p>
    <w:p w14:paraId="4A2A16EE" w14:textId="77777777" w:rsidR="00952419" w:rsidRPr="00FD058A" w:rsidRDefault="00952419" w:rsidP="00BF6F9C">
      <w:pPr>
        <w:spacing w:after="480"/>
        <w:ind w:left="1800" w:hanging="1253"/>
        <w:rPr>
          <w:lang w:val="es-419"/>
        </w:rPr>
      </w:pPr>
      <w:r w:rsidRPr="00FD058A">
        <w:rPr>
          <w:lang w:val="es-419"/>
        </w:rPr>
        <w:t>PCT/A/55/3 (</w:t>
      </w:r>
      <w:r w:rsidRPr="00FD058A">
        <w:rPr>
          <w:i/>
          <w:lang w:val="es-419"/>
        </w:rPr>
        <w:t xml:space="preserve">Modificación del acuerdo relativo al funcionamiento del Instituto Ucraniano de Propiedad Intelectual como Administración encargada de la búsqueda internacional y </w:t>
      </w:r>
      <w:r w:rsidR="00C92145" w:rsidRPr="00FD058A">
        <w:rPr>
          <w:i/>
          <w:lang w:val="es-419"/>
        </w:rPr>
        <w:t xml:space="preserve">del </w:t>
      </w:r>
      <w:r w:rsidRPr="00FD058A">
        <w:rPr>
          <w:i/>
          <w:lang w:val="es-419"/>
        </w:rPr>
        <w:t>examen preliminar internacional en virtud del PCT</w:t>
      </w:r>
      <w:r w:rsidRPr="00FD058A">
        <w:rPr>
          <w:lang w:val="es-419"/>
        </w:rPr>
        <w:t>)</w:t>
      </w:r>
    </w:p>
    <w:p w14:paraId="4BBE860C" w14:textId="77777777" w:rsidR="000A6D34" w:rsidRPr="00FD058A" w:rsidRDefault="000A6D34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t xml:space="preserve">PUNTO 15 DEL ORDEN DEL DÍA 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Sistema de Madrid</w:t>
      </w:r>
    </w:p>
    <w:p w14:paraId="67294F2D" w14:textId="77777777" w:rsidR="000A6D34" w:rsidRPr="00FD058A" w:rsidRDefault="000A6D34" w:rsidP="000A6D34">
      <w:pPr>
        <w:spacing w:after="480"/>
        <w:ind w:left="1713" w:hanging="1166"/>
        <w:rPr>
          <w:lang w:val="es-419"/>
        </w:rPr>
      </w:pPr>
      <w:r w:rsidRPr="00FD058A">
        <w:rPr>
          <w:lang w:val="es-419"/>
        </w:rPr>
        <w:t>MM/A/57/1 (</w:t>
      </w:r>
      <w:r w:rsidRPr="00FD058A">
        <w:rPr>
          <w:i/>
          <w:lang w:val="es-419"/>
        </w:rPr>
        <w:t>Propuestas de modificación del Reglamento del Protocolo concerniente al Arreglo de Madrid relativo al Registro Internacional de Marcas</w:t>
      </w:r>
      <w:r w:rsidRPr="00FD058A">
        <w:rPr>
          <w:lang w:val="es-419"/>
        </w:rPr>
        <w:t>)</w:t>
      </w:r>
    </w:p>
    <w:p w14:paraId="36CF62DD" w14:textId="77777777" w:rsidR="000A6D34" w:rsidRPr="00FD058A" w:rsidRDefault="000A6D34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t xml:space="preserve">PUNTO 16 DEL ORDEN DEL DÍA 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Sistema de La Haya</w:t>
      </w:r>
    </w:p>
    <w:p w14:paraId="4D10993E" w14:textId="77777777" w:rsidR="000A6D34" w:rsidRPr="00FD058A" w:rsidRDefault="00417480" w:rsidP="000A6D34">
      <w:pPr>
        <w:spacing w:after="480"/>
        <w:ind w:left="1454" w:hanging="907"/>
        <w:rPr>
          <w:lang w:val="es-419"/>
        </w:rPr>
      </w:pPr>
      <w:r w:rsidRPr="00FD058A">
        <w:rPr>
          <w:lang w:val="es-419"/>
        </w:rPr>
        <w:t>H/A/43/1 (</w:t>
      </w:r>
      <w:r w:rsidRPr="00FD058A">
        <w:rPr>
          <w:i/>
          <w:lang w:val="es-419"/>
        </w:rPr>
        <w:t>Propuestas de modificación de la tabla de tasas anexa al Reglamento Común del Acta de 1999 y del Acta de 1960 del Arreglo de La Haya</w:t>
      </w:r>
      <w:r w:rsidRPr="00FD058A">
        <w:rPr>
          <w:lang w:val="es-419"/>
        </w:rPr>
        <w:t>)</w:t>
      </w:r>
    </w:p>
    <w:p w14:paraId="10D3BB04" w14:textId="77777777" w:rsidR="000A6D34" w:rsidRPr="00FD058A" w:rsidRDefault="000A6D34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t xml:space="preserve">PUNTO 17 DEL ORDEN DEL DÍA 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Sistema de Lisboa</w:t>
      </w:r>
    </w:p>
    <w:p w14:paraId="25BA339D" w14:textId="77777777" w:rsidR="000A6D34" w:rsidRPr="00FD058A" w:rsidRDefault="000A6D34" w:rsidP="000A6D34">
      <w:pPr>
        <w:spacing w:after="480"/>
        <w:ind w:left="1526" w:hanging="979"/>
        <w:rPr>
          <w:lang w:val="es-419"/>
        </w:rPr>
      </w:pPr>
      <w:r w:rsidRPr="00FD058A">
        <w:rPr>
          <w:lang w:val="es-419"/>
        </w:rPr>
        <w:t>LI/A/40/1 (</w:t>
      </w:r>
      <w:r w:rsidRPr="00FD058A">
        <w:rPr>
          <w:i/>
          <w:lang w:val="es-419"/>
        </w:rPr>
        <w:t>Propuestas de modificación del Reglamento Común del Arreglo de Lisboa y del Acta de Ginebra del Arreglo de Lisboa</w:t>
      </w:r>
      <w:r w:rsidRPr="00FD058A">
        <w:rPr>
          <w:lang w:val="es-419"/>
        </w:rPr>
        <w:t>)</w:t>
      </w:r>
    </w:p>
    <w:p w14:paraId="735AD97C" w14:textId="77777777" w:rsidR="000A6D34" w:rsidRPr="00FD058A" w:rsidRDefault="000A6D34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lastRenderedPageBreak/>
        <w:t xml:space="preserve">PUNTO 18 DEL ORDEN DEL DÍA 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Centro de Arbitraje y Mediación de la OMPI, y nombres de dominio</w:t>
      </w:r>
    </w:p>
    <w:p w14:paraId="7F5666E0" w14:textId="77777777" w:rsidR="000A6D34" w:rsidRPr="00FD058A" w:rsidRDefault="000A6D34" w:rsidP="000A6D34">
      <w:pPr>
        <w:spacing w:after="480"/>
        <w:ind w:left="547"/>
        <w:rPr>
          <w:lang w:val="es-419"/>
        </w:rPr>
      </w:pPr>
      <w:r w:rsidRPr="00FD058A">
        <w:rPr>
          <w:lang w:val="es-419"/>
        </w:rPr>
        <w:t>WO/GA/56/13 (</w:t>
      </w:r>
      <w:r w:rsidRPr="00FD058A">
        <w:rPr>
          <w:i/>
          <w:lang w:val="es-419"/>
        </w:rPr>
        <w:t>Centro de Arbitraje y Mediación de la OMPI, y nombres de dominio</w:t>
      </w:r>
      <w:r w:rsidRPr="00FD058A">
        <w:rPr>
          <w:lang w:val="es-419"/>
        </w:rPr>
        <w:t>)</w:t>
      </w:r>
    </w:p>
    <w:p w14:paraId="30B590E5" w14:textId="77777777" w:rsidR="000A6D34" w:rsidRPr="00FD058A" w:rsidRDefault="000A6D34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t xml:space="preserve">PUNTO 19 DEL ORDEN DEL DÍA 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Tratado sobre el Derecho de Patentes (PLT)</w:t>
      </w:r>
    </w:p>
    <w:p w14:paraId="40845BDC" w14:textId="77777777" w:rsidR="000A6D34" w:rsidRPr="00FD058A" w:rsidRDefault="000A6D34" w:rsidP="000A6D34">
      <w:pPr>
        <w:spacing w:after="480"/>
        <w:ind w:left="1901" w:hanging="1354"/>
        <w:rPr>
          <w:lang w:val="es-419"/>
        </w:rPr>
      </w:pPr>
      <w:r w:rsidRPr="00FD058A">
        <w:rPr>
          <w:lang w:val="es-419"/>
        </w:rPr>
        <w:t>WO/GA/56/7 (</w:t>
      </w:r>
      <w:r w:rsidRPr="00FD058A">
        <w:rPr>
          <w:i/>
          <w:lang w:val="es-419"/>
        </w:rPr>
        <w:t>Asistencia técnica y cooperación en relación con el Tratado sobre el Derecho de Patentes (PLT)</w:t>
      </w:r>
      <w:r w:rsidRPr="00FD058A">
        <w:rPr>
          <w:lang w:val="es-419"/>
        </w:rPr>
        <w:t>)</w:t>
      </w:r>
    </w:p>
    <w:p w14:paraId="30C4E961" w14:textId="77777777" w:rsidR="000A6D34" w:rsidRPr="00FD058A" w:rsidRDefault="000A6D34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t xml:space="preserve">PUNTO 20 DEL ORDEN DEL DÍA 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Tratado de Singapur sobre el Derecho de Marcas (STLT)</w:t>
      </w:r>
    </w:p>
    <w:p w14:paraId="0D39FBA5" w14:textId="77777777" w:rsidR="000A6D34" w:rsidRPr="00FD058A" w:rsidRDefault="000A6D34" w:rsidP="000A6D34">
      <w:pPr>
        <w:spacing w:after="480"/>
        <w:ind w:left="1901" w:hanging="1354"/>
        <w:rPr>
          <w:lang w:val="es-419"/>
        </w:rPr>
      </w:pPr>
      <w:r w:rsidRPr="00FD058A">
        <w:rPr>
          <w:lang w:val="es-419"/>
        </w:rPr>
        <w:t>STLT/A/16/1 (</w:t>
      </w:r>
      <w:r w:rsidRPr="00FD058A">
        <w:rPr>
          <w:i/>
          <w:lang w:val="es-419"/>
        </w:rPr>
        <w:t>Asistencia técnica y cooperación en relación con el Tratado de Singapur sobre el Derecho de Marcas</w:t>
      </w:r>
      <w:r w:rsidRPr="00FD058A">
        <w:rPr>
          <w:lang w:val="es-419"/>
        </w:rPr>
        <w:t>)</w:t>
      </w:r>
    </w:p>
    <w:p w14:paraId="04778E69" w14:textId="77777777" w:rsidR="000A6D34" w:rsidRPr="00FD058A" w:rsidRDefault="000A6D34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t xml:space="preserve">PUNTO 21 DEL ORDEN DEL DÍA 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Asistencia y apoyo al sector de la innovación y la creatividad y al sistema de propiedad intelectual de Ucrania</w:t>
      </w:r>
    </w:p>
    <w:p w14:paraId="799EFEB9" w14:textId="77777777" w:rsidR="000A6D34" w:rsidRPr="00FD058A" w:rsidRDefault="000A6D34" w:rsidP="000A6D34">
      <w:pPr>
        <w:spacing w:after="480"/>
        <w:ind w:left="1267" w:hanging="720"/>
        <w:rPr>
          <w:lang w:val="es-419"/>
        </w:rPr>
      </w:pPr>
      <w:r w:rsidRPr="00FD058A">
        <w:rPr>
          <w:lang w:val="es-419"/>
        </w:rPr>
        <w:t>A/64/8 (</w:t>
      </w:r>
      <w:r w:rsidRPr="00FD058A">
        <w:rPr>
          <w:i/>
          <w:lang w:val="es-419"/>
        </w:rPr>
        <w:t>Informe sobre la asistencia y el apoyo al sector de la innovación y la creatividad y al sistema de propiedad intelectual de Ucrania</w:t>
      </w:r>
      <w:r w:rsidRPr="00FD058A">
        <w:rPr>
          <w:lang w:val="es-419"/>
        </w:rPr>
        <w:t>)</w:t>
      </w:r>
    </w:p>
    <w:p w14:paraId="639F0254" w14:textId="77777777" w:rsidR="004625B9" w:rsidRPr="00FD058A" w:rsidRDefault="000A6D34" w:rsidP="004625B9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t xml:space="preserve">PUNTO 22 DEL ORDEN DEL DÍA </w:t>
      </w:r>
      <w:r w:rsidR="00E7335E" w:rsidRPr="00FD058A">
        <w:rPr>
          <w:lang w:val="es-419"/>
        </w:rPr>
        <w:tab/>
      </w:r>
      <w:r w:rsidR="004625B9" w:rsidRPr="00FD058A">
        <w:rPr>
          <w:lang w:val="es-419"/>
        </w:rPr>
        <w:t xml:space="preserve">NOMBRAMIENTO DEL DIRECTOR/LA DIRECTORA DE LA DIVISIÓN DE SUPERVISIÓN INTERNA (dsi) </w:t>
      </w:r>
    </w:p>
    <w:p w14:paraId="66294BEC" w14:textId="77777777" w:rsidR="004625B9" w:rsidRPr="00FD058A" w:rsidRDefault="004625B9" w:rsidP="004625B9">
      <w:pPr>
        <w:spacing w:after="480"/>
        <w:ind w:left="539"/>
        <w:rPr>
          <w:lang w:val="es-419"/>
        </w:rPr>
      </w:pPr>
      <w:r w:rsidRPr="00FD058A">
        <w:rPr>
          <w:lang w:val="es-419"/>
        </w:rPr>
        <w:t>WO/CC/82/5 (</w:t>
      </w:r>
      <w:r w:rsidRPr="00FD058A">
        <w:rPr>
          <w:i/>
          <w:lang w:val="es-419"/>
        </w:rPr>
        <w:t>Nombramiento del director/la directora de la División de Supervisión Interna (DSI)</w:t>
      </w:r>
      <w:r w:rsidRPr="00FD058A">
        <w:rPr>
          <w:lang w:val="es-419"/>
        </w:rPr>
        <w:t>)</w:t>
      </w:r>
    </w:p>
    <w:p w14:paraId="59527CCB" w14:textId="77777777" w:rsidR="004625B9" w:rsidRPr="00FD058A" w:rsidRDefault="004625B9" w:rsidP="004625B9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t xml:space="preserve">PUNTO 23 DEL ORDEN DEL DÍA </w:t>
      </w:r>
      <w:r w:rsidRPr="00FD058A">
        <w:rPr>
          <w:lang w:val="es-419"/>
        </w:rPr>
        <w:tab/>
        <w:t>Informes sobre asuntos relativos al personal</w:t>
      </w:r>
    </w:p>
    <w:p w14:paraId="4C8A4C57" w14:textId="77777777" w:rsidR="000A6D34" w:rsidRPr="00FD058A" w:rsidRDefault="000A6D34" w:rsidP="000A6D34">
      <w:pPr>
        <w:ind w:left="540"/>
        <w:rPr>
          <w:lang w:val="es-419"/>
        </w:rPr>
      </w:pPr>
      <w:r w:rsidRPr="00FD058A">
        <w:rPr>
          <w:lang w:val="es-419"/>
        </w:rPr>
        <w:t>WO/CC/8</w:t>
      </w:r>
      <w:r w:rsidR="00E03D31" w:rsidRPr="00FD058A">
        <w:rPr>
          <w:lang w:val="es-419"/>
        </w:rPr>
        <w:t>2</w:t>
      </w:r>
      <w:r w:rsidRPr="00FD058A">
        <w:rPr>
          <w:lang w:val="es-419"/>
        </w:rPr>
        <w:t>/INF/1 (</w:t>
      </w:r>
      <w:r w:rsidRPr="00FD058A">
        <w:rPr>
          <w:i/>
          <w:lang w:val="es-419"/>
        </w:rPr>
        <w:t>Informe anual sobre recursos humanos</w:t>
      </w:r>
      <w:r w:rsidRPr="00FD058A">
        <w:rPr>
          <w:lang w:val="es-419"/>
        </w:rPr>
        <w:t>)</w:t>
      </w:r>
    </w:p>
    <w:p w14:paraId="709F8237" w14:textId="77777777" w:rsidR="000A6D34" w:rsidRPr="00FD058A" w:rsidRDefault="000A6D34" w:rsidP="000A6D34">
      <w:pPr>
        <w:ind w:left="547"/>
        <w:rPr>
          <w:lang w:val="es-419"/>
        </w:rPr>
      </w:pPr>
      <w:r w:rsidRPr="00FD058A">
        <w:rPr>
          <w:lang w:val="es-419"/>
        </w:rPr>
        <w:t>WO/CC/8</w:t>
      </w:r>
      <w:r w:rsidR="00E03D31" w:rsidRPr="00FD058A">
        <w:rPr>
          <w:lang w:val="es-419"/>
        </w:rPr>
        <w:t>2</w:t>
      </w:r>
      <w:r w:rsidRPr="00FD058A">
        <w:rPr>
          <w:lang w:val="es-419"/>
        </w:rPr>
        <w:t>/INF/2 (</w:t>
      </w:r>
      <w:r w:rsidRPr="00FD058A">
        <w:rPr>
          <w:i/>
          <w:lang w:val="es-419"/>
        </w:rPr>
        <w:t>Informe anual de la Oficina de Ética Profesional</w:t>
      </w:r>
      <w:r w:rsidRPr="00FD058A">
        <w:rPr>
          <w:lang w:val="es-419"/>
        </w:rPr>
        <w:t>)</w:t>
      </w:r>
    </w:p>
    <w:p w14:paraId="3253654D" w14:textId="77777777" w:rsidR="000A6D34" w:rsidRPr="00FD058A" w:rsidRDefault="000A6D34" w:rsidP="000A6D34">
      <w:pPr>
        <w:spacing w:after="480"/>
        <w:ind w:left="547"/>
        <w:rPr>
          <w:lang w:val="es-419"/>
        </w:rPr>
      </w:pPr>
      <w:r w:rsidRPr="00FD058A">
        <w:rPr>
          <w:lang w:val="es-419"/>
        </w:rPr>
        <w:t>WO/CC/82/1 (</w:t>
      </w:r>
      <w:r w:rsidRPr="00FD058A">
        <w:rPr>
          <w:i/>
          <w:lang w:val="es-419"/>
        </w:rPr>
        <w:t>Comité de Pensiones del Personal de la OMPI</w:t>
      </w:r>
      <w:r w:rsidRPr="00FD058A">
        <w:rPr>
          <w:lang w:val="es-419"/>
        </w:rPr>
        <w:t>)</w:t>
      </w:r>
    </w:p>
    <w:p w14:paraId="44621569" w14:textId="77777777" w:rsidR="000A6D34" w:rsidRPr="00FD058A" w:rsidRDefault="004625B9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t>PUNTO 24</w:t>
      </w:r>
      <w:r w:rsidR="000A6D34" w:rsidRPr="00FD058A">
        <w:rPr>
          <w:lang w:val="es-419"/>
        </w:rPr>
        <w:t xml:space="preserve"> DEL ORDEN DEL DÍA: </w:t>
      </w:r>
      <w:r w:rsidR="00E7335E" w:rsidRPr="00FD058A">
        <w:rPr>
          <w:lang w:val="es-419"/>
        </w:rPr>
        <w:tab/>
      </w:r>
      <w:r w:rsidR="000A6D34" w:rsidRPr="00FD058A">
        <w:rPr>
          <w:lang w:val="es-419"/>
        </w:rPr>
        <w:t>Enmiendas al Estatuto y Reglamento del Personal</w:t>
      </w:r>
    </w:p>
    <w:p w14:paraId="01DC4034" w14:textId="77777777" w:rsidR="000A6D34" w:rsidRPr="00FD058A" w:rsidRDefault="000A6D34" w:rsidP="00952419">
      <w:pPr>
        <w:ind w:left="1800" w:hanging="1253"/>
        <w:rPr>
          <w:lang w:val="es-419"/>
        </w:rPr>
      </w:pPr>
      <w:r w:rsidRPr="00FD058A">
        <w:rPr>
          <w:lang w:val="es-419"/>
        </w:rPr>
        <w:t>WO/CC/82/2 (</w:t>
      </w:r>
      <w:r w:rsidRPr="00FD058A">
        <w:rPr>
          <w:i/>
          <w:lang w:val="es-419"/>
        </w:rPr>
        <w:t>Enmiendas al Estatuto y Reglamento del Personal</w:t>
      </w:r>
      <w:r w:rsidRPr="00FD058A">
        <w:rPr>
          <w:lang w:val="es-419"/>
        </w:rPr>
        <w:t>)</w:t>
      </w:r>
    </w:p>
    <w:p w14:paraId="7997C34F" w14:textId="77777777" w:rsidR="00952419" w:rsidRPr="00FD058A" w:rsidRDefault="00952419" w:rsidP="00AA59B9">
      <w:pPr>
        <w:spacing w:after="480"/>
        <w:ind w:left="1890" w:hanging="1343"/>
        <w:rPr>
          <w:lang w:val="es-419"/>
        </w:rPr>
      </w:pPr>
      <w:r w:rsidRPr="00FD058A">
        <w:rPr>
          <w:lang w:val="es-419"/>
        </w:rPr>
        <w:t>WO/CC/82/4 (</w:t>
      </w:r>
      <w:r w:rsidRPr="00FD058A">
        <w:rPr>
          <w:i/>
          <w:lang w:val="es-419"/>
        </w:rPr>
        <w:t>Propuesta del Grupo Africano sobre enmiendas al Estatuto y Reglamento del Personal</w:t>
      </w:r>
      <w:r w:rsidRPr="00FD058A">
        <w:rPr>
          <w:lang w:val="es-419"/>
        </w:rPr>
        <w:t>)</w:t>
      </w:r>
    </w:p>
    <w:p w14:paraId="4E2CA549" w14:textId="77777777" w:rsidR="000A6D34" w:rsidRPr="00FD058A" w:rsidRDefault="004625B9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t>PUNTO 25</w:t>
      </w:r>
      <w:r w:rsidR="000A6D34" w:rsidRPr="00FD058A">
        <w:rPr>
          <w:lang w:val="es-419"/>
        </w:rPr>
        <w:t xml:space="preserve"> DEL ORDEN DEL DÍA: </w:t>
      </w:r>
      <w:r w:rsidR="00E7335E" w:rsidRPr="00FD058A">
        <w:rPr>
          <w:lang w:val="es-419"/>
        </w:rPr>
        <w:tab/>
      </w:r>
      <w:r w:rsidR="000A6D34" w:rsidRPr="00FD058A">
        <w:rPr>
          <w:lang w:val="es-419"/>
        </w:rPr>
        <w:t>Modificación del Estatuto de la Comisión de Administración Pública Internacional (CAPI)</w:t>
      </w:r>
    </w:p>
    <w:p w14:paraId="21CDCE8B" w14:textId="77777777" w:rsidR="000A6D34" w:rsidRPr="00FD058A" w:rsidRDefault="000A6D34" w:rsidP="000A6D34">
      <w:pPr>
        <w:spacing w:after="480"/>
        <w:ind w:left="1901" w:hanging="1354"/>
        <w:rPr>
          <w:lang w:val="es-419"/>
        </w:rPr>
      </w:pPr>
      <w:r w:rsidRPr="00FD058A">
        <w:rPr>
          <w:lang w:val="es-419"/>
        </w:rPr>
        <w:t>WO/CC/82/3 (</w:t>
      </w:r>
      <w:r w:rsidR="001509E4" w:rsidRPr="00FD058A">
        <w:rPr>
          <w:i/>
          <w:lang w:val="es-419"/>
        </w:rPr>
        <w:t xml:space="preserve">Enmiendas </w:t>
      </w:r>
      <w:r w:rsidRPr="00FD058A">
        <w:rPr>
          <w:i/>
          <w:lang w:val="es-419"/>
        </w:rPr>
        <w:t>del Estatuto de la Comisión de Administración Pública Internacional (CAPI)</w:t>
      </w:r>
    </w:p>
    <w:p w14:paraId="6F7968FC" w14:textId="77777777" w:rsidR="000A6D34" w:rsidRPr="00FD058A" w:rsidRDefault="004625B9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lastRenderedPageBreak/>
        <w:t>PUNTO 26</w:t>
      </w:r>
      <w:r w:rsidR="000A6D34" w:rsidRPr="00FD058A">
        <w:rPr>
          <w:lang w:val="es-419"/>
        </w:rPr>
        <w:t xml:space="preserve"> DEL ORDEN DEL DÍA: </w:t>
      </w:r>
      <w:r w:rsidR="00E7335E" w:rsidRPr="00FD058A">
        <w:rPr>
          <w:lang w:val="es-419"/>
        </w:rPr>
        <w:tab/>
      </w:r>
      <w:r w:rsidR="000A6D34" w:rsidRPr="00FD058A">
        <w:rPr>
          <w:lang w:val="es-419"/>
        </w:rPr>
        <w:t>Aprobación del informe</w:t>
      </w:r>
    </w:p>
    <w:p w14:paraId="451CF148" w14:textId="0261380B" w:rsidR="00006C3B" w:rsidRPr="00FD058A" w:rsidRDefault="00006C3B" w:rsidP="00006C3B">
      <w:pPr>
        <w:ind w:left="547"/>
        <w:rPr>
          <w:lang w:val="es-419"/>
        </w:rPr>
      </w:pPr>
      <w:r w:rsidRPr="00FD058A">
        <w:rPr>
          <w:lang w:val="es-419"/>
        </w:rPr>
        <w:t>A/64/13 (</w:t>
      </w:r>
      <w:r w:rsidR="000A6D34" w:rsidRPr="00FD058A">
        <w:rPr>
          <w:lang w:val="es-419"/>
        </w:rPr>
        <w:t>Informe resumido</w:t>
      </w:r>
      <w:r w:rsidRPr="00FD058A">
        <w:rPr>
          <w:lang w:val="es-419"/>
        </w:rPr>
        <w:t>)</w:t>
      </w:r>
    </w:p>
    <w:p w14:paraId="706D9754" w14:textId="6A385578" w:rsidR="00006C3B" w:rsidRPr="007E58A3" w:rsidRDefault="00006C3B" w:rsidP="00006C3B">
      <w:pPr>
        <w:ind w:left="547"/>
        <w:rPr>
          <w:lang w:val="es-419"/>
        </w:rPr>
      </w:pPr>
      <w:r w:rsidRPr="007E58A3">
        <w:rPr>
          <w:lang w:val="es-419"/>
        </w:rPr>
        <w:t>A/64/14 (Informe general – Asambleas)</w:t>
      </w:r>
    </w:p>
    <w:p w14:paraId="37536162" w14:textId="3C736418" w:rsidR="00006C3B" w:rsidRPr="007E58A3" w:rsidRDefault="00006C3B" w:rsidP="00006C3B">
      <w:pPr>
        <w:ind w:left="547"/>
        <w:rPr>
          <w:lang w:val="es-419"/>
        </w:rPr>
      </w:pPr>
      <w:r w:rsidRPr="007E58A3">
        <w:rPr>
          <w:lang w:val="es-419"/>
        </w:rPr>
        <w:t>WO/GA/56/14 (</w:t>
      </w:r>
      <w:bookmarkStart w:id="6" w:name="_Hlk146015906"/>
      <w:r w:rsidRPr="007E58A3">
        <w:rPr>
          <w:lang w:val="es-419"/>
        </w:rPr>
        <w:t>Informe</w:t>
      </w:r>
      <w:bookmarkEnd w:id="6"/>
      <w:r w:rsidRPr="007E58A3">
        <w:rPr>
          <w:lang w:val="es-419"/>
        </w:rPr>
        <w:t xml:space="preserve"> – </w:t>
      </w:r>
      <w:r w:rsidR="007E58A3" w:rsidRPr="007E58A3">
        <w:t>Asamblea General de la OMPI</w:t>
      </w:r>
      <w:r w:rsidRPr="007E58A3">
        <w:rPr>
          <w:lang w:val="es-419"/>
        </w:rPr>
        <w:t>)</w:t>
      </w:r>
    </w:p>
    <w:p w14:paraId="14CBCDC9" w14:textId="5C805E68" w:rsidR="00006C3B" w:rsidRPr="007E58A3" w:rsidRDefault="00006C3B" w:rsidP="00006C3B">
      <w:pPr>
        <w:ind w:left="547"/>
        <w:rPr>
          <w:lang w:val="es-419"/>
        </w:rPr>
      </w:pPr>
      <w:r w:rsidRPr="007E58A3">
        <w:rPr>
          <w:lang w:val="es-419"/>
        </w:rPr>
        <w:t xml:space="preserve">WO/CC/82/6 (Informe – </w:t>
      </w:r>
      <w:r w:rsidR="007E58A3" w:rsidRPr="007E58A3">
        <w:rPr>
          <w:lang w:val="es-DO"/>
        </w:rPr>
        <w:t>Comité de Coordinación de la OMPI</w:t>
      </w:r>
      <w:r w:rsidRPr="007E58A3">
        <w:rPr>
          <w:lang w:val="es-419"/>
        </w:rPr>
        <w:t>)</w:t>
      </w:r>
    </w:p>
    <w:p w14:paraId="69A2620C" w14:textId="4A273098" w:rsidR="00006C3B" w:rsidRPr="00FD058A" w:rsidRDefault="00006C3B" w:rsidP="00006C3B">
      <w:pPr>
        <w:ind w:left="547"/>
        <w:rPr>
          <w:lang w:val="es-419"/>
        </w:rPr>
      </w:pPr>
      <w:r w:rsidRPr="007E58A3">
        <w:rPr>
          <w:lang w:val="es-419"/>
        </w:rPr>
        <w:t>PCT/A/55/4 (Informe – Asamblea de la Unión del Tratado de Cooperación en materia de Patentes)</w:t>
      </w:r>
    </w:p>
    <w:p w14:paraId="159851E2" w14:textId="429508B0" w:rsidR="00006C3B" w:rsidRPr="00FD058A" w:rsidRDefault="00006C3B" w:rsidP="00006C3B">
      <w:pPr>
        <w:ind w:left="547"/>
        <w:rPr>
          <w:lang w:val="es-419"/>
        </w:rPr>
      </w:pPr>
      <w:r w:rsidRPr="00FD058A">
        <w:rPr>
          <w:lang w:val="es-419"/>
        </w:rPr>
        <w:t>MM/A/57/2 (Informe – Asamblea de la Unión de Madrid)</w:t>
      </w:r>
    </w:p>
    <w:p w14:paraId="0F8A17AE" w14:textId="7D2DCCC3" w:rsidR="00006C3B" w:rsidRPr="00FD058A" w:rsidRDefault="00006C3B" w:rsidP="00006C3B">
      <w:pPr>
        <w:ind w:left="547"/>
        <w:rPr>
          <w:lang w:val="es-419"/>
        </w:rPr>
      </w:pPr>
      <w:r w:rsidRPr="00FD058A">
        <w:rPr>
          <w:lang w:val="es-419"/>
        </w:rPr>
        <w:t>H/A/43/2 (Informe – Asamblea de la Unión de La Haya)</w:t>
      </w:r>
    </w:p>
    <w:p w14:paraId="3FBB3A1D" w14:textId="253C487A" w:rsidR="00006C3B" w:rsidRPr="00FD058A" w:rsidRDefault="00006C3B" w:rsidP="00006C3B">
      <w:pPr>
        <w:ind w:left="547"/>
        <w:rPr>
          <w:lang w:val="es-419"/>
        </w:rPr>
      </w:pPr>
      <w:r w:rsidRPr="00FD058A">
        <w:rPr>
          <w:lang w:val="es-419"/>
        </w:rPr>
        <w:t>LI/A/40/2 (Informe – Asamblea de la Unión de Lisboa)</w:t>
      </w:r>
    </w:p>
    <w:p w14:paraId="0CB14474" w14:textId="31D6381A" w:rsidR="00006C3B" w:rsidRPr="00FD058A" w:rsidRDefault="00006C3B" w:rsidP="00006C3B">
      <w:pPr>
        <w:ind w:left="547"/>
        <w:rPr>
          <w:lang w:val="es-419"/>
        </w:rPr>
      </w:pPr>
      <w:r w:rsidRPr="00FD058A">
        <w:rPr>
          <w:color w:val="000000"/>
          <w:szCs w:val="22"/>
          <w:lang w:val="es-419"/>
        </w:rPr>
        <w:t>STLT/A/16/2</w:t>
      </w:r>
      <w:r w:rsidRPr="00FD058A">
        <w:rPr>
          <w:lang w:val="es-419"/>
        </w:rPr>
        <w:t xml:space="preserve"> (Informe – Asamblea del Tratado de Singapur sobre el Derecho de Marcas)</w:t>
      </w:r>
    </w:p>
    <w:p w14:paraId="079BC86C" w14:textId="5E1471F9" w:rsidR="00006C3B" w:rsidRPr="00FD058A" w:rsidRDefault="00006C3B" w:rsidP="00006C3B">
      <w:pPr>
        <w:spacing w:after="480"/>
        <w:ind w:left="547"/>
        <w:rPr>
          <w:lang w:val="es-419"/>
        </w:rPr>
      </w:pPr>
      <w:r w:rsidRPr="00FD058A">
        <w:rPr>
          <w:lang w:val="es-419"/>
        </w:rPr>
        <w:t>Signaturas varias</w:t>
      </w:r>
      <w:r w:rsidRPr="00FD058A">
        <w:rPr>
          <w:vertAlign w:val="superscript"/>
          <w:lang w:val="es-419"/>
        </w:rPr>
        <w:footnoteReference w:customMarkFollows="1" w:id="4"/>
        <w:t>*</w:t>
      </w:r>
      <w:r w:rsidRPr="00FD058A">
        <w:rPr>
          <w:lang w:val="es-419"/>
        </w:rPr>
        <w:t xml:space="preserve"> (Informes de otras Asambleas y órganos (véase la lista en el documento A/64/14, párrafo 1)</w:t>
      </w:r>
    </w:p>
    <w:p w14:paraId="42B5F861" w14:textId="540B089A" w:rsidR="000A6D34" w:rsidRPr="00FD058A" w:rsidRDefault="004625B9" w:rsidP="00E7335E">
      <w:pPr>
        <w:pStyle w:val="Heading1"/>
        <w:tabs>
          <w:tab w:val="left" w:pos="1980"/>
          <w:tab w:val="left" w:pos="3544"/>
        </w:tabs>
        <w:spacing w:after="240"/>
        <w:ind w:left="3544" w:hanging="3544"/>
        <w:rPr>
          <w:lang w:val="es-419"/>
        </w:rPr>
      </w:pPr>
      <w:r w:rsidRPr="00FD058A">
        <w:rPr>
          <w:lang w:val="es-419"/>
        </w:rPr>
        <w:t>PUNTO 27</w:t>
      </w:r>
      <w:r w:rsidR="000A6D34" w:rsidRPr="00FD058A">
        <w:rPr>
          <w:lang w:val="es-419"/>
        </w:rPr>
        <w:t xml:space="preserve"> DEL ORDEN DEL DÍA: </w:t>
      </w:r>
      <w:r w:rsidR="00E7335E" w:rsidRPr="00FD058A">
        <w:rPr>
          <w:lang w:val="es-419"/>
        </w:rPr>
        <w:tab/>
      </w:r>
      <w:r w:rsidR="000A6D34" w:rsidRPr="00FD058A">
        <w:rPr>
          <w:lang w:val="es-419"/>
        </w:rPr>
        <w:t>Clausura de la serie de reuniones</w:t>
      </w:r>
    </w:p>
    <w:p w14:paraId="0B46D072" w14:textId="77777777" w:rsidR="0045688D" w:rsidRPr="00FD058A" w:rsidRDefault="00006C3B" w:rsidP="00006C3B">
      <w:pPr>
        <w:spacing w:after="480"/>
        <w:ind w:left="547"/>
        <w:rPr>
          <w:lang w:val="es-419"/>
        </w:rPr>
      </w:pPr>
      <w:r w:rsidRPr="00FD058A">
        <w:rPr>
          <w:lang w:val="es-419"/>
        </w:rPr>
        <w:t>Ninguno</w:t>
      </w:r>
    </w:p>
    <w:p w14:paraId="5A068724" w14:textId="79F8BB54" w:rsidR="000A6D34" w:rsidRPr="00FD058A" w:rsidRDefault="000A6D34" w:rsidP="00006C3B">
      <w:pPr>
        <w:spacing w:after="480"/>
        <w:ind w:left="547"/>
        <w:rPr>
          <w:lang w:val="es-419"/>
        </w:rPr>
      </w:pPr>
      <w:r w:rsidRPr="00FD058A">
        <w:rPr>
          <w:lang w:val="es-419"/>
        </w:rPr>
        <w:br w:type="page"/>
      </w:r>
    </w:p>
    <w:p w14:paraId="477B4B1E" w14:textId="77777777" w:rsidR="000A6D34" w:rsidRPr="00FD058A" w:rsidRDefault="000A6D34" w:rsidP="000A6D34">
      <w:pPr>
        <w:pStyle w:val="Heading2"/>
        <w:spacing w:after="360"/>
        <w:rPr>
          <w:lang w:val="es-419"/>
        </w:rPr>
      </w:pPr>
      <w:r w:rsidRPr="00FD058A">
        <w:rPr>
          <w:lang w:val="es-419"/>
        </w:rPr>
        <w:lastRenderedPageBreak/>
        <w:t>LISTA DE DOCUMENTOS POR SIGNATURA</w:t>
      </w:r>
    </w:p>
    <w:p w14:paraId="5FFD8BF9" w14:textId="77777777" w:rsidR="000A6D34" w:rsidRPr="00FD058A" w:rsidRDefault="000A6D34" w:rsidP="000A6D34">
      <w:pPr>
        <w:pStyle w:val="Heading3"/>
        <w:tabs>
          <w:tab w:val="left" w:pos="2880"/>
        </w:tabs>
        <w:spacing w:after="360"/>
        <w:rPr>
          <w:lang w:val="es-419"/>
        </w:rPr>
      </w:pPr>
      <w:r w:rsidRPr="00FD058A">
        <w:rPr>
          <w:lang w:val="es-419"/>
        </w:rPr>
        <w:t>Signatura</w:t>
      </w:r>
      <w:r w:rsidRPr="00FD058A">
        <w:rPr>
          <w:u w:val="none"/>
          <w:lang w:val="es-419"/>
        </w:rPr>
        <w:t xml:space="preserve">: </w:t>
      </w:r>
      <w:r w:rsidR="00E7335E" w:rsidRPr="00FD058A">
        <w:rPr>
          <w:u w:val="none"/>
          <w:lang w:val="es-419"/>
        </w:rPr>
        <w:tab/>
      </w:r>
      <w:r w:rsidRPr="00FD058A">
        <w:rPr>
          <w:lang w:val="es-419"/>
        </w:rPr>
        <w:t>Título del documento</w:t>
      </w:r>
      <w:r w:rsidRPr="00FD058A">
        <w:rPr>
          <w:rStyle w:val="FootnoteReference"/>
          <w:u w:val="none"/>
          <w:lang w:val="es-419"/>
        </w:rPr>
        <w:footnoteReference w:id="5"/>
      </w:r>
    </w:p>
    <w:p w14:paraId="1CEFB3A3" w14:textId="17D0D4DE" w:rsidR="000A6D34" w:rsidRPr="00FD058A" w:rsidRDefault="000A6D34" w:rsidP="000A6D34">
      <w:pPr>
        <w:pStyle w:val="BodyText"/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A/64/INF/1</w:t>
      </w:r>
      <w:r w:rsidR="0003197F" w:rsidRPr="00FD058A">
        <w:rPr>
          <w:lang w:val="es-419"/>
        </w:rPr>
        <w:t xml:space="preserve"> Rev.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Información general</w:t>
      </w:r>
    </w:p>
    <w:p w14:paraId="32CB486F" w14:textId="77777777" w:rsidR="000A6D34" w:rsidRPr="00FD058A" w:rsidRDefault="000A6D34" w:rsidP="000A6D34">
      <w:pPr>
        <w:pStyle w:val="BodyText"/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A/64/INF/2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Mesas directivas</w:t>
      </w:r>
    </w:p>
    <w:p w14:paraId="3BA6AA75" w14:textId="77777777" w:rsidR="000A6D34" w:rsidRPr="00FD058A" w:rsidRDefault="000A6D3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A/63/INF/3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 xml:space="preserve">Situación relativa al pago de las </w:t>
      </w:r>
      <w:r w:rsidR="00EE5E71" w:rsidRPr="00FD058A">
        <w:rPr>
          <w:lang w:val="es-419"/>
        </w:rPr>
        <w:t>contribuciones al 31 de mayo de </w:t>
      </w:r>
      <w:r w:rsidRPr="00FD058A">
        <w:rPr>
          <w:lang w:val="es-419"/>
        </w:rPr>
        <w:t>2023</w:t>
      </w:r>
    </w:p>
    <w:p w14:paraId="47E5DCA8" w14:textId="54840C1E" w:rsidR="0003197F" w:rsidRPr="00FD058A" w:rsidRDefault="0003197F" w:rsidP="0003197F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 xml:space="preserve">A/63/INF/3 </w:t>
      </w:r>
      <w:proofErr w:type="spellStart"/>
      <w:r w:rsidRPr="00FD058A">
        <w:rPr>
          <w:lang w:val="es-419"/>
        </w:rPr>
        <w:t>Add</w:t>
      </w:r>
      <w:proofErr w:type="spellEnd"/>
      <w:r w:rsidRPr="00FD058A">
        <w:rPr>
          <w:lang w:val="es-419"/>
        </w:rPr>
        <w:t>.</w:t>
      </w:r>
      <w:r w:rsidRPr="00FD058A">
        <w:rPr>
          <w:lang w:val="es-419"/>
        </w:rPr>
        <w:tab/>
        <w:t>Situación relativa al pago de las contribuciones al 30 de junio de 2023</w:t>
      </w:r>
    </w:p>
    <w:p w14:paraId="03E62612" w14:textId="4307463F" w:rsidR="000A6D34" w:rsidRPr="00FD058A" w:rsidRDefault="000A6D3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A/64/INF/4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Lista de participantes</w:t>
      </w:r>
    </w:p>
    <w:p w14:paraId="2F4F32AB" w14:textId="34C31C78" w:rsidR="000A6D34" w:rsidRPr="00FD058A" w:rsidRDefault="000A6D3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A/64/1</w:t>
      </w:r>
      <w:r w:rsidR="00E7335E" w:rsidRPr="00FD058A">
        <w:rPr>
          <w:lang w:val="es-419"/>
        </w:rPr>
        <w:tab/>
      </w:r>
      <w:r w:rsidR="0003197F" w:rsidRPr="00FD058A">
        <w:rPr>
          <w:lang w:val="es-419"/>
        </w:rPr>
        <w:t>O</w:t>
      </w:r>
      <w:r w:rsidRPr="00FD058A">
        <w:rPr>
          <w:lang w:val="es-419"/>
        </w:rPr>
        <w:t>rden del día consolidado</w:t>
      </w:r>
    </w:p>
    <w:p w14:paraId="0C579175" w14:textId="06E8AE15" w:rsidR="000A6D34" w:rsidRPr="00FD058A" w:rsidRDefault="001509E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A/64/2</w:t>
      </w:r>
      <w:r w:rsidR="00E7335E" w:rsidRPr="00FD058A">
        <w:rPr>
          <w:lang w:val="es-419"/>
        </w:rPr>
        <w:tab/>
      </w:r>
      <w:r w:rsidR="000A6D34" w:rsidRPr="00FD058A">
        <w:rPr>
          <w:lang w:val="es-419"/>
        </w:rPr>
        <w:t>Lista de documentos</w:t>
      </w:r>
    </w:p>
    <w:p w14:paraId="1673E5FC" w14:textId="77777777" w:rsidR="000A6D34" w:rsidRPr="00FD058A" w:rsidRDefault="000A6D34" w:rsidP="000A6D34">
      <w:pPr>
        <w:spacing w:after="120"/>
        <w:ind w:left="2880" w:hanging="2880"/>
        <w:rPr>
          <w:highlight w:val="yellow"/>
          <w:lang w:val="es-419"/>
        </w:rPr>
      </w:pPr>
      <w:r w:rsidRPr="00FD058A">
        <w:rPr>
          <w:lang w:val="es-419"/>
        </w:rPr>
        <w:t>A/64/3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Admisión de observadores</w:t>
      </w:r>
    </w:p>
    <w:p w14:paraId="774ABC07" w14:textId="77777777" w:rsidR="000A6D34" w:rsidRPr="00FD058A" w:rsidRDefault="000A6D3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A/64/4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Composición del Comité de Coordinación de la OMPI, y de los Comités Ejecutivos de las Uniones de París y de Berna</w:t>
      </w:r>
    </w:p>
    <w:p w14:paraId="091C3D53" w14:textId="77777777" w:rsidR="000A6D34" w:rsidRPr="00FD058A" w:rsidRDefault="000A6D3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A/64/5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 xml:space="preserve">Revisión del Reglamento General de la OMPI y de los reglamentos internos especiales de los órganos rectores de la </w:t>
      </w:r>
      <w:r w:rsidR="001509E4" w:rsidRPr="00FD058A">
        <w:rPr>
          <w:lang w:val="es-419"/>
        </w:rPr>
        <w:t>OMPI y de las Uniones administradas por la OMPI</w:t>
      </w:r>
    </w:p>
    <w:p w14:paraId="1B695878" w14:textId="77777777" w:rsidR="000A6D34" w:rsidRPr="00FD058A" w:rsidRDefault="000A6D3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A/64/6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Informe del auditor externo</w:t>
      </w:r>
    </w:p>
    <w:p w14:paraId="3373B9BA" w14:textId="77777777" w:rsidR="000A6D34" w:rsidRPr="00FD058A" w:rsidRDefault="000A6D3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A/64/7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Lista de decisiones adoptadas por el Comité del Programa y Presupuesto</w:t>
      </w:r>
    </w:p>
    <w:p w14:paraId="79A8EF01" w14:textId="77777777" w:rsidR="000A6D34" w:rsidRPr="00FD058A" w:rsidRDefault="000A6D3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A/64/8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Informe sobre la asistencia y el apoyo al sector de la innovación y la creatividad y al sistema de propiedad intelectual de Ucrania</w:t>
      </w:r>
    </w:p>
    <w:p w14:paraId="60E602C8" w14:textId="77777777" w:rsidR="00952419" w:rsidRPr="00FD058A" w:rsidRDefault="00952419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A/64/9</w:t>
      </w:r>
      <w:r w:rsidRPr="00FD058A">
        <w:rPr>
          <w:lang w:val="es-419"/>
        </w:rPr>
        <w:tab/>
        <w:t>Propuesta conjunta del Grupo de Asia y el Pacífico y del Grupo Africano sobre la composición del Comité de Coordinación de la OMPI</w:t>
      </w:r>
    </w:p>
    <w:p w14:paraId="73059196" w14:textId="77777777" w:rsidR="004625B9" w:rsidRPr="00FD058A" w:rsidRDefault="004625B9" w:rsidP="0003197F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A/64/10</w:t>
      </w:r>
      <w:r w:rsidRPr="00FD058A">
        <w:rPr>
          <w:lang w:val="es-419"/>
        </w:rPr>
        <w:tab/>
        <w:t xml:space="preserve">Propuesta del </w:t>
      </w:r>
      <w:r w:rsidR="006B797E" w:rsidRPr="00FD058A">
        <w:rPr>
          <w:lang w:val="es-419"/>
        </w:rPr>
        <w:t>Grupo de Estados de Europa Central y el Báltico sobre la composición del Comité de Coordinación</w:t>
      </w:r>
    </w:p>
    <w:p w14:paraId="37AF2D04" w14:textId="4538C52C" w:rsidR="004625B9" w:rsidRPr="00FD058A" w:rsidRDefault="004625B9" w:rsidP="0003197F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A/64/11</w:t>
      </w:r>
      <w:r w:rsidRPr="00FD058A">
        <w:rPr>
          <w:lang w:val="es-419"/>
        </w:rPr>
        <w:tab/>
        <w:t>Propuesta de programa de traba</w:t>
      </w:r>
      <w:r w:rsidR="00842C1D" w:rsidRPr="00FD058A">
        <w:rPr>
          <w:lang w:val="es-419"/>
        </w:rPr>
        <w:t>jo y presupuesto para el bienio </w:t>
      </w:r>
      <w:r w:rsidRPr="00FD058A">
        <w:rPr>
          <w:lang w:val="es-419"/>
        </w:rPr>
        <w:t>2024/25</w:t>
      </w:r>
    </w:p>
    <w:p w14:paraId="6C122839" w14:textId="5891020D" w:rsidR="0003197F" w:rsidRPr="00FD058A" w:rsidRDefault="0003197F" w:rsidP="00930383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A/64/12</w:t>
      </w:r>
      <w:r w:rsidRPr="00FD058A">
        <w:rPr>
          <w:lang w:val="es-419"/>
        </w:rPr>
        <w:tab/>
        <w:t>(Propuesta del Grupo de Países de América Latina y el Caribe (GRULAC) sobre la composición del Comité de Coordinación de la OMPI)</w:t>
      </w:r>
    </w:p>
    <w:p w14:paraId="2AFDCF7D" w14:textId="3FD927D0" w:rsidR="0003197F" w:rsidRPr="00FD058A" w:rsidRDefault="0003197F" w:rsidP="0003197F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A/64/13</w:t>
      </w:r>
      <w:r w:rsidRPr="00FD058A">
        <w:rPr>
          <w:lang w:val="es-419"/>
        </w:rPr>
        <w:tab/>
        <w:t>Informe resumido</w:t>
      </w:r>
    </w:p>
    <w:p w14:paraId="2BF89E6E" w14:textId="5349FEE8" w:rsidR="0003197F" w:rsidRPr="00FD058A" w:rsidRDefault="0003197F" w:rsidP="00930383">
      <w:pPr>
        <w:spacing w:after="360"/>
        <w:ind w:left="2880" w:hanging="2880"/>
        <w:rPr>
          <w:lang w:val="es-419"/>
        </w:rPr>
      </w:pPr>
      <w:r w:rsidRPr="00FD058A">
        <w:rPr>
          <w:lang w:val="es-419"/>
        </w:rPr>
        <w:t>A/64/14</w:t>
      </w:r>
      <w:r w:rsidRPr="00FD058A">
        <w:rPr>
          <w:lang w:val="es-419"/>
        </w:rPr>
        <w:tab/>
        <w:t xml:space="preserve">Informe general </w:t>
      </w:r>
    </w:p>
    <w:p w14:paraId="565EC04D" w14:textId="54A076E3" w:rsidR="000A6D34" w:rsidRPr="00FD058A" w:rsidRDefault="000A6D34" w:rsidP="0003197F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WO/GA/56/1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Composición del Comité del Programa y Presupuesto</w:t>
      </w:r>
    </w:p>
    <w:p w14:paraId="0C043F9D" w14:textId="77777777" w:rsidR="000A6D34" w:rsidRPr="00FD058A" w:rsidRDefault="000A6D3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WO/GA/56/2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Informe de la Comisión Consultiva Independiente de Supervisión (CCIS)</w:t>
      </w:r>
    </w:p>
    <w:p w14:paraId="293DC99B" w14:textId="77777777" w:rsidR="006D6F67" w:rsidRPr="00FD058A" w:rsidRDefault="006D6F67" w:rsidP="006D6F67">
      <w:pPr>
        <w:pStyle w:val="Heading3"/>
        <w:tabs>
          <w:tab w:val="left" w:pos="2880"/>
        </w:tabs>
        <w:spacing w:after="360"/>
        <w:rPr>
          <w:lang w:val="es-419"/>
        </w:rPr>
      </w:pPr>
      <w:r w:rsidRPr="00FD058A">
        <w:rPr>
          <w:lang w:val="es-419"/>
        </w:rPr>
        <w:lastRenderedPageBreak/>
        <w:t>Signatura</w:t>
      </w:r>
      <w:r w:rsidRPr="00FD058A">
        <w:rPr>
          <w:u w:val="none"/>
          <w:lang w:val="es-419"/>
        </w:rPr>
        <w:t xml:space="preserve">: </w:t>
      </w:r>
      <w:r w:rsidRPr="00FD058A">
        <w:rPr>
          <w:u w:val="none"/>
          <w:lang w:val="es-419"/>
        </w:rPr>
        <w:tab/>
      </w:r>
      <w:r w:rsidRPr="00FD058A">
        <w:rPr>
          <w:lang w:val="es-419"/>
        </w:rPr>
        <w:t>Título del documento</w:t>
      </w:r>
      <w:r w:rsidRPr="00FD058A">
        <w:rPr>
          <w:vertAlign w:val="superscript"/>
          <w:lang w:val="es-419"/>
        </w:rPr>
        <w:t>3</w:t>
      </w:r>
    </w:p>
    <w:p w14:paraId="1A092442" w14:textId="77777777" w:rsidR="000A6D34" w:rsidRPr="00FD058A" w:rsidRDefault="000A6D3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WO/GA/56/3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Informe anual del director de la División de Supervisión Interna (DSI)</w:t>
      </w:r>
    </w:p>
    <w:p w14:paraId="6BC0B09F" w14:textId="77777777" w:rsidR="000A6D34" w:rsidRPr="00FD058A" w:rsidRDefault="000A6D3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WO/GA/56/4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Nombramiento del auditor externo</w:t>
      </w:r>
    </w:p>
    <w:p w14:paraId="5A44A9E3" w14:textId="77777777" w:rsidR="000A6D34" w:rsidRPr="00FD058A" w:rsidRDefault="000A6D3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WO/GA/56/5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Informe del Comité Permanente de Derecho de Autor y Derechos Conexos (SCCR)</w:t>
      </w:r>
    </w:p>
    <w:p w14:paraId="1736597C" w14:textId="77777777" w:rsidR="000A6D34" w:rsidRPr="00FD058A" w:rsidRDefault="000A6D3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WO/GA/56/6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Informe del Comité Permanente sobre el Derecho de Patentes (SCP)</w:t>
      </w:r>
    </w:p>
    <w:p w14:paraId="1B13B2BB" w14:textId="77777777" w:rsidR="000A6D34" w:rsidRPr="00FD058A" w:rsidRDefault="000A6D3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WO/GA/56/7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Asistencia técnica y cooperación en relación con el Tratado sobre el Derecho de Patentes (PLT)</w:t>
      </w:r>
    </w:p>
    <w:p w14:paraId="5DBC6AC0" w14:textId="77777777" w:rsidR="000A6D34" w:rsidRPr="00FD058A" w:rsidRDefault="000A6D3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WO/GA/56/8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Informe del Comité Permanente sobre el Derecho de Marcas, Diseños Industriales e Indicaciones Geográficas (SCT)</w:t>
      </w:r>
    </w:p>
    <w:p w14:paraId="20583825" w14:textId="77777777" w:rsidR="000A6D34" w:rsidRPr="00FD058A" w:rsidRDefault="000A6D3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WO/GA/56/9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Informe del Comité de Desarrollo y Propiedad Intelectual (CDIP) y reseña sobre la aplicación de las recomendaciones de la Agenda para el Desarrollo</w:t>
      </w:r>
    </w:p>
    <w:p w14:paraId="7746E885" w14:textId="77777777" w:rsidR="000A6D34" w:rsidRPr="00FD058A" w:rsidRDefault="000A6D3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WO/GA/56/10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Informe del Comité Intergubernamental sobre Propiedad Intelectual y Recursos Genéticos, Conocimientos Tradicionales y Folclore (CIG)</w:t>
      </w:r>
    </w:p>
    <w:p w14:paraId="765328BB" w14:textId="77777777" w:rsidR="000A6D34" w:rsidRPr="00FD058A" w:rsidRDefault="000A6D3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WO/GA/56/11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Informe del Comité de Normas Técnicas de la OMPI (CWS)</w:t>
      </w:r>
    </w:p>
    <w:p w14:paraId="6F4E75DB" w14:textId="77777777" w:rsidR="000A6D34" w:rsidRPr="00FD058A" w:rsidRDefault="000A6D3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WO/GA/56/12</w:t>
      </w:r>
      <w:r w:rsidR="00E7335E" w:rsidRPr="00FD058A">
        <w:rPr>
          <w:lang w:val="es-419"/>
        </w:rPr>
        <w:tab/>
      </w:r>
      <w:r w:rsidRPr="00FD058A">
        <w:rPr>
          <w:color w:val="000000"/>
          <w:lang w:val="es-419"/>
        </w:rPr>
        <w:t>Informe del Comité Asesor sobre Observancia (ACE)</w:t>
      </w:r>
      <w:r w:rsidRPr="00FD058A">
        <w:rPr>
          <w:lang w:val="es-419"/>
        </w:rPr>
        <w:t>)</w:t>
      </w:r>
      <w:r w:rsidRPr="00FD058A">
        <w:rPr>
          <w:color w:val="000000"/>
          <w:lang w:val="es-419"/>
        </w:rPr>
        <w:t xml:space="preserve"> </w:t>
      </w:r>
    </w:p>
    <w:p w14:paraId="300C505D" w14:textId="426C0E95" w:rsidR="000A6D34" w:rsidRPr="00FD058A" w:rsidRDefault="000A6D3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WO/GA/56/13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Centro de Arbitraje y Mediación de la OMPI, y nombres de dominio</w:t>
      </w:r>
    </w:p>
    <w:p w14:paraId="46784AB6" w14:textId="06729E99" w:rsidR="006D6F67" w:rsidRPr="00FD058A" w:rsidRDefault="006D6F67" w:rsidP="00930383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WO/GA/56/14</w:t>
      </w:r>
      <w:r w:rsidRPr="00FD058A">
        <w:rPr>
          <w:lang w:val="es-419"/>
        </w:rPr>
        <w:tab/>
        <w:t>Informe</w:t>
      </w:r>
    </w:p>
    <w:p w14:paraId="6373D8B9" w14:textId="77777777" w:rsidR="000A6D34" w:rsidRPr="00FD058A" w:rsidRDefault="000A6D34" w:rsidP="000A6D34">
      <w:pPr>
        <w:spacing w:before="360" w:after="120"/>
        <w:ind w:left="2880" w:hanging="2880"/>
        <w:rPr>
          <w:lang w:val="es-419"/>
        </w:rPr>
      </w:pPr>
      <w:r w:rsidRPr="00FD058A">
        <w:rPr>
          <w:lang w:val="es-419"/>
        </w:rPr>
        <w:t>WO/CC/8</w:t>
      </w:r>
      <w:r w:rsidR="00CE3173" w:rsidRPr="00FD058A">
        <w:rPr>
          <w:lang w:val="es-419"/>
        </w:rPr>
        <w:t>2</w:t>
      </w:r>
      <w:r w:rsidRPr="00FD058A">
        <w:rPr>
          <w:lang w:val="es-419"/>
        </w:rPr>
        <w:t>/INF/1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Informe anual sobre recursos humanos</w:t>
      </w:r>
    </w:p>
    <w:p w14:paraId="6E4E2259" w14:textId="77777777" w:rsidR="000A6D34" w:rsidRPr="00FD058A" w:rsidRDefault="000A6D3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WO/CC/8</w:t>
      </w:r>
      <w:r w:rsidR="00CE3173" w:rsidRPr="00FD058A">
        <w:rPr>
          <w:lang w:val="es-419"/>
        </w:rPr>
        <w:t>2</w:t>
      </w:r>
      <w:r w:rsidRPr="00FD058A">
        <w:rPr>
          <w:lang w:val="es-419"/>
        </w:rPr>
        <w:t>/INF/2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Informe anual de la Oficina de Ética Profesional</w:t>
      </w:r>
    </w:p>
    <w:p w14:paraId="468894D0" w14:textId="77777777" w:rsidR="000A6D34" w:rsidRPr="00FD058A" w:rsidRDefault="000A6D3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WO/CC/82/1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Comité de Pensiones del Personal de la OMPI</w:t>
      </w:r>
    </w:p>
    <w:p w14:paraId="00C1B95F" w14:textId="77777777" w:rsidR="000A6D34" w:rsidRPr="00FD058A" w:rsidRDefault="000A6D3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WO/CC/82/2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Enmiendas al Estatuto y Reglamento del Personal</w:t>
      </w:r>
    </w:p>
    <w:p w14:paraId="22F121C5" w14:textId="77777777" w:rsidR="000A6D34" w:rsidRPr="00FD058A" w:rsidRDefault="000A6D34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WO/CC/82/3</w:t>
      </w:r>
      <w:r w:rsidR="00E7335E" w:rsidRPr="00FD058A">
        <w:rPr>
          <w:lang w:val="es-419"/>
        </w:rPr>
        <w:tab/>
      </w:r>
      <w:r w:rsidR="00F611DA" w:rsidRPr="00FD058A">
        <w:rPr>
          <w:lang w:val="es-419"/>
        </w:rPr>
        <w:t>Enmiendas</w:t>
      </w:r>
      <w:r w:rsidRPr="00FD058A">
        <w:rPr>
          <w:lang w:val="es-419"/>
        </w:rPr>
        <w:t xml:space="preserve"> del Estatuto de la Comisión de Administración Pública Internacional (CAPI)</w:t>
      </w:r>
    </w:p>
    <w:p w14:paraId="17A93526" w14:textId="77777777" w:rsidR="00952419" w:rsidRPr="00FD058A" w:rsidRDefault="00C92145" w:rsidP="000A6D34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WO/CC/82/4</w:t>
      </w:r>
      <w:r w:rsidRPr="00FD058A">
        <w:rPr>
          <w:lang w:val="es-419"/>
        </w:rPr>
        <w:tab/>
        <w:t>Propuesta del Grupo Africano sobre enmiendas al Estatuto y Reglamento del Personal</w:t>
      </w:r>
    </w:p>
    <w:p w14:paraId="5168A2B8" w14:textId="0BCCE468" w:rsidR="00996919" w:rsidRPr="00FD058A" w:rsidRDefault="00996919" w:rsidP="00996919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WO/CC/82/5</w:t>
      </w:r>
      <w:r w:rsidRPr="00FD058A">
        <w:rPr>
          <w:lang w:val="es-419"/>
        </w:rPr>
        <w:tab/>
        <w:t xml:space="preserve">Nombramiento del director/la directora de la División de Supervisión Interna (DSI) </w:t>
      </w:r>
    </w:p>
    <w:p w14:paraId="4E632A4B" w14:textId="611D1ADA" w:rsidR="006D6F67" w:rsidRPr="00FD058A" w:rsidRDefault="006D6F67" w:rsidP="00996919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WO/CC/82/6</w:t>
      </w:r>
      <w:r w:rsidRPr="00FD058A">
        <w:rPr>
          <w:lang w:val="es-419"/>
        </w:rPr>
        <w:tab/>
        <w:t xml:space="preserve">Informe </w:t>
      </w:r>
    </w:p>
    <w:p w14:paraId="36375FF9" w14:textId="77777777" w:rsidR="000A6D34" w:rsidRPr="00FD058A" w:rsidRDefault="000A6D34" w:rsidP="000A6D34">
      <w:pPr>
        <w:spacing w:before="360"/>
        <w:ind w:left="2880" w:hanging="2880"/>
        <w:rPr>
          <w:lang w:val="es-419"/>
        </w:rPr>
      </w:pPr>
      <w:r w:rsidRPr="00FD058A">
        <w:rPr>
          <w:lang w:val="es-419"/>
        </w:rPr>
        <w:t>PCT/A/55/1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Designación de la Autoridad Saudita para la Propiedad Intelectual como Administración encargada de la búsqueda internacional y del examen preliminar internacional en virtud del PCT</w:t>
      </w:r>
    </w:p>
    <w:p w14:paraId="05699DA4" w14:textId="77777777" w:rsidR="000A6D34" w:rsidRPr="00FD058A" w:rsidRDefault="000A6D34" w:rsidP="000A6D34">
      <w:pPr>
        <w:ind w:left="2880" w:hanging="2880"/>
        <w:rPr>
          <w:lang w:val="es-419"/>
        </w:rPr>
      </w:pPr>
      <w:r w:rsidRPr="00FD058A">
        <w:rPr>
          <w:lang w:val="es-419"/>
        </w:rPr>
        <w:t>PCT/A/55/2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Propuestas de modificación del Reglamento del PCT</w:t>
      </w:r>
    </w:p>
    <w:p w14:paraId="3F434EAF" w14:textId="77777777" w:rsidR="006D6F67" w:rsidRPr="00FD058A" w:rsidRDefault="006D6F67" w:rsidP="000A6D34">
      <w:pPr>
        <w:ind w:left="2880" w:hanging="2880"/>
        <w:rPr>
          <w:lang w:val="es-419"/>
        </w:rPr>
      </w:pPr>
    </w:p>
    <w:p w14:paraId="53DC75B0" w14:textId="77777777" w:rsidR="006D6F67" w:rsidRPr="00FD058A" w:rsidRDefault="006D6F67" w:rsidP="000A6D34">
      <w:pPr>
        <w:ind w:left="2880" w:hanging="2880"/>
        <w:rPr>
          <w:lang w:val="es-419"/>
        </w:rPr>
      </w:pPr>
    </w:p>
    <w:p w14:paraId="4B9BBE26" w14:textId="77777777" w:rsidR="006D6F67" w:rsidRPr="00FD058A" w:rsidRDefault="006D6F67" w:rsidP="006D6F67">
      <w:pPr>
        <w:pStyle w:val="Heading3"/>
        <w:tabs>
          <w:tab w:val="left" w:pos="2880"/>
        </w:tabs>
        <w:spacing w:after="360"/>
        <w:rPr>
          <w:lang w:val="es-419"/>
        </w:rPr>
      </w:pPr>
      <w:r w:rsidRPr="00FD058A">
        <w:rPr>
          <w:lang w:val="es-419"/>
        </w:rPr>
        <w:lastRenderedPageBreak/>
        <w:t>Signatura</w:t>
      </w:r>
      <w:r w:rsidRPr="00FD058A">
        <w:rPr>
          <w:u w:val="none"/>
          <w:lang w:val="es-419"/>
        </w:rPr>
        <w:t xml:space="preserve">: </w:t>
      </w:r>
      <w:r w:rsidRPr="00FD058A">
        <w:rPr>
          <w:u w:val="none"/>
          <w:lang w:val="es-419"/>
        </w:rPr>
        <w:tab/>
      </w:r>
      <w:r w:rsidRPr="00FD058A">
        <w:rPr>
          <w:lang w:val="es-419"/>
        </w:rPr>
        <w:t>Título del documento</w:t>
      </w:r>
      <w:r w:rsidRPr="00FD058A">
        <w:rPr>
          <w:vertAlign w:val="superscript"/>
          <w:lang w:val="es-419"/>
        </w:rPr>
        <w:t>3</w:t>
      </w:r>
    </w:p>
    <w:p w14:paraId="3FD14950" w14:textId="231CAA12" w:rsidR="00C92145" w:rsidRPr="00FD058A" w:rsidRDefault="00C92145" w:rsidP="00930383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PCT/A/55/3</w:t>
      </w:r>
      <w:r w:rsidRPr="00FD058A">
        <w:rPr>
          <w:lang w:val="es-419"/>
        </w:rPr>
        <w:tab/>
        <w:t>Modificación del acuerdo relativo al funcionamiento del Instituto Ucraniano de Propiedad Intelectual como Administración encargada de la búsqueda internacional y del examen preliminar internacional en virtud del PCT</w:t>
      </w:r>
    </w:p>
    <w:p w14:paraId="19A866AA" w14:textId="43CF8277" w:rsidR="006D6F67" w:rsidRPr="00FD058A" w:rsidRDefault="006D6F67" w:rsidP="00930383">
      <w:pPr>
        <w:spacing w:after="360"/>
        <w:ind w:left="2880" w:hanging="2880"/>
        <w:rPr>
          <w:lang w:val="es-419"/>
        </w:rPr>
      </w:pPr>
      <w:r w:rsidRPr="00FD058A">
        <w:rPr>
          <w:lang w:val="es-419"/>
        </w:rPr>
        <w:t>PCT/A/55/4</w:t>
      </w:r>
      <w:r w:rsidRPr="00FD058A">
        <w:rPr>
          <w:lang w:val="es-419"/>
        </w:rPr>
        <w:tab/>
        <w:t>Informe</w:t>
      </w:r>
    </w:p>
    <w:p w14:paraId="5AF64665" w14:textId="71D9CBED" w:rsidR="000A6D34" w:rsidRPr="00FD058A" w:rsidRDefault="000A6D34" w:rsidP="00930383">
      <w:pPr>
        <w:spacing w:after="120"/>
        <w:ind w:left="2880" w:hanging="2880"/>
        <w:rPr>
          <w:lang w:val="es-419"/>
        </w:rPr>
      </w:pPr>
      <w:r w:rsidRPr="00FD058A">
        <w:rPr>
          <w:lang w:val="es-419"/>
        </w:rPr>
        <w:t>MM/A/57/1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Propuestas de modificación del Reglamento del Protocolo concerniente al Arreglo de Madrid relativo al Registro Internacional de Marcas</w:t>
      </w:r>
    </w:p>
    <w:p w14:paraId="4B71264D" w14:textId="4BF67D79" w:rsidR="006D6F67" w:rsidRPr="00FD058A" w:rsidRDefault="006D6F67" w:rsidP="006D6F67">
      <w:pPr>
        <w:ind w:left="2880" w:hanging="2880"/>
        <w:rPr>
          <w:lang w:val="es-419"/>
        </w:rPr>
      </w:pPr>
      <w:r w:rsidRPr="00FD058A">
        <w:rPr>
          <w:lang w:val="es-419"/>
        </w:rPr>
        <w:t>MM/A/57/2</w:t>
      </w:r>
      <w:r w:rsidRPr="00FD058A">
        <w:rPr>
          <w:lang w:val="es-419"/>
        </w:rPr>
        <w:tab/>
        <w:t>Informe</w:t>
      </w:r>
    </w:p>
    <w:p w14:paraId="34F783B5" w14:textId="77777777" w:rsidR="000A6D34" w:rsidRPr="00FD058A" w:rsidRDefault="000A6D34" w:rsidP="000A6D34">
      <w:pPr>
        <w:spacing w:before="360" w:after="120"/>
        <w:ind w:left="2880" w:hanging="2880"/>
        <w:rPr>
          <w:lang w:val="es-419"/>
        </w:rPr>
      </w:pPr>
      <w:r w:rsidRPr="00FD058A">
        <w:rPr>
          <w:lang w:val="es-419"/>
        </w:rPr>
        <w:t>H/A/43/1</w:t>
      </w:r>
      <w:r w:rsidR="00E7335E" w:rsidRPr="00FD058A">
        <w:rPr>
          <w:lang w:val="es-419"/>
        </w:rPr>
        <w:tab/>
      </w:r>
      <w:r w:rsidR="00025745" w:rsidRPr="00FD058A">
        <w:rPr>
          <w:lang w:val="es-419"/>
        </w:rPr>
        <w:t>Propuestas de modificación de la tabla de tasas anexa al Reglamento Común del Acta de 1999 y del Acta de 1960 del Arreglo de La Haya</w:t>
      </w:r>
    </w:p>
    <w:p w14:paraId="4635570C" w14:textId="126D0C8A" w:rsidR="006D6F67" w:rsidRPr="00FD058A" w:rsidRDefault="006D6F67" w:rsidP="00930383">
      <w:pPr>
        <w:spacing w:after="360"/>
        <w:ind w:left="2880" w:hanging="2880"/>
        <w:rPr>
          <w:lang w:val="es-419"/>
        </w:rPr>
      </w:pPr>
      <w:r w:rsidRPr="00FD058A">
        <w:rPr>
          <w:lang w:val="es-419"/>
        </w:rPr>
        <w:t>H/A/43/2</w:t>
      </w:r>
      <w:r w:rsidRPr="00FD058A">
        <w:rPr>
          <w:lang w:val="es-419"/>
        </w:rPr>
        <w:tab/>
        <w:t xml:space="preserve">Informe </w:t>
      </w:r>
    </w:p>
    <w:p w14:paraId="168489A1" w14:textId="65E96785" w:rsidR="000A6D34" w:rsidRPr="00FD058A" w:rsidRDefault="000A6D34" w:rsidP="000A6D34">
      <w:pPr>
        <w:spacing w:before="360" w:after="120"/>
        <w:ind w:left="2880" w:hanging="2880"/>
        <w:rPr>
          <w:lang w:val="es-419"/>
        </w:rPr>
      </w:pPr>
      <w:r w:rsidRPr="00FD058A">
        <w:rPr>
          <w:lang w:val="es-419"/>
        </w:rPr>
        <w:t>LI/A/40/1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Propuestas de modificación del Reglamento Común del Arreglo de Lisboa y del Acta de Ginebra del Arreglo de Lisboa</w:t>
      </w:r>
    </w:p>
    <w:p w14:paraId="3B5143FE" w14:textId="0AFDA76E" w:rsidR="006D6F67" w:rsidRPr="00FD058A" w:rsidRDefault="006D6F67" w:rsidP="006D6F67">
      <w:pPr>
        <w:spacing w:before="360" w:after="120"/>
        <w:ind w:left="2880" w:hanging="2880"/>
        <w:rPr>
          <w:lang w:val="es-419"/>
        </w:rPr>
      </w:pPr>
      <w:r w:rsidRPr="00FD058A">
        <w:rPr>
          <w:lang w:val="es-419"/>
        </w:rPr>
        <w:t>LI/A/40/2</w:t>
      </w:r>
      <w:r w:rsidRPr="00FD058A">
        <w:rPr>
          <w:lang w:val="es-419"/>
        </w:rPr>
        <w:tab/>
        <w:t>Informe</w:t>
      </w:r>
    </w:p>
    <w:p w14:paraId="75A094EA" w14:textId="13624081" w:rsidR="000A6D34" w:rsidRPr="00FD058A" w:rsidRDefault="000A6D34" w:rsidP="006D6F67">
      <w:pPr>
        <w:spacing w:before="360" w:after="120"/>
        <w:ind w:left="2880" w:hanging="2880"/>
        <w:rPr>
          <w:lang w:val="es-419"/>
        </w:rPr>
      </w:pPr>
      <w:r w:rsidRPr="00FD058A">
        <w:rPr>
          <w:lang w:val="es-419"/>
        </w:rPr>
        <w:t>STLT/A/16/1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Asistencia técnica y cooperación en relación con el Tratado de Singapur sobre el Derecho de Marcas (STLT)</w:t>
      </w:r>
    </w:p>
    <w:p w14:paraId="061BE73D" w14:textId="77777777" w:rsidR="006D6F67" w:rsidRPr="00FD058A" w:rsidRDefault="006D6F67" w:rsidP="00930383">
      <w:pPr>
        <w:spacing w:after="360"/>
        <w:ind w:left="2880" w:hanging="2880"/>
        <w:rPr>
          <w:lang w:val="es-419"/>
        </w:rPr>
      </w:pPr>
      <w:r w:rsidRPr="00FD058A">
        <w:rPr>
          <w:lang w:val="es-419"/>
        </w:rPr>
        <w:t>STLT/A/16/2</w:t>
      </w:r>
      <w:r w:rsidRPr="00FD058A">
        <w:rPr>
          <w:lang w:val="es-419"/>
        </w:rPr>
        <w:tab/>
        <w:t>Informe</w:t>
      </w:r>
    </w:p>
    <w:p w14:paraId="2C7DD463" w14:textId="52CE15EE" w:rsidR="000A6D34" w:rsidRPr="00FD058A" w:rsidRDefault="000A6D34" w:rsidP="006D6F67">
      <w:pPr>
        <w:spacing w:before="360" w:after="120"/>
        <w:ind w:left="2880" w:hanging="2880"/>
        <w:rPr>
          <w:lang w:val="es-419"/>
        </w:rPr>
      </w:pPr>
      <w:r w:rsidRPr="00FD058A">
        <w:rPr>
          <w:lang w:val="es-419"/>
        </w:rPr>
        <w:t>MVT/A/</w:t>
      </w:r>
      <w:r w:rsidR="00CE3173" w:rsidRPr="00FD058A">
        <w:rPr>
          <w:lang w:val="es-419"/>
        </w:rPr>
        <w:t>8</w:t>
      </w:r>
      <w:r w:rsidRPr="00FD058A">
        <w:rPr>
          <w:lang w:val="es-419"/>
        </w:rPr>
        <w:t>/INF/1</w:t>
      </w:r>
      <w:r w:rsidR="00E7335E" w:rsidRPr="00FD058A">
        <w:rPr>
          <w:lang w:val="es-419"/>
        </w:rPr>
        <w:tab/>
      </w:r>
      <w:r w:rsidRPr="00FD058A">
        <w:rPr>
          <w:lang w:val="es-419"/>
        </w:rPr>
        <w:t>Informe sobre el Consorcio de Libros Accesibles</w:t>
      </w:r>
    </w:p>
    <w:p w14:paraId="6C465A7B" w14:textId="75BB13B1" w:rsidR="006D6F67" w:rsidRPr="00FD058A" w:rsidRDefault="006D6F67" w:rsidP="006D6F67">
      <w:pPr>
        <w:spacing w:before="360" w:after="480"/>
        <w:ind w:left="2880" w:hanging="2880"/>
        <w:rPr>
          <w:lang w:val="es-419"/>
        </w:rPr>
      </w:pPr>
      <w:r w:rsidRPr="00FD058A">
        <w:rPr>
          <w:lang w:val="es-419"/>
        </w:rPr>
        <w:t>Signaturas varias</w:t>
      </w:r>
      <w:r w:rsidRPr="00FD058A">
        <w:rPr>
          <w:vertAlign w:val="superscript"/>
          <w:lang w:val="es-419"/>
        </w:rPr>
        <w:footnoteReference w:customMarkFollows="1" w:id="6"/>
        <w:t>*</w:t>
      </w:r>
      <w:r w:rsidRPr="00FD058A">
        <w:rPr>
          <w:lang w:val="es-419"/>
        </w:rPr>
        <w:t xml:space="preserve"> </w:t>
      </w:r>
      <w:r w:rsidRPr="00FD058A">
        <w:rPr>
          <w:lang w:val="es-419"/>
        </w:rPr>
        <w:tab/>
        <w:t>(Informes de otras Asambleas y órganos (véase la lista en el documento A/64/14, párrafo 1)</w:t>
      </w:r>
    </w:p>
    <w:p w14:paraId="7249ABB5" w14:textId="77777777" w:rsidR="00152CEA" w:rsidRPr="00FD058A" w:rsidRDefault="000A6D34" w:rsidP="000A6D34">
      <w:pPr>
        <w:pStyle w:val="Endofdocument-Annex"/>
        <w:rPr>
          <w:lang w:val="es-419"/>
        </w:rPr>
      </w:pPr>
      <w:r w:rsidRPr="00FD058A">
        <w:rPr>
          <w:lang w:val="es-419"/>
        </w:rPr>
        <w:t>[Fin del documento]</w:t>
      </w:r>
    </w:p>
    <w:sectPr w:rsidR="00152CEA" w:rsidRPr="00FD058A" w:rsidSect="000A6D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EE060" w14:textId="77777777" w:rsidR="000A6D34" w:rsidRDefault="000A6D34">
      <w:r>
        <w:separator/>
      </w:r>
    </w:p>
  </w:endnote>
  <w:endnote w:type="continuationSeparator" w:id="0">
    <w:p w14:paraId="69124243" w14:textId="77777777" w:rsidR="000A6D34" w:rsidRPr="009D30E6" w:rsidRDefault="000A6D3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7C84EEE2" w14:textId="77777777" w:rsidR="000A6D34" w:rsidRPr="007E663E" w:rsidRDefault="000A6D3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6BD732AE" w14:textId="77777777" w:rsidR="000A6D34" w:rsidRPr="007E663E" w:rsidRDefault="000A6D34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DE635" w14:textId="77777777" w:rsidR="0045688D" w:rsidRDefault="004568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155F8" w14:textId="3E9D2CBD" w:rsidR="001509E4" w:rsidRDefault="001509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3B398" w14:textId="3813E289" w:rsidR="001509E4" w:rsidRDefault="001509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B193A" w14:textId="77777777" w:rsidR="000A6D34" w:rsidRDefault="000A6D34">
      <w:r>
        <w:separator/>
      </w:r>
    </w:p>
  </w:footnote>
  <w:footnote w:type="continuationSeparator" w:id="0">
    <w:p w14:paraId="43A8116C" w14:textId="77777777" w:rsidR="000A6D34" w:rsidRPr="009D30E6" w:rsidRDefault="000A6D3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1B13720" w14:textId="77777777" w:rsidR="000A6D34" w:rsidRPr="007E663E" w:rsidRDefault="000A6D3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5DEAD342" w14:textId="77777777" w:rsidR="000A6D34" w:rsidRPr="007E663E" w:rsidRDefault="000A6D34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14:paraId="27D06E39" w14:textId="77777777" w:rsidR="000A6D34" w:rsidRPr="00FD058A" w:rsidRDefault="000A6D34" w:rsidP="000A6D34">
      <w:pPr>
        <w:pStyle w:val="FootnoteText"/>
        <w:rPr>
          <w:lang w:val="es-419"/>
        </w:rPr>
      </w:pPr>
      <w:r w:rsidRPr="00FD058A">
        <w:rPr>
          <w:rStyle w:val="FootnoteReference"/>
          <w:lang w:val="es-419"/>
        </w:rPr>
        <w:footnoteRef/>
      </w:r>
      <w:r w:rsidR="00E7335E" w:rsidRPr="00FD058A">
        <w:rPr>
          <w:lang w:val="es-419"/>
        </w:rPr>
        <w:t xml:space="preserve"> </w:t>
      </w:r>
      <w:r w:rsidRPr="00FD058A">
        <w:rPr>
          <w:lang w:val="es-419"/>
        </w:rPr>
        <w:t>En relación con los asuntos tratados en este punto del orden del día.</w:t>
      </w:r>
    </w:p>
  </w:footnote>
  <w:footnote w:id="3">
    <w:p w14:paraId="02214E90" w14:textId="77777777" w:rsidR="000A6D34" w:rsidRPr="00FD058A" w:rsidRDefault="000A6D34" w:rsidP="000A6D34">
      <w:pPr>
        <w:pStyle w:val="FootnoteText"/>
        <w:rPr>
          <w:lang w:val="es-419"/>
        </w:rPr>
      </w:pPr>
      <w:r w:rsidRPr="00FD058A">
        <w:rPr>
          <w:rStyle w:val="FootnoteReference"/>
          <w:lang w:val="es-419"/>
        </w:rPr>
        <w:footnoteRef/>
      </w:r>
      <w:r w:rsidR="00E7335E" w:rsidRPr="00FD058A">
        <w:rPr>
          <w:lang w:val="es-419"/>
        </w:rPr>
        <w:t xml:space="preserve"> </w:t>
      </w:r>
      <w:r w:rsidRPr="00FD058A">
        <w:rPr>
          <w:lang w:val="es-419"/>
        </w:rPr>
        <w:t>En relación con asuntos del PBC aparte de los que se tratan en el punto 10 del orden del día.</w:t>
      </w:r>
    </w:p>
  </w:footnote>
  <w:footnote w:id="4">
    <w:p w14:paraId="717AE1AD" w14:textId="77777777" w:rsidR="00006C3B" w:rsidRPr="00FD058A" w:rsidRDefault="00006C3B" w:rsidP="00006C3B">
      <w:pPr>
        <w:pStyle w:val="FootnoteText"/>
        <w:rPr>
          <w:lang w:val="es-419"/>
        </w:rPr>
      </w:pPr>
      <w:r w:rsidRPr="00FD058A">
        <w:rPr>
          <w:rStyle w:val="FootnoteReference"/>
          <w:lang w:val="es-419"/>
        </w:rPr>
        <w:t>*</w:t>
      </w:r>
      <w:r w:rsidRPr="00FD058A">
        <w:rPr>
          <w:lang w:val="es-419"/>
        </w:rPr>
        <w:tab/>
        <w:t>WO/CF/44/</w:t>
      </w:r>
      <w:r w:rsidRPr="00FD058A">
        <w:rPr>
          <w:lang w:val="es-419"/>
        </w:rPr>
        <w:t>1  P/A/59/1  P/EC/63/1  B/A/53/1  B/EC/69/1  N/A/43/1  LO/A/43/1  IPC/A/44/1  BP/A/40/1  VA/A/36/1  WCT/A/23/1  WPPT/A/23/1  PLT/A/22/1  MVT/A/8/1  BTAP/A/4/1</w:t>
      </w:r>
    </w:p>
  </w:footnote>
  <w:footnote w:id="5">
    <w:p w14:paraId="52CF9339" w14:textId="77777777" w:rsidR="000A6D34" w:rsidRPr="00FD058A" w:rsidRDefault="000A6D34" w:rsidP="000A6D34">
      <w:pPr>
        <w:pStyle w:val="FootnoteText"/>
        <w:rPr>
          <w:lang w:val="es-419"/>
        </w:rPr>
      </w:pPr>
      <w:r w:rsidRPr="00FD058A">
        <w:rPr>
          <w:rStyle w:val="FootnoteReference"/>
          <w:lang w:val="es-419"/>
        </w:rPr>
        <w:footnoteRef/>
      </w:r>
      <w:r w:rsidR="000413CA" w:rsidRPr="00FD058A">
        <w:rPr>
          <w:lang w:val="es-419"/>
        </w:rPr>
        <w:t xml:space="preserve"> </w:t>
      </w:r>
      <w:r w:rsidRPr="00FD058A">
        <w:rPr>
          <w:lang w:val="es-419"/>
        </w:rPr>
        <w:t>Todos los documentos han sido preparados en los seis idiomas siguientes, salvo que se indique otra cosa:</w:t>
      </w:r>
      <w:r w:rsidR="00E7335E" w:rsidRPr="00FD058A">
        <w:rPr>
          <w:lang w:val="es-419"/>
        </w:rPr>
        <w:t xml:space="preserve"> </w:t>
      </w:r>
      <w:r w:rsidR="002B650F" w:rsidRPr="00FD058A">
        <w:rPr>
          <w:lang w:val="es-419"/>
        </w:rPr>
        <w:t>E: </w:t>
      </w:r>
      <w:r w:rsidRPr="00FD058A">
        <w:rPr>
          <w:lang w:val="es-419"/>
        </w:rPr>
        <w:t>Inglés</w:t>
      </w:r>
      <w:r w:rsidR="002B650F" w:rsidRPr="00FD058A">
        <w:rPr>
          <w:lang w:val="es-419"/>
        </w:rPr>
        <w:t>,</w:t>
      </w:r>
      <w:r w:rsidRPr="00FD058A">
        <w:rPr>
          <w:lang w:val="es-419"/>
        </w:rPr>
        <w:t xml:space="preserve"> A: Árabe</w:t>
      </w:r>
      <w:r w:rsidR="002B650F" w:rsidRPr="00FD058A">
        <w:rPr>
          <w:lang w:val="es-419"/>
        </w:rPr>
        <w:t>,</w:t>
      </w:r>
      <w:r w:rsidRPr="00FD058A">
        <w:rPr>
          <w:lang w:val="es-419"/>
        </w:rPr>
        <w:t xml:space="preserve"> C: Chino</w:t>
      </w:r>
      <w:r w:rsidR="002B650F" w:rsidRPr="00FD058A">
        <w:rPr>
          <w:lang w:val="es-419"/>
        </w:rPr>
        <w:t>,</w:t>
      </w:r>
      <w:r w:rsidRPr="00FD058A">
        <w:rPr>
          <w:lang w:val="es-419"/>
        </w:rPr>
        <w:t xml:space="preserve"> F: Francés</w:t>
      </w:r>
      <w:r w:rsidR="002B650F" w:rsidRPr="00FD058A">
        <w:rPr>
          <w:lang w:val="es-419"/>
        </w:rPr>
        <w:t>,</w:t>
      </w:r>
      <w:r w:rsidRPr="00FD058A">
        <w:rPr>
          <w:lang w:val="es-419"/>
        </w:rPr>
        <w:t xml:space="preserve"> R: Ruso</w:t>
      </w:r>
      <w:r w:rsidR="002B650F" w:rsidRPr="00FD058A">
        <w:rPr>
          <w:lang w:val="es-419"/>
        </w:rPr>
        <w:t>,</w:t>
      </w:r>
      <w:r w:rsidRPr="00FD058A">
        <w:rPr>
          <w:lang w:val="es-419"/>
        </w:rPr>
        <w:t xml:space="preserve"> S: Español.</w:t>
      </w:r>
    </w:p>
  </w:footnote>
  <w:footnote w:id="6">
    <w:p w14:paraId="620A1A11" w14:textId="77777777" w:rsidR="006D6F67" w:rsidRPr="00FD058A" w:rsidRDefault="006D6F67" w:rsidP="006D6F67">
      <w:pPr>
        <w:pStyle w:val="FootnoteText"/>
        <w:rPr>
          <w:lang w:val="es-419"/>
        </w:rPr>
      </w:pPr>
      <w:r w:rsidRPr="00FD058A">
        <w:rPr>
          <w:rStyle w:val="FootnoteReference"/>
          <w:lang w:val="es-419"/>
        </w:rPr>
        <w:t>*</w:t>
      </w:r>
      <w:r w:rsidRPr="00FD058A">
        <w:rPr>
          <w:lang w:val="es-419"/>
        </w:rPr>
        <w:tab/>
        <w:t>WO/CF/44/</w:t>
      </w:r>
      <w:r w:rsidRPr="00FD058A">
        <w:rPr>
          <w:lang w:val="es-419"/>
        </w:rPr>
        <w:t>1  P/A/59/1  P/EC/63/1  B/A/53/1  B/EC/69/1  N/A/43/1  LO/A/43/1  IPC/A/44/1  BP/A/40/1  VA/A/36/1  WCT/A/23/1  WPPT/A/23/1  PLT/A/22/1  MVT/A/8/1  BTAP/A/4/1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8BB6F" w14:textId="77777777" w:rsidR="0045688D" w:rsidRDefault="004568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4396E" w14:textId="39D986F2" w:rsidR="00F84474" w:rsidRDefault="000A6D34" w:rsidP="00477D6B">
    <w:pPr>
      <w:jc w:val="right"/>
    </w:pPr>
    <w:bookmarkStart w:id="7" w:name="Code2"/>
    <w:bookmarkEnd w:id="7"/>
    <w:r>
      <w:t>A/64/2</w:t>
    </w:r>
  </w:p>
  <w:p w14:paraId="7D2C05ED" w14:textId="19A64302"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FD058A">
      <w:rPr>
        <w:noProof/>
      </w:rPr>
      <w:t>6</w:t>
    </w:r>
    <w:r>
      <w:fldChar w:fldCharType="end"/>
    </w:r>
  </w:p>
  <w:p w14:paraId="1CEC548E" w14:textId="77777777" w:rsidR="00F84474" w:rsidRDefault="00F84474" w:rsidP="00477D6B">
    <w:pPr>
      <w:jc w:val="right"/>
    </w:pPr>
  </w:p>
  <w:p w14:paraId="31747E04" w14:textId="77777777" w:rsidR="004F7418" w:rsidRDefault="004F741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1C57C" w14:textId="77777777" w:rsidR="0045688D" w:rsidRDefault="004568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770770">
    <w:abstractNumId w:val="2"/>
  </w:num>
  <w:num w:numId="2" w16cid:durableId="417216013">
    <w:abstractNumId w:val="4"/>
  </w:num>
  <w:num w:numId="3" w16cid:durableId="2145349977">
    <w:abstractNumId w:val="0"/>
  </w:num>
  <w:num w:numId="4" w16cid:durableId="1245919784">
    <w:abstractNumId w:val="5"/>
  </w:num>
  <w:num w:numId="5" w16cid:durableId="1427071307">
    <w:abstractNumId w:val="1"/>
  </w:num>
  <w:num w:numId="6" w16cid:durableId="18985899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D34"/>
    <w:rsid w:val="00006C3B"/>
    <w:rsid w:val="00022CB5"/>
    <w:rsid w:val="00025745"/>
    <w:rsid w:val="00027050"/>
    <w:rsid w:val="0003197F"/>
    <w:rsid w:val="000413CA"/>
    <w:rsid w:val="00043F3B"/>
    <w:rsid w:val="00061BDB"/>
    <w:rsid w:val="000A6D34"/>
    <w:rsid w:val="000B2ADA"/>
    <w:rsid w:val="000E3BB3"/>
    <w:rsid w:val="000F5E56"/>
    <w:rsid w:val="001362EE"/>
    <w:rsid w:val="001509E4"/>
    <w:rsid w:val="00152CEA"/>
    <w:rsid w:val="001832A6"/>
    <w:rsid w:val="00191073"/>
    <w:rsid w:val="001C4DD3"/>
    <w:rsid w:val="001D50D1"/>
    <w:rsid w:val="00223CFA"/>
    <w:rsid w:val="002634C4"/>
    <w:rsid w:val="0028173E"/>
    <w:rsid w:val="0028252F"/>
    <w:rsid w:val="002B650F"/>
    <w:rsid w:val="002F4E68"/>
    <w:rsid w:val="00307787"/>
    <w:rsid w:val="00354647"/>
    <w:rsid w:val="003578FD"/>
    <w:rsid w:val="00374D8E"/>
    <w:rsid w:val="00377273"/>
    <w:rsid w:val="003845C1"/>
    <w:rsid w:val="00387287"/>
    <w:rsid w:val="003B01B1"/>
    <w:rsid w:val="003D41D4"/>
    <w:rsid w:val="00417480"/>
    <w:rsid w:val="00423E3E"/>
    <w:rsid w:val="00427AF4"/>
    <w:rsid w:val="0045231F"/>
    <w:rsid w:val="0045688D"/>
    <w:rsid w:val="004625B9"/>
    <w:rsid w:val="004647DA"/>
    <w:rsid w:val="00477D6B"/>
    <w:rsid w:val="0049200A"/>
    <w:rsid w:val="004A6C37"/>
    <w:rsid w:val="004F7418"/>
    <w:rsid w:val="00511D0C"/>
    <w:rsid w:val="0055013B"/>
    <w:rsid w:val="0056224D"/>
    <w:rsid w:val="00571B99"/>
    <w:rsid w:val="005D64EC"/>
    <w:rsid w:val="005F39D9"/>
    <w:rsid w:val="00605827"/>
    <w:rsid w:val="00674AD7"/>
    <w:rsid w:val="00675021"/>
    <w:rsid w:val="006A06C6"/>
    <w:rsid w:val="006B797E"/>
    <w:rsid w:val="006D6F67"/>
    <w:rsid w:val="007E58A3"/>
    <w:rsid w:val="007E63AC"/>
    <w:rsid w:val="007E663E"/>
    <w:rsid w:val="00815082"/>
    <w:rsid w:val="00842C1D"/>
    <w:rsid w:val="00843582"/>
    <w:rsid w:val="008B14EA"/>
    <w:rsid w:val="008B2CC1"/>
    <w:rsid w:val="008D69D0"/>
    <w:rsid w:val="008F1A9A"/>
    <w:rsid w:val="0090731E"/>
    <w:rsid w:val="00930383"/>
    <w:rsid w:val="00932C98"/>
    <w:rsid w:val="00952419"/>
    <w:rsid w:val="00966A22"/>
    <w:rsid w:val="00972F03"/>
    <w:rsid w:val="0099047A"/>
    <w:rsid w:val="00996919"/>
    <w:rsid w:val="009A0C8B"/>
    <w:rsid w:val="009B6241"/>
    <w:rsid w:val="00A02EAA"/>
    <w:rsid w:val="00A16FC0"/>
    <w:rsid w:val="00A32C9E"/>
    <w:rsid w:val="00A72653"/>
    <w:rsid w:val="00A7453D"/>
    <w:rsid w:val="00A8121F"/>
    <w:rsid w:val="00AA59B9"/>
    <w:rsid w:val="00AB613D"/>
    <w:rsid w:val="00B13CD8"/>
    <w:rsid w:val="00B65A0A"/>
    <w:rsid w:val="00B72D36"/>
    <w:rsid w:val="00B842C2"/>
    <w:rsid w:val="00BA063E"/>
    <w:rsid w:val="00BC4164"/>
    <w:rsid w:val="00BD2DCC"/>
    <w:rsid w:val="00BE1A8C"/>
    <w:rsid w:val="00BF6F9C"/>
    <w:rsid w:val="00C06472"/>
    <w:rsid w:val="00C067DE"/>
    <w:rsid w:val="00C90559"/>
    <w:rsid w:val="00C92145"/>
    <w:rsid w:val="00CE3173"/>
    <w:rsid w:val="00D030EF"/>
    <w:rsid w:val="00D36B79"/>
    <w:rsid w:val="00D36BD5"/>
    <w:rsid w:val="00D40CF0"/>
    <w:rsid w:val="00D45108"/>
    <w:rsid w:val="00D56C7C"/>
    <w:rsid w:val="00D71B4D"/>
    <w:rsid w:val="00D90289"/>
    <w:rsid w:val="00D93D55"/>
    <w:rsid w:val="00E03D31"/>
    <w:rsid w:val="00E35993"/>
    <w:rsid w:val="00E45C84"/>
    <w:rsid w:val="00E504E5"/>
    <w:rsid w:val="00E7335E"/>
    <w:rsid w:val="00E73ABF"/>
    <w:rsid w:val="00EB7A3E"/>
    <w:rsid w:val="00EC401A"/>
    <w:rsid w:val="00EE5E71"/>
    <w:rsid w:val="00EF530A"/>
    <w:rsid w:val="00EF6622"/>
    <w:rsid w:val="00F55408"/>
    <w:rsid w:val="00F611DA"/>
    <w:rsid w:val="00F66152"/>
    <w:rsid w:val="00F80845"/>
    <w:rsid w:val="00F84474"/>
    <w:rsid w:val="00FD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077DB372"/>
  <w15:docId w15:val="{BC9BB298-F71B-4E10-BB66-FA97F667A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D6F67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0A6D34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0A6D34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ing3Char">
    <w:name w:val="Heading 3 Char"/>
    <w:basedOn w:val="DefaultParagraphFont"/>
    <w:link w:val="Heading3"/>
    <w:rsid w:val="000A6D34"/>
    <w:rPr>
      <w:rFonts w:ascii="Arial" w:eastAsia="SimSun" w:hAnsi="Arial" w:cs="Arial"/>
      <w:bCs/>
      <w:sz w:val="22"/>
      <w:szCs w:val="26"/>
      <w:u w:val="single"/>
      <w:lang w:val="es-ES" w:eastAsia="zh-CN"/>
    </w:rPr>
  </w:style>
  <w:style w:type="character" w:customStyle="1" w:styleId="BodyTextChar">
    <w:name w:val="Body Text Char"/>
    <w:basedOn w:val="DefaultParagraphFont"/>
    <w:link w:val="BodyText"/>
    <w:rsid w:val="000A6D34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0A6D34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rsid w:val="000A6D34"/>
    <w:rPr>
      <w:vertAlign w:val="superscript"/>
    </w:rPr>
  </w:style>
  <w:style w:type="character" w:styleId="Hyperlink">
    <w:name w:val="Hyperlink"/>
    <w:basedOn w:val="DefaultParagraphFont"/>
    <w:unhideWhenUsed/>
    <w:rsid w:val="00AA59B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59B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AA59B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about-wipo/es/dg_tang/speeches/a-64-dg-speech.htm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wipo.int/meetings/es/statements.jsp?meeting_id=73654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Assembly\A%206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64 (S)</Template>
  <TotalTime>20</TotalTime>
  <Pages>8</Pages>
  <Words>1774</Words>
  <Characters>10075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A/64/2</vt:lpstr>
    </vt:vector>
  </TitlesOfParts>
  <Company>WIPO</Company>
  <LinksUpToDate>false</LinksUpToDate>
  <CharactersWithSpaces>11826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A/64/2</dc:title>
  <dc:creator>WIPO</dc:creator>
  <cp:keywords>PUBLIC</cp:keywords>
  <cp:lastModifiedBy>HÄFLIGER Patience</cp:lastModifiedBy>
  <cp:revision>7</cp:revision>
  <dcterms:created xsi:type="dcterms:W3CDTF">2023-09-19T12:20:00Z</dcterms:created>
  <dcterms:modified xsi:type="dcterms:W3CDTF">2023-09-19T12:44:00Z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2023-09-19T12:03:12Z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67eac817-287e-4f80-98ed-169992e95de7</vt:lpwstr>
  </property>
  <property fmtid="{D5CDD505-2E9C-101B-9397-08002B2CF9AE}" pid="14" name="MSIP_Label_20773ee6-353b-4fb9-a59d-0b94c8c67bea_ContentBits">
    <vt:lpwstr>0</vt:lpwstr>
  </property>
</Properties>
</file>