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F729A" w:rsidRDefault="008B14EA" w:rsidP="008B14EA">
      <w:pPr>
        <w:spacing w:after="120"/>
        <w:jc w:val="right"/>
        <w:rPr>
          <w:lang w:val="es-419"/>
        </w:rPr>
      </w:pPr>
      <w:bookmarkStart w:id="0" w:name="_GoBack"/>
      <w:bookmarkEnd w:id="0"/>
      <w:r w:rsidRPr="006F729A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F729A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A0527DD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6F729A" w:rsidRDefault="00A8121F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6F729A">
        <w:rPr>
          <w:rFonts w:ascii="Arial Black" w:hAnsi="Arial Black"/>
          <w:caps/>
          <w:sz w:val="15"/>
          <w:lang w:val="es-419"/>
        </w:rPr>
        <w:t>A/64/</w:t>
      </w:r>
      <w:bookmarkStart w:id="1" w:name="Code"/>
      <w:r w:rsidR="00106A85" w:rsidRPr="006F729A">
        <w:rPr>
          <w:rFonts w:ascii="Arial Black" w:hAnsi="Arial Black"/>
          <w:caps/>
          <w:sz w:val="15"/>
          <w:lang w:val="es-419"/>
        </w:rPr>
        <w:t>INF/3/ADD.</w:t>
      </w:r>
    </w:p>
    <w:bookmarkEnd w:id="1"/>
    <w:p w:rsidR="008B2CC1" w:rsidRPr="006F729A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6F729A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106A85" w:rsidRPr="006F729A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8B2CC1" w:rsidRPr="006F729A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6F729A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106A85" w:rsidRPr="006F729A">
        <w:rPr>
          <w:rFonts w:ascii="Arial Black" w:hAnsi="Arial Black"/>
          <w:caps/>
          <w:sz w:val="15"/>
          <w:lang w:val="es-419"/>
        </w:rPr>
        <w:t>4 DE JULIO DE 2023</w:t>
      </w:r>
    </w:p>
    <w:bookmarkEnd w:id="3"/>
    <w:p w:rsidR="008B2CC1" w:rsidRPr="006F729A" w:rsidRDefault="00A8121F" w:rsidP="008B14EA">
      <w:pPr>
        <w:spacing w:after="600"/>
        <w:rPr>
          <w:b/>
          <w:sz w:val="28"/>
          <w:szCs w:val="28"/>
          <w:lang w:val="es-419"/>
        </w:rPr>
      </w:pPr>
      <w:r w:rsidRPr="006F729A">
        <w:rPr>
          <w:b/>
          <w:sz w:val="28"/>
          <w:szCs w:val="28"/>
          <w:lang w:val="es-419"/>
        </w:rPr>
        <w:t>Asambleas de los Estados miembros de la OMPI</w:t>
      </w:r>
    </w:p>
    <w:p w:rsidR="00511D0C" w:rsidRPr="006F729A" w:rsidRDefault="00A8121F" w:rsidP="00511D0C">
      <w:pPr>
        <w:rPr>
          <w:b/>
          <w:sz w:val="24"/>
          <w:szCs w:val="24"/>
          <w:lang w:val="es-419"/>
        </w:rPr>
      </w:pPr>
      <w:r w:rsidRPr="006F729A">
        <w:rPr>
          <w:b/>
          <w:sz w:val="24"/>
          <w:szCs w:val="24"/>
          <w:lang w:val="es-419"/>
        </w:rPr>
        <w:t>Sexagésima cuarta serie de reuniones</w:t>
      </w:r>
    </w:p>
    <w:p w:rsidR="008B2CC1" w:rsidRPr="006F729A" w:rsidRDefault="00A8121F" w:rsidP="008B14EA">
      <w:pPr>
        <w:spacing w:after="720"/>
        <w:rPr>
          <w:b/>
          <w:sz w:val="24"/>
          <w:szCs w:val="24"/>
          <w:lang w:val="es-419"/>
        </w:rPr>
      </w:pPr>
      <w:r w:rsidRPr="006F729A">
        <w:rPr>
          <w:b/>
          <w:sz w:val="24"/>
          <w:szCs w:val="24"/>
          <w:lang w:val="es-419"/>
        </w:rPr>
        <w:t>Ginebra, 6 a 14 de julio de 2023</w:t>
      </w:r>
    </w:p>
    <w:p w:rsidR="008B2CC1" w:rsidRPr="006F729A" w:rsidRDefault="00106A85" w:rsidP="008B14EA">
      <w:pPr>
        <w:spacing w:after="360"/>
        <w:rPr>
          <w:caps/>
          <w:sz w:val="24"/>
          <w:lang w:val="es-419"/>
        </w:rPr>
      </w:pPr>
      <w:bookmarkStart w:id="4" w:name="TitleOfDoc"/>
      <w:r w:rsidRPr="006F729A">
        <w:rPr>
          <w:caps/>
          <w:sz w:val="24"/>
          <w:lang w:val="es-419"/>
        </w:rPr>
        <w:t>SITUACIÓN RELATIVA AL PAGO DE LAS CONTRIBUCIONES</w:t>
      </w:r>
      <w:r w:rsidRPr="006F729A">
        <w:rPr>
          <w:caps/>
          <w:sz w:val="24"/>
          <w:lang w:val="es-419"/>
        </w:rPr>
        <w:br/>
        <w:t>AL 30 DE JUNIO DE 2023</w:t>
      </w:r>
    </w:p>
    <w:p w:rsidR="008B2CC1" w:rsidRPr="006F729A" w:rsidRDefault="00106A85" w:rsidP="008B14EA">
      <w:pPr>
        <w:spacing w:after="960"/>
        <w:rPr>
          <w:i/>
          <w:lang w:val="es-419"/>
        </w:rPr>
      </w:pPr>
      <w:bookmarkStart w:id="5" w:name="Prepared"/>
      <w:bookmarkEnd w:id="4"/>
      <w:r w:rsidRPr="006F729A">
        <w:rPr>
          <w:i/>
          <w:lang w:val="es-419"/>
        </w:rPr>
        <w:t>Adición</w:t>
      </w:r>
    </w:p>
    <w:bookmarkEnd w:id="5"/>
    <w:p w:rsidR="00031CE9" w:rsidRPr="006F729A" w:rsidRDefault="00031CE9" w:rsidP="00031CE9">
      <w:pPr>
        <w:numPr>
          <w:ilvl w:val="0"/>
          <w:numId w:val="7"/>
        </w:numPr>
        <w:tabs>
          <w:tab w:val="left" w:pos="567"/>
        </w:tabs>
        <w:spacing w:after="480"/>
        <w:ind w:left="0" w:firstLine="0"/>
        <w:rPr>
          <w:lang w:val="es-419"/>
        </w:rPr>
      </w:pPr>
      <w:r w:rsidRPr="006F729A">
        <w:rPr>
          <w:lang w:val="es-419"/>
        </w:rPr>
        <w:t xml:space="preserve">El presente documento contiene una actualización de la información contenida en </w:t>
      </w:r>
      <w:r w:rsidR="006F729A" w:rsidRPr="006F729A">
        <w:rPr>
          <w:lang w:val="es-419"/>
        </w:rPr>
        <w:t>el documento titulado</w:t>
      </w:r>
      <w:r w:rsidRPr="006F729A">
        <w:rPr>
          <w:lang w:val="es-419"/>
        </w:rPr>
        <w:t xml:space="preserve"> “Situación relativa al pago de las contribuciones al 30 de abril de 2023” (documento WO/PBC/36/7) y “Situación relativa al pago de las contribuciones al 31 de mayo de 2023” (documento A/64/INF/3).</w:t>
      </w:r>
    </w:p>
    <w:p w:rsidR="00031CE9" w:rsidRPr="006F729A" w:rsidRDefault="00031CE9" w:rsidP="00031CE9">
      <w:pPr>
        <w:keepNext/>
        <w:spacing w:before="240" w:after="360"/>
        <w:outlineLvl w:val="1"/>
        <w:rPr>
          <w:b/>
          <w:bCs/>
          <w:iCs/>
          <w:caps/>
          <w:noProof/>
          <w:szCs w:val="28"/>
          <w:lang w:val="es-419"/>
        </w:rPr>
      </w:pPr>
      <w:r w:rsidRPr="006F729A">
        <w:rPr>
          <w:b/>
          <w:caps/>
          <w:lang w:val="es-419"/>
        </w:rPr>
        <w:t>Atrasos en el pago de las contribuciones al 30 de junio de 2023</w:t>
      </w:r>
    </w:p>
    <w:p w:rsidR="00031CE9" w:rsidRPr="006F729A" w:rsidRDefault="00031CE9" w:rsidP="00031CE9">
      <w:pPr>
        <w:spacing w:before="220" w:after="300"/>
        <w:outlineLvl w:val="2"/>
        <w:rPr>
          <w:b/>
          <w:noProof/>
          <w:szCs w:val="22"/>
          <w:lang w:val="es-419"/>
        </w:rPr>
      </w:pPr>
      <w:r w:rsidRPr="006F729A">
        <w:rPr>
          <w:b/>
          <w:lang w:val="es-419"/>
        </w:rPr>
        <w:t>Atrasos en el pago de las contribuciones anuales</w:t>
      </w:r>
    </w:p>
    <w:p w:rsidR="00031CE9" w:rsidRPr="006F729A" w:rsidRDefault="00031CE9" w:rsidP="00031CE9">
      <w:pPr>
        <w:spacing w:before="220" w:after="300"/>
        <w:outlineLvl w:val="2"/>
        <w:rPr>
          <w:b/>
          <w:noProof/>
          <w:szCs w:val="22"/>
          <w:lang w:val="es-419"/>
        </w:rPr>
      </w:pPr>
      <w:r w:rsidRPr="006F729A">
        <w:rPr>
          <w:b/>
          <w:lang w:val="es-419"/>
        </w:rPr>
        <w:t>(Excepto los atrasos de los países menos adelantados (PMA) correspondientes a los años anteriores a 1990, colocados en una cuenta especial (bloqueada))</w:t>
      </w:r>
    </w:p>
    <w:p w:rsidR="00031CE9" w:rsidRPr="006F729A" w:rsidRDefault="00031CE9" w:rsidP="00031CE9">
      <w:pPr>
        <w:numPr>
          <w:ilvl w:val="0"/>
          <w:numId w:val="7"/>
        </w:numPr>
        <w:tabs>
          <w:tab w:val="left" w:pos="567"/>
          <w:tab w:val="left" w:pos="9498"/>
        </w:tabs>
        <w:spacing w:after="220"/>
        <w:ind w:left="0" w:firstLine="0"/>
        <w:rPr>
          <w:noProof/>
          <w:szCs w:val="22"/>
          <w:lang w:val="es-419"/>
        </w:rPr>
      </w:pPr>
      <w:r w:rsidRPr="006F729A">
        <w:rPr>
          <w:lang w:val="es-419"/>
        </w:rPr>
        <w:t>En el cuadro que figura a continuación se indican los atrasos en el pago de las contribuciones al 30 de junio de 2023 con arreglo al sistema único de contribuciones, aplicable a partir del 1 de enero de 1994, y con arreglo a los sistemas de contribución aplicables anteriormente de las seis Uniones financiadas mediante contribuciones (París, Berna, CIP, Niza, Locarno, Viena) y de la OMPI (para los Estados miembros de la Organización que no son miembros de ninguna de las uniones), a excepción de los atrasos en las contribuciones de los PMA correspondientes a los años anteriores a 1990, que se han colocado en una cuenta especial (bloqueada), y que no se indican en este cuadro, sino en el cuadro del párrafo 5.</w:t>
      </w:r>
    </w:p>
    <w:p w:rsidR="00031CE9" w:rsidRPr="006F729A" w:rsidRDefault="00031CE9" w:rsidP="00031CE9">
      <w:pPr>
        <w:rPr>
          <w:lang w:val="es-419"/>
        </w:rPr>
      </w:pPr>
      <w:r w:rsidRPr="006F729A">
        <w:rPr>
          <w:lang w:val="es-419"/>
        </w:rPr>
        <w:br w:type="page"/>
      </w:r>
    </w:p>
    <w:p w:rsidR="00031CE9" w:rsidRPr="006F729A" w:rsidRDefault="00D63F51" w:rsidP="00031CE9">
      <w:pPr>
        <w:rPr>
          <w:lang w:val="es-419"/>
        </w:rPr>
      </w:pPr>
      <w:r w:rsidRPr="00D63F51">
        <w:rPr>
          <w:noProof/>
          <w:lang w:val="en-US" w:eastAsia="en-US"/>
        </w:rPr>
        <w:lastRenderedPageBreak/>
        <w:drawing>
          <wp:inline distT="0" distB="0" distL="0" distR="0">
            <wp:extent cx="5940425" cy="8300077"/>
            <wp:effectExtent l="0" t="0" r="317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00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rPr>
          <w:lang w:val="es-419"/>
        </w:rPr>
      </w:pPr>
    </w:p>
    <w:p w:rsidR="00031CE9" w:rsidRPr="006F729A" w:rsidRDefault="00031CE9" w:rsidP="00031CE9">
      <w:pPr>
        <w:rPr>
          <w:lang w:val="es-419"/>
        </w:rPr>
      </w:pPr>
    </w:p>
    <w:p w:rsidR="00031CE9" w:rsidRPr="006F729A" w:rsidRDefault="00031CE9" w:rsidP="00031CE9">
      <w:pPr>
        <w:rPr>
          <w:lang w:val="es-419"/>
        </w:rPr>
      </w:pPr>
    </w:p>
    <w:p w:rsidR="00031CE9" w:rsidRPr="006F729A" w:rsidRDefault="00D63F51" w:rsidP="00031CE9">
      <w:pPr>
        <w:rPr>
          <w:lang w:val="es-419"/>
        </w:rPr>
      </w:pPr>
      <w:r w:rsidRPr="00D63F51">
        <w:rPr>
          <w:noProof/>
          <w:lang w:val="en-US" w:eastAsia="en-US"/>
        </w:rPr>
        <w:lastRenderedPageBreak/>
        <w:drawing>
          <wp:inline distT="0" distB="0" distL="0" distR="0">
            <wp:extent cx="5940425" cy="8541942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41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rPr>
          <w:lang w:val="es-419"/>
        </w:rPr>
      </w:pPr>
    </w:p>
    <w:p w:rsidR="00031CE9" w:rsidRPr="006F729A" w:rsidRDefault="00D63F51" w:rsidP="00031CE9">
      <w:pPr>
        <w:rPr>
          <w:lang w:val="es-419"/>
        </w:rPr>
      </w:pPr>
      <w:r w:rsidRPr="00D63F51">
        <w:rPr>
          <w:noProof/>
          <w:lang w:val="en-US" w:eastAsia="en-US"/>
        </w:rPr>
        <w:lastRenderedPageBreak/>
        <w:drawing>
          <wp:inline distT="0" distB="0" distL="0" distR="0">
            <wp:extent cx="5940425" cy="8630429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30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rPr>
          <w:lang w:val="es-419"/>
        </w:rPr>
      </w:pPr>
    </w:p>
    <w:p w:rsidR="00031CE9" w:rsidRPr="006F729A" w:rsidRDefault="00D63F51" w:rsidP="00031CE9">
      <w:pPr>
        <w:rPr>
          <w:lang w:val="es-419"/>
        </w:rPr>
      </w:pPr>
      <w:r w:rsidRPr="00D63F51">
        <w:rPr>
          <w:noProof/>
          <w:lang w:val="en-US" w:eastAsia="en-US"/>
        </w:rPr>
        <w:lastRenderedPageBreak/>
        <w:drawing>
          <wp:inline distT="0" distB="0" distL="0" distR="0">
            <wp:extent cx="5940425" cy="2572021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72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rPr>
          <w:lang w:val="es-419"/>
        </w:rPr>
      </w:pPr>
    </w:p>
    <w:p w:rsidR="00031CE9" w:rsidRPr="006F729A" w:rsidRDefault="00031CE9" w:rsidP="00031CE9">
      <w:pPr>
        <w:rPr>
          <w:b/>
          <w:color w:val="000000"/>
          <w:lang w:val="es-419"/>
        </w:rPr>
      </w:pPr>
      <w:r w:rsidRPr="006F729A">
        <w:rPr>
          <w:b/>
          <w:color w:val="000000"/>
          <w:lang w:val="es-419"/>
        </w:rPr>
        <w:t>Importe total de los atrasos (excepto los atrasos de los PMA correspondientes a los años anteriores a 1990, colocados en una cuenta especial (bloqueada)</w:t>
      </w:r>
    </w:p>
    <w:p w:rsidR="00031CE9" w:rsidRPr="006F729A" w:rsidRDefault="00031CE9" w:rsidP="00031CE9">
      <w:pPr>
        <w:rPr>
          <w:rFonts w:eastAsia="Times New Roman" w:cs="Times New Roman"/>
          <w:b/>
          <w:noProof/>
          <w:color w:val="000000"/>
          <w:lang w:val="es-419"/>
        </w:rPr>
      </w:pPr>
    </w:p>
    <w:p w:rsidR="00031CE9" w:rsidRPr="006F729A" w:rsidRDefault="00D63F51" w:rsidP="00031CE9">
      <w:pPr>
        <w:spacing w:after="240"/>
        <w:rPr>
          <w:lang w:val="es-419"/>
        </w:rPr>
      </w:pPr>
      <w:r w:rsidRPr="00D63F51">
        <w:rPr>
          <w:noProof/>
          <w:lang w:val="en-US" w:eastAsia="en-US"/>
        </w:rPr>
        <w:drawing>
          <wp:inline distT="0" distB="0" distL="0" distR="0">
            <wp:extent cx="5940425" cy="647566"/>
            <wp:effectExtent l="0" t="0" r="317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7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spacing w:before="220" w:after="300"/>
        <w:outlineLvl w:val="2"/>
        <w:rPr>
          <w:b/>
          <w:lang w:val="es-419"/>
        </w:rPr>
      </w:pPr>
      <w:r w:rsidRPr="006F729A">
        <w:rPr>
          <w:b/>
          <w:lang w:val="es-419"/>
        </w:rPr>
        <w:t>Observaciones</w:t>
      </w:r>
    </w:p>
    <w:p w:rsidR="00031CE9" w:rsidRPr="006F729A" w:rsidRDefault="00031CE9" w:rsidP="00031CE9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419"/>
        </w:rPr>
      </w:pPr>
      <w:r w:rsidRPr="006F729A">
        <w:rPr>
          <w:lang w:val="es-419"/>
        </w:rPr>
        <w:t>Al 30 de junio de 2023, el importe total de las contribuciones adeudadas ascendía a 5,49 millones de francos suizos, de los cuales 4,25 millones corresponden al sistema único de contribuciones, mientras que casi 1,24 millones corresponden a las contribuciones anteriores a 1994 con respecto a las uniones financiadas mediante contribuciones y la OMPI</w:t>
      </w:r>
      <w:r w:rsidR="006F729A">
        <w:rPr>
          <w:lang w:val="es-419"/>
        </w:rPr>
        <w:t xml:space="preserve">. </w:t>
      </w:r>
      <w:r w:rsidRPr="006F729A">
        <w:rPr>
          <w:lang w:val="es-419"/>
        </w:rPr>
        <w:t>El importe total de los atrasos, 5,49 millones de francos suizos (como se indica en el cuadro anterior), corresponde al 31 % del importe total de las contribuciones pagaderas en 2023, a saber, casi 17,6 millones de francos suizos.</w:t>
      </w:r>
    </w:p>
    <w:p w:rsidR="00031CE9" w:rsidRPr="006F729A" w:rsidRDefault="00031CE9" w:rsidP="00031CE9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419"/>
        </w:rPr>
      </w:pPr>
      <w:r w:rsidRPr="006F729A">
        <w:rPr>
          <w:lang w:val="es-419"/>
        </w:rPr>
        <w:t>Los pagos recibidos por par</w:t>
      </w:r>
      <w:r w:rsidR="003140E5">
        <w:rPr>
          <w:lang w:val="es-419"/>
        </w:rPr>
        <w:t>te de la Oficina Internacional</w:t>
      </w:r>
      <w:r w:rsidRPr="006F729A">
        <w:rPr>
          <w:lang w:val="es-419"/>
        </w:rPr>
        <w:t xml:space="preserve"> entre el 1 y el 10 de julio de 2023 se comunicarán a las Asambleas cuando estas examinen el presente documento.</w:t>
      </w:r>
    </w:p>
    <w:p w:rsidR="00031CE9" w:rsidRPr="006F729A" w:rsidRDefault="00031CE9" w:rsidP="00031CE9">
      <w:pPr>
        <w:spacing w:before="220" w:after="300"/>
        <w:outlineLvl w:val="2"/>
        <w:rPr>
          <w:b/>
          <w:lang w:val="es-419"/>
        </w:rPr>
      </w:pPr>
      <w:r w:rsidRPr="006F729A">
        <w:rPr>
          <w:b/>
          <w:lang w:val="es-419"/>
        </w:rPr>
        <w:t>Atrasos en las contribuciones anuales de los PMA correspondientes a los años anteriores a 1990, colocados en una cuenta especial (bloqueada)</w:t>
      </w:r>
    </w:p>
    <w:p w:rsidR="00031CE9" w:rsidRPr="006F729A" w:rsidRDefault="00031CE9" w:rsidP="00031CE9">
      <w:pPr>
        <w:numPr>
          <w:ilvl w:val="0"/>
          <w:numId w:val="7"/>
        </w:numPr>
        <w:spacing w:after="240"/>
        <w:ind w:left="0" w:firstLine="0"/>
        <w:rPr>
          <w:lang w:val="es-419"/>
        </w:rPr>
      </w:pPr>
      <w:r w:rsidRPr="006F729A">
        <w:rPr>
          <w:lang w:val="es-419"/>
        </w:rPr>
        <w:t>Se recuerda que, de conformidad con la decisión adoptada por la Conferencia de la OMPI y las Asambleas de las Uniones de París y de Berna, en sus períodos ordinarios de sesiones de 1991, el importe de los atrasos en las contribuciones de cualquier PMA correspondientes a los años anteriores a 1990 fue colocado en una cuenta especial, cuyo saldo se bloqueó al 31 de diciembre de 1989 (documentos AB/XXII/20 y AB/XXII/22, párrafo 127)</w:t>
      </w:r>
      <w:r w:rsidR="006F729A">
        <w:rPr>
          <w:lang w:val="es-419"/>
        </w:rPr>
        <w:t xml:space="preserve">. </w:t>
      </w:r>
      <w:r w:rsidRPr="006F729A">
        <w:rPr>
          <w:lang w:val="es-419"/>
        </w:rPr>
        <w:t>Dichos atrasos en las contribuciones, al 30 de junio de 2023, relativos a las Uniones de París y de Berna y a la OMPI, figuran en el cuadro siguiente</w:t>
      </w:r>
      <w:r w:rsidR="006F729A">
        <w:rPr>
          <w:lang w:val="es-419"/>
        </w:rPr>
        <w:t xml:space="preserve">. </w:t>
      </w:r>
      <w:r w:rsidRPr="006F729A">
        <w:rPr>
          <w:lang w:val="es-419"/>
        </w:rPr>
        <w:t xml:space="preserve">Los pagos recibidos por parte de la </w:t>
      </w:r>
      <w:r w:rsidR="003140E5" w:rsidRPr="006F729A">
        <w:rPr>
          <w:lang w:val="es-419"/>
        </w:rPr>
        <w:t>Oficina Internacional</w:t>
      </w:r>
      <w:r w:rsidRPr="006F729A">
        <w:rPr>
          <w:lang w:val="es-419"/>
        </w:rPr>
        <w:t xml:space="preserve"> entre el 1 y el 10 de julio de 2023 se comunicarán a las Asambleas cuando estas examinen el presente documento.</w:t>
      </w:r>
    </w:p>
    <w:p w:rsidR="00031CE9" w:rsidRPr="006F729A" w:rsidRDefault="00031CE9" w:rsidP="00031CE9">
      <w:pPr>
        <w:spacing w:after="120"/>
        <w:rPr>
          <w:b/>
          <w:noProof/>
          <w:snapToGrid w:val="0"/>
          <w:szCs w:val="22"/>
          <w:lang w:val="es-419"/>
        </w:rPr>
      </w:pPr>
    </w:p>
    <w:p w:rsidR="00031CE9" w:rsidRPr="006F729A" w:rsidRDefault="00031CE9" w:rsidP="00031CE9">
      <w:pPr>
        <w:spacing w:after="120"/>
        <w:rPr>
          <w:b/>
          <w:noProof/>
          <w:snapToGrid w:val="0"/>
          <w:szCs w:val="22"/>
          <w:lang w:val="es-419"/>
        </w:rPr>
      </w:pPr>
    </w:p>
    <w:p w:rsidR="00031CE9" w:rsidRPr="006F729A" w:rsidRDefault="00D63F51" w:rsidP="00031CE9">
      <w:pPr>
        <w:spacing w:after="120"/>
        <w:rPr>
          <w:b/>
          <w:noProof/>
          <w:snapToGrid w:val="0"/>
          <w:szCs w:val="22"/>
          <w:lang w:val="es-419"/>
        </w:rPr>
      </w:pPr>
      <w:r w:rsidRPr="00D63F51">
        <w:rPr>
          <w:b/>
          <w:noProof/>
          <w:snapToGrid w:val="0"/>
          <w:szCs w:val="22"/>
          <w:lang w:val="en-US" w:eastAsia="en-US"/>
        </w:rPr>
        <w:lastRenderedPageBreak/>
        <w:drawing>
          <wp:inline distT="0" distB="0" distL="0" distR="0">
            <wp:extent cx="5940425" cy="7623448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2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spacing w:after="120"/>
        <w:rPr>
          <w:b/>
          <w:noProof/>
          <w:snapToGrid w:val="0"/>
          <w:szCs w:val="22"/>
          <w:lang w:val="es-419"/>
        </w:rPr>
      </w:pPr>
    </w:p>
    <w:p w:rsidR="008B3FE2" w:rsidRPr="006F729A" w:rsidRDefault="008B3FE2" w:rsidP="00031CE9">
      <w:pPr>
        <w:spacing w:after="120"/>
        <w:rPr>
          <w:b/>
          <w:snapToGrid w:val="0"/>
          <w:lang w:val="es-419"/>
        </w:rPr>
      </w:pPr>
    </w:p>
    <w:p w:rsidR="00031CE9" w:rsidRPr="006F729A" w:rsidRDefault="00031CE9" w:rsidP="00D63F51">
      <w:pPr>
        <w:keepNext/>
        <w:spacing w:after="120"/>
        <w:rPr>
          <w:lang w:val="es-419"/>
        </w:rPr>
      </w:pPr>
      <w:r w:rsidRPr="006F729A">
        <w:rPr>
          <w:b/>
          <w:snapToGrid w:val="0"/>
          <w:lang w:val="es-419"/>
        </w:rPr>
        <w:lastRenderedPageBreak/>
        <w:t>Importe total de los atrasos</w:t>
      </w:r>
      <w:r w:rsidRPr="006F729A">
        <w:rPr>
          <w:lang w:val="es-419"/>
        </w:rPr>
        <w:t xml:space="preserve"> </w:t>
      </w:r>
      <w:r w:rsidRPr="006F729A">
        <w:rPr>
          <w:b/>
          <w:snapToGrid w:val="0"/>
          <w:lang w:val="es-419"/>
        </w:rPr>
        <w:t>de los PMA correspondientes a los años anteriores a 1990, colocados en una cuenta especial (bloqueada)</w:t>
      </w:r>
    </w:p>
    <w:p w:rsidR="00031CE9" w:rsidRPr="006F729A" w:rsidRDefault="00D63F51" w:rsidP="00D63F51">
      <w:pPr>
        <w:keepNext/>
        <w:spacing w:after="240"/>
        <w:rPr>
          <w:lang w:val="es-419"/>
        </w:rPr>
      </w:pPr>
      <w:r w:rsidRPr="00D63F51">
        <w:rPr>
          <w:noProof/>
          <w:lang w:val="en-US" w:eastAsia="en-US"/>
        </w:rPr>
        <w:drawing>
          <wp:inline distT="0" distB="0" distL="0" distR="0">
            <wp:extent cx="5940425" cy="873764"/>
            <wp:effectExtent l="0" t="0" r="3175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3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spacing w:before="220" w:after="300"/>
        <w:outlineLvl w:val="2"/>
        <w:rPr>
          <w:b/>
          <w:noProof/>
          <w:szCs w:val="22"/>
          <w:lang w:val="es-419"/>
        </w:rPr>
      </w:pPr>
      <w:r w:rsidRPr="006F729A">
        <w:rPr>
          <w:b/>
          <w:lang w:val="es-419"/>
        </w:rPr>
        <w:t>Importes adeudados a los fondos de operaciones</w:t>
      </w:r>
    </w:p>
    <w:p w:rsidR="00031CE9" w:rsidRPr="006F729A" w:rsidRDefault="00031CE9" w:rsidP="00031CE9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419"/>
        </w:rPr>
      </w:pPr>
      <w:r w:rsidRPr="006F729A">
        <w:rPr>
          <w:lang w:val="es-419"/>
        </w:rPr>
        <w:t>En el cuadro siguiente figuran los importes adeudados por algunos Estados, al 30 de junio de 2023, a los fondos de operaciones que han sido constituidos, a saber, los de dos uniones financiadas mediante contribuciones (Uniones de París y Berna)</w:t>
      </w:r>
      <w:r w:rsidR="006F729A">
        <w:rPr>
          <w:lang w:val="es-419"/>
        </w:rPr>
        <w:t xml:space="preserve">. </w:t>
      </w:r>
      <w:r w:rsidRPr="006F729A">
        <w:rPr>
          <w:lang w:val="es-419"/>
        </w:rPr>
        <w:t xml:space="preserve">Los pagos recibidos por parte de la </w:t>
      </w:r>
      <w:r w:rsidR="003140E5" w:rsidRPr="006F729A">
        <w:rPr>
          <w:lang w:val="es-419"/>
        </w:rPr>
        <w:t>Oficina Internacional</w:t>
      </w:r>
      <w:r w:rsidRPr="006F729A">
        <w:rPr>
          <w:lang w:val="es-419"/>
        </w:rPr>
        <w:t xml:space="preserve"> entre el 1 y el 10 de julio de 2023 se comunicarán a las Asambleas cuando estas examinen el presente documento.</w:t>
      </w:r>
    </w:p>
    <w:p w:rsidR="00031CE9" w:rsidRPr="006F729A" w:rsidRDefault="00D63F51" w:rsidP="00031CE9">
      <w:pPr>
        <w:rPr>
          <w:noProof/>
          <w:lang w:val="es-419"/>
        </w:rPr>
      </w:pPr>
      <w:r w:rsidRPr="00D63F51">
        <w:rPr>
          <w:noProof/>
          <w:lang w:val="en-US" w:eastAsia="en-US"/>
        </w:rPr>
        <w:drawing>
          <wp:inline distT="0" distB="0" distL="0" distR="0">
            <wp:extent cx="5940425" cy="1321886"/>
            <wp:effectExtent l="0" t="0" r="317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2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spacing w:before="220" w:after="300"/>
        <w:outlineLvl w:val="2"/>
        <w:rPr>
          <w:b/>
          <w:noProof/>
          <w:snapToGrid w:val="0"/>
          <w:szCs w:val="22"/>
          <w:lang w:val="es-419"/>
        </w:rPr>
      </w:pPr>
      <w:r w:rsidRPr="006F729A">
        <w:rPr>
          <w:b/>
          <w:snapToGrid w:val="0"/>
          <w:lang w:val="es-419"/>
        </w:rPr>
        <w:t>Total de los importes adeudados a los fondos de operaciones</w:t>
      </w:r>
    </w:p>
    <w:p w:rsidR="00031CE9" w:rsidRPr="006F729A" w:rsidRDefault="00D63F51" w:rsidP="00031CE9">
      <w:pPr>
        <w:spacing w:before="220" w:after="300"/>
        <w:outlineLvl w:val="2"/>
        <w:rPr>
          <w:b/>
          <w:noProof/>
          <w:snapToGrid w:val="0"/>
          <w:szCs w:val="22"/>
          <w:lang w:val="es-419"/>
        </w:rPr>
      </w:pPr>
      <w:r w:rsidRPr="00D63F51">
        <w:rPr>
          <w:b/>
          <w:noProof/>
          <w:snapToGrid w:val="0"/>
          <w:szCs w:val="22"/>
          <w:lang w:val="en-US" w:eastAsia="en-US"/>
        </w:rPr>
        <w:drawing>
          <wp:inline distT="0" distB="0" distL="0" distR="0">
            <wp:extent cx="5086350" cy="5619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E9" w:rsidRPr="006F729A" w:rsidRDefault="00031CE9" w:rsidP="00031CE9">
      <w:pPr>
        <w:spacing w:before="220" w:after="300"/>
        <w:outlineLvl w:val="2"/>
        <w:rPr>
          <w:b/>
          <w:lang w:val="es-419"/>
        </w:rPr>
      </w:pPr>
      <w:r w:rsidRPr="006F729A">
        <w:rPr>
          <w:b/>
          <w:lang w:val="es-419"/>
        </w:rPr>
        <w:t>Evolución de los atrasos en el pago de las contribuciones y de los aportes a los fondos de operaciones en los diez últimos años</w:t>
      </w:r>
    </w:p>
    <w:p w:rsidR="00031CE9" w:rsidRPr="006F729A" w:rsidRDefault="00031CE9" w:rsidP="00031CE9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419"/>
        </w:rPr>
      </w:pPr>
      <w:r w:rsidRPr="006F729A">
        <w:rPr>
          <w:lang w:val="es-419"/>
        </w:rPr>
        <w:t>Desde la introducción del sistema único de contribuciones en 1994 y la creación de nuevas clases de contribuciones, más equitativas, para los países en desarrollo, los atrasos en las contribuciones y los fondos de operaciones se han reducido considerablemente</w:t>
      </w:r>
      <w:r w:rsidR="006F729A">
        <w:rPr>
          <w:lang w:val="es-419"/>
        </w:rPr>
        <w:t xml:space="preserve">. </w:t>
      </w:r>
      <w:r w:rsidRPr="006F729A">
        <w:rPr>
          <w:lang w:val="es-419"/>
        </w:rPr>
        <w:t>Al 31 de diciembre de 1993, el total de atrasos en las contribuciones y los fondos de operaciones ascendía a 15,12 millones de francos suizos y el número de países que debían pagar una contribución anual era de 140. Al 31 de diciembre de 2022, el total de atrasos en las contribuciones y los fondos de operaciones ascendía a casi 7,9 millones de francos suizos y el número de países que debían pagar una contribución anual era de 194.</w:t>
      </w:r>
    </w:p>
    <w:p w:rsidR="00031CE9" w:rsidRPr="006F729A" w:rsidRDefault="00031CE9" w:rsidP="008B3FE2">
      <w:pPr>
        <w:keepNext/>
        <w:numPr>
          <w:ilvl w:val="0"/>
          <w:numId w:val="7"/>
        </w:numPr>
        <w:spacing w:after="220"/>
        <w:ind w:left="0" w:firstLine="0"/>
        <w:rPr>
          <w:noProof/>
          <w:szCs w:val="22"/>
          <w:lang w:val="es-419"/>
        </w:rPr>
      </w:pPr>
      <w:r w:rsidRPr="006F729A">
        <w:rPr>
          <w:lang w:val="es-419"/>
        </w:rPr>
        <w:lastRenderedPageBreak/>
        <w:t>En el cuadro siguiente figuran los importes de los atrasos en las contribuciones (incluidos los atrasos “bloqueados” de los PMA) y en los fondos de operaciones desde 2013.</w:t>
      </w:r>
    </w:p>
    <w:p w:rsidR="00031CE9" w:rsidRPr="006F729A" w:rsidRDefault="008B3FE2" w:rsidP="008B3FE2">
      <w:pPr>
        <w:keepNext/>
        <w:spacing w:after="240"/>
        <w:rPr>
          <w:lang w:val="es-419"/>
        </w:rPr>
      </w:pPr>
      <w:r w:rsidRPr="006F729A">
        <w:rPr>
          <w:noProof/>
          <w:lang w:val="en-US" w:eastAsia="en-US"/>
        </w:rPr>
        <w:drawing>
          <wp:inline distT="0" distB="0" distL="0" distR="0" wp14:anchorId="5E24C6C0" wp14:editId="43E98FFD">
            <wp:extent cx="5940425" cy="2642235"/>
            <wp:effectExtent l="0" t="0" r="3175" b="5715"/>
            <wp:docPr id="19" name="Picture 19" title="Total a pagar en los últimos 10 añ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4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CEA" w:rsidRPr="006F729A" w:rsidRDefault="00031CE9" w:rsidP="00031CE9">
      <w:pPr>
        <w:pStyle w:val="DecisionInvitingPara"/>
        <w:spacing w:before="480"/>
        <w:ind w:left="5533" w:hanging="28"/>
        <w:jc w:val="left"/>
        <w:rPr>
          <w:i w:val="0"/>
          <w:sz w:val="22"/>
          <w:szCs w:val="22"/>
          <w:lang w:val="es-419"/>
        </w:rPr>
      </w:pPr>
      <w:r w:rsidRPr="006F729A">
        <w:rPr>
          <w:i w:val="0"/>
          <w:sz w:val="22"/>
          <w:lang w:val="es-419"/>
        </w:rPr>
        <w:t>[Fin del documento]</w:t>
      </w:r>
    </w:p>
    <w:sectPr w:rsidR="00152CEA" w:rsidRPr="006F729A" w:rsidSect="00106A8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A85" w:rsidRDefault="00106A85">
      <w:r>
        <w:separator/>
      </w:r>
    </w:p>
  </w:endnote>
  <w:endnote w:type="continuationSeparator" w:id="0">
    <w:p w:rsidR="00106A85" w:rsidRPr="009D30E6" w:rsidRDefault="00106A8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06A85" w:rsidRPr="007E663E" w:rsidRDefault="00106A8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06A85" w:rsidRPr="007E663E" w:rsidRDefault="00106A8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67" w:rsidRDefault="00E32A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67" w:rsidRDefault="00E32A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67" w:rsidRDefault="00E32A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A85" w:rsidRDefault="00106A85">
      <w:r>
        <w:separator/>
      </w:r>
    </w:p>
  </w:footnote>
  <w:footnote w:type="continuationSeparator" w:id="0">
    <w:p w:rsidR="00106A85" w:rsidRPr="009D30E6" w:rsidRDefault="00106A8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06A85" w:rsidRPr="007E663E" w:rsidRDefault="00106A8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06A85" w:rsidRPr="007E663E" w:rsidRDefault="00106A8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67" w:rsidRDefault="00E32A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106A85" w:rsidP="00477D6B">
    <w:pPr>
      <w:jc w:val="right"/>
    </w:pPr>
    <w:bookmarkStart w:id="6" w:name="Code2"/>
    <w:bookmarkEnd w:id="6"/>
    <w:r>
      <w:t>A/64/INF/3/</w:t>
    </w:r>
    <w:r w:rsidR="00031CE9">
      <w:t>Add</w:t>
    </w:r>
    <w:r>
      <w:t>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35E2D">
      <w:rPr>
        <w:noProof/>
      </w:rPr>
      <w:t>8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67" w:rsidRDefault="00E32A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85"/>
    <w:rsid w:val="00031CE9"/>
    <w:rsid w:val="000E3BB3"/>
    <w:rsid w:val="000F5E56"/>
    <w:rsid w:val="00106A85"/>
    <w:rsid w:val="001362EE"/>
    <w:rsid w:val="00152CEA"/>
    <w:rsid w:val="001832A6"/>
    <w:rsid w:val="001C4DD3"/>
    <w:rsid w:val="001D50D1"/>
    <w:rsid w:val="002634C4"/>
    <w:rsid w:val="002F4E68"/>
    <w:rsid w:val="00307787"/>
    <w:rsid w:val="003140E5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11D0C"/>
    <w:rsid w:val="0055013B"/>
    <w:rsid w:val="0056224D"/>
    <w:rsid w:val="00571B99"/>
    <w:rsid w:val="005D64EC"/>
    <w:rsid w:val="00605827"/>
    <w:rsid w:val="00664307"/>
    <w:rsid w:val="00675021"/>
    <w:rsid w:val="006A06C6"/>
    <w:rsid w:val="006F729A"/>
    <w:rsid w:val="007E63AC"/>
    <w:rsid w:val="007E663E"/>
    <w:rsid w:val="00815082"/>
    <w:rsid w:val="00843582"/>
    <w:rsid w:val="008B14EA"/>
    <w:rsid w:val="008B2CC1"/>
    <w:rsid w:val="008B3FE2"/>
    <w:rsid w:val="0090731E"/>
    <w:rsid w:val="009108BE"/>
    <w:rsid w:val="00954E09"/>
    <w:rsid w:val="00966A22"/>
    <w:rsid w:val="00972F03"/>
    <w:rsid w:val="009A0C8B"/>
    <w:rsid w:val="009B6241"/>
    <w:rsid w:val="00A16FC0"/>
    <w:rsid w:val="00A32C9E"/>
    <w:rsid w:val="00A7453D"/>
    <w:rsid w:val="00A8121F"/>
    <w:rsid w:val="00AB613D"/>
    <w:rsid w:val="00B65A0A"/>
    <w:rsid w:val="00B72D36"/>
    <w:rsid w:val="00BA063E"/>
    <w:rsid w:val="00BC4164"/>
    <w:rsid w:val="00BD2DCC"/>
    <w:rsid w:val="00BE1A8C"/>
    <w:rsid w:val="00C06472"/>
    <w:rsid w:val="00C200B7"/>
    <w:rsid w:val="00C35E2D"/>
    <w:rsid w:val="00C90559"/>
    <w:rsid w:val="00D36B79"/>
    <w:rsid w:val="00D40CF0"/>
    <w:rsid w:val="00D56C7C"/>
    <w:rsid w:val="00D63F51"/>
    <w:rsid w:val="00D71B4D"/>
    <w:rsid w:val="00D90289"/>
    <w:rsid w:val="00D93D55"/>
    <w:rsid w:val="00E2450B"/>
    <w:rsid w:val="00E32A67"/>
    <w:rsid w:val="00E32CED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C3694DAB-A8A4-4531-A33B-5A3BED6D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rsid w:val="00031CE9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3.xml"/><Relationship Id="rId10" Type="http://schemas.openxmlformats.org/officeDocument/2006/relationships/image" Target="media/image4.emf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A%206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(S)</Template>
  <TotalTime>1</TotalTime>
  <Pages>8</Pages>
  <Words>847</Words>
  <Characters>4211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A/64/INF/3/ADD.</vt:lpstr>
    </vt:vector>
  </TitlesOfParts>
  <Company>WIPO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A/64/INF/3/ADD.</dc:title>
  <dc:creator>CEVALLOS DUQUE Nilo</dc:creator>
  <cp:keywords>FOR OFFICIAL USE ONLY</cp:keywords>
  <cp:lastModifiedBy>SANCHEZ Maria Margarita</cp:lastModifiedBy>
  <cp:revision>2</cp:revision>
  <dcterms:created xsi:type="dcterms:W3CDTF">2023-07-06T14:37:00Z</dcterms:created>
  <dcterms:modified xsi:type="dcterms:W3CDTF">2023-07-06T14:37:00Z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2023-07-06T10:08:40Z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e6350472-077f-4ee5-94c9-132a0d726889</vt:lpwstr>
  </property>
  <property fmtid="{D5CDD505-2E9C-101B-9397-08002B2CF9AE}" pid="14" name="MSIP_Label_20773ee6-353b-4fb9-a59d-0b94c8c67bea_ContentBits">
    <vt:lpwstr>0</vt:lpwstr>
  </property>
</Properties>
</file>