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3F70F" w14:textId="77777777" w:rsidR="008B2CC1" w:rsidRPr="00B9108E" w:rsidRDefault="008B14EA" w:rsidP="008B14EA">
      <w:pPr>
        <w:spacing w:after="120"/>
        <w:jc w:val="right"/>
        <w:rPr>
          <w:lang w:val="es-419"/>
        </w:rPr>
      </w:pPr>
      <w:r w:rsidRPr="00B9108E">
        <w:rPr>
          <w:noProof/>
          <w:lang w:val="es-419" w:eastAsia="en-US"/>
        </w:rPr>
        <w:drawing>
          <wp:inline distT="0" distB="0" distL="0" distR="0" wp14:anchorId="3ADF093D" wp14:editId="19722A6D">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9108E">
        <w:rPr>
          <w:rFonts w:ascii="Arial Black" w:hAnsi="Arial Black"/>
          <w:caps/>
          <w:noProof/>
          <w:sz w:val="15"/>
          <w:szCs w:val="15"/>
          <w:lang w:val="es-419" w:eastAsia="en-US"/>
        </w:rPr>
        <mc:AlternateContent>
          <mc:Choice Requires="wps">
            <w:drawing>
              <wp:inline distT="0" distB="0" distL="0" distR="0" wp14:anchorId="4BD25317" wp14:editId="5ECA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7F941A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429FDA6" w14:textId="77777777" w:rsidR="008B2CC1" w:rsidRPr="00B9108E" w:rsidRDefault="00A8121F" w:rsidP="008B14EA">
      <w:pPr>
        <w:jc w:val="right"/>
        <w:rPr>
          <w:rFonts w:ascii="Arial Black" w:hAnsi="Arial Black"/>
          <w:caps/>
          <w:sz w:val="15"/>
          <w:lang w:val="es-419"/>
        </w:rPr>
      </w:pPr>
      <w:r w:rsidRPr="00B9108E">
        <w:rPr>
          <w:rFonts w:ascii="Arial Black" w:hAnsi="Arial Black"/>
          <w:caps/>
          <w:sz w:val="15"/>
          <w:lang w:val="es-419"/>
        </w:rPr>
        <w:t>A/6</w:t>
      </w:r>
      <w:r w:rsidR="004A7B16" w:rsidRPr="00B9108E">
        <w:rPr>
          <w:rFonts w:ascii="Arial Black" w:hAnsi="Arial Black"/>
          <w:caps/>
          <w:sz w:val="15"/>
          <w:lang w:val="es-419"/>
        </w:rPr>
        <w:t>5</w:t>
      </w:r>
      <w:r w:rsidRPr="00B9108E">
        <w:rPr>
          <w:rFonts w:ascii="Arial Black" w:hAnsi="Arial Black"/>
          <w:caps/>
          <w:sz w:val="15"/>
          <w:lang w:val="es-419"/>
        </w:rPr>
        <w:t>/</w:t>
      </w:r>
      <w:bookmarkStart w:id="0" w:name="Code"/>
      <w:r w:rsidR="00BA4D3F" w:rsidRPr="00B9108E">
        <w:rPr>
          <w:rFonts w:ascii="Arial Black" w:hAnsi="Arial Black"/>
          <w:caps/>
          <w:sz w:val="15"/>
          <w:lang w:val="es-419"/>
        </w:rPr>
        <w:t>2</w:t>
      </w:r>
    </w:p>
    <w:bookmarkEnd w:id="0"/>
    <w:p w14:paraId="49F4A53E" w14:textId="77777777" w:rsidR="008B2CC1" w:rsidRPr="00B9108E" w:rsidRDefault="008B14EA" w:rsidP="008B14EA">
      <w:pPr>
        <w:jc w:val="right"/>
        <w:rPr>
          <w:rFonts w:ascii="Arial Black" w:hAnsi="Arial Black"/>
          <w:caps/>
          <w:sz w:val="15"/>
          <w:lang w:val="es-419"/>
        </w:rPr>
      </w:pPr>
      <w:r w:rsidRPr="00B9108E">
        <w:rPr>
          <w:rFonts w:ascii="Arial Black" w:hAnsi="Arial Black"/>
          <w:caps/>
          <w:sz w:val="15"/>
          <w:lang w:val="es-419"/>
        </w:rPr>
        <w:t xml:space="preserve">ORIGINAL: </w:t>
      </w:r>
      <w:bookmarkStart w:id="1" w:name="Original"/>
      <w:r w:rsidR="00BA4D3F" w:rsidRPr="00B9108E">
        <w:rPr>
          <w:rFonts w:ascii="Arial Black" w:hAnsi="Arial Black"/>
          <w:caps/>
          <w:sz w:val="15"/>
          <w:lang w:val="es-419"/>
        </w:rPr>
        <w:t>INGLÉS</w:t>
      </w:r>
    </w:p>
    <w:bookmarkEnd w:id="1"/>
    <w:p w14:paraId="4974107E" w14:textId="77777777" w:rsidR="008B2CC1" w:rsidRPr="00B9108E" w:rsidRDefault="008B14EA" w:rsidP="008B14EA">
      <w:pPr>
        <w:spacing w:after="1200"/>
        <w:jc w:val="right"/>
        <w:rPr>
          <w:rFonts w:ascii="Arial Black" w:hAnsi="Arial Black"/>
          <w:caps/>
          <w:sz w:val="15"/>
          <w:lang w:val="es-419"/>
        </w:rPr>
      </w:pPr>
      <w:r w:rsidRPr="00B9108E">
        <w:rPr>
          <w:rFonts w:ascii="Arial Black" w:hAnsi="Arial Black"/>
          <w:caps/>
          <w:sz w:val="15"/>
          <w:lang w:val="es-419"/>
        </w:rPr>
        <w:t xml:space="preserve">FECHA: </w:t>
      </w:r>
      <w:bookmarkStart w:id="2" w:name="Date"/>
      <w:r w:rsidR="00BA4D3F" w:rsidRPr="00B9108E">
        <w:rPr>
          <w:rFonts w:ascii="Arial Black" w:hAnsi="Arial Black"/>
          <w:caps/>
          <w:sz w:val="15"/>
          <w:lang w:val="es-419"/>
        </w:rPr>
        <w:t>25 DE SEPTIEMBRE DE 2024</w:t>
      </w:r>
    </w:p>
    <w:bookmarkEnd w:id="2"/>
    <w:p w14:paraId="04A98ADE" w14:textId="77777777" w:rsidR="008B2CC1" w:rsidRPr="00B9108E" w:rsidRDefault="00A8121F" w:rsidP="008B14EA">
      <w:pPr>
        <w:spacing w:after="600"/>
        <w:rPr>
          <w:b/>
          <w:sz w:val="28"/>
          <w:szCs w:val="28"/>
          <w:lang w:val="es-419"/>
        </w:rPr>
      </w:pPr>
      <w:r w:rsidRPr="00B9108E">
        <w:rPr>
          <w:b/>
          <w:sz w:val="28"/>
          <w:szCs w:val="28"/>
          <w:lang w:val="es-419"/>
        </w:rPr>
        <w:t>Asambleas de los Estados miembros de la OMPI</w:t>
      </w:r>
    </w:p>
    <w:p w14:paraId="774118FF" w14:textId="77777777" w:rsidR="00511D0C" w:rsidRPr="00B9108E" w:rsidRDefault="00A8121F" w:rsidP="00511D0C">
      <w:pPr>
        <w:rPr>
          <w:b/>
          <w:sz w:val="24"/>
          <w:szCs w:val="24"/>
          <w:lang w:val="es-419"/>
        </w:rPr>
      </w:pPr>
      <w:r w:rsidRPr="00B9108E">
        <w:rPr>
          <w:b/>
          <w:sz w:val="24"/>
          <w:szCs w:val="24"/>
          <w:lang w:val="es-419"/>
        </w:rPr>
        <w:t xml:space="preserve">Sexagésima </w:t>
      </w:r>
      <w:r w:rsidR="004A7B16" w:rsidRPr="00B9108E">
        <w:rPr>
          <w:b/>
          <w:sz w:val="24"/>
          <w:szCs w:val="24"/>
          <w:lang w:val="es-419"/>
        </w:rPr>
        <w:t xml:space="preserve">quinta </w:t>
      </w:r>
      <w:r w:rsidRPr="00B9108E">
        <w:rPr>
          <w:b/>
          <w:sz w:val="24"/>
          <w:szCs w:val="24"/>
          <w:lang w:val="es-419"/>
        </w:rPr>
        <w:t>serie de reuniones</w:t>
      </w:r>
    </w:p>
    <w:p w14:paraId="1768F13D" w14:textId="77777777" w:rsidR="008B2CC1" w:rsidRPr="00B9108E" w:rsidRDefault="00A8121F" w:rsidP="008B14EA">
      <w:pPr>
        <w:spacing w:after="720"/>
        <w:rPr>
          <w:b/>
          <w:sz w:val="24"/>
          <w:szCs w:val="24"/>
          <w:lang w:val="es-419"/>
        </w:rPr>
      </w:pPr>
      <w:r w:rsidRPr="00B9108E">
        <w:rPr>
          <w:b/>
          <w:sz w:val="24"/>
          <w:szCs w:val="24"/>
          <w:lang w:val="es-419"/>
        </w:rPr>
        <w:t xml:space="preserve">Ginebra, </w:t>
      </w:r>
      <w:r w:rsidR="004A7B16" w:rsidRPr="00B9108E">
        <w:rPr>
          <w:b/>
          <w:sz w:val="24"/>
          <w:szCs w:val="24"/>
          <w:lang w:val="es-419"/>
        </w:rPr>
        <w:t>9 a 17 de julio de 2024</w:t>
      </w:r>
    </w:p>
    <w:p w14:paraId="2FFB7BB7" w14:textId="77777777" w:rsidR="008B2CC1" w:rsidRPr="00B9108E" w:rsidRDefault="00BA4D3F" w:rsidP="008B14EA">
      <w:pPr>
        <w:spacing w:after="360"/>
        <w:rPr>
          <w:caps/>
          <w:sz w:val="24"/>
          <w:lang w:val="es-419"/>
        </w:rPr>
      </w:pPr>
      <w:bookmarkStart w:id="3" w:name="TitleOfDoc"/>
      <w:r w:rsidRPr="00B9108E">
        <w:rPr>
          <w:caps/>
          <w:sz w:val="24"/>
          <w:lang w:val="es-419"/>
        </w:rPr>
        <w:t>LISTA DE DOCUMENTOS</w:t>
      </w:r>
    </w:p>
    <w:p w14:paraId="5DC5EB0E" w14:textId="68386D88" w:rsidR="008B2CC1" w:rsidRPr="00B9108E" w:rsidRDefault="00BA4D3F" w:rsidP="008B14EA">
      <w:pPr>
        <w:spacing w:after="960"/>
        <w:rPr>
          <w:i/>
          <w:lang w:val="es-419"/>
        </w:rPr>
      </w:pPr>
      <w:bookmarkStart w:id="4" w:name="Prepared"/>
      <w:bookmarkEnd w:id="3"/>
      <w:r w:rsidRPr="00B9108E">
        <w:rPr>
          <w:i/>
          <w:lang w:val="es-419"/>
        </w:rPr>
        <w:t>preparada por la Secretaría</w:t>
      </w:r>
    </w:p>
    <w:bookmarkEnd w:id="4"/>
    <w:p w14:paraId="3B23617E" w14:textId="77777777" w:rsidR="00BA4D3F" w:rsidRPr="00B9108E" w:rsidRDefault="00BA4D3F" w:rsidP="00BA4D3F">
      <w:pPr>
        <w:pStyle w:val="Heading1"/>
        <w:tabs>
          <w:tab w:val="left" w:pos="1980"/>
        </w:tabs>
        <w:spacing w:after="240"/>
        <w:rPr>
          <w:lang w:val="es-419"/>
        </w:rPr>
      </w:pPr>
      <w:r w:rsidRPr="00B9108E">
        <w:rPr>
          <w:lang w:val="es-419"/>
        </w:rPr>
        <w:t xml:space="preserve">PUNTO 1 DEL ORDEN DEL DÍA </w:t>
      </w:r>
      <w:r w:rsidRPr="00B9108E">
        <w:rPr>
          <w:lang w:val="es-419"/>
        </w:rPr>
        <w:tab/>
        <w:t>APERTURA DE LA SERIE DE REUNIONES</w:t>
      </w:r>
    </w:p>
    <w:p w14:paraId="575FF012" w14:textId="77777777" w:rsidR="00BA4D3F" w:rsidRPr="00B9108E" w:rsidRDefault="00BA4D3F" w:rsidP="00BA4D3F">
      <w:pPr>
        <w:pStyle w:val="BodyText"/>
        <w:spacing w:after="400"/>
        <w:ind w:left="547"/>
        <w:rPr>
          <w:lang w:val="es-419"/>
        </w:rPr>
      </w:pPr>
      <w:r w:rsidRPr="00B9108E">
        <w:rPr>
          <w:lang w:val="es-419"/>
        </w:rPr>
        <w:t>A/65/INF/1 Rev. (</w:t>
      </w:r>
      <w:r w:rsidRPr="00B9108E">
        <w:rPr>
          <w:i/>
          <w:lang w:val="es-419"/>
        </w:rPr>
        <w:t>Información general</w:t>
      </w:r>
      <w:r w:rsidRPr="00B9108E">
        <w:rPr>
          <w:lang w:val="es-419"/>
        </w:rPr>
        <w:t>)</w:t>
      </w:r>
    </w:p>
    <w:p w14:paraId="1689BF74" w14:textId="77777777" w:rsidR="00BA4D3F" w:rsidRPr="00B9108E" w:rsidRDefault="00BA4D3F" w:rsidP="00BA4D3F">
      <w:pPr>
        <w:pStyle w:val="Heading1"/>
        <w:tabs>
          <w:tab w:val="left" w:pos="1980"/>
        </w:tabs>
        <w:spacing w:after="240"/>
        <w:rPr>
          <w:lang w:val="es-419"/>
        </w:rPr>
      </w:pPr>
      <w:r w:rsidRPr="00B9108E">
        <w:rPr>
          <w:lang w:val="es-419"/>
        </w:rPr>
        <w:t xml:space="preserve">PUNTO 2 DEL ORDEN DEL DÍA </w:t>
      </w:r>
      <w:r w:rsidRPr="00B9108E">
        <w:rPr>
          <w:lang w:val="es-419"/>
        </w:rPr>
        <w:tab/>
        <w:t>APROBACIÓN DEL ORDEN DEL DÍA</w:t>
      </w:r>
    </w:p>
    <w:p w14:paraId="3D82819C" w14:textId="77777777" w:rsidR="00BA4D3F" w:rsidRPr="00B9108E" w:rsidRDefault="00BA4D3F" w:rsidP="00BA4D3F">
      <w:pPr>
        <w:pStyle w:val="BodyText"/>
        <w:spacing w:after="0"/>
        <w:ind w:left="540"/>
        <w:rPr>
          <w:lang w:val="es-419"/>
        </w:rPr>
      </w:pPr>
      <w:r w:rsidRPr="00B9108E">
        <w:rPr>
          <w:lang w:val="es-419"/>
        </w:rPr>
        <w:t>A/65/1 (</w:t>
      </w:r>
      <w:r w:rsidRPr="00B9108E">
        <w:rPr>
          <w:i/>
          <w:lang w:val="es-419"/>
        </w:rPr>
        <w:t>Orden del día consolidado</w:t>
      </w:r>
      <w:r w:rsidRPr="00B9108E">
        <w:rPr>
          <w:lang w:val="es-419"/>
        </w:rPr>
        <w:t>)</w:t>
      </w:r>
    </w:p>
    <w:p w14:paraId="52B3078D" w14:textId="77777777" w:rsidR="00BA4D3F" w:rsidRPr="00B9108E" w:rsidRDefault="00BA4D3F" w:rsidP="00BA4D3F">
      <w:pPr>
        <w:pStyle w:val="BodyText"/>
        <w:spacing w:after="400"/>
        <w:ind w:left="547"/>
        <w:rPr>
          <w:lang w:val="es-419"/>
        </w:rPr>
      </w:pPr>
      <w:r w:rsidRPr="00B9108E">
        <w:rPr>
          <w:lang w:val="es-419"/>
        </w:rPr>
        <w:t>A/65/2 (</w:t>
      </w:r>
      <w:r w:rsidRPr="00B9108E">
        <w:rPr>
          <w:i/>
          <w:lang w:val="es-419"/>
        </w:rPr>
        <w:t>Lista de documentos</w:t>
      </w:r>
      <w:r w:rsidRPr="00B9108E">
        <w:rPr>
          <w:lang w:val="es-419"/>
        </w:rPr>
        <w:t>)</w:t>
      </w:r>
    </w:p>
    <w:p w14:paraId="393589CF" w14:textId="77777777" w:rsidR="00BA4D3F" w:rsidRPr="00B9108E" w:rsidRDefault="00BA4D3F" w:rsidP="00BA4D3F">
      <w:pPr>
        <w:pStyle w:val="Heading1"/>
        <w:tabs>
          <w:tab w:val="left" w:pos="1980"/>
        </w:tabs>
        <w:spacing w:after="240"/>
        <w:ind w:left="1980" w:hanging="1980"/>
        <w:rPr>
          <w:lang w:val="es-419"/>
        </w:rPr>
      </w:pPr>
      <w:r w:rsidRPr="00B9108E">
        <w:rPr>
          <w:lang w:val="es-419"/>
        </w:rPr>
        <w:t xml:space="preserve">PUNTO 3 DEL ORDEN DEL DÍA </w:t>
      </w:r>
      <w:r w:rsidRPr="00B9108E">
        <w:rPr>
          <w:lang w:val="es-419"/>
        </w:rPr>
        <w:tab/>
        <w:t>INFORME DEL DIRECTOR GENERAL A LAS ASAMBLEAS DE LA OMPI</w:t>
      </w:r>
    </w:p>
    <w:p w14:paraId="55F49F04" w14:textId="229BF6AD" w:rsidR="00BA4D3F" w:rsidRPr="00B9108E" w:rsidRDefault="00BA4D3F" w:rsidP="00BA4D3F">
      <w:pPr>
        <w:spacing w:after="400"/>
        <w:rPr>
          <w:lang w:val="es-419"/>
        </w:rPr>
      </w:pPr>
      <w:r w:rsidRPr="00B9108E">
        <w:rPr>
          <w:lang w:val="es-419"/>
        </w:rPr>
        <w:t xml:space="preserve">El </w:t>
      </w:r>
      <w:hyperlink r:id="rId8" w:history="1">
        <w:r w:rsidRPr="00B9108E">
          <w:rPr>
            <w:rStyle w:val="Hyperlink"/>
            <w:lang w:val="es-419"/>
          </w:rPr>
          <w:t>infor</w:t>
        </w:r>
        <w:r w:rsidRPr="00B9108E">
          <w:rPr>
            <w:rStyle w:val="Hyperlink"/>
            <w:lang w:val="es-419"/>
          </w:rPr>
          <w:t>m</w:t>
        </w:r>
        <w:r w:rsidRPr="00B9108E">
          <w:rPr>
            <w:rStyle w:val="Hyperlink"/>
            <w:lang w:val="es-419"/>
          </w:rPr>
          <w:t>e</w:t>
        </w:r>
      </w:hyperlink>
      <w:r w:rsidRPr="00B9108E">
        <w:rPr>
          <w:lang w:val="es-419"/>
        </w:rPr>
        <w:t xml:space="preserve"> puede consultarse en el sitio web de la OMPI.</w:t>
      </w:r>
    </w:p>
    <w:p w14:paraId="24854DF9" w14:textId="77777777" w:rsidR="00BA4D3F" w:rsidRPr="00B9108E" w:rsidRDefault="00BA4D3F" w:rsidP="00BA4D3F">
      <w:pPr>
        <w:pStyle w:val="Heading1"/>
        <w:tabs>
          <w:tab w:val="left" w:pos="1980"/>
        </w:tabs>
        <w:spacing w:after="240"/>
        <w:ind w:left="1980" w:hanging="1980"/>
        <w:rPr>
          <w:lang w:val="es-419"/>
        </w:rPr>
      </w:pPr>
      <w:r w:rsidRPr="00B9108E">
        <w:rPr>
          <w:lang w:val="es-419"/>
        </w:rPr>
        <w:t xml:space="preserve">PUNTO 4 DEL ORDEN DEL DÍA </w:t>
      </w:r>
      <w:r w:rsidRPr="00B9108E">
        <w:rPr>
          <w:lang w:val="es-419"/>
        </w:rPr>
        <w:tab/>
        <w:t>DECLARACIONES GENERALES</w:t>
      </w:r>
    </w:p>
    <w:p w14:paraId="290D040D" w14:textId="1406CD5F" w:rsidR="00BA4D3F" w:rsidRPr="00B9108E" w:rsidRDefault="00BA4D3F" w:rsidP="00BA4D3F">
      <w:pPr>
        <w:spacing w:after="400"/>
        <w:rPr>
          <w:lang w:val="es-419"/>
        </w:rPr>
      </w:pPr>
      <w:r w:rsidRPr="00B9108E">
        <w:rPr>
          <w:lang w:val="es-419"/>
        </w:rPr>
        <w:t xml:space="preserve">Las </w:t>
      </w:r>
      <w:hyperlink r:id="rId9" w:history="1">
        <w:r w:rsidRPr="00B9108E">
          <w:rPr>
            <w:rStyle w:val="Hyperlink"/>
            <w:lang w:val="es-419"/>
          </w:rPr>
          <w:t xml:space="preserve">declaraciones </w:t>
        </w:r>
        <w:r w:rsidRPr="00B9108E">
          <w:rPr>
            <w:rStyle w:val="Hyperlink"/>
            <w:lang w:val="es-419"/>
          </w:rPr>
          <w:t>g</w:t>
        </w:r>
        <w:r w:rsidRPr="00B9108E">
          <w:rPr>
            <w:rStyle w:val="Hyperlink"/>
            <w:lang w:val="es-419"/>
          </w:rPr>
          <w:t>enerales</w:t>
        </w:r>
      </w:hyperlink>
      <w:r w:rsidRPr="00B9108E">
        <w:rPr>
          <w:lang w:val="es-419"/>
        </w:rPr>
        <w:t xml:space="preserve"> presentadas por las delegaciones pueden consultarse en el sitio web de la OMPI.</w:t>
      </w:r>
    </w:p>
    <w:p w14:paraId="73614235" w14:textId="77777777" w:rsidR="00BA4D3F" w:rsidRPr="00B9108E" w:rsidRDefault="00BA4D3F" w:rsidP="00BA4D3F">
      <w:pPr>
        <w:pStyle w:val="Heading1"/>
        <w:tabs>
          <w:tab w:val="left" w:pos="1980"/>
        </w:tabs>
        <w:spacing w:after="240"/>
        <w:rPr>
          <w:lang w:val="es-419"/>
        </w:rPr>
      </w:pPr>
      <w:r w:rsidRPr="00B9108E">
        <w:rPr>
          <w:lang w:val="es-419"/>
        </w:rPr>
        <w:t xml:space="preserve">PUNTO 5 DEL ORDEN DEL DÍA </w:t>
      </w:r>
      <w:r w:rsidRPr="00B9108E">
        <w:rPr>
          <w:lang w:val="es-419"/>
        </w:rPr>
        <w:tab/>
        <w:t>ELECCIÓN DE LAS MESAS</w:t>
      </w:r>
    </w:p>
    <w:p w14:paraId="7535E323" w14:textId="77777777" w:rsidR="00BA4D3F" w:rsidRPr="00B9108E" w:rsidRDefault="00BA4D3F" w:rsidP="00BA4D3F">
      <w:pPr>
        <w:spacing w:after="400"/>
        <w:ind w:left="547"/>
        <w:rPr>
          <w:lang w:val="es-419"/>
        </w:rPr>
      </w:pPr>
      <w:r w:rsidRPr="00B9108E">
        <w:rPr>
          <w:lang w:val="es-419"/>
        </w:rPr>
        <w:t>A/65/INF/2 (</w:t>
      </w:r>
      <w:r w:rsidRPr="00B9108E">
        <w:rPr>
          <w:i/>
          <w:lang w:val="es-419"/>
        </w:rPr>
        <w:t>Mesas</w:t>
      </w:r>
      <w:r w:rsidRPr="00B9108E">
        <w:rPr>
          <w:lang w:val="es-419"/>
        </w:rPr>
        <w:t>)</w:t>
      </w:r>
    </w:p>
    <w:p w14:paraId="2F57A788" w14:textId="77777777" w:rsidR="00BA4D3F" w:rsidRPr="00B9108E" w:rsidRDefault="00BA4D3F" w:rsidP="00BA4D3F">
      <w:pPr>
        <w:pStyle w:val="Heading1"/>
        <w:tabs>
          <w:tab w:val="left" w:pos="1980"/>
        </w:tabs>
        <w:spacing w:after="240"/>
        <w:rPr>
          <w:lang w:val="es-419"/>
        </w:rPr>
      </w:pPr>
      <w:r w:rsidRPr="00B9108E">
        <w:rPr>
          <w:lang w:val="es-419"/>
        </w:rPr>
        <w:lastRenderedPageBreak/>
        <w:t xml:space="preserve">PUNTO 6 DEL ORDEN DEL DÍA </w:t>
      </w:r>
      <w:r w:rsidRPr="00B9108E">
        <w:rPr>
          <w:lang w:val="es-419"/>
        </w:rPr>
        <w:tab/>
        <w:t>ADMISIÓN DE OBSERVADORES</w:t>
      </w:r>
    </w:p>
    <w:p w14:paraId="50C2E2F3" w14:textId="77777777" w:rsidR="00BA4D3F" w:rsidRPr="00B9108E" w:rsidRDefault="00BA4D3F" w:rsidP="00BA4D3F">
      <w:pPr>
        <w:spacing w:after="400"/>
        <w:ind w:left="544"/>
        <w:rPr>
          <w:lang w:val="es-419"/>
        </w:rPr>
      </w:pPr>
      <w:r w:rsidRPr="00B9108E">
        <w:rPr>
          <w:lang w:val="es-419"/>
        </w:rPr>
        <w:t>A/65/3 Rev. (</w:t>
      </w:r>
      <w:r w:rsidRPr="00B9108E">
        <w:rPr>
          <w:i/>
          <w:lang w:val="es-419"/>
        </w:rPr>
        <w:t>Admisión de observadores</w:t>
      </w:r>
      <w:r w:rsidRPr="00B9108E">
        <w:rPr>
          <w:lang w:val="es-419"/>
        </w:rPr>
        <w:t>)</w:t>
      </w:r>
    </w:p>
    <w:p w14:paraId="5F89563F" w14:textId="77777777" w:rsidR="00BA4D3F" w:rsidRPr="00B9108E" w:rsidRDefault="00BA4D3F" w:rsidP="00BA4D3F">
      <w:pPr>
        <w:pStyle w:val="Heading1"/>
        <w:spacing w:after="240"/>
        <w:ind w:left="1980" w:hanging="1980"/>
        <w:rPr>
          <w:lang w:val="es-419"/>
        </w:rPr>
      </w:pPr>
      <w:r w:rsidRPr="00B9108E">
        <w:rPr>
          <w:lang w:val="es-419"/>
        </w:rPr>
        <w:t>PUNTO 7 DEL ORDEN DEL DÍA</w:t>
      </w:r>
      <w:r w:rsidRPr="00B9108E">
        <w:rPr>
          <w:lang w:val="es-419"/>
        </w:rPr>
        <w:tab/>
        <w:t>PROYECTOS DE ORDEN DEL DÍA PARA LOS PERÍODOS ORDINARIOS DE SESIONES DE 2025</w:t>
      </w:r>
    </w:p>
    <w:p w14:paraId="32BEA427" w14:textId="77777777" w:rsidR="00BA4D3F" w:rsidRPr="00B9108E" w:rsidRDefault="00BA4D3F" w:rsidP="00BA4D3F">
      <w:pPr>
        <w:spacing w:after="400"/>
        <w:ind w:left="1264" w:hanging="720"/>
        <w:rPr>
          <w:i/>
          <w:iCs/>
          <w:lang w:val="es-419"/>
        </w:rPr>
      </w:pPr>
      <w:r w:rsidRPr="00B9108E">
        <w:rPr>
          <w:lang w:val="es-419"/>
        </w:rPr>
        <w:t>A/65/4 (</w:t>
      </w:r>
      <w:r w:rsidRPr="00B9108E">
        <w:rPr>
          <w:i/>
          <w:lang w:val="es-419"/>
        </w:rPr>
        <w:t>Proyectos de orden del día para los períodos ordinarios de sesiones de 2025 de la Asamblea General de la OMPI, la Conferencia de la OMPI, la Asamblea de la Unión de París y la Asamblea de la Unión de Berna</w:t>
      </w:r>
      <w:r w:rsidRPr="00B9108E">
        <w:rPr>
          <w:lang w:val="es-419"/>
        </w:rPr>
        <w:t>)</w:t>
      </w:r>
    </w:p>
    <w:p w14:paraId="56AC29E8" w14:textId="77777777" w:rsidR="00BA4D3F" w:rsidRPr="00B9108E" w:rsidRDefault="00BA4D3F" w:rsidP="00BA4D3F">
      <w:pPr>
        <w:pStyle w:val="Heading1"/>
        <w:tabs>
          <w:tab w:val="left" w:pos="1980"/>
        </w:tabs>
        <w:spacing w:after="240"/>
        <w:ind w:left="1980" w:hanging="1980"/>
        <w:rPr>
          <w:iCs/>
          <w:lang w:val="es-419"/>
        </w:rPr>
      </w:pPr>
      <w:r w:rsidRPr="00B9108E">
        <w:rPr>
          <w:lang w:val="es-419"/>
        </w:rPr>
        <w:t xml:space="preserve">PUNTO 8 DEL ORDEN DEL DÍA </w:t>
      </w:r>
      <w:r w:rsidRPr="00B9108E">
        <w:rPr>
          <w:lang w:val="es-419"/>
        </w:rPr>
        <w:tab/>
        <w:t>INFORMES DE AUDITORÍA Y SUPERVISIÓN</w:t>
      </w:r>
    </w:p>
    <w:p w14:paraId="25D09CE6" w14:textId="77777777" w:rsidR="00BA4D3F" w:rsidRPr="00B9108E" w:rsidRDefault="00BA4D3F" w:rsidP="00BA4D3F">
      <w:pPr>
        <w:ind w:left="547"/>
        <w:rPr>
          <w:lang w:val="es-419"/>
        </w:rPr>
      </w:pPr>
      <w:r w:rsidRPr="00B9108E">
        <w:rPr>
          <w:lang w:val="es-419"/>
        </w:rPr>
        <w:t>WO/GA/57/1 (</w:t>
      </w:r>
      <w:r w:rsidRPr="00B9108E">
        <w:rPr>
          <w:i/>
          <w:lang w:val="es-419"/>
        </w:rPr>
        <w:t>Informe de la Comisión Consultiva Independiente de Supervisión (CCIS)</w:t>
      </w:r>
      <w:r w:rsidRPr="00B9108E">
        <w:rPr>
          <w:lang w:val="es-419"/>
        </w:rPr>
        <w:t>)</w:t>
      </w:r>
    </w:p>
    <w:p w14:paraId="4F1FE172" w14:textId="77777777" w:rsidR="00BA4D3F" w:rsidRPr="00B9108E" w:rsidRDefault="00BA4D3F" w:rsidP="00BA4D3F">
      <w:pPr>
        <w:ind w:left="547"/>
        <w:rPr>
          <w:lang w:val="es-419"/>
        </w:rPr>
      </w:pPr>
      <w:r w:rsidRPr="00B9108E">
        <w:rPr>
          <w:lang w:val="es-419"/>
        </w:rPr>
        <w:t>A/65/5 (</w:t>
      </w:r>
      <w:r w:rsidRPr="00B9108E">
        <w:rPr>
          <w:i/>
          <w:lang w:val="es-419"/>
        </w:rPr>
        <w:t>Informe del auditor externo</w:t>
      </w:r>
      <w:r w:rsidRPr="00B9108E">
        <w:rPr>
          <w:lang w:val="es-419"/>
        </w:rPr>
        <w:t>)</w:t>
      </w:r>
    </w:p>
    <w:p w14:paraId="1518AD9B" w14:textId="77777777" w:rsidR="00BA4D3F" w:rsidRPr="00B9108E" w:rsidRDefault="00BA4D3F" w:rsidP="00BA4D3F">
      <w:pPr>
        <w:ind w:left="547"/>
        <w:rPr>
          <w:lang w:val="es-419"/>
        </w:rPr>
      </w:pPr>
      <w:r w:rsidRPr="00B9108E">
        <w:rPr>
          <w:lang w:val="es-419"/>
        </w:rPr>
        <w:t>WO/GA/57/2 (</w:t>
      </w:r>
      <w:r w:rsidRPr="00B9108E">
        <w:rPr>
          <w:i/>
          <w:lang w:val="es-419"/>
        </w:rPr>
        <w:t>Informe anual del director de la División de Supervisión Interna (DSI)</w:t>
      </w:r>
      <w:r w:rsidRPr="00B9108E">
        <w:rPr>
          <w:lang w:val="es-419"/>
        </w:rPr>
        <w:t>)</w:t>
      </w:r>
    </w:p>
    <w:p w14:paraId="6EC8C8F4" w14:textId="77777777" w:rsidR="00BA4D3F" w:rsidRPr="00B9108E" w:rsidRDefault="00BA4D3F" w:rsidP="00BA4D3F">
      <w:pPr>
        <w:spacing w:after="400"/>
        <w:ind w:left="547"/>
        <w:rPr>
          <w:lang w:val="es-419"/>
        </w:rPr>
      </w:pPr>
      <w:r w:rsidRPr="00B9108E">
        <w:rPr>
          <w:lang w:val="es-419"/>
        </w:rPr>
        <w:t>A/65/6 (</w:t>
      </w:r>
      <w:r w:rsidRPr="00B9108E">
        <w:rPr>
          <w:i/>
          <w:lang w:val="es-419"/>
        </w:rPr>
        <w:t>Lista de decisiones adoptadas por el Comité del Programa y Presupuesto</w:t>
      </w:r>
      <w:r w:rsidRPr="00B9108E">
        <w:rPr>
          <w:lang w:val="es-419"/>
        </w:rPr>
        <w:t>)</w:t>
      </w:r>
      <w:r w:rsidRPr="00B9108E">
        <w:rPr>
          <w:rStyle w:val="FootnoteReference"/>
          <w:lang w:val="es-419"/>
        </w:rPr>
        <w:t xml:space="preserve"> </w:t>
      </w:r>
      <w:r w:rsidRPr="00B9108E">
        <w:rPr>
          <w:rStyle w:val="FootnoteReference"/>
          <w:lang w:val="es-419"/>
        </w:rPr>
        <w:footnoteReference w:id="2"/>
      </w:r>
    </w:p>
    <w:p w14:paraId="27D23AF1" w14:textId="77777777" w:rsidR="00BA4D3F" w:rsidRPr="00B9108E" w:rsidRDefault="00BA4D3F" w:rsidP="00B9108E">
      <w:pPr>
        <w:pStyle w:val="Heading1"/>
        <w:tabs>
          <w:tab w:val="left" w:pos="1980"/>
        </w:tabs>
        <w:spacing w:after="240"/>
        <w:ind w:left="3402" w:hanging="3402"/>
        <w:rPr>
          <w:lang w:val="es-419"/>
        </w:rPr>
      </w:pPr>
      <w:r w:rsidRPr="00B9108E">
        <w:rPr>
          <w:lang w:val="es-419"/>
        </w:rPr>
        <w:t xml:space="preserve">PUNTO 9 DEL ORDEN DEL DÍA </w:t>
      </w:r>
      <w:r w:rsidRPr="00B9108E">
        <w:rPr>
          <w:lang w:val="es-419"/>
        </w:rPr>
        <w:tab/>
        <w:t>INFORME DEL COMITÉ DEL PROGRAMA Y PRESUPUESTO (PBC)</w:t>
      </w:r>
    </w:p>
    <w:p w14:paraId="472C0498" w14:textId="77777777" w:rsidR="00BA4D3F" w:rsidRPr="00B9108E" w:rsidRDefault="00BA4D3F" w:rsidP="00BA4D3F">
      <w:pPr>
        <w:spacing w:after="400"/>
        <w:ind w:left="547"/>
        <w:rPr>
          <w:lang w:val="es-419"/>
        </w:rPr>
      </w:pPr>
      <w:r w:rsidRPr="00B9108E">
        <w:rPr>
          <w:lang w:val="es-419"/>
        </w:rPr>
        <w:t>A/65/6 (</w:t>
      </w:r>
      <w:r w:rsidRPr="00B9108E">
        <w:rPr>
          <w:i/>
          <w:lang w:val="es-419"/>
        </w:rPr>
        <w:t>Lista de decisiones adoptadas por el Comité del Programa y Presupuesto</w:t>
      </w:r>
      <w:r w:rsidRPr="00B9108E">
        <w:rPr>
          <w:lang w:val="es-419"/>
        </w:rPr>
        <w:t>)</w:t>
      </w:r>
      <w:r w:rsidRPr="00B9108E">
        <w:rPr>
          <w:rStyle w:val="FootnoteReference"/>
          <w:lang w:val="es-419"/>
        </w:rPr>
        <w:t xml:space="preserve"> </w:t>
      </w:r>
      <w:r w:rsidRPr="00B9108E">
        <w:rPr>
          <w:rStyle w:val="FootnoteReference"/>
          <w:lang w:val="es-419"/>
        </w:rPr>
        <w:footnoteReference w:id="3"/>
      </w:r>
    </w:p>
    <w:p w14:paraId="7EB91B46" w14:textId="77777777" w:rsidR="00BA4D3F" w:rsidRPr="00B9108E" w:rsidRDefault="00BA4D3F" w:rsidP="00B9108E">
      <w:pPr>
        <w:pStyle w:val="Heading1"/>
        <w:tabs>
          <w:tab w:val="left" w:pos="3544"/>
        </w:tabs>
        <w:spacing w:after="240"/>
        <w:rPr>
          <w:lang w:val="es-419"/>
        </w:rPr>
      </w:pPr>
      <w:r w:rsidRPr="00B9108E">
        <w:rPr>
          <w:lang w:val="es-419"/>
        </w:rPr>
        <w:t xml:space="preserve">PUNTO 10 DEL ORDEN DEL DÍA </w:t>
      </w:r>
      <w:r w:rsidRPr="00B9108E">
        <w:rPr>
          <w:lang w:val="es-419"/>
        </w:rPr>
        <w:tab/>
        <w:t>INFORMES DE LOS COMITÉS DE LA OMPI</w:t>
      </w:r>
    </w:p>
    <w:p w14:paraId="1E584764" w14:textId="77777777" w:rsidR="00BA4D3F" w:rsidRPr="00B9108E" w:rsidRDefault="00BA4D3F" w:rsidP="00BA4D3F">
      <w:pPr>
        <w:ind w:left="1843" w:hanging="1276"/>
        <w:rPr>
          <w:lang w:val="es-419"/>
        </w:rPr>
      </w:pPr>
      <w:r w:rsidRPr="00B9108E">
        <w:rPr>
          <w:lang w:val="es-419"/>
        </w:rPr>
        <w:t xml:space="preserve">WO/GA/57/3 </w:t>
      </w:r>
      <w:r w:rsidRPr="00B9108E">
        <w:rPr>
          <w:i/>
          <w:lang w:val="es-419"/>
        </w:rPr>
        <w:t>(Informe del Comité Permanente de Derecho de Autor y Derechos Conexos (SCCR))</w:t>
      </w:r>
    </w:p>
    <w:p w14:paraId="3BB77DA7" w14:textId="77777777" w:rsidR="00BA4D3F" w:rsidRPr="00B9108E" w:rsidRDefault="00BA4D3F" w:rsidP="00BA4D3F">
      <w:pPr>
        <w:ind w:left="547"/>
        <w:rPr>
          <w:lang w:val="es-419"/>
        </w:rPr>
      </w:pPr>
      <w:r w:rsidRPr="00B9108E">
        <w:rPr>
          <w:lang w:val="es-419"/>
        </w:rPr>
        <w:t>WO/GA/57/4</w:t>
      </w:r>
      <w:r w:rsidRPr="00B9108E">
        <w:rPr>
          <w:i/>
          <w:lang w:val="es-419"/>
        </w:rPr>
        <w:t xml:space="preserve"> (Informe del Comité Permanente sobre el Derecho de Patentes (SCP))</w:t>
      </w:r>
    </w:p>
    <w:p w14:paraId="095C3D99" w14:textId="77777777" w:rsidR="00BA4D3F" w:rsidRPr="00B9108E" w:rsidRDefault="00BA4D3F" w:rsidP="00BA4D3F">
      <w:pPr>
        <w:ind w:left="1843" w:hanging="1276"/>
        <w:rPr>
          <w:lang w:val="es-419"/>
        </w:rPr>
      </w:pPr>
      <w:r w:rsidRPr="00B9108E">
        <w:rPr>
          <w:lang w:val="es-419"/>
        </w:rPr>
        <w:t>WO/GA/57/5</w:t>
      </w:r>
      <w:r w:rsidRPr="00B9108E">
        <w:rPr>
          <w:i/>
          <w:lang w:val="es-419"/>
        </w:rPr>
        <w:t xml:space="preserve"> (Informe del Comité Permanente sobre el Derecho de Marcas, Diseños Industriales e Indicaciones Geográficas (SCT))</w:t>
      </w:r>
    </w:p>
    <w:p w14:paraId="32B3C676" w14:textId="77777777" w:rsidR="00BA4D3F" w:rsidRPr="00B9108E" w:rsidRDefault="00BA4D3F" w:rsidP="00BA4D3F">
      <w:pPr>
        <w:ind w:left="1843" w:hanging="1296"/>
        <w:rPr>
          <w:lang w:val="es-419"/>
        </w:rPr>
      </w:pPr>
      <w:r w:rsidRPr="00B9108E">
        <w:rPr>
          <w:lang w:val="es-419"/>
        </w:rPr>
        <w:t>WO/GA/57/6 (</w:t>
      </w:r>
      <w:r w:rsidRPr="00B9108E">
        <w:rPr>
          <w:i/>
          <w:lang w:val="es-419"/>
        </w:rPr>
        <w:t>Informe del Comité de Desarrollo y Propiedad Intelectual (CDIP) y reseña sobre la aplicación de las recomendaciones de la Agenda para el Desarrollo</w:t>
      </w:r>
      <w:r w:rsidRPr="00B9108E">
        <w:rPr>
          <w:lang w:val="es-419"/>
        </w:rPr>
        <w:t>)</w:t>
      </w:r>
    </w:p>
    <w:p w14:paraId="35D17954" w14:textId="77777777" w:rsidR="00BA4D3F" w:rsidRPr="00B9108E" w:rsidRDefault="00BA4D3F" w:rsidP="00BA4D3F">
      <w:pPr>
        <w:ind w:left="1843" w:hanging="1296"/>
        <w:rPr>
          <w:lang w:val="es-419"/>
        </w:rPr>
      </w:pPr>
      <w:r w:rsidRPr="00B9108E">
        <w:rPr>
          <w:lang w:val="es-419"/>
        </w:rPr>
        <w:t xml:space="preserve">WO/GA/57/7 </w:t>
      </w:r>
      <w:r w:rsidRPr="00B9108E">
        <w:rPr>
          <w:i/>
          <w:lang w:val="es-419"/>
        </w:rPr>
        <w:t>(Informe del Comité Intergubernamental sobre Propiedad Intelectual y Recursos Genéticos, Conocimientos Tradicionales y Folclore (CIG)</w:t>
      </w:r>
      <w:r w:rsidRPr="00B9108E">
        <w:rPr>
          <w:lang w:val="es-419"/>
        </w:rPr>
        <w:t>)</w:t>
      </w:r>
    </w:p>
    <w:p w14:paraId="40286AE6" w14:textId="77777777" w:rsidR="00BA4D3F" w:rsidRPr="00B9108E" w:rsidRDefault="00BA4D3F" w:rsidP="00BA4D3F">
      <w:pPr>
        <w:ind w:left="547"/>
        <w:rPr>
          <w:lang w:val="es-419"/>
        </w:rPr>
      </w:pPr>
      <w:r w:rsidRPr="00B9108E">
        <w:rPr>
          <w:lang w:val="es-419"/>
        </w:rPr>
        <w:t>WO/GA/57/8</w:t>
      </w:r>
      <w:r w:rsidRPr="00B9108E">
        <w:rPr>
          <w:i/>
          <w:lang w:val="es-419"/>
        </w:rPr>
        <w:t xml:space="preserve"> (Informe del Comité de Normas Técnicas de la OMPI (CWS)</w:t>
      </w:r>
      <w:r w:rsidRPr="00B9108E">
        <w:rPr>
          <w:lang w:val="es-419"/>
        </w:rPr>
        <w:t>)</w:t>
      </w:r>
    </w:p>
    <w:p w14:paraId="6999DC28" w14:textId="77777777" w:rsidR="00BA4D3F" w:rsidRPr="00B9108E" w:rsidRDefault="00BA4D3F" w:rsidP="00BA4D3F">
      <w:pPr>
        <w:spacing w:after="400"/>
        <w:ind w:left="547"/>
        <w:rPr>
          <w:lang w:val="es-419"/>
        </w:rPr>
      </w:pPr>
      <w:r w:rsidRPr="00B9108E">
        <w:rPr>
          <w:lang w:val="es-419"/>
        </w:rPr>
        <w:t>WO/GA/57/9 (</w:t>
      </w:r>
      <w:r w:rsidRPr="00B9108E">
        <w:rPr>
          <w:i/>
          <w:lang w:val="es-419"/>
        </w:rPr>
        <w:t>Informe del Comité Asesor sobre Observancia (ACE)</w:t>
      </w:r>
      <w:r w:rsidRPr="00B9108E">
        <w:rPr>
          <w:lang w:val="es-419"/>
        </w:rPr>
        <w:t>)</w:t>
      </w:r>
    </w:p>
    <w:p w14:paraId="4E9FEC3B" w14:textId="77777777" w:rsidR="00BA4D3F" w:rsidRPr="00B9108E" w:rsidRDefault="00BA4D3F" w:rsidP="00B9108E">
      <w:pPr>
        <w:pStyle w:val="Heading1"/>
        <w:tabs>
          <w:tab w:val="left" w:pos="3544"/>
        </w:tabs>
        <w:spacing w:after="240"/>
        <w:rPr>
          <w:lang w:val="es-419"/>
        </w:rPr>
      </w:pPr>
      <w:r w:rsidRPr="00B9108E">
        <w:rPr>
          <w:lang w:val="es-419"/>
        </w:rPr>
        <w:t xml:space="preserve">PUNTO 11 DEL ORDEN DEL DÍA </w:t>
      </w:r>
      <w:r w:rsidRPr="00B9108E">
        <w:rPr>
          <w:lang w:val="es-419"/>
        </w:rPr>
        <w:tab/>
        <w:t>SISTEMA DEL PCT</w:t>
      </w:r>
    </w:p>
    <w:p w14:paraId="68367D61" w14:textId="77777777" w:rsidR="00BA4D3F" w:rsidRPr="00B9108E" w:rsidRDefault="00BA4D3F" w:rsidP="00BA4D3F">
      <w:pPr>
        <w:ind w:left="1800" w:hanging="1253"/>
        <w:rPr>
          <w:i/>
          <w:lang w:val="es-419"/>
        </w:rPr>
      </w:pPr>
      <w:r w:rsidRPr="00B9108E">
        <w:rPr>
          <w:lang w:val="es-419"/>
        </w:rPr>
        <w:t>PCT/A/56/1 (</w:t>
      </w:r>
      <w:r w:rsidRPr="00B9108E">
        <w:rPr>
          <w:i/>
          <w:lang w:val="es-419"/>
        </w:rPr>
        <w:t>Examen de los criterios correspondientes a las reducciones de tasas para los solicitantes de algunos países y modificación de las directrices para actualizar las listas de Estados que satisfacen los criterios)</w:t>
      </w:r>
    </w:p>
    <w:p w14:paraId="0D74EC4D" w14:textId="77777777" w:rsidR="00BA4D3F" w:rsidRPr="00B9108E" w:rsidRDefault="00BA4D3F" w:rsidP="00BA4D3F">
      <w:pPr>
        <w:spacing w:after="400"/>
        <w:ind w:left="1797" w:hanging="1253"/>
        <w:rPr>
          <w:lang w:val="es-419"/>
        </w:rPr>
      </w:pPr>
      <w:r w:rsidRPr="00B9108E">
        <w:rPr>
          <w:lang w:val="es-419"/>
        </w:rPr>
        <w:t>PCT/A/56/2 (</w:t>
      </w:r>
      <w:r w:rsidRPr="00B9108E">
        <w:rPr>
          <w:i/>
          <w:lang w:val="es-419"/>
        </w:rPr>
        <w:t>Propuestas de modificación del Reglamento del PCT</w:t>
      </w:r>
      <w:r w:rsidRPr="00B9108E">
        <w:rPr>
          <w:lang w:val="es-419"/>
        </w:rPr>
        <w:t>)</w:t>
      </w:r>
    </w:p>
    <w:p w14:paraId="5999F553" w14:textId="6E3C9229" w:rsidR="00BA4D3F" w:rsidRPr="00B9108E" w:rsidRDefault="00BA4D3F" w:rsidP="00B9108E">
      <w:pPr>
        <w:pStyle w:val="Heading1"/>
        <w:tabs>
          <w:tab w:val="left" w:pos="3544"/>
        </w:tabs>
        <w:spacing w:after="240"/>
        <w:rPr>
          <w:lang w:val="es-419"/>
        </w:rPr>
      </w:pPr>
      <w:r w:rsidRPr="00B9108E">
        <w:rPr>
          <w:lang w:val="es-419"/>
        </w:rPr>
        <w:lastRenderedPageBreak/>
        <w:t>PUNTO 12 DEL ORDEN DEL DÍA</w:t>
      </w:r>
      <w:r w:rsidRPr="00B9108E">
        <w:rPr>
          <w:lang w:val="es-419"/>
        </w:rPr>
        <w:tab/>
        <w:t>SISTEMA DE MADRID</w:t>
      </w:r>
    </w:p>
    <w:p w14:paraId="02656991" w14:textId="77777777" w:rsidR="00BA4D3F" w:rsidRPr="00B9108E" w:rsidRDefault="00BA4D3F" w:rsidP="00BA4D3F">
      <w:pPr>
        <w:spacing w:after="400"/>
        <w:ind w:left="1713" w:hanging="1166"/>
        <w:rPr>
          <w:i/>
          <w:lang w:val="es-419"/>
        </w:rPr>
      </w:pPr>
      <w:r w:rsidRPr="00B9108E">
        <w:rPr>
          <w:lang w:val="es-419"/>
        </w:rPr>
        <w:t>MM/A/58/1</w:t>
      </w:r>
      <w:r w:rsidRPr="00B9108E">
        <w:rPr>
          <w:lang w:val="es-419"/>
        </w:rPr>
        <w:tab/>
        <w:t>(</w:t>
      </w:r>
      <w:r w:rsidRPr="00B9108E">
        <w:rPr>
          <w:i/>
          <w:lang w:val="es-419"/>
        </w:rPr>
        <w:t>Informe del Grupo de Trabajo sobre el Desarrollo Jurídico del Sistema de Madrid para el Registro Internacional de Marcas</w:t>
      </w:r>
      <w:r w:rsidRPr="00B9108E">
        <w:rPr>
          <w:lang w:val="es-419"/>
        </w:rPr>
        <w:t>)</w:t>
      </w:r>
    </w:p>
    <w:p w14:paraId="078F8F2F" w14:textId="0861DDA7" w:rsidR="00BA4D3F" w:rsidRPr="00B9108E" w:rsidRDefault="00BA4D3F" w:rsidP="00B9108E">
      <w:pPr>
        <w:pStyle w:val="Heading1"/>
        <w:tabs>
          <w:tab w:val="left" w:pos="3544"/>
        </w:tabs>
        <w:spacing w:after="240"/>
        <w:rPr>
          <w:lang w:val="es-419"/>
        </w:rPr>
      </w:pPr>
      <w:r w:rsidRPr="00B9108E">
        <w:rPr>
          <w:lang w:val="es-419"/>
        </w:rPr>
        <w:t xml:space="preserve">PUNTO 13 DEL ORDEN DEL DÍA </w:t>
      </w:r>
      <w:r w:rsidRPr="00B9108E">
        <w:rPr>
          <w:lang w:val="es-419"/>
        </w:rPr>
        <w:tab/>
      </w:r>
      <w:r w:rsidR="00B9108E" w:rsidRPr="00B9108E">
        <w:rPr>
          <w:lang w:val="es-419"/>
        </w:rPr>
        <w:t>S</w:t>
      </w:r>
      <w:r w:rsidRPr="00B9108E">
        <w:rPr>
          <w:lang w:val="es-419"/>
        </w:rPr>
        <w:t>ISTEMA DE LA HAYA</w:t>
      </w:r>
    </w:p>
    <w:p w14:paraId="2974B7B3" w14:textId="77777777" w:rsidR="00BA4D3F" w:rsidRPr="00B9108E" w:rsidRDefault="00BA4D3F" w:rsidP="00BA4D3F">
      <w:pPr>
        <w:ind w:left="1454" w:hanging="907"/>
        <w:rPr>
          <w:lang w:val="es-419"/>
        </w:rPr>
      </w:pPr>
      <w:r w:rsidRPr="00B9108E">
        <w:rPr>
          <w:lang w:val="es-419"/>
        </w:rPr>
        <w:t>H/A/44/1 (</w:t>
      </w:r>
      <w:r w:rsidRPr="00B9108E">
        <w:rPr>
          <w:i/>
          <w:lang w:val="es-419"/>
        </w:rPr>
        <w:t>Suspensión de la aplicación del Acta de 1960 y modificaciones consiguientes que se propone introducir en el Reglamento Común</w:t>
      </w:r>
      <w:r w:rsidRPr="00B9108E">
        <w:rPr>
          <w:lang w:val="es-419"/>
        </w:rPr>
        <w:t>)</w:t>
      </w:r>
    </w:p>
    <w:p w14:paraId="7DB80C48" w14:textId="77777777" w:rsidR="00BA4D3F" w:rsidRPr="00B9108E" w:rsidRDefault="00BA4D3F" w:rsidP="00BA4D3F">
      <w:pPr>
        <w:spacing w:after="400"/>
        <w:ind w:left="1451" w:hanging="907"/>
        <w:rPr>
          <w:i/>
          <w:lang w:val="es-419"/>
        </w:rPr>
      </w:pPr>
      <w:r w:rsidRPr="00B9108E">
        <w:rPr>
          <w:lang w:val="es-419"/>
        </w:rPr>
        <w:t>H/A/44/2 (</w:t>
      </w:r>
      <w:r w:rsidRPr="00B9108E">
        <w:rPr>
          <w:i/>
          <w:lang w:val="es-419"/>
        </w:rPr>
        <w:t>Propuestas de modificación del Reglamento Común con respecto a la Regla 14 y a la Tabla de tasas</w:t>
      </w:r>
      <w:r w:rsidRPr="00B9108E">
        <w:rPr>
          <w:iCs/>
          <w:lang w:val="es-419"/>
        </w:rPr>
        <w:t>)</w:t>
      </w:r>
    </w:p>
    <w:p w14:paraId="18BC14F1" w14:textId="77777777" w:rsidR="00BA4D3F" w:rsidRPr="00B9108E" w:rsidRDefault="00BA4D3F" w:rsidP="00B9108E">
      <w:pPr>
        <w:pStyle w:val="Heading1"/>
        <w:tabs>
          <w:tab w:val="left" w:pos="3544"/>
        </w:tabs>
        <w:spacing w:after="240"/>
        <w:ind w:left="3544" w:hanging="3544"/>
        <w:rPr>
          <w:lang w:val="es-419"/>
        </w:rPr>
      </w:pPr>
      <w:r w:rsidRPr="00B9108E">
        <w:rPr>
          <w:lang w:val="es-419"/>
        </w:rPr>
        <w:t xml:space="preserve">PUNTO 14 DEL ORDEN DEL DÍA </w:t>
      </w:r>
      <w:r w:rsidRPr="00B9108E">
        <w:rPr>
          <w:lang w:val="es-419"/>
        </w:rPr>
        <w:tab/>
        <w:t>CENTRO DE ARBITRAJE Y MEDIACIÓN DE LA OMPI, Y NOMBRES DE DOMINIO</w:t>
      </w:r>
    </w:p>
    <w:p w14:paraId="027C1747" w14:textId="77777777" w:rsidR="00BA4D3F" w:rsidRPr="00B9108E" w:rsidRDefault="00BA4D3F" w:rsidP="00BA4D3F">
      <w:pPr>
        <w:spacing w:after="400"/>
        <w:ind w:left="544"/>
        <w:rPr>
          <w:lang w:val="es-419"/>
        </w:rPr>
      </w:pPr>
      <w:r w:rsidRPr="00B9108E">
        <w:rPr>
          <w:lang w:val="es-419"/>
        </w:rPr>
        <w:t>WO/GA/57/10 (</w:t>
      </w:r>
      <w:r w:rsidRPr="00B9108E">
        <w:rPr>
          <w:i/>
          <w:lang w:val="es-419"/>
        </w:rPr>
        <w:t>Centro de Arbitraje y Mediación de la OMPI, y nombres de dominio</w:t>
      </w:r>
      <w:r w:rsidRPr="00B9108E">
        <w:rPr>
          <w:lang w:val="es-419"/>
        </w:rPr>
        <w:t>)</w:t>
      </w:r>
    </w:p>
    <w:p w14:paraId="6D95BB55" w14:textId="7B586B71" w:rsidR="00BA4D3F" w:rsidRPr="00B9108E" w:rsidRDefault="00BA4D3F" w:rsidP="00B9108E">
      <w:pPr>
        <w:pStyle w:val="Heading1"/>
        <w:tabs>
          <w:tab w:val="left" w:pos="3544"/>
        </w:tabs>
        <w:spacing w:after="240"/>
        <w:rPr>
          <w:lang w:val="es-419"/>
        </w:rPr>
      </w:pPr>
      <w:r w:rsidRPr="00B9108E">
        <w:rPr>
          <w:lang w:val="es-419"/>
        </w:rPr>
        <w:t>PUNTO 15 DEL ORDEN DEL DÍA</w:t>
      </w:r>
      <w:r w:rsidRPr="00B9108E">
        <w:rPr>
          <w:lang w:val="es-419"/>
        </w:rPr>
        <w:tab/>
        <w:t>ASAMBLEA DE LA UNIÓN DE BUDAPEST</w:t>
      </w:r>
    </w:p>
    <w:p w14:paraId="2440A318" w14:textId="77777777" w:rsidR="00BA4D3F" w:rsidRPr="00B9108E" w:rsidRDefault="00BA4D3F" w:rsidP="00BA4D3F">
      <w:pPr>
        <w:spacing w:after="400"/>
        <w:ind w:left="544"/>
        <w:rPr>
          <w:lang w:val="es-419"/>
        </w:rPr>
      </w:pPr>
      <w:r w:rsidRPr="00B9108E">
        <w:rPr>
          <w:lang w:val="es-419"/>
        </w:rPr>
        <w:t xml:space="preserve">BP/A/41/1 </w:t>
      </w:r>
      <w:r w:rsidRPr="00B9108E">
        <w:rPr>
          <w:i/>
          <w:lang w:val="es-419"/>
        </w:rPr>
        <w:t>(Informe de actividades sobre el funcionamiento del Sistema de Budapest)</w:t>
      </w:r>
    </w:p>
    <w:p w14:paraId="5EBD99D2" w14:textId="138E224E" w:rsidR="00BA4D3F" w:rsidRPr="00B9108E" w:rsidRDefault="00BA4D3F" w:rsidP="00B9108E">
      <w:pPr>
        <w:pStyle w:val="Heading1"/>
        <w:tabs>
          <w:tab w:val="left" w:pos="3544"/>
        </w:tabs>
        <w:spacing w:after="240"/>
        <w:ind w:left="3544" w:hanging="3544"/>
        <w:rPr>
          <w:lang w:val="es-419"/>
        </w:rPr>
      </w:pPr>
      <w:r w:rsidRPr="00B9108E">
        <w:rPr>
          <w:lang w:val="es-419"/>
        </w:rPr>
        <w:t>PUNTO 16 DEL ORDEN DEL DÍA</w:t>
      </w:r>
      <w:r w:rsidRPr="00B9108E">
        <w:rPr>
          <w:lang w:val="es-419"/>
        </w:rPr>
        <w:tab/>
        <w:t>TRATADO DE MARRAKECH PARA FACILITAR EL ACCESO A LAS OBRAS PUBLICADAS A LAS PERSONAS CIEGAS, CON DISCAPACIDAD VISUAL O CON OTRAS DIFICULTADES PARA ACCEDER AL TEXTO IMPRESO</w:t>
      </w:r>
    </w:p>
    <w:p w14:paraId="2AC2FFC8" w14:textId="77777777" w:rsidR="00BA4D3F" w:rsidRPr="00B9108E" w:rsidRDefault="00BA4D3F" w:rsidP="00BA4D3F">
      <w:pPr>
        <w:spacing w:after="400"/>
        <w:ind w:left="1451" w:hanging="907"/>
        <w:rPr>
          <w:i/>
          <w:lang w:val="es-419"/>
        </w:rPr>
      </w:pPr>
      <w:r w:rsidRPr="00B9108E">
        <w:rPr>
          <w:lang w:val="es-419"/>
        </w:rPr>
        <w:t>MVT/A/9/1 Rev.</w:t>
      </w:r>
      <w:r w:rsidRPr="00B9108E">
        <w:rPr>
          <w:lang w:val="es-419"/>
        </w:rPr>
        <w:tab/>
        <w:t>(</w:t>
      </w:r>
      <w:r w:rsidRPr="00B9108E">
        <w:rPr>
          <w:i/>
          <w:lang w:val="es-419"/>
        </w:rPr>
        <w:t>Situación del Tratado de Marrakech</w:t>
      </w:r>
      <w:r w:rsidRPr="00B9108E">
        <w:rPr>
          <w:lang w:val="es-419"/>
        </w:rPr>
        <w:t>)</w:t>
      </w:r>
    </w:p>
    <w:p w14:paraId="15DB641D" w14:textId="328DB2EB" w:rsidR="00BA4D3F" w:rsidRPr="00B9108E" w:rsidRDefault="00B9108E" w:rsidP="00B9108E">
      <w:pPr>
        <w:pStyle w:val="Heading1"/>
        <w:tabs>
          <w:tab w:val="left" w:pos="3544"/>
        </w:tabs>
        <w:spacing w:after="240"/>
        <w:ind w:left="3544" w:hanging="3544"/>
        <w:rPr>
          <w:lang w:val="es-419"/>
        </w:rPr>
      </w:pPr>
      <w:r w:rsidRPr="00B9108E">
        <w:rPr>
          <w:lang w:val="es-419"/>
        </w:rPr>
        <w:t xml:space="preserve">PUNTO </w:t>
      </w:r>
      <w:r w:rsidR="00BA4D3F" w:rsidRPr="00B9108E">
        <w:rPr>
          <w:lang w:val="es-419"/>
        </w:rPr>
        <w:t>17</w:t>
      </w:r>
      <w:r w:rsidRPr="00B9108E">
        <w:rPr>
          <w:lang w:val="es-419"/>
        </w:rPr>
        <w:t xml:space="preserve"> DEL ORDEN DEL DÍA</w:t>
      </w:r>
      <w:r w:rsidR="00BA4D3F" w:rsidRPr="00B9108E">
        <w:rPr>
          <w:lang w:val="es-419"/>
        </w:rPr>
        <w:tab/>
        <w:t>Informe sobre el resultado de la de la Conferencia Diplomática para la Celebración de un Instrumento Jurídico Internacional relativo a la Propiedad Intelectual, los Recursos Genéticos y los Conocimientos Tradicionales Asociados a los Recursos Genéticos</w:t>
      </w:r>
    </w:p>
    <w:p w14:paraId="1C9C78D1" w14:textId="77777777" w:rsidR="00BA4D3F" w:rsidRPr="00B9108E" w:rsidRDefault="00BA4D3F" w:rsidP="00BA4D3F">
      <w:pPr>
        <w:spacing w:after="400"/>
        <w:ind w:left="1984" w:hanging="1440"/>
        <w:rPr>
          <w:lang w:val="es-419"/>
        </w:rPr>
      </w:pPr>
      <w:r w:rsidRPr="00B9108E">
        <w:rPr>
          <w:lang w:val="es-419"/>
        </w:rPr>
        <w:t>WO/GA/57/11 (</w:t>
      </w:r>
      <w:r w:rsidRPr="00B9108E">
        <w:rPr>
          <w:i/>
          <w:lang w:val="es-419"/>
        </w:rPr>
        <w:t>Informe sobre el resultado de la Conferencia Diplomática para la Celebración de un Instrumento Jurídico Internacional relativo a la Propiedad Intelectual, los Recursos Genéticos y los Conocimientos Tradicionales Asociados a los Recursos Genéticos</w:t>
      </w:r>
      <w:r w:rsidRPr="00B9108E">
        <w:rPr>
          <w:lang w:val="es-419"/>
        </w:rPr>
        <w:t>)</w:t>
      </w:r>
    </w:p>
    <w:p w14:paraId="39D399F5" w14:textId="77777777" w:rsidR="00BA4D3F" w:rsidRPr="00B9108E" w:rsidRDefault="00BA4D3F" w:rsidP="00B9108E">
      <w:pPr>
        <w:pStyle w:val="Heading1"/>
        <w:tabs>
          <w:tab w:val="left" w:pos="3544"/>
        </w:tabs>
        <w:spacing w:after="240"/>
        <w:ind w:left="3544" w:hanging="3544"/>
        <w:rPr>
          <w:lang w:val="es-419"/>
        </w:rPr>
      </w:pPr>
      <w:r w:rsidRPr="00B9108E">
        <w:rPr>
          <w:lang w:val="es-419"/>
        </w:rPr>
        <w:t xml:space="preserve">PUNTO 18 DEL ORDEN DEL DÍA </w:t>
      </w:r>
      <w:r w:rsidRPr="00B9108E">
        <w:rPr>
          <w:lang w:val="es-419"/>
        </w:rPr>
        <w:tab/>
        <w:t>ASISTENCIA Y APOYO AL SECTOR DE LA INNOVACIÓN Y LA CREATIVIDAD Y AL SISTEMA DE PROPIEDAD INTELECTUAL DE UCRANIA</w:t>
      </w:r>
    </w:p>
    <w:p w14:paraId="05C6100B" w14:textId="77777777" w:rsidR="00BA4D3F" w:rsidRPr="00B9108E" w:rsidRDefault="00BA4D3F" w:rsidP="00BA4D3F">
      <w:pPr>
        <w:ind w:left="1267" w:hanging="720"/>
        <w:rPr>
          <w:lang w:val="es-419"/>
        </w:rPr>
      </w:pPr>
      <w:r w:rsidRPr="00B9108E">
        <w:rPr>
          <w:lang w:val="es-419"/>
        </w:rPr>
        <w:t>A/65/7 (</w:t>
      </w:r>
      <w:r w:rsidRPr="00B9108E">
        <w:rPr>
          <w:i/>
          <w:lang w:val="es-419"/>
        </w:rPr>
        <w:t>Informe sobre asistencia y apoyo al sector de la innovación y la creatividad y al sistema de propiedad intelectual de Ucrania</w:t>
      </w:r>
      <w:r w:rsidRPr="00B9108E">
        <w:rPr>
          <w:lang w:val="es-419"/>
        </w:rPr>
        <w:t>)</w:t>
      </w:r>
    </w:p>
    <w:p w14:paraId="1A6226C7" w14:textId="77777777" w:rsidR="00BA4D3F" w:rsidRPr="00B9108E" w:rsidRDefault="00BA4D3F" w:rsidP="00BA4D3F">
      <w:pPr>
        <w:ind w:left="1267" w:hanging="720"/>
        <w:rPr>
          <w:lang w:val="es-419"/>
        </w:rPr>
      </w:pPr>
      <w:bookmarkStart w:id="5" w:name="_Hlk173242704"/>
      <w:r w:rsidRPr="00B9108E">
        <w:rPr>
          <w:lang w:val="es-419"/>
        </w:rPr>
        <w:t>A/65/8 (</w:t>
      </w:r>
      <w:r w:rsidRPr="00B9108E">
        <w:rPr>
          <w:i/>
          <w:lang w:val="es-419"/>
        </w:rPr>
        <w:t>Propuesta conjunta del Grupo de Estados de Europa Central y el Báltico (CEBS) y del Grupo B sobre asistencia y apoyo al sector de la innovación y la creatividad y al sistema de propiedad intelectual de Ucrania</w:t>
      </w:r>
      <w:r w:rsidRPr="00B9108E">
        <w:rPr>
          <w:lang w:val="es-419"/>
        </w:rPr>
        <w:t>)</w:t>
      </w:r>
    </w:p>
    <w:p w14:paraId="42765D49" w14:textId="77777777" w:rsidR="00BA4D3F" w:rsidRPr="00B9108E" w:rsidRDefault="00BA4D3F" w:rsidP="00BA4D3F">
      <w:pPr>
        <w:spacing w:after="400"/>
        <w:ind w:left="1267" w:hanging="720"/>
        <w:rPr>
          <w:lang w:val="es-419"/>
        </w:rPr>
      </w:pPr>
      <w:r w:rsidRPr="00B9108E">
        <w:rPr>
          <w:lang w:val="es-419"/>
        </w:rPr>
        <w:lastRenderedPageBreak/>
        <w:t>A/65/9 (</w:t>
      </w:r>
      <w:r w:rsidRPr="00B9108E">
        <w:rPr>
          <w:i/>
          <w:lang w:val="es-419"/>
        </w:rPr>
        <w:t>Propuesta de la delegación de la Federación de Rusia sobre asistencia y apoyo al sector de la innovación y la creatividad y al sistema de propiedad intelectual de Ucrania</w:t>
      </w:r>
      <w:r w:rsidRPr="00B9108E">
        <w:rPr>
          <w:lang w:val="es-419"/>
        </w:rPr>
        <w:t>)</w:t>
      </w:r>
      <w:bookmarkEnd w:id="5"/>
    </w:p>
    <w:p w14:paraId="51E58DD0" w14:textId="77777777" w:rsidR="00BA4D3F" w:rsidRPr="00B9108E" w:rsidRDefault="00BA4D3F" w:rsidP="00B9108E">
      <w:pPr>
        <w:pStyle w:val="Heading1"/>
        <w:tabs>
          <w:tab w:val="left" w:pos="3544"/>
        </w:tabs>
        <w:spacing w:after="240"/>
        <w:ind w:left="3544" w:hanging="3544"/>
        <w:rPr>
          <w:lang w:val="es-419"/>
        </w:rPr>
      </w:pPr>
      <w:r w:rsidRPr="00B9108E">
        <w:rPr>
          <w:lang w:val="es-419"/>
        </w:rPr>
        <w:t xml:space="preserve">PUNTO 19 DEL ORDEN DEL DÍA </w:t>
      </w:r>
      <w:r w:rsidRPr="00B9108E">
        <w:rPr>
          <w:lang w:val="es-419"/>
        </w:rPr>
        <w:tab/>
        <w:t>INFORMES SOBRE ASUNTOS RELATIVOS AL PERSONAL</w:t>
      </w:r>
    </w:p>
    <w:p w14:paraId="6E7E4BA9" w14:textId="77777777" w:rsidR="00BA4D3F" w:rsidRPr="00B9108E" w:rsidRDefault="00BA4D3F" w:rsidP="00BA4D3F">
      <w:pPr>
        <w:keepNext/>
        <w:ind w:left="540"/>
        <w:rPr>
          <w:lang w:val="es-419"/>
        </w:rPr>
      </w:pPr>
      <w:r w:rsidRPr="00B9108E">
        <w:rPr>
          <w:lang w:val="es-419"/>
        </w:rPr>
        <w:t>WO/CC/83/INF/1 Rev. (</w:t>
      </w:r>
      <w:r w:rsidRPr="00B9108E">
        <w:rPr>
          <w:i/>
          <w:lang w:val="es-419"/>
        </w:rPr>
        <w:t>Informe anual sobre recursos humanos</w:t>
      </w:r>
      <w:r w:rsidRPr="00B9108E">
        <w:rPr>
          <w:lang w:val="es-419"/>
        </w:rPr>
        <w:t>)</w:t>
      </w:r>
    </w:p>
    <w:p w14:paraId="7E299032" w14:textId="6D92B3DE" w:rsidR="00BA4D3F" w:rsidRPr="00B9108E" w:rsidRDefault="00BA4D3F" w:rsidP="00BA4D3F">
      <w:pPr>
        <w:ind w:left="547"/>
        <w:rPr>
          <w:lang w:val="es-419"/>
        </w:rPr>
      </w:pPr>
      <w:r w:rsidRPr="00B9108E">
        <w:rPr>
          <w:lang w:val="es-419"/>
        </w:rPr>
        <w:t>WO/CC/83/INF/2 Rev.</w:t>
      </w:r>
      <w:r w:rsidR="00571BCA">
        <w:rPr>
          <w:lang w:val="es-419"/>
        </w:rPr>
        <w:t xml:space="preserve"> </w:t>
      </w:r>
      <w:r w:rsidRPr="00B9108E">
        <w:rPr>
          <w:lang w:val="es-419"/>
        </w:rPr>
        <w:t>(</w:t>
      </w:r>
      <w:r w:rsidRPr="00B9108E">
        <w:rPr>
          <w:i/>
          <w:lang w:val="es-419"/>
        </w:rPr>
        <w:t>Informe anual de la Oficina de Ética Profesional</w:t>
      </w:r>
      <w:r w:rsidRPr="00B9108E">
        <w:rPr>
          <w:lang w:val="es-419"/>
        </w:rPr>
        <w:t>)</w:t>
      </w:r>
    </w:p>
    <w:p w14:paraId="1B8DCD78" w14:textId="77777777" w:rsidR="00BA4D3F" w:rsidRPr="00B9108E" w:rsidRDefault="00BA4D3F" w:rsidP="00BA4D3F">
      <w:pPr>
        <w:rPr>
          <w:lang w:val="es-419"/>
        </w:rPr>
      </w:pPr>
    </w:p>
    <w:p w14:paraId="2A103F73" w14:textId="0AE9CD9E" w:rsidR="00BA4D3F" w:rsidRPr="00B9108E" w:rsidRDefault="00BA4D3F" w:rsidP="00B9108E">
      <w:pPr>
        <w:pStyle w:val="Heading1"/>
        <w:tabs>
          <w:tab w:val="left" w:pos="3544"/>
        </w:tabs>
        <w:spacing w:after="240"/>
        <w:ind w:left="3544" w:hanging="3544"/>
        <w:rPr>
          <w:lang w:val="es-419"/>
        </w:rPr>
      </w:pPr>
      <w:r w:rsidRPr="00B9108E">
        <w:rPr>
          <w:lang w:val="es-419"/>
        </w:rPr>
        <w:t>PUNTO 20 DEL ORDEN DEL DÍA</w:t>
      </w:r>
      <w:r w:rsidRPr="00B9108E">
        <w:rPr>
          <w:lang w:val="es-419"/>
        </w:rPr>
        <w:tab/>
        <w:t>ENMIENDAS AL ESTATUTO Y REGLAMENTO DEL PERSONAL</w:t>
      </w:r>
    </w:p>
    <w:p w14:paraId="4C5EE3DC" w14:textId="77777777" w:rsidR="00BA4D3F" w:rsidRPr="00B9108E" w:rsidRDefault="00BA4D3F" w:rsidP="00BA4D3F">
      <w:pPr>
        <w:spacing w:after="400"/>
        <w:ind w:left="547"/>
        <w:rPr>
          <w:bCs/>
          <w:lang w:val="es-419"/>
        </w:rPr>
      </w:pPr>
      <w:r w:rsidRPr="00B9108E">
        <w:rPr>
          <w:lang w:val="es-419"/>
        </w:rPr>
        <w:t>WO/CC/83/1 (</w:t>
      </w:r>
      <w:r w:rsidRPr="00B9108E">
        <w:rPr>
          <w:i/>
          <w:lang w:val="es-419"/>
        </w:rPr>
        <w:t>Enmiendas al Estatuto y Reglamento del Personal</w:t>
      </w:r>
      <w:r w:rsidRPr="00B9108E">
        <w:rPr>
          <w:lang w:val="es-419"/>
        </w:rPr>
        <w:t>)</w:t>
      </w:r>
    </w:p>
    <w:p w14:paraId="6F585AE4" w14:textId="39CCEDF7" w:rsidR="00BA4D3F" w:rsidRPr="00B9108E" w:rsidRDefault="00BA4D3F" w:rsidP="00B9108E">
      <w:pPr>
        <w:pStyle w:val="Heading1"/>
        <w:tabs>
          <w:tab w:val="left" w:pos="3544"/>
        </w:tabs>
        <w:spacing w:after="240"/>
        <w:ind w:left="1980" w:hanging="1980"/>
        <w:rPr>
          <w:lang w:val="es-419"/>
        </w:rPr>
      </w:pPr>
      <w:r w:rsidRPr="00B9108E">
        <w:rPr>
          <w:lang w:val="es-419"/>
        </w:rPr>
        <w:t>PUNTO 21 DEL ORDEN DEL DÍA</w:t>
      </w:r>
      <w:r w:rsidRPr="00B9108E">
        <w:rPr>
          <w:lang w:val="es-419"/>
        </w:rPr>
        <w:tab/>
        <w:t>APROBACIÓN DEL INFORME</w:t>
      </w:r>
    </w:p>
    <w:p w14:paraId="2BA3D337" w14:textId="77777777" w:rsidR="00BA4D3F" w:rsidRPr="00B9108E" w:rsidRDefault="00BA4D3F" w:rsidP="00BA4D3F">
      <w:pPr>
        <w:ind w:left="547"/>
        <w:rPr>
          <w:lang w:val="es-419"/>
        </w:rPr>
      </w:pPr>
      <w:r w:rsidRPr="00B9108E">
        <w:rPr>
          <w:lang w:val="es-419"/>
        </w:rPr>
        <w:t>A/65/10 (Informe resumido)</w:t>
      </w:r>
    </w:p>
    <w:p w14:paraId="46EABE85" w14:textId="77777777" w:rsidR="00BA4D3F" w:rsidRPr="00B9108E" w:rsidRDefault="00BA4D3F" w:rsidP="00BA4D3F">
      <w:pPr>
        <w:ind w:left="547"/>
        <w:rPr>
          <w:lang w:val="es-419"/>
        </w:rPr>
      </w:pPr>
      <w:r w:rsidRPr="00B9108E">
        <w:rPr>
          <w:lang w:val="es-419"/>
        </w:rPr>
        <w:t>A/65/11 (Informe general – Asambleas)</w:t>
      </w:r>
    </w:p>
    <w:p w14:paraId="369BD07B" w14:textId="77777777" w:rsidR="00BA4D3F" w:rsidRPr="00B9108E" w:rsidRDefault="00BA4D3F" w:rsidP="00BA4D3F">
      <w:pPr>
        <w:ind w:left="547"/>
        <w:rPr>
          <w:lang w:val="es-419"/>
        </w:rPr>
      </w:pPr>
      <w:r w:rsidRPr="00B9108E">
        <w:rPr>
          <w:lang w:val="es-419"/>
        </w:rPr>
        <w:t>WO/GA/57/12 (Informe – Asamblea General de la OMPI)</w:t>
      </w:r>
    </w:p>
    <w:p w14:paraId="1299C232" w14:textId="77777777" w:rsidR="00BA4D3F" w:rsidRPr="00B9108E" w:rsidRDefault="00BA4D3F" w:rsidP="00BA4D3F">
      <w:pPr>
        <w:ind w:left="547"/>
        <w:rPr>
          <w:lang w:val="es-419"/>
        </w:rPr>
      </w:pPr>
      <w:r w:rsidRPr="00B9108E">
        <w:rPr>
          <w:lang w:val="es-419"/>
        </w:rPr>
        <w:t>WO/CC/83/2 (Informe – Comité de Coordinación de la OMPI)</w:t>
      </w:r>
    </w:p>
    <w:p w14:paraId="2FBBC4E4" w14:textId="77777777" w:rsidR="00BA4D3F" w:rsidRPr="00B9108E" w:rsidRDefault="00BA4D3F" w:rsidP="00BA4D3F">
      <w:pPr>
        <w:ind w:left="547"/>
        <w:rPr>
          <w:lang w:val="es-419"/>
        </w:rPr>
      </w:pPr>
      <w:r w:rsidRPr="00B9108E">
        <w:rPr>
          <w:lang w:val="es-419"/>
        </w:rPr>
        <w:t>MM/A/58/2 (Informe – Asamblea de la Unión de Madrid)</w:t>
      </w:r>
    </w:p>
    <w:p w14:paraId="517D38AB" w14:textId="77777777" w:rsidR="00BA4D3F" w:rsidRPr="00B9108E" w:rsidRDefault="00BA4D3F" w:rsidP="00BA4D3F">
      <w:pPr>
        <w:ind w:left="547"/>
        <w:rPr>
          <w:lang w:val="es-419"/>
        </w:rPr>
      </w:pPr>
      <w:r w:rsidRPr="00B9108E">
        <w:rPr>
          <w:lang w:val="es-419"/>
        </w:rPr>
        <w:t>H/A/44/3 (Informe – Asamblea de la Unión de La Haya)</w:t>
      </w:r>
    </w:p>
    <w:p w14:paraId="4BF3C9CB" w14:textId="77777777" w:rsidR="00BA4D3F" w:rsidRPr="00B9108E" w:rsidRDefault="00BA4D3F" w:rsidP="00BA4D3F">
      <w:pPr>
        <w:ind w:left="547"/>
        <w:rPr>
          <w:lang w:val="es-419"/>
        </w:rPr>
      </w:pPr>
      <w:r w:rsidRPr="00B9108E">
        <w:rPr>
          <w:lang w:val="es-419"/>
        </w:rPr>
        <w:t>PCT/A/56/3 (Informe – Asamblea de la Unión del PCT)</w:t>
      </w:r>
    </w:p>
    <w:p w14:paraId="62914A22" w14:textId="77777777" w:rsidR="00BA4D3F" w:rsidRPr="00B9108E" w:rsidRDefault="00BA4D3F" w:rsidP="00BA4D3F">
      <w:pPr>
        <w:ind w:left="547"/>
        <w:rPr>
          <w:lang w:val="es-419"/>
        </w:rPr>
      </w:pPr>
      <w:r w:rsidRPr="00B9108E">
        <w:rPr>
          <w:lang w:val="es-419"/>
        </w:rPr>
        <w:t>BP/A/41/2 (Informe – Asamblea de la Unión de Budapest)</w:t>
      </w:r>
    </w:p>
    <w:p w14:paraId="7AD5EEF0" w14:textId="77777777" w:rsidR="00BA4D3F" w:rsidRPr="00B9108E" w:rsidRDefault="00BA4D3F" w:rsidP="00BA4D3F">
      <w:pPr>
        <w:ind w:left="547" w:firstLine="20"/>
        <w:rPr>
          <w:lang w:val="es-419"/>
        </w:rPr>
      </w:pPr>
      <w:r w:rsidRPr="00B9108E">
        <w:rPr>
          <w:lang w:val="es-419"/>
        </w:rPr>
        <w:t>MVT/A/9/2 (Informe - Asamblea del Tratado de Marrakech)</w:t>
      </w:r>
    </w:p>
    <w:p w14:paraId="7C3C5F4D" w14:textId="77777777" w:rsidR="00BA4D3F" w:rsidRPr="00B9108E" w:rsidRDefault="00BA4D3F" w:rsidP="00BA4D3F">
      <w:pPr>
        <w:spacing w:after="400"/>
        <w:ind w:left="547"/>
        <w:rPr>
          <w:lang w:val="es-419"/>
        </w:rPr>
      </w:pPr>
      <w:r w:rsidRPr="00B9108E">
        <w:rPr>
          <w:lang w:val="es-419"/>
        </w:rPr>
        <w:t>Signaturas varias</w:t>
      </w:r>
      <w:r w:rsidRPr="00B9108E">
        <w:rPr>
          <w:vertAlign w:val="superscript"/>
          <w:lang w:val="es-419"/>
        </w:rPr>
        <w:footnoteReference w:customMarkFollows="1" w:id="4"/>
        <w:t>*</w:t>
      </w:r>
      <w:r w:rsidRPr="00B9108E">
        <w:rPr>
          <w:lang w:val="es-419"/>
        </w:rPr>
        <w:t xml:space="preserve"> Informes de otras asambleas y órganos también convocados oficialmente (véase la lista en el documento A/65/11, párrafo 1)</w:t>
      </w:r>
    </w:p>
    <w:p w14:paraId="3320FF64" w14:textId="7D940FEC" w:rsidR="00BA4D3F" w:rsidRPr="00B9108E" w:rsidRDefault="00BA4D3F" w:rsidP="00B9108E">
      <w:pPr>
        <w:pStyle w:val="Heading1"/>
        <w:tabs>
          <w:tab w:val="left" w:pos="3544"/>
        </w:tabs>
        <w:spacing w:after="240"/>
        <w:ind w:left="1980" w:hanging="1980"/>
        <w:rPr>
          <w:lang w:val="es-419"/>
        </w:rPr>
      </w:pPr>
      <w:r w:rsidRPr="00B9108E">
        <w:rPr>
          <w:lang w:val="es-419"/>
        </w:rPr>
        <w:t>PUNTO 22 DEL ORDEN DEL DÍA</w:t>
      </w:r>
      <w:r w:rsidRPr="00B9108E">
        <w:rPr>
          <w:lang w:val="es-419"/>
        </w:rPr>
        <w:tab/>
        <w:t>Clausura de la serie de reuniones</w:t>
      </w:r>
    </w:p>
    <w:p w14:paraId="13F260E5" w14:textId="77777777" w:rsidR="00BA4D3F" w:rsidRPr="00B9108E" w:rsidRDefault="00BA4D3F" w:rsidP="00BA4D3F">
      <w:pPr>
        <w:ind w:left="540"/>
        <w:rPr>
          <w:lang w:val="es-419"/>
        </w:rPr>
      </w:pPr>
      <w:r w:rsidRPr="00B9108E">
        <w:rPr>
          <w:lang w:val="es-419"/>
        </w:rPr>
        <w:t>Ninguno</w:t>
      </w:r>
    </w:p>
    <w:p w14:paraId="547BE232" w14:textId="77777777" w:rsidR="00BA4D3F" w:rsidRPr="00B9108E" w:rsidRDefault="00BA4D3F" w:rsidP="00BA4D3F">
      <w:pPr>
        <w:spacing w:after="220"/>
        <w:rPr>
          <w:lang w:val="es-419"/>
        </w:rPr>
      </w:pPr>
      <w:r w:rsidRPr="00B9108E">
        <w:rPr>
          <w:lang w:val="es-419"/>
        </w:rPr>
        <w:br w:type="page"/>
      </w:r>
    </w:p>
    <w:p w14:paraId="2FA16A10" w14:textId="77777777" w:rsidR="00BA4D3F" w:rsidRPr="00B9108E" w:rsidRDefault="00BA4D3F" w:rsidP="00BA4D3F">
      <w:pPr>
        <w:pStyle w:val="Heading2"/>
        <w:spacing w:after="360"/>
        <w:rPr>
          <w:lang w:val="es-419"/>
        </w:rPr>
      </w:pPr>
      <w:r w:rsidRPr="00B9108E">
        <w:rPr>
          <w:lang w:val="es-419"/>
        </w:rPr>
        <w:lastRenderedPageBreak/>
        <w:t>LISTA DE DOCUMENTOS POR SIGNATURA</w:t>
      </w:r>
    </w:p>
    <w:p w14:paraId="5E6EAFBE" w14:textId="77777777" w:rsidR="00BA4D3F" w:rsidRPr="00B9108E" w:rsidRDefault="00BA4D3F" w:rsidP="00BA4D3F">
      <w:pPr>
        <w:pStyle w:val="Heading3"/>
        <w:tabs>
          <w:tab w:val="left" w:pos="2977"/>
        </w:tabs>
        <w:spacing w:before="0" w:after="120"/>
        <w:rPr>
          <w:lang w:val="es-419"/>
        </w:rPr>
      </w:pPr>
      <w:r w:rsidRPr="00B9108E">
        <w:rPr>
          <w:lang w:val="es-419"/>
        </w:rPr>
        <w:t>Signatura</w:t>
      </w:r>
      <w:r w:rsidRPr="00B9108E">
        <w:rPr>
          <w:u w:val="none"/>
          <w:lang w:val="es-419"/>
        </w:rPr>
        <w:t>:</w:t>
      </w:r>
      <w:r w:rsidRPr="00B9108E">
        <w:rPr>
          <w:lang w:val="es-419"/>
        </w:rPr>
        <w:t xml:space="preserve"> Título del documento</w:t>
      </w:r>
      <w:r w:rsidRPr="00B9108E">
        <w:rPr>
          <w:rStyle w:val="FootnoteReference"/>
          <w:u w:val="none"/>
          <w:lang w:val="es-419"/>
        </w:rPr>
        <w:footnoteReference w:id="5"/>
      </w:r>
    </w:p>
    <w:p w14:paraId="5758F43F" w14:textId="77777777" w:rsidR="00BA4D3F" w:rsidRPr="00B9108E" w:rsidRDefault="00BA4D3F" w:rsidP="00BA4D3F">
      <w:pPr>
        <w:pStyle w:val="BodyText"/>
        <w:tabs>
          <w:tab w:val="left" w:pos="2430"/>
        </w:tabs>
        <w:spacing w:after="120"/>
        <w:ind w:left="2160" w:hanging="2160"/>
        <w:rPr>
          <w:lang w:val="es-419"/>
        </w:rPr>
      </w:pPr>
      <w:r w:rsidRPr="00B9108E">
        <w:rPr>
          <w:lang w:val="es-419"/>
        </w:rPr>
        <w:t>A/65/INF/1 Rev.</w:t>
      </w:r>
      <w:r w:rsidRPr="00B9108E">
        <w:rPr>
          <w:lang w:val="es-419"/>
        </w:rPr>
        <w:tab/>
        <w:t>Información general</w:t>
      </w:r>
    </w:p>
    <w:p w14:paraId="0A9F0821" w14:textId="77777777" w:rsidR="00BA4D3F" w:rsidRPr="00B9108E" w:rsidRDefault="00BA4D3F" w:rsidP="00BA4D3F">
      <w:pPr>
        <w:pStyle w:val="BodyText"/>
        <w:tabs>
          <w:tab w:val="left" w:pos="2430"/>
        </w:tabs>
        <w:spacing w:after="120"/>
        <w:ind w:left="2160" w:hanging="2160"/>
        <w:rPr>
          <w:lang w:val="es-419"/>
        </w:rPr>
      </w:pPr>
      <w:r w:rsidRPr="00B9108E">
        <w:rPr>
          <w:lang w:val="es-419"/>
        </w:rPr>
        <w:t>A/65/INF/2</w:t>
      </w:r>
      <w:r w:rsidRPr="00B9108E">
        <w:rPr>
          <w:lang w:val="es-419"/>
        </w:rPr>
        <w:tab/>
        <w:t>Mesas</w:t>
      </w:r>
    </w:p>
    <w:p w14:paraId="12079B67" w14:textId="77777777" w:rsidR="00BA4D3F" w:rsidRPr="00B9108E" w:rsidRDefault="00BA4D3F" w:rsidP="00BA4D3F">
      <w:pPr>
        <w:pStyle w:val="BodyText"/>
        <w:tabs>
          <w:tab w:val="left" w:pos="2430"/>
        </w:tabs>
        <w:spacing w:after="120"/>
        <w:ind w:left="2160" w:hanging="2160"/>
        <w:rPr>
          <w:lang w:val="es-419"/>
        </w:rPr>
      </w:pPr>
      <w:r w:rsidRPr="00B9108E">
        <w:rPr>
          <w:lang w:val="es-419"/>
        </w:rPr>
        <w:t>A/65/INF/3</w:t>
      </w:r>
      <w:r w:rsidRPr="00B9108E">
        <w:rPr>
          <w:lang w:val="es-419"/>
        </w:rPr>
        <w:tab/>
        <w:t>Adhesiones a los tratados administrados por la OMPI y situación de la reforma estatutaria</w:t>
      </w:r>
    </w:p>
    <w:p w14:paraId="48E187D9" w14:textId="77777777" w:rsidR="00BA4D3F" w:rsidRPr="00B9108E" w:rsidRDefault="00BA4D3F" w:rsidP="00BA4D3F">
      <w:pPr>
        <w:pStyle w:val="BodyText"/>
        <w:tabs>
          <w:tab w:val="left" w:pos="2430"/>
        </w:tabs>
        <w:spacing w:after="120"/>
        <w:ind w:left="2160" w:hanging="2160"/>
        <w:rPr>
          <w:lang w:val="es-419"/>
        </w:rPr>
      </w:pPr>
      <w:r w:rsidRPr="00B9108E">
        <w:rPr>
          <w:lang w:val="es-419"/>
        </w:rPr>
        <w:t>A/63/INF/4</w:t>
      </w:r>
      <w:r w:rsidRPr="00B9108E">
        <w:rPr>
          <w:lang w:val="es-419"/>
        </w:rPr>
        <w:tab/>
        <w:t>Situación relativa al pago de las contribuciones al 31 de mayo de 2024</w:t>
      </w:r>
    </w:p>
    <w:p w14:paraId="0F2569F9" w14:textId="77777777" w:rsidR="00BA4D3F" w:rsidRPr="00B9108E" w:rsidRDefault="00BA4D3F" w:rsidP="00BA4D3F">
      <w:pPr>
        <w:pStyle w:val="BodyText"/>
        <w:tabs>
          <w:tab w:val="left" w:pos="2430"/>
        </w:tabs>
        <w:spacing w:after="120"/>
        <w:ind w:left="2160" w:hanging="2160"/>
        <w:rPr>
          <w:lang w:val="es-419"/>
        </w:rPr>
      </w:pPr>
      <w:r w:rsidRPr="00B9108E">
        <w:rPr>
          <w:lang w:val="es-419"/>
        </w:rPr>
        <w:t>A/65/INF/4 Add.</w:t>
      </w:r>
      <w:r w:rsidRPr="00B9108E">
        <w:rPr>
          <w:lang w:val="es-419"/>
        </w:rPr>
        <w:tab/>
        <w:t>Situación relativa al pago de las contribuciones al 30 de junio de 2024</w:t>
      </w:r>
    </w:p>
    <w:p w14:paraId="295F3CA4" w14:textId="77777777" w:rsidR="00BA4D3F" w:rsidRPr="00B9108E" w:rsidRDefault="00BA4D3F" w:rsidP="00BA4D3F">
      <w:pPr>
        <w:pStyle w:val="BodyText"/>
        <w:tabs>
          <w:tab w:val="left" w:pos="2430"/>
        </w:tabs>
        <w:spacing w:after="120"/>
        <w:ind w:left="2160" w:hanging="2160"/>
        <w:rPr>
          <w:lang w:val="es-419"/>
        </w:rPr>
      </w:pPr>
      <w:r w:rsidRPr="00B9108E">
        <w:rPr>
          <w:lang w:val="es-419"/>
        </w:rPr>
        <w:t>A/65/INF/5</w:t>
      </w:r>
      <w:r w:rsidRPr="00B9108E">
        <w:rPr>
          <w:lang w:val="es-419"/>
        </w:rPr>
        <w:tab/>
        <w:t>Lista de participantes (E, F)</w:t>
      </w:r>
    </w:p>
    <w:p w14:paraId="45A6287C" w14:textId="77777777" w:rsidR="00BA4D3F" w:rsidRPr="00B9108E" w:rsidRDefault="00BA4D3F" w:rsidP="00BA4D3F">
      <w:pPr>
        <w:pStyle w:val="BodyText"/>
        <w:tabs>
          <w:tab w:val="left" w:pos="2430"/>
        </w:tabs>
        <w:spacing w:after="120"/>
        <w:ind w:left="2160" w:hanging="2160"/>
        <w:rPr>
          <w:lang w:val="es-419"/>
        </w:rPr>
      </w:pPr>
      <w:r w:rsidRPr="00B9108E">
        <w:rPr>
          <w:lang w:val="es-419"/>
        </w:rPr>
        <w:t>A/65/1</w:t>
      </w:r>
      <w:r w:rsidRPr="00B9108E">
        <w:rPr>
          <w:lang w:val="es-419"/>
        </w:rPr>
        <w:tab/>
        <w:t>Orden del día consolidado</w:t>
      </w:r>
    </w:p>
    <w:p w14:paraId="126BECC6" w14:textId="77777777" w:rsidR="00BA4D3F" w:rsidRPr="00B9108E" w:rsidRDefault="00BA4D3F" w:rsidP="00BA4D3F">
      <w:pPr>
        <w:pStyle w:val="BodyText"/>
        <w:tabs>
          <w:tab w:val="left" w:pos="2430"/>
        </w:tabs>
        <w:spacing w:after="120"/>
        <w:ind w:left="2160" w:hanging="2160"/>
        <w:rPr>
          <w:lang w:val="es-419"/>
        </w:rPr>
      </w:pPr>
      <w:r w:rsidRPr="00B9108E">
        <w:rPr>
          <w:lang w:val="es-419"/>
        </w:rPr>
        <w:t>A/65/2</w:t>
      </w:r>
      <w:r w:rsidRPr="00B9108E">
        <w:rPr>
          <w:lang w:val="es-419"/>
        </w:rPr>
        <w:tab/>
        <w:t>Lista de documentos</w:t>
      </w:r>
    </w:p>
    <w:p w14:paraId="51672598" w14:textId="77777777" w:rsidR="00BA4D3F" w:rsidRPr="00B9108E" w:rsidRDefault="00BA4D3F" w:rsidP="00BA4D3F">
      <w:pPr>
        <w:pStyle w:val="BodyText"/>
        <w:tabs>
          <w:tab w:val="left" w:pos="2430"/>
        </w:tabs>
        <w:spacing w:after="120"/>
        <w:ind w:left="2160" w:hanging="2160"/>
        <w:rPr>
          <w:lang w:val="es-419"/>
        </w:rPr>
      </w:pPr>
      <w:r w:rsidRPr="00B9108E">
        <w:rPr>
          <w:lang w:val="es-419"/>
        </w:rPr>
        <w:t>A/65/3 Rev.</w:t>
      </w:r>
      <w:r w:rsidRPr="00B9108E">
        <w:rPr>
          <w:lang w:val="es-419"/>
        </w:rPr>
        <w:tab/>
        <w:t xml:space="preserve">(Admisión de observadores) </w:t>
      </w:r>
    </w:p>
    <w:p w14:paraId="7D1A24DD" w14:textId="77777777" w:rsidR="00BA4D3F" w:rsidRPr="00B9108E" w:rsidRDefault="00BA4D3F" w:rsidP="00BA4D3F">
      <w:pPr>
        <w:pStyle w:val="BodyText"/>
        <w:tabs>
          <w:tab w:val="left" w:pos="2430"/>
        </w:tabs>
        <w:spacing w:after="120"/>
        <w:ind w:left="2160" w:hanging="2160"/>
        <w:rPr>
          <w:lang w:val="es-419"/>
        </w:rPr>
      </w:pPr>
      <w:r w:rsidRPr="00B9108E">
        <w:rPr>
          <w:lang w:val="es-419"/>
        </w:rPr>
        <w:t>A/65/4</w:t>
      </w:r>
      <w:r w:rsidRPr="00B9108E">
        <w:rPr>
          <w:lang w:val="es-419"/>
        </w:rPr>
        <w:tab/>
        <w:t xml:space="preserve">Proyectos de orden del día para los períodos ordinarios de sesiones de 2025 de la Asamblea General de la OMPI, la Conferencia de la OMPI, la Asamblea de la Unión de París y la Asamblea de la Unión de Berna </w:t>
      </w:r>
    </w:p>
    <w:p w14:paraId="6F051AA8" w14:textId="77777777" w:rsidR="00BA4D3F" w:rsidRPr="00B9108E" w:rsidRDefault="00BA4D3F" w:rsidP="00BA4D3F">
      <w:pPr>
        <w:pStyle w:val="BodyText"/>
        <w:tabs>
          <w:tab w:val="left" w:pos="2430"/>
        </w:tabs>
        <w:spacing w:after="120"/>
        <w:ind w:left="2160" w:hanging="2160"/>
        <w:rPr>
          <w:lang w:val="es-419"/>
        </w:rPr>
      </w:pPr>
      <w:r w:rsidRPr="00B9108E">
        <w:rPr>
          <w:lang w:val="es-419"/>
        </w:rPr>
        <w:t>A/65/5</w:t>
      </w:r>
      <w:r w:rsidRPr="00B9108E">
        <w:rPr>
          <w:lang w:val="es-419"/>
        </w:rPr>
        <w:tab/>
        <w:t>Informe del auditor externo</w:t>
      </w:r>
    </w:p>
    <w:p w14:paraId="31DCA049" w14:textId="77777777" w:rsidR="00BA4D3F" w:rsidRPr="00B9108E" w:rsidRDefault="00BA4D3F" w:rsidP="00BA4D3F">
      <w:pPr>
        <w:pStyle w:val="BodyText"/>
        <w:tabs>
          <w:tab w:val="left" w:pos="2430"/>
        </w:tabs>
        <w:spacing w:after="120"/>
        <w:ind w:left="2160" w:hanging="2160"/>
        <w:rPr>
          <w:lang w:val="es-419"/>
        </w:rPr>
      </w:pPr>
      <w:r w:rsidRPr="00B9108E">
        <w:rPr>
          <w:lang w:val="es-419"/>
        </w:rPr>
        <w:t>A/65/6</w:t>
      </w:r>
      <w:r w:rsidRPr="00B9108E">
        <w:rPr>
          <w:lang w:val="es-419"/>
        </w:rPr>
        <w:tab/>
        <w:t>Lista de decisiones adoptadas por el Comité del Programa y Presupuesto</w:t>
      </w:r>
    </w:p>
    <w:p w14:paraId="77FDD0BB" w14:textId="77777777" w:rsidR="00BA4D3F" w:rsidRPr="00B9108E" w:rsidRDefault="00BA4D3F" w:rsidP="00BA4D3F">
      <w:pPr>
        <w:pStyle w:val="BodyText"/>
        <w:tabs>
          <w:tab w:val="left" w:pos="2430"/>
        </w:tabs>
        <w:spacing w:after="120"/>
        <w:ind w:left="2160" w:hanging="2160"/>
        <w:rPr>
          <w:lang w:val="es-419"/>
        </w:rPr>
      </w:pPr>
      <w:r w:rsidRPr="00B9108E">
        <w:rPr>
          <w:lang w:val="es-419"/>
        </w:rPr>
        <w:t>A/65/7</w:t>
      </w:r>
      <w:r w:rsidRPr="00B9108E">
        <w:rPr>
          <w:lang w:val="es-419"/>
        </w:rPr>
        <w:tab/>
        <w:t xml:space="preserve">Informe sobre asistencia y apoyo al sector de la innovación y la creatividad y al sistema de propiedad intelectual de Ucrania </w:t>
      </w:r>
    </w:p>
    <w:p w14:paraId="5F3D8952" w14:textId="77777777" w:rsidR="00BA4D3F" w:rsidRPr="00B9108E" w:rsidRDefault="00BA4D3F" w:rsidP="00BA4D3F">
      <w:pPr>
        <w:pStyle w:val="BodyText"/>
        <w:tabs>
          <w:tab w:val="left" w:pos="2430"/>
        </w:tabs>
        <w:spacing w:after="120"/>
        <w:ind w:left="2160" w:hanging="2160"/>
        <w:rPr>
          <w:lang w:val="es-419"/>
        </w:rPr>
      </w:pPr>
      <w:r w:rsidRPr="00B9108E">
        <w:rPr>
          <w:lang w:val="es-419"/>
        </w:rPr>
        <w:t>A/65/8</w:t>
      </w:r>
      <w:r w:rsidRPr="00B9108E">
        <w:rPr>
          <w:lang w:val="es-419"/>
        </w:rPr>
        <w:tab/>
        <w:t>Propuesta conjunta del Grupo de Estados de Europa Central y el Báltico (CEBS) y del Grupo B sobre asistencia y apoyo al sector de la innovación y la creatividad y al sistema de propiedad intelectual de Ucrania</w:t>
      </w:r>
    </w:p>
    <w:p w14:paraId="56CA0480" w14:textId="77777777" w:rsidR="00BA4D3F" w:rsidRPr="00B9108E" w:rsidRDefault="00BA4D3F" w:rsidP="00BA4D3F">
      <w:pPr>
        <w:pStyle w:val="BodyText"/>
        <w:tabs>
          <w:tab w:val="left" w:pos="2430"/>
        </w:tabs>
        <w:spacing w:after="120"/>
        <w:ind w:left="2160" w:hanging="2160"/>
        <w:rPr>
          <w:lang w:val="es-419"/>
        </w:rPr>
      </w:pPr>
      <w:r w:rsidRPr="00B9108E">
        <w:rPr>
          <w:lang w:val="es-419"/>
        </w:rPr>
        <w:t>A/65/9</w:t>
      </w:r>
      <w:r w:rsidRPr="00B9108E">
        <w:rPr>
          <w:lang w:val="es-419"/>
        </w:rPr>
        <w:tab/>
        <w:t>Propuesta de la delegación de la Federación de Rusia sobre asistencia y apoyo al sector de la innovación y la creatividad y al sistema de propiedad intelectual de Ucrania</w:t>
      </w:r>
    </w:p>
    <w:p w14:paraId="1F1B8A0E" w14:textId="77777777" w:rsidR="00BA4D3F" w:rsidRPr="00B9108E" w:rsidRDefault="00BA4D3F" w:rsidP="00BA4D3F">
      <w:pPr>
        <w:pStyle w:val="BodyText"/>
        <w:tabs>
          <w:tab w:val="left" w:pos="2430"/>
        </w:tabs>
        <w:spacing w:after="120"/>
        <w:ind w:left="2160" w:hanging="2160"/>
        <w:rPr>
          <w:lang w:val="es-419"/>
        </w:rPr>
      </w:pPr>
      <w:r w:rsidRPr="00B9108E">
        <w:rPr>
          <w:lang w:val="es-419"/>
        </w:rPr>
        <w:t>A/65/10</w:t>
      </w:r>
      <w:r w:rsidRPr="00B9108E">
        <w:rPr>
          <w:lang w:val="es-419"/>
        </w:rPr>
        <w:tab/>
        <w:t>Informe resumido</w:t>
      </w:r>
    </w:p>
    <w:p w14:paraId="7E8BEF9B" w14:textId="77777777" w:rsidR="00BA4D3F" w:rsidRPr="00B9108E" w:rsidRDefault="00BA4D3F" w:rsidP="00BA4D3F">
      <w:pPr>
        <w:pStyle w:val="BodyText"/>
        <w:tabs>
          <w:tab w:val="left" w:pos="2430"/>
        </w:tabs>
        <w:spacing w:after="120"/>
        <w:ind w:left="2160" w:hanging="2160"/>
        <w:rPr>
          <w:lang w:val="es-419"/>
        </w:rPr>
      </w:pPr>
      <w:r w:rsidRPr="00B9108E">
        <w:rPr>
          <w:lang w:val="es-419"/>
        </w:rPr>
        <w:t>A/65/11</w:t>
      </w:r>
      <w:r w:rsidRPr="00B9108E">
        <w:rPr>
          <w:lang w:val="es-419"/>
        </w:rPr>
        <w:tab/>
        <w:t>Informe general</w:t>
      </w:r>
    </w:p>
    <w:p w14:paraId="59741A2C" w14:textId="77777777" w:rsidR="00BA4D3F" w:rsidRPr="00B9108E" w:rsidRDefault="00BA4D3F" w:rsidP="00BA4D3F">
      <w:pPr>
        <w:pStyle w:val="BodyText"/>
        <w:tabs>
          <w:tab w:val="left" w:pos="2430"/>
        </w:tabs>
        <w:spacing w:after="120"/>
        <w:ind w:left="2160" w:hanging="2160"/>
        <w:rPr>
          <w:lang w:val="es-419"/>
        </w:rPr>
      </w:pPr>
      <w:r w:rsidRPr="00B9108E">
        <w:rPr>
          <w:lang w:val="es-419"/>
        </w:rPr>
        <w:t>WO/GA/57/1</w:t>
      </w:r>
      <w:r w:rsidRPr="00B9108E">
        <w:rPr>
          <w:lang w:val="es-419"/>
        </w:rPr>
        <w:tab/>
        <w:t>Informe de la Comisión Consultiva Independiente de Supervisión (CCIS)</w:t>
      </w:r>
    </w:p>
    <w:p w14:paraId="561CF668" w14:textId="77777777" w:rsidR="00BA4D3F" w:rsidRPr="00B9108E" w:rsidRDefault="00BA4D3F" w:rsidP="00BA4D3F">
      <w:pPr>
        <w:pStyle w:val="BodyText"/>
        <w:tabs>
          <w:tab w:val="left" w:pos="2430"/>
        </w:tabs>
        <w:spacing w:after="120"/>
        <w:ind w:left="2160" w:hanging="2160"/>
        <w:rPr>
          <w:lang w:val="es-419"/>
        </w:rPr>
      </w:pPr>
      <w:r w:rsidRPr="00B9108E">
        <w:rPr>
          <w:lang w:val="es-419"/>
        </w:rPr>
        <w:t>WO/GA/57/2</w:t>
      </w:r>
      <w:r w:rsidRPr="00B9108E">
        <w:rPr>
          <w:lang w:val="es-419"/>
        </w:rPr>
        <w:tab/>
        <w:t>Informe anual del director de la División de Supervisión Interna (DSI)</w:t>
      </w:r>
    </w:p>
    <w:p w14:paraId="3025C741" w14:textId="77777777" w:rsidR="00BA4D3F" w:rsidRPr="00B9108E" w:rsidRDefault="00BA4D3F" w:rsidP="00BA4D3F">
      <w:pPr>
        <w:pStyle w:val="BodyText"/>
        <w:tabs>
          <w:tab w:val="left" w:pos="2430"/>
        </w:tabs>
        <w:spacing w:after="120"/>
        <w:ind w:left="2160" w:hanging="2160"/>
        <w:rPr>
          <w:lang w:val="es-419"/>
        </w:rPr>
      </w:pPr>
      <w:r w:rsidRPr="00B9108E">
        <w:rPr>
          <w:lang w:val="es-419"/>
        </w:rPr>
        <w:t>WO/GA/57/3</w:t>
      </w:r>
      <w:r w:rsidRPr="00B9108E">
        <w:rPr>
          <w:lang w:val="es-419"/>
        </w:rPr>
        <w:tab/>
        <w:t>Informe del Comité Permanente de Derecho de Autor y Derechos Conexos (SCCR)</w:t>
      </w:r>
    </w:p>
    <w:p w14:paraId="3459C96D" w14:textId="77777777" w:rsidR="00BA4D3F" w:rsidRPr="00B9108E" w:rsidRDefault="00BA4D3F" w:rsidP="00BA4D3F">
      <w:pPr>
        <w:pStyle w:val="BodyText"/>
        <w:tabs>
          <w:tab w:val="left" w:pos="2430"/>
        </w:tabs>
        <w:spacing w:after="120"/>
        <w:ind w:left="2160" w:hanging="2160"/>
        <w:rPr>
          <w:lang w:val="es-419"/>
        </w:rPr>
      </w:pPr>
      <w:r w:rsidRPr="00B9108E">
        <w:rPr>
          <w:lang w:val="es-419"/>
        </w:rPr>
        <w:t>WO/GA/57/4</w:t>
      </w:r>
      <w:r w:rsidRPr="00B9108E">
        <w:rPr>
          <w:lang w:val="es-419"/>
        </w:rPr>
        <w:tab/>
        <w:t>Informe del Comité Permanente sobre el Derecho de Patentes (SCP)</w:t>
      </w:r>
    </w:p>
    <w:p w14:paraId="73913901" w14:textId="77777777" w:rsidR="00BA4D3F" w:rsidRPr="00B9108E" w:rsidRDefault="00BA4D3F" w:rsidP="00BA4D3F">
      <w:pPr>
        <w:pStyle w:val="BodyText"/>
        <w:tabs>
          <w:tab w:val="left" w:pos="2430"/>
        </w:tabs>
        <w:spacing w:after="120"/>
        <w:ind w:left="2160" w:hanging="2160"/>
        <w:rPr>
          <w:lang w:val="es-419"/>
        </w:rPr>
      </w:pPr>
      <w:r w:rsidRPr="00B9108E">
        <w:rPr>
          <w:lang w:val="es-419"/>
        </w:rPr>
        <w:t>WO/GA/57/5</w:t>
      </w:r>
      <w:r w:rsidRPr="00B9108E">
        <w:rPr>
          <w:lang w:val="es-419"/>
        </w:rPr>
        <w:tab/>
        <w:t>Informe del Comité Permanente sobre el Derecho de Marcas, Diseños Industriales e Indicaciones Geográficas (SCT)</w:t>
      </w:r>
    </w:p>
    <w:p w14:paraId="2544D679" w14:textId="77777777" w:rsidR="00BA4D3F" w:rsidRPr="00B9108E" w:rsidRDefault="00BA4D3F" w:rsidP="00BA4D3F">
      <w:pPr>
        <w:pStyle w:val="BodyText"/>
        <w:tabs>
          <w:tab w:val="left" w:pos="2430"/>
        </w:tabs>
        <w:spacing w:after="120"/>
        <w:ind w:left="2160" w:hanging="2160"/>
        <w:rPr>
          <w:lang w:val="es-419"/>
        </w:rPr>
      </w:pPr>
      <w:r w:rsidRPr="00B9108E">
        <w:rPr>
          <w:lang w:val="es-419"/>
        </w:rPr>
        <w:t>WO/GA/57/6</w:t>
      </w:r>
      <w:r w:rsidRPr="00B9108E">
        <w:rPr>
          <w:lang w:val="es-419"/>
        </w:rPr>
        <w:tab/>
      </w:r>
      <w:r w:rsidRPr="00B9108E">
        <w:rPr>
          <w:color w:val="000000"/>
          <w:lang w:val="es-419"/>
        </w:rPr>
        <w:t xml:space="preserve">Informe </w:t>
      </w:r>
      <w:r w:rsidRPr="00B9108E">
        <w:rPr>
          <w:lang w:val="es-419"/>
        </w:rPr>
        <w:t>del</w:t>
      </w:r>
      <w:r w:rsidRPr="00B9108E">
        <w:rPr>
          <w:color w:val="000000"/>
          <w:lang w:val="es-419"/>
        </w:rPr>
        <w:t xml:space="preserve"> Comité de Desarrollo y Propiedad Intelectual (CDIP) y reseña sobre la aplicación de las recomendaciones de la Agenda para el Desarrollo</w:t>
      </w:r>
    </w:p>
    <w:p w14:paraId="5CE4A437" w14:textId="77777777" w:rsidR="00BA4D3F" w:rsidRPr="00B9108E" w:rsidRDefault="00BA4D3F" w:rsidP="00B9108E">
      <w:pPr>
        <w:pStyle w:val="BodyText"/>
        <w:keepNext/>
        <w:tabs>
          <w:tab w:val="left" w:pos="2430"/>
        </w:tabs>
        <w:spacing w:after="120"/>
        <w:ind w:left="2160" w:hanging="2160"/>
        <w:rPr>
          <w:lang w:val="es-419"/>
        </w:rPr>
      </w:pPr>
      <w:r w:rsidRPr="00B9108E">
        <w:rPr>
          <w:lang w:val="es-419"/>
        </w:rPr>
        <w:lastRenderedPageBreak/>
        <w:t>WO/GA/57/7</w:t>
      </w:r>
      <w:r w:rsidRPr="00B9108E">
        <w:rPr>
          <w:lang w:val="es-419"/>
        </w:rPr>
        <w:tab/>
        <w:t>Informe sobre el Comité Intergubernamental sobre Propiedad Intelectual y Recursos Genéticos, Conocimientos Tradicionales y Folclore (CIG)</w:t>
      </w:r>
    </w:p>
    <w:p w14:paraId="4A7CBE07" w14:textId="77777777" w:rsidR="00BA4D3F" w:rsidRPr="00B9108E" w:rsidRDefault="00BA4D3F" w:rsidP="00B9108E">
      <w:pPr>
        <w:pStyle w:val="BodyText"/>
        <w:keepNext/>
        <w:tabs>
          <w:tab w:val="left" w:pos="2977"/>
        </w:tabs>
        <w:spacing w:after="120"/>
        <w:ind w:left="2448" w:hanging="2448"/>
        <w:rPr>
          <w:lang w:val="es-419"/>
        </w:rPr>
      </w:pPr>
      <w:r w:rsidRPr="00B9108E">
        <w:rPr>
          <w:lang w:val="es-419"/>
        </w:rPr>
        <w:t>WO/GA/57/8</w:t>
      </w:r>
      <w:r w:rsidRPr="00B9108E">
        <w:rPr>
          <w:lang w:val="es-419"/>
        </w:rPr>
        <w:tab/>
        <w:t>Informe sobre el Comité de Normas Técnicas de la OMPI (CWS)</w:t>
      </w:r>
    </w:p>
    <w:p w14:paraId="2E92E989" w14:textId="77777777" w:rsidR="00BA4D3F" w:rsidRPr="00B9108E" w:rsidRDefault="00BA4D3F" w:rsidP="00BA4D3F">
      <w:pPr>
        <w:pStyle w:val="BodyText"/>
        <w:tabs>
          <w:tab w:val="left" w:pos="2977"/>
        </w:tabs>
        <w:spacing w:after="120"/>
        <w:ind w:left="2448" w:hanging="2448"/>
        <w:rPr>
          <w:lang w:val="es-419"/>
        </w:rPr>
      </w:pPr>
      <w:r w:rsidRPr="00B9108E">
        <w:rPr>
          <w:lang w:val="es-419"/>
        </w:rPr>
        <w:t>WO/GA/57/9</w:t>
      </w:r>
      <w:r w:rsidRPr="00B9108E">
        <w:rPr>
          <w:lang w:val="es-419"/>
        </w:rPr>
        <w:tab/>
        <w:t>Informe del Comité Asesor sobre Observancia (ACE))</w:t>
      </w:r>
    </w:p>
    <w:p w14:paraId="55160230" w14:textId="77777777" w:rsidR="00BA4D3F" w:rsidRPr="00B9108E" w:rsidRDefault="00BA4D3F" w:rsidP="00BA4D3F">
      <w:pPr>
        <w:pStyle w:val="BodyText"/>
        <w:tabs>
          <w:tab w:val="left" w:pos="2977"/>
        </w:tabs>
        <w:spacing w:after="120"/>
        <w:ind w:left="2448" w:hanging="2448"/>
        <w:rPr>
          <w:lang w:val="es-419"/>
        </w:rPr>
      </w:pPr>
      <w:r w:rsidRPr="00B9108E">
        <w:rPr>
          <w:lang w:val="es-419"/>
        </w:rPr>
        <w:t>WO/GA/57/10</w:t>
      </w:r>
      <w:r w:rsidRPr="00B9108E">
        <w:rPr>
          <w:lang w:val="es-419"/>
        </w:rPr>
        <w:tab/>
        <w:t>Centro de Arbitraje y Mediación de la OMPI, y nombres de dominio</w:t>
      </w:r>
    </w:p>
    <w:p w14:paraId="485EC7F9" w14:textId="77777777" w:rsidR="00BA4D3F" w:rsidRPr="00B9108E" w:rsidRDefault="00BA4D3F" w:rsidP="00BA4D3F">
      <w:pPr>
        <w:pStyle w:val="BodyText"/>
        <w:tabs>
          <w:tab w:val="left" w:pos="2977"/>
        </w:tabs>
        <w:spacing w:after="120"/>
        <w:ind w:left="2448" w:hanging="2448"/>
        <w:rPr>
          <w:lang w:val="es-419"/>
        </w:rPr>
      </w:pPr>
      <w:r w:rsidRPr="00B9108E">
        <w:rPr>
          <w:lang w:val="es-419"/>
        </w:rPr>
        <w:t>WO/GA/57/11</w:t>
      </w:r>
      <w:r w:rsidRPr="00B9108E">
        <w:rPr>
          <w:lang w:val="es-419"/>
        </w:rPr>
        <w:tab/>
        <w:t>Informe sobre el resultado de la Conferencia Diplomática para la Celebración de un Instrumento Jurídico Internacional relativo a la Propiedad Intelectual, los Recursos Genéticos y los Conocimientos Tradicionales Asociados a los Recursos Genéticos</w:t>
      </w:r>
    </w:p>
    <w:p w14:paraId="772A81CE" w14:textId="77777777" w:rsidR="00BA4D3F" w:rsidRPr="00B9108E" w:rsidRDefault="00BA4D3F" w:rsidP="00BA4D3F">
      <w:pPr>
        <w:pStyle w:val="BodyText"/>
        <w:tabs>
          <w:tab w:val="left" w:pos="2977"/>
        </w:tabs>
        <w:spacing w:after="240"/>
        <w:ind w:left="2448" w:hanging="2448"/>
        <w:rPr>
          <w:lang w:val="es-419"/>
        </w:rPr>
      </w:pPr>
      <w:r w:rsidRPr="00B9108E">
        <w:rPr>
          <w:lang w:val="es-419"/>
        </w:rPr>
        <w:t>WO/GA/57/12</w:t>
      </w:r>
      <w:r w:rsidRPr="00B9108E">
        <w:rPr>
          <w:lang w:val="es-419"/>
        </w:rPr>
        <w:tab/>
        <w:t>Informe</w:t>
      </w:r>
    </w:p>
    <w:p w14:paraId="34C2C0AF" w14:textId="77777777" w:rsidR="00BA4D3F" w:rsidRPr="00B9108E" w:rsidRDefault="00BA4D3F" w:rsidP="00BA4D3F">
      <w:pPr>
        <w:pStyle w:val="BodyText"/>
        <w:tabs>
          <w:tab w:val="left" w:pos="2977"/>
        </w:tabs>
        <w:spacing w:after="120"/>
        <w:ind w:left="2448" w:hanging="2448"/>
        <w:rPr>
          <w:lang w:val="es-419"/>
        </w:rPr>
      </w:pPr>
      <w:r w:rsidRPr="00B9108E">
        <w:rPr>
          <w:lang w:val="es-419"/>
        </w:rPr>
        <w:t>WO/CC/83/INF/1 Rev.</w:t>
      </w:r>
      <w:r w:rsidRPr="00B9108E">
        <w:rPr>
          <w:lang w:val="es-419"/>
        </w:rPr>
        <w:tab/>
        <w:t>Informe anual sobre recursos humanos</w:t>
      </w:r>
    </w:p>
    <w:p w14:paraId="2E66D55D" w14:textId="77777777" w:rsidR="00BA4D3F" w:rsidRPr="00B9108E" w:rsidRDefault="00BA4D3F" w:rsidP="00BA4D3F">
      <w:pPr>
        <w:pStyle w:val="BodyText"/>
        <w:tabs>
          <w:tab w:val="left" w:pos="2977"/>
        </w:tabs>
        <w:spacing w:after="120"/>
        <w:ind w:left="2448" w:hanging="2448"/>
        <w:rPr>
          <w:lang w:val="es-419"/>
        </w:rPr>
      </w:pPr>
      <w:r w:rsidRPr="00B9108E">
        <w:rPr>
          <w:lang w:val="es-419"/>
        </w:rPr>
        <w:t>WO/CC/83/INF/2 Rev.</w:t>
      </w:r>
      <w:r w:rsidRPr="00B9108E">
        <w:rPr>
          <w:lang w:val="es-419"/>
        </w:rPr>
        <w:tab/>
        <w:t>Informe anual de la Oficina de Ética Profesional</w:t>
      </w:r>
    </w:p>
    <w:p w14:paraId="3A1417D1" w14:textId="77777777" w:rsidR="00BA4D3F" w:rsidRPr="00B9108E" w:rsidRDefault="00BA4D3F" w:rsidP="00BA4D3F">
      <w:pPr>
        <w:pStyle w:val="BodyText"/>
        <w:tabs>
          <w:tab w:val="left" w:pos="2977"/>
        </w:tabs>
        <w:spacing w:after="120"/>
        <w:ind w:left="2448" w:hanging="2448"/>
        <w:rPr>
          <w:lang w:val="es-419"/>
        </w:rPr>
      </w:pPr>
      <w:r w:rsidRPr="00B9108E">
        <w:rPr>
          <w:lang w:val="es-419"/>
        </w:rPr>
        <w:t>WO/CC/83/1</w:t>
      </w:r>
      <w:r w:rsidRPr="00B9108E">
        <w:rPr>
          <w:lang w:val="es-419"/>
        </w:rPr>
        <w:tab/>
        <w:t>Enmiendas al Estatuto y Reglamento del Personal</w:t>
      </w:r>
    </w:p>
    <w:p w14:paraId="2FE28E42" w14:textId="77777777" w:rsidR="00BA4D3F" w:rsidRPr="00B9108E" w:rsidRDefault="00BA4D3F" w:rsidP="00BA4D3F">
      <w:pPr>
        <w:pStyle w:val="BodyText"/>
        <w:tabs>
          <w:tab w:val="left" w:pos="2977"/>
        </w:tabs>
        <w:spacing w:after="240"/>
        <w:ind w:left="2448" w:hanging="2448"/>
        <w:rPr>
          <w:lang w:val="es-419"/>
        </w:rPr>
      </w:pPr>
      <w:r w:rsidRPr="00B9108E">
        <w:rPr>
          <w:lang w:val="es-419"/>
        </w:rPr>
        <w:t>WO/CC/83/2</w:t>
      </w:r>
      <w:r w:rsidRPr="00B9108E">
        <w:rPr>
          <w:lang w:val="es-419"/>
        </w:rPr>
        <w:tab/>
        <w:t>Informe</w:t>
      </w:r>
    </w:p>
    <w:p w14:paraId="217851F2" w14:textId="77777777" w:rsidR="00BA4D3F" w:rsidRPr="00B9108E" w:rsidRDefault="00BA4D3F" w:rsidP="00BA4D3F">
      <w:pPr>
        <w:pStyle w:val="BodyText"/>
        <w:tabs>
          <w:tab w:val="left" w:pos="2977"/>
        </w:tabs>
        <w:spacing w:after="120"/>
        <w:ind w:left="2448" w:hanging="2448"/>
        <w:rPr>
          <w:lang w:val="es-419"/>
        </w:rPr>
      </w:pPr>
      <w:r w:rsidRPr="00B9108E">
        <w:rPr>
          <w:lang w:val="es-419"/>
        </w:rPr>
        <w:t>PCT/A/56/1</w:t>
      </w:r>
      <w:r w:rsidRPr="00B9108E">
        <w:rPr>
          <w:lang w:val="es-419"/>
        </w:rPr>
        <w:tab/>
        <w:t>Examen de los criterios correspondientes a las reducciones de tasas para los solicitantes de algunos países y modificación de las directrices para actualizar las listas de Estados que satisfacen los criterios</w:t>
      </w:r>
    </w:p>
    <w:p w14:paraId="1FEC6DD5" w14:textId="77777777" w:rsidR="00BA4D3F" w:rsidRPr="00B9108E" w:rsidRDefault="00BA4D3F" w:rsidP="00BA4D3F">
      <w:pPr>
        <w:pStyle w:val="BodyText"/>
        <w:tabs>
          <w:tab w:val="left" w:pos="2977"/>
        </w:tabs>
        <w:spacing w:after="120"/>
        <w:ind w:left="2448" w:hanging="2448"/>
        <w:rPr>
          <w:lang w:val="es-419"/>
        </w:rPr>
      </w:pPr>
      <w:r w:rsidRPr="00B9108E">
        <w:rPr>
          <w:lang w:val="es-419"/>
        </w:rPr>
        <w:t>PCT/A/56/2</w:t>
      </w:r>
      <w:r w:rsidRPr="00B9108E">
        <w:rPr>
          <w:lang w:val="es-419"/>
        </w:rPr>
        <w:tab/>
        <w:t>Propuestas de modificación del Reglamento del PCT</w:t>
      </w:r>
    </w:p>
    <w:p w14:paraId="4C3E51B4" w14:textId="77777777" w:rsidR="00BA4D3F" w:rsidRPr="00B9108E" w:rsidRDefault="00BA4D3F" w:rsidP="00BA4D3F">
      <w:pPr>
        <w:pStyle w:val="BodyText"/>
        <w:tabs>
          <w:tab w:val="left" w:pos="2977"/>
        </w:tabs>
        <w:spacing w:after="240"/>
        <w:ind w:left="2448" w:hanging="2448"/>
        <w:rPr>
          <w:lang w:val="es-419"/>
        </w:rPr>
      </w:pPr>
      <w:r w:rsidRPr="00B9108E">
        <w:rPr>
          <w:lang w:val="es-419"/>
        </w:rPr>
        <w:t>PCT/A/56/3</w:t>
      </w:r>
      <w:r w:rsidRPr="00B9108E">
        <w:rPr>
          <w:lang w:val="es-419"/>
        </w:rPr>
        <w:tab/>
        <w:t>Informe</w:t>
      </w:r>
    </w:p>
    <w:p w14:paraId="0DD1519E" w14:textId="77777777" w:rsidR="00BA4D3F" w:rsidRPr="00B9108E" w:rsidRDefault="00BA4D3F" w:rsidP="00BA4D3F">
      <w:pPr>
        <w:pStyle w:val="BodyText"/>
        <w:tabs>
          <w:tab w:val="left" w:pos="2977"/>
        </w:tabs>
        <w:spacing w:after="120"/>
        <w:ind w:left="2448" w:hanging="2448"/>
        <w:rPr>
          <w:lang w:val="es-419"/>
        </w:rPr>
      </w:pPr>
      <w:bookmarkStart w:id="8" w:name="_Hlk170887561"/>
      <w:r w:rsidRPr="00B9108E">
        <w:rPr>
          <w:lang w:val="es-419"/>
        </w:rPr>
        <w:t>MM/A/58/INF/1</w:t>
      </w:r>
      <w:r w:rsidRPr="00B9108E">
        <w:rPr>
          <w:lang w:val="es-419"/>
        </w:rPr>
        <w:tab/>
        <w:t>Superávits de la Unión de Madrid para el bienio 2022/23</w:t>
      </w:r>
    </w:p>
    <w:bookmarkEnd w:id="8"/>
    <w:p w14:paraId="3234CB1A" w14:textId="77777777" w:rsidR="00BA4D3F" w:rsidRPr="00B9108E" w:rsidRDefault="00BA4D3F" w:rsidP="00BA4D3F">
      <w:pPr>
        <w:pStyle w:val="BodyText"/>
        <w:tabs>
          <w:tab w:val="left" w:pos="2977"/>
        </w:tabs>
        <w:spacing w:after="120"/>
        <w:ind w:left="2448" w:hanging="2448"/>
        <w:rPr>
          <w:lang w:val="es-419"/>
        </w:rPr>
      </w:pPr>
      <w:r w:rsidRPr="00B9108E">
        <w:rPr>
          <w:lang w:val="es-419"/>
        </w:rPr>
        <w:t>MM//58/1</w:t>
      </w:r>
      <w:r w:rsidRPr="00B9108E">
        <w:rPr>
          <w:lang w:val="es-419"/>
        </w:rPr>
        <w:tab/>
        <w:t>Informe del Grupo de Trabajo sobre el Desarrollo Jurídico del Sistema de Madrid para el Registro Internacional de Marcas</w:t>
      </w:r>
    </w:p>
    <w:p w14:paraId="2E6080D5" w14:textId="77777777" w:rsidR="00BA4D3F" w:rsidRPr="00B9108E" w:rsidRDefault="00BA4D3F" w:rsidP="00BA4D3F">
      <w:pPr>
        <w:pStyle w:val="BodyText"/>
        <w:tabs>
          <w:tab w:val="left" w:pos="2977"/>
        </w:tabs>
        <w:spacing w:after="240"/>
        <w:ind w:left="2448" w:hanging="2448"/>
        <w:rPr>
          <w:lang w:val="es-419"/>
        </w:rPr>
      </w:pPr>
      <w:r w:rsidRPr="00B9108E">
        <w:rPr>
          <w:lang w:val="es-419"/>
        </w:rPr>
        <w:t>MM/A/58/2</w:t>
      </w:r>
      <w:r w:rsidRPr="00B9108E">
        <w:rPr>
          <w:lang w:val="es-419"/>
        </w:rPr>
        <w:tab/>
        <w:t>Informe</w:t>
      </w:r>
    </w:p>
    <w:p w14:paraId="473B43CB" w14:textId="77777777" w:rsidR="00BA4D3F" w:rsidRPr="00B9108E" w:rsidRDefault="00BA4D3F" w:rsidP="00BA4D3F">
      <w:pPr>
        <w:pStyle w:val="BodyText"/>
        <w:tabs>
          <w:tab w:val="left" w:pos="2977"/>
        </w:tabs>
        <w:spacing w:after="120"/>
        <w:ind w:left="2448" w:hanging="2448"/>
        <w:rPr>
          <w:lang w:val="es-419"/>
        </w:rPr>
      </w:pPr>
      <w:r w:rsidRPr="00B9108E">
        <w:rPr>
          <w:lang w:val="es-419"/>
        </w:rPr>
        <w:t>H/A/44/1</w:t>
      </w:r>
      <w:r w:rsidRPr="00B9108E">
        <w:rPr>
          <w:lang w:val="es-419"/>
        </w:rPr>
        <w:tab/>
        <w:t>Suspensión de la aplicación del Acta de 1960 y modificaciones consiguientes que se propone introducir en el Reglamento Común</w:t>
      </w:r>
    </w:p>
    <w:p w14:paraId="47A4A979" w14:textId="77777777" w:rsidR="00BA4D3F" w:rsidRPr="00B9108E" w:rsidRDefault="00BA4D3F" w:rsidP="00BA4D3F">
      <w:pPr>
        <w:pStyle w:val="BodyText"/>
        <w:tabs>
          <w:tab w:val="left" w:pos="2977"/>
        </w:tabs>
        <w:spacing w:after="120"/>
        <w:ind w:left="2448" w:hanging="2448"/>
        <w:rPr>
          <w:lang w:val="es-419"/>
        </w:rPr>
      </w:pPr>
      <w:r w:rsidRPr="00B9108E">
        <w:rPr>
          <w:lang w:val="es-419"/>
        </w:rPr>
        <w:t>H/A/44/2</w:t>
      </w:r>
      <w:r w:rsidRPr="00B9108E">
        <w:rPr>
          <w:lang w:val="es-419"/>
        </w:rPr>
        <w:tab/>
        <w:t xml:space="preserve">Propuestas de modificación del Reglamento Común con respecto a la Regla 14 y a la Tabla de tasas </w:t>
      </w:r>
    </w:p>
    <w:p w14:paraId="130661EC" w14:textId="77777777" w:rsidR="00BA4D3F" w:rsidRPr="00B9108E" w:rsidRDefault="00BA4D3F" w:rsidP="00BA4D3F">
      <w:pPr>
        <w:pStyle w:val="BodyText"/>
        <w:tabs>
          <w:tab w:val="left" w:pos="2977"/>
        </w:tabs>
        <w:spacing w:after="240"/>
        <w:ind w:left="2448" w:hanging="2448"/>
        <w:rPr>
          <w:lang w:val="es-419"/>
        </w:rPr>
      </w:pPr>
      <w:r w:rsidRPr="00B9108E">
        <w:rPr>
          <w:lang w:val="es-419"/>
        </w:rPr>
        <w:t>H/A/44/3</w:t>
      </w:r>
      <w:r w:rsidRPr="00B9108E">
        <w:rPr>
          <w:lang w:val="es-419"/>
        </w:rPr>
        <w:tab/>
        <w:t>Informe</w:t>
      </w:r>
    </w:p>
    <w:p w14:paraId="76E761D7" w14:textId="77777777" w:rsidR="00BA4D3F" w:rsidRPr="00B9108E" w:rsidRDefault="00BA4D3F" w:rsidP="00BA4D3F">
      <w:pPr>
        <w:pStyle w:val="BodyText"/>
        <w:tabs>
          <w:tab w:val="left" w:pos="2977"/>
        </w:tabs>
        <w:spacing w:after="120"/>
        <w:ind w:left="2448" w:hanging="2448"/>
        <w:rPr>
          <w:lang w:val="es-419"/>
        </w:rPr>
      </w:pPr>
      <w:r w:rsidRPr="00B9108E">
        <w:rPr>
          <w:lang w:val="es-419"/>
        </w:rPr>
        <w:t>BP/A/41/1</w:t>
      </w:r>
      <w:r w:rsidRPr="00B9108E">
        <w:rPr>
          <w:lang w:val="es-419"/>
        </w:rPr>
        <w:tab/>
        <w:t>Informe de actividades sobre el funcionamiento del Sistema de Budapest</w:t>
      </w:r>
    </w:p>
    <w:p w14:paraId="25A15D68" w14:textId="77777777" w:rsidR="00BA4D3F" w:rsidRPr="00B9108E" w:rsidRDefault="00BA4D3F" w:rsidP="00BA4D3F">
      <w:pPr>
        <w:pStyle w:val="BodyText"/>
        <w:tabs>
          <w:tab w:val="left" w:pos="2977"/>
        </w:tabs>
        <w:spacing w:after="240"/>
        <w:ind w:left="2448" w:hanging="2448"/>
        <w:rPr>
          <w:lang w:val="es-419"/>
        </w:rPr>
      </w:pPr>
      <w:r w:rsidRPr="00B9108E">
        <w:rPr>
          <w:lang w:val="es-419"/>
        </w:rPr>
        <w:t>BP/A/41/2</w:t>
      </w:r>
      <w:r w:rsidRPr="00B9108E">
        <w:rPr>
          <w:lang w:val="es-419"/>
        </w:rPr>
        <w:tab/>
        <w:t>Informe</w:t>
      </w:r>
    </w:p>
    <w:p w14:paraId="3C6807C8" w14:textId="77777777" w:rsidR="00BA4D3F" w:rsidRPr="00B9108E" w:rsidRDefault="00BA4D3F" w:rsidP="00BA4D3F">
      <w:pPr>
        <w:pStyle w:val="BodyText"/>
        <w:tabs>
          <w:tab w:val="left" w:pos="2430"/>
        </w:tabs>
        <w:spacing w:after="120"/>
        <w:ind w:left="2160" w:hanging="2160"/>
        <w:rPr>
          <w:lang w:val="es-419"/>
        </w:rPr>
      </w:pPr>
      <w:r w:rsidRPr="00B9108E">
        <w:rPr>
          <w:lang w:val="es-419"/>
        </w:rPr>
        <w:t>MVT/A/9/1 Rev.</w:t>
      </w:r>
      <w:r w:rsidRPr="00B9108E">
        <w:rPr>
          <w:lang w:val="es-419"/>
        </w:rPr>
        <w:tab/>
        <w:t>Situación del Tratado de Marrakech</w:t>
      </w:r>
    </w:p>
    <w:p w14:paraId="7DFF4D75" w14:textId="77777777" w:rsidR="00BA4D3F" w:rsidRPr="00B9108E" w:rsidRDefault="00BA4D3F" w:rsidP="00BA4D3F">
      <w:pPr>
        <w:pStyle w:val="BodyText"/>
        <w:tabs>
          <w:tab w:val="left" w:pos="2430"/>
        </w:tabs>
        <w:spacing w:after="120"/>
        <w:ind w:left="2160" w:hanging="2160"/>
        <w:rPr>
          <w:lang w:val="es-419"/>
        </w:rPr>
      </w:pPr>
      <w:r w:rsidRPr="00B9108E">
        <w:rPr>
          <w:lang w:val="es-419"/>
        </w:rPr>
        <w:t>MVT/A/9/INF/1</w:t>
      </w:r>
      <w:r w:rsidRPr="00B9108E">
        <w:rPr>
          <w:lang w:val="es-419"/>
        </w:rPr>
        <w:tab/>
        <w:t>Informe sobre el Consorcio de Libros Accesibles</w:t>
      </w:r>
    </w:p>
    <w:p w14:paraId="464B7E7C" w14:textId="77777777" w:rsidR="00BA4D3F" w:rsidRPr="00B9108E" w:rsidRDefault="00BA4D3F" w:rsidP="00BA4D3F">
      <w:pPr>
        <w:pStyle w:val="BodyText"/>
        <w:tabs>
          <w:tab w:val="left" w:pos="2430"/>
        </w:tabs>
        <w:spacing w:after="120"/>
        <w:ind w:left="2160" w:hanging="2160"/>
        <w:rPr>
          <w:lang w:val="es-419"/>
        </w:rPr>
      </w:pPr>
      <w:r w:rsidRPr="00B9108E">
        <w:rPr>
          <w:lang w:val="es-419"/>
        </w:rPr>
        <w:t>MVT/A/9/2</w:t>
      </w:r>
      <w:r w:rsidRPr="00B9108E">
        <w:rPr>
          <w:lang w:val="es-419"/>
        </w:rPr>
        <w:tab/>
        <w:t>Informe</w:t>
      </w:r>
    </w:p>
    <w:p w14:paraId="594033FC" w14:textId="77777777" w:rsidR="00BA4D3F" w:rsidRPr="00B9108E" w:rsidRDefault="00BA4D3F" w:rsidP="00B9108E">
      <w:pPr>
        <w:pStyle w:val="BodyText"/>
        <w:keepNext/>
        <w:tabs>
          <w:tab w:val="left" w:pos="2430"/>
        </w:tabs>
        <w:spacing w:after="120"/>
        <w:ind w:left="2160" w:hanging="2160"/>
        <w:rPr>
          <w:lang w:val="es-419"/>
        </w:rPr>
      </w:pPr>
      <w:r w:rsidRPr="00B9108E">
        <w:rPr>
          <w:lang w:val="es-419"/>
        </w:rPr>
        <w:lastRenderedPageBreak/>
        <w:t>Signaturas varias</w:t>
      </w:r>
      <w:r w:rsidRPr="00B9108E">
        <w:rPr>
          <w:lang w:val="es-419"/>
        </w:rPr>
        <w:footnoteReference w:customMarkFollows="1" w:id="6"/>
        <w:t>*</w:t>
      </w:r>
      <w:r w:rsidRPr="00B9108E">
        <w:rPr>
          <w:lang w:val="es-419"/>
        </w:rPr>
        <w:tab/>
        <w:t>Informes de otras asambleas y órganos también convocados oficialmente (véase la lista en el documento A/65/11, párrafo 1)</w:t>
      </w:r>
    </w:p>
    <w:p w14:paraId="0CD74E2F" w14:textId="432D6CCC" w:rsidR="00152CEA" w:rsidRPr="00B9108E" w:rsidRDefault="00BA4D3F" w:rsidP="00B9108E">
      <w:pPr>
        <w:pStyle w:val="Endofdocument-Annex"/>
        <w:spacing w:before="720"/>
        <w:rPr>
          <w:lang w:val="es-419"/>
        </w:rPr>
      </w:pPr>
      <w:r w:rsidRPr="00B9108E">
        <w:rPr>
          <w:lang w:val="es-419"/>
        </w:rPr>
        <w:t>[Fin del documento]</w:t>
      </w:r>
    </w:p>
    <w:sectPr w:rsidR="00152CEA" w:rsidRPr="00B9108E" w:rsidSect="00BA4D3F">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C3D5A" w14:textId="77777777" w:rsidR="00BA4D3F" w:rsidRDefault="00BA4D3F">
      <w:r>
        <w:separator/>
      </w:r>
    </w:p>
  </w:endnote>
  <w:endnote w:type="continuationSeparator" w:id="0">
    <w:p w14:paraId="5ACCD886" w14:textId="77777777" w:rsidR="00BA4D3F" w:rsidRPr="009D30E6" w:rsidRDefault="00BA4D3F" w:rsidP="007E663E">
      <w:pPr>
        <w:rPr>
          <w:sz w:val="17"/>
          <w:szCs w:val="17"/>
        </w:rPr>
      </w:pPr>
      <w:r w:rsidRPr="009D30E6">
        <w:rPr>
          <w:sz w:val="17"/>
          <w:szCs w:val="17"/>
        </w:rPr>
        <w:separator/>
      </w:r>
    </w:p>
    <w:p w14:paraId="7F9B694A" w14:textId="77777777" w:rsidR="00BA4D3F" w:rsidRPr="007E663E" w:rsidRDefault="00BA4D3F" w:rsidP="007E663E">
      <w:pPr>
        <w:spacing w:after="60"/>
        <w:rPr>
          <w:sz w:val="17"/>
          <w:szCs w:val="17"/>
        </w:rPr>
      </w:pPr>
      <w:r>
        <w:rPr>
          <w:sz w:val="17"/>
        </w:rPr>
        <w:t>[Continuación de la nota de la página anterior]</w:t>
      </w:r>
    </w:p>
  </w:endnote>
  <w:endnote w:type="continuationNotice" w:id="1">
    <w:p w14:paraId="47F08A54" w14:textId="77777777" w:rsidR="00BA4D3F" w:rsidRPr="007E663E" w:rsidRDefault="00BA4D3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3BDB94" w14:textId="77777777" w:rsidR="00BA4D3F" w:rsidRDefault="00BA4D3F">
      <w:r>
        <w:separator/>
      </w:r>
    </w:p>
  </w:footnote>
  <w:footnote w:type="continuationSeparator" w:id="0">
    <w:p w14:paraId="67179233" w14:textId="77777777" w:rsidR="00BA4D3F" w:rsidRPr="009D30E6" w:rsidRDefault="00BA4D3F" w:rsidP="007E663E">
      <w:pPr>
        <w:rPr>
          <w:sz w:val="17"/>
          <w:szCs w:val="17"/>
        </w:rPr>
      </w:pPr>
      <w:r w:rsidRPr="009D30E6">
        <w:rPr>
          <w:sz w:val="17"/>
          <w:szCs w:val="17"/>
        </w:rPr>
        <w:separator/>
      </w:r>
    </w:p>
    <w:p w14:paraId="0E509795" w14:textId="77777777" w:rsidR="00BA4D3F" w:rsidRPr="007E663E" w:rsidRDefault="00BA4D3F" w:rsidP="007E663E">
      <w:pPr>
        <w:spacing w:after="60"/>
        <w:rPr>
          <w:sz w:val="17"/>
          <w:szCs w:val="17"/>
        </w:rPr>
      </w:pPr>
      <w:r>
        <w:rPr>
          <w:sz w:val="17"/>
        </w:rPr>
        <w:t>[Continuación de la nota de la página anterior]</w:t>
      </w:r>
    </w:p>
  </w:footnote>
  <w:footnote w:type="continuationNotice" w:id="1">
    <w:p w14:paraId="0DB4FC7D" w14:textId="77777777" w:rsidR="00BA4D3F" w:rsidRPr="007E663E" w:rsidRDefault="00BA4D3F" w:rsidP="007E663E">
      <w:pPr>
        <w:spacing w:before="60"/>
        <w:jc w:val="right"/>
        <w:rPr>
          <w:sz w:val="17"/>
          <w:szCs w:val="17"/>
        </w:rPr>
      </w:pPr>
      <w:r w:rsidRPr="007E663E">
        <w:rPr>
          <w:sz w:val="17"/>
          <w:szCs w:val="17"/>
        </w:rPr>
        <w:t>[Sigue la nota en la página siguiente]</w:t>
      </w:r>
    </w:p>
  </w:footnote>
  <w:footnote w:id="2">
    <w:p w14:paraId="0959B36C" w14:textId="77777777" w:rsidR="00BA4D3F" w:rsidRDefault="00BA4D3F" w:rsidP="00BA4D3F">
      <w:pPr>
        <w:pStyle w:val="FootnoteText"/>
      </w:pPr>
      <w:r>
        <w:rPr>
          <w:rStyle w:val="FootnoteReference"/>
        </w:rPr>
        <w:footnoteRef/>
      </w:r>
      <w:r>
        <w:t xml:space="preserve"> </w:t>
      </w:r>
      <w:r>
        <w:tab/>
        <w:t>En relación con asuntos del PBC aparte de los que se tratan en el punto 9 del orden del día.</w:t>
      </w:r>
    </w:p>
  </w:footnote>
  <w:footnote w:id="3">
    <w:p w14:paraId="5144D99A" w14:textId="77777777" w:rsidR="00BA4D3F" w:rsidRDefault="00BA4D3F" w:rsidP="00BA4D3F">
      <w:pPr>
        <w:pStyle w:val="FootnoteText"/>
      </w:pPr>
      <w:r>
        <w:rPr>
          <w:rStyle w:val="FootnoteReference"/>
        </w:rPr>
        <w:footnoteRef/>
      </w:r>
      <w:r>
        <w:t xml:space="preserve"> </w:t>
      </w:r>
      <w:r>
        <w:tab/>
        <w:t>En relación con asuntos del PBC aparte de los que se tratan en el punto 8 del orden del día.</w:t>
      </w:r>
    </w:p>
  </w:footnote>
  <w:footnote w:id="4">
    <w:p w14:paraId="595CB898" w14:textId="77777777" w:rsidR="00BA4D3F" w:rsidRPr="00E547CD" w:rsidRDefault="00BA4D3F" w:rsidP="00BA4D3F">
      <w:pPr>
        <w:pStyle w:val="FootnoteText"/>
        <w:rPr>
          <w:szCs w:val="18"/>
        </w:rPr>
      </w:pPr>
      <w:r>
        <w:rPr>
          <w:rStyle w:val="FootnoteReference"/>
        </w:rPr>
        <w:t>*</w:t>
      </w:r>
      <w:r>
        <w:tab/>
      </w:r>
      <w:bookmarkStart w:id="6" w:name="_Hlk177022230"/>
      <w:r>
        <w:rPr>
          <w:caps/>
        </w:rPr>
        <w:t xml:space="preserve">wo/cf/45/1  p/a/60/1  p/ec/64/1  b/a/54/1  b/ec/70/1  n/a/44/1  </w:t>
      </w:r>
      <w:bookmarkStart w:id="7" w:name="_Hlk169095146"/>
      <w:r>
        <w:rPr>
          <w:caps/>
        </w:rPr>
        <w:t xml:space="preserve">LI/A/41/1 </w:t>
      </w:r>
      <w:bookmarkEnd w:id="7"/>
      <w:r>
        <w:rPr>
          <w:caps/>
        </w:rPr>
        <w:t xml:space="preserve"> lo/a/44/1  ipc/a/45/1  va/a/37/1  wct/a/24/1  wppt/a/24/1  plt/a/23/1  STLT/A/17/1  BTAP/A/5/1</w:t>
      </w:r>
      <w:bookmarkEnd w:id="6"/>
    </w:p>
  </w:footnote>
  <w:footnote w:id="5">
    <w:p w14:paraId="55227C47" w14:textId="77777777" w:rsidR="00BA4D3F" w:rsidRPr="00DE1E49" w:rsidRDefault="00BA4D3F" w:rsidP="00BA4D3F">
      <w:pPr>
        <w:pStyle w:val="FootnoteText"/>
      </w:pPr>
      <w:r w:rsidRPr="00DE1E49">
        <w:rPr>
          <w:rStyle w:val="FootnoteReference"/>
        </w:rPr>
        <w:footnoteRef/>
      </w:r>
      <w:r w:rsidRPr="00DE1E49">
        <w:t xml:space="preserve"> Todos los documentos </w:t>
      </w:r>
      <w:r w:rsidRPr="00DE1E49">
        <w:rPr>
          <w:color w:val="393939"/>
          <w:shd w:val="clear" w:color="auto" w:fill="FCFCFC"/>
        </w:rPr>
        <w:t>están disponibles en español, árabe, chino, francés, inglés y ruso</w:t>
      </w:r>
      <w:r w:rsidRPr="00DE1E49">
        <w:t>, salvo que se indique lo contrario.</w:t>
      </w:r>
    </w:p>
  </w:footnote>
  <w:footnote w:id="6">
    <w:p w14:paraId="2706A090" w14:textId="77777777" w:rsidR="00BA4D3F" w:rsidRPr="00AE1D10" w:rsidRDefault="00BA4D3F" w:rsidP="00BA4D3F">
      <w:pPr>
        <w:pStyle w:val="FootnoteText"/>
      </w:pPr>
      <w:r>
        <w:rPr>
          <w:rStyle w:val="FootnoteReference"/>
        </w:rPr>
        <w:t>*</w:t>
      </w:r>
      <w:r>
        <w:tab/>
      </w:r>
      <w:r>
        <w:rPr>
          <w:caps/>
        </w:rPr>
        <w:t>wo/cf/45/1  p/a/60/1  p/ec/64/1  b/a/54/1  b/ec/70/1  n/a/44/1  LI/A/41/1  lo/a/44/1  ipc/a/45/1  va/a/37/1  wct/a/24/1  wppt/a/24/1  plt/a/23/1  STLT/A/17/1  BTAP/A/5/1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80ED3" w14:textId="77777777" w:rsidR="00F84474" w:rsidRDefault="00BA4D3F" w:rsidP="00477D6B">
    <w:pPr>
      <w:jc w:val="right"/>
    </w:pPr>
    <w:bookmarkStart w:id="9" w:name="Code2"/>
    <w:bookmarkEnd w:id="9"/>
    <w:r>
      <w:t>A/65/2</w:t>
    </w:r>
  </w:p>
  <w:p w14:paraId="0CFD85F4"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7508982F" w14:textId="77777777" w:rsidR="00F84474" w:rsidRDefault="00F84474" w:rsidP="00477D6B">
    <w:pPr>
      <w:jc w:val="right"/>
    </w:pPr>
  </w:p>
  <w:p w14:paraId="65C34C4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5541363">
    <w:abstractNumId w:val="2"/>
  </w:num>
  <w:num w:numId="2" w16cid:durableId="366106094">
    <w:abstractNumId w:val="4"/>
  </w:num>
  <w:num w:numId="3" w16cid:durableId="527137612">
    <w:abstractNumId w:val="0"/>
  </w:num>
  <w:num w:numId="4" w16cid:durableId="357853381">
    <w:abstractNumId w:val="5"/>
  </w:num>
  <w:num w:numId="5" w16cid:durableId="196164486">
    <w:abstractNumId w:val="1"/>
  </w:num>
  <w:num w:numId="6" w16cid:durableId="1241792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D3F"/>
    <w:rsid w:val="000333FB"/>
    <w:rsid w:val="000E3BB3"/>
    <w:rsid w:val="000F5E56"/>
    <w:rsid w:val="001362EE"/>
    <w:rsid w:val="00152CEA"/>
    <w:rsid w:val="001832A6"/>
    <w:rsid w:val="001C4DD3"/>
    <w:rsid w:val="001D50D1"/>
    <w:rsid w:val="00216CE0"/>
    <w:rsid w:val="002334B1"/>
    <w:rsid w:val="002634C4"/>
    <w:rsid w:val="002F4E68"/>
    <w:rsid w:val="00307787"/>
    <w:rsid w:val="00354647"/>
    <w:rsid w:val="00377273"/>
    <w:rsid w:val="003845C1"/>
    <w:rsid w:val="00387287"/>
    <w:rsid w:val="003D41D4"/>
    <w:rsid w:val="00423E3E"/>
    <w:rsid w:val="00427AF4"/>
    <w:rsid w:val="00445C26"/>
    <w:rsid w:val="0045231F"/>
    <w:rsid w:val="004647DA"/>
    <w:rsid w:val="00477D6B"/>
    <w:rsid w:val="004A6C37"/>
    <w:rsid w:val="004A7B16"/>
    <w:rsid w:val="004F7418"/>
    <w:rsid w:val="00511D0C"/>
    <w:rsid w:val="005376C8"/>
    <w:rsid w:val="0055013B"/>
    <w:rsid w:val="0056224D"/>
    <w:rsid w:val="00571B99"/>
    <w:rsid w:val="00571BCA"/>
    <w:rsid w:val="005D64EC"/>
    <w:rsid w:val="00605827"/>
    <w:rsid w:val="00675021"/>
    <w:rsid w:val="0069159F"/>
    <w:rsid w:val="006A06C6"/>
    <w:rsid w:val="007D578E"/>
    <w:rsid w:val="007E63AC"/>
    <w:rsid w:val="007E663E"/>
    <w:rsid w:val="00815082"/>
    <w:rsid w:val="00843582"/>
    <w:rsid w:val="008B14EA"/>
    <w:rsid w:val="008B2CC1"/>
    <w:rsid w:val="0090731E"/>
    <w:rsid w:val="00963EA3"/>
    <w:rsid w:val="00966A22"/>
    <w:rsid w:val="00972F03"/>
    <w:rsid w:val="009A0C8B"/>
    <w:rsid w:val="009B6241"/>
    <w:rsid w:val="00A16FC0"/>
    <w:rsid w:val="00A32C9E"/>
    <w:rsid w:val="00A7453D"/>
    <w:rsid w:val="00A8121F"/>
    <w:rsid w:val="00AB613D"/>
    <w:rsid w:val="00B65A0A"/>
    <w:rsid w:val="00B72D36"/>
    <w:rsid w:val="00B9108E"/>
    <w:rsid w:val="00BA063E"/>
    <w:rsid w:val="00BA4D3F"/>
    <w:rsid w:val="00BC4164"/>
    <w:rsid w:val="00BD2DCC"/>
    <w:rsid w:val="00BE1A8C"/>
    <w:rsid w:val="00C06472"/>
    <w:rsid w:val="00C40AD4"/>
    <w:rsid w:val="00C90559"/>
    <w:rsid w:val="00D36B79"/>
    <w:rsid w:val="00D40CF0"/>
    <w:rsid w:val="00D56C7C"/>
    <w:rsid w:val="00D71B4D"/>
    <w:rsid w:val="00D90289"/>
    <w:rsid w:val="00D93D55"/>
    <w:rsid w:val="00E14D28"/>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7F084"/>
  <w15:docId w15:val="{5F70BA5B-70FE-42A0-B94F-D6CB7DE59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BA4D3F"/>
    <w:rPr>
      <w:rFonts w:ascii="Arial" w:eastAsia="SimSun" w:hAnsi="Arial" w:cs="Arial"/>
      <w:sz w:val="18"/>
      <w:lang w:val="es-ES" w:eastAsia="zh-CN"/>
    </w:rPr>
  </w:style>
  <w:style w:type="character" w:styleId="FootnoteReference">
    <w:name w:val="footnote reference"/>
    <w:basedOn w:val="DefaultParagraphFont"/>
    <w:rsid w:val="00BA4D3F"/>
    <w:rPr>
      <w:vertAlign w:val="superscript"/>
    </w:rPr>
  </w:style>
  <w:style w:type="character" w:styleId="Hyperlink">
    <w:name w:val="Hyperlink"/>
    <w:basedOn w:val="DefaultParagraphFont"/>
    <w:unhideWhenUsed/>
    <w:rsid w:val="00BA4D3F"/>
    <w:rPr>
      <w:color w:val="0000FF" w:themeColor="hyperlink"/>
      <w:u w:val="single"/>
    </w:rPr>
  </w:style>
  <w:style w:type="character" w:customStyle="1" w:styleId="Heading3Char">
    <w:name w:val="Heading 3 Char"/>
    <w:basedOn w:val="DefaultParagraphFont"/>
    <w:link w:val="Heading3"/>
    <w:rsid w:val="00BA4D3F"/>
    <w:rPr>
      <w:rFonts w:ascii="Arial" w:eastAsia="SimSun" w:hAnsi="Arial" w:cs="Arial"/>
      <w:bCs/>
      <w:sz w:val="22"/>
      <w:szCs w:val="26"/>
      <w:u w:val="single"/>
      <w:lang w:val="es-ES" w:eastAsia="zh-CN"/>
    </w:rPr>
  </w:style>
  <w:style w:type="character" w:styleId="FollowedHyperlink">
    <w:name w:val="FollowedHyperlink"/>
    <w:basedOn w:val="DefaultParagraphFont"/>
    <w:semiHidden/>
    <w:unhideWhenUsed/>
    <w:rsid w:val="00445C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dg_tang/speeches/a-65-speech.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es/statements.jsp?meeting_id=808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65 (S).dotm</Template>
  <TotalTime>36</TotalTime>
  <Pages>7</Pages>
  <Words>1565</Words>
  <Characters>8794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A/65/</vt:lpstr>
    </vt:vector>
  </TitlesOfParts>
  <Company>WIPO</Company>
  <LinksUpToDate>false</LinksUpToDate>
  <CharactersWithSpaces>10339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A/65/2</dc:title>
  <dc:creator>WIPO</dc:creator>
  <cp:keywords>FOR OFFICIAL USE ONLY</cp:keywords>
  <cp:lastModifiedBy>HÄFLIGER Patience</cp:lastModifiedBy>
  <cp:revision>6</cp:revision>
  <cp:lastPrinted>2024-09-16T13:51:00Z</cp:lastPrinted>
  <dcterms:created xsi:type="dcterms:W3CDTF">2024-09-16T10:45:00Z</dcterms:created>
  <dcterms:modified xsi:type="dcterms:W3CDTF">2024-09-16T13:51:00Z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