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72B87" w:rsidRPr="000C433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C433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C4331" w:rsidRDefault="0027360E" w:rsidP="00AB613D">
            <w:r w:rsidRPr="000C4331">
              <w:rPr>
                <w:noProof/>
                <w:lang w:val="en-US" w:eastAsia="en-US"/>
              </w:rPr>
              <w:drawing>
                <wp:inline distT="0" distB="0" distL="0" distR="0" wp14:anchorId="1647CEA3" wp14:editId="5BCF0AC5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C4331" w:rsidRDefault="00E504E5" w:rsidP="00AB613D">
            <w:pPr>
              <w:jc w:val="right"/>
            </w:pPr>
            <w:r w:rsidRPr="000C4331">
              <w:rPr>
                <w:b/>
                <w:sz w:val="40"/>
                <w:szCs w:val="40"/>
              </w:rPr>
              <w:t>S</w:t>
            </w:r>
          </w:p>
        </w:tc>
      </w:tr>
      <w:tr w:rsidR="00572B87" w:rsidRPr="000C4331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C4331" w:rsidRDefault="005F0C68" w:rsidP="0099426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C4331">
              <w:rPr>
                <w:rFonts w:ascii="Arial Black" w:hAnsi="Arial Black"/>
                <w:caps/>
                <w:sz w:val="15"/>
              </w:rPr>
              <w:t>B/</w:t>
            </w:r>
            <w:proofErr w:type="spellStart"/>
            <w:r w:rsidRPr="000C4331">
              <w:rPr>
                <w:rFonts w:ascii="Arial Black" w:hAnsi="Arial Black"/>
                <w:caps/>
                <w:sz w:val="15"/>
              </w:rPr>
              <w:t>EC</w:t>
            </w:r>
            <w:proofErr w:type="spellEnd"/>
            <w:r w:rsidRPr="000C4331">
              <w:rPr>
                <w:rFonts w:ascii="Arial Black" w:hAnsi="Arial Black"/>
                <w:caps/>
                <w:sz w:val="15"/>
              </w:rPr>
              <w:t>/63/</w:t>
            </w:r>
            <w:bookmarkStart w:id="0" w:name="Code"/>
            <w:bookmarkEnd w:id="0"/>
            <w:r w:rsidR="0098504B" w:rsidRPr="000C4331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572B87" w:rsidRPr="000C433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C4331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C4331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0C4331">
              <w:rPr>
                <w:rFonts w:ascii="Arial Black" w:hAnsi="Arial Black"/>
                <w:caps/>
                <w:sz w:val="15"/>
              </w:rPr>
              <w:t xml:space="preserve"> </w:t>
            </w:r>
            <w:r w:rsidRPr="000C433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98504B" w:rsidRPr="000C4331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0C433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C4331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C4331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0C4331">
              <w:rPr>
                <w:rFonts w:ascii="Arial Black" w:hAnsi="Arial Black"/>
                <w:caps/>
                <w:sz w:val="15"/>
              </w:rPr>
              <w:t>:</w:t>
            </w:r>
            <w:r w:rsidR="00F84474" w:rsidRPr="000C4331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C433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94264">
              <w:rPr>
                <w:rFonts w:ascii="Arial Black" w:hAnsi="Arial Black"/>
                <w:caps/>
                <w:sz w:val="15"/>
              </w:rPr>
              <w:t>14 de diciem</w:t>
            </w:r>
            <w:r w:rsidR="0098504B" w:rsidRPr="000C4331">
              <w:rPr>
                <w:rFonts w:ascii="Arial Black" w:hAnsi="Arial Black"/>
                <w:caps/>
                <w:sz w:val="15"/>
              </w:rPr>
              <w:t>BRE DE 2017</w:t>
            </w:r>
          </w:p>
        </w:tc>
      </w:tr>
    </w:tbl>
    <w:p w:rsidR="008B2CC1" w:rsidRPr="000C4331" w:rsidRDefault="008B2CC1" w:rsidP="008B2CC1"/>
    <w:p w:rsidR="008B2CC1" w:rsidRPr="000C4331" w:rsidRDefault="008B2CC1" w:rsidP="008B2CC1"/>
    <w:p w:rsidR="008B2CC1" w:rsidRPr="000C4331" w:rsidRDefault="008B2CC1" w:rsidP="008B2CC1"/>
    <w:p w:rsidR="008B2CC1" w:rsidRPr="000C4331" w:rsidRDefault="008B2CC1" w:rsidP="008B2CC1"/>
    <w:p w:rsidR="008B2CC1" w:rsidRPr="000C4331" w:rsidRDefault="008B2CC1" w:rsidP="008B2CC1"/>
    <w:p w:rsidR="008B2CC1" w:rsidRPr="000C4331" w:rsidRDefault="005F0C68" w:rsidP="008B2CC1">
      <w:pPr>
        <w:rPr>
          <w:b/>
          <w:sz w:val="28"/>
          <w:szCs w:val="28"/>
        </w:rPr>
      </w:pPr>
      <w:r w:rsidRPr="000C4331">
        <w:rPr>
          <w:b/>
          <w:sz w:val="28"/>
          <w:szCs w:val="28"/>
        </w:rPr>
        <w:t>Unión Internacional para la Protección de las Obras Literarias y Artísticas (Unión de Berna)</w:t>
      </w:r>
    </w:p>
    <w:p w:rsidR="003845C1" w:rsidRPr="000C4331" w:rsidRDefault="003845C1" w:rsidP="003845C1"/>
    <w:p w:rsidR="001C4DD3" w:rsidRPr="000C4331" w:rsidRDefault="001C4DD3" w:rsidP="003845C1"/>
    <w:p w:rsidR="001C4DD3" w:rsidRPr="000C4331" w:rsidRDefault="005F0C68" w:rsidP="003845C1">
      <w:pPr>
        <w:rPr>
          <w:b/>
          <w:sz w:val="28"/>
          <w:szCs w:val="28"/>
        </w:rPr>
      </w:pPr>
      <w:r w:rsidRPr="000C4331">
        <w:rPr>
          <w:b/>
          <w:sz w:val="28"/>
          <w:szCs w:val="28"/>
        </w:rPr>
        <w:t>Comité Ejecutivo</w:t>
      </w:r>
    </w:p>
    <w:p w:rsidR="001C4DD3" w:rsidRPr="000C4331" w:rsidRDefault="001C4DD3" w:rsidP="003845C1"/>
    <w:p w:rsidR="003845C1" w:rsidRPr="000C4331" w:rsidRDefault="003845C1" w:rsidP="003845C1"/>
    <w:p w:rsidR="005F0C68" w:rsidRPr="000C4331" w:rsidRDefault="005F0C68" w:rsidP="005F0C68">
      <w:pPr>
        <w:rPr>
          <w:b/>
          <w:sz w:val="24"/>
          <w:szCs w:val="24"/>
        </w:rPr>
      </w:pPr>
      <w:r w:rsidRPr="000C4331">
        <w:rPr>
          <w:b/>
          <w:sz w:val="24"/>
          <w:szCs w:val="24"/>
        </w:rPr>
        <w:t>Sexagésimo tercer período de sesiones (</w:t>
      </w:r>
      <w:r w:rsidR="00AC6063" w:rsidRPr="000C4331">
        <w:rPr>
          <w:b/>
          <w:sz w:val="24"/>
          <w:szCs w:val="24"/>
        </w:rPr>
        <w:t>48</w:t>
      </w:r>
      <w:r w:rsidR="00AC6063" w:rsidRPr="000C4331">
        <w:rPr>
          <w:b/>
          <w:sz w:val="24"/>
          <w:szCs w:val="24"/>
          <w:vertAlign w:val="superscript"/>
        </w:rPr>
        <w:t xml:space="preserve">º </w:t>
      </w:r>
      <w:r w:rsidR="00AC6063" w:rsidRPr="000C4331">
        <w:rPr>
          <w:b/>
          <w:sz w:val="24"/>
          <w:szCs w:val="24"/>
        </w:rPr>
        <w:t>ordinario</w:t>
      </w:r>
      <w:r w:rsidRPr="000C4331">
        <w:rPr>
          <w:b/>
          <w:sz w:val="24"/>
          <w:szCs w:val="24"/>
        </w:rPr>
        <w:t>)</w:t>
      </w:r>
    </w:p>
    <w:p w:rsidR="008B2CC1" w:rsidRPr="000C4331" w:rsidRDefault="005F0C68" w:rsidP="005F0C68">
      <w:pPr>
        <w:rPr>
          <w:b/>
          <w:sz w:val="24"/>
          <w:szCs w:val="24"/>
        </w:rPr>
      </w:pPr>
      <w:r w:rsidRPr="000C4331">
        <w:rPr>
          <w:b/>
          <w:sz w:val="24"/>
          <w:szCs w:val="24"/>
        </w:rPr>
        <w:t>Ginebra, 2 a 11 de octubre de 2017</w:t>
      </w:r>
    </w:p>
    <w:p w:rsidR="008B2CC1" w:rsidRPr="000C4331" w:rsidRDefault="008B2CC1" w:rsidP="008B2CC1"/>
    <w:p w:rsidR="008B2CC1" w:rsidRPr="000C4331" w:rsidRDefault="008B2CC1" w:rsidP="008B2CC1"/>
    <w:p w:rsidR="00794632" w:rsidRPr="000C4331" w:rsidRDefault="00794632" w:rsidP="00794632">
      <w:pPr>
        <w:rPr>
          <w:caps/>
          <w:sz w:val="24"/>
        </w:rPr>
      </w:pPr>
    </w:p>
    <w:p w:rsidR="00794632" w:rsidRPr="000C4331" w:rsidRDefault="00794632" w:rsidP="00794632">
      <w:pPr>
        <w:rPr>
          <w:caps/>
          <w:sz w:val="24"/>
        </w:rPr>
      </w:pPr>
      <w:r w:rsidRPr="000C4331">
        <w:rPr>
          <w:caps/>
          <w:sz w:val="24"/>
        </w:rPr>
        <w:t>INFORME</w:t>
      </w:r>
    </w:p>
    <w:p w:rsidR="00794632" w:rsidRPr="000C4331" w:rsidRDefault="00794632" w:rsidP="00794632">
      <w:pPr>
        <w:rPr>
          <w:sz w:val="20"/>
        </w:rPr>
      </w:pPr>
    </w:p>
    <w:p w:rsidR="00794632" w:rsidRPr="000C4331" w:rsidRDefault="00994264" w:rsidP="00794632">
      <w:pPr>
        <w:rPr>
          <w:i/>
        </w:rPr>
      </w:pPr>
      <w:proofErr w:type="gramStart"/>
      <w:r>
        <w:rPr>
          <w:i/>
        </w:rPr>
        <w:t>a</w:t>
      </w:r>
      <w:r w:rsidR="00794632" w:rsidRPr="000C4331">
        <w:rPr>
          <w:i/>
        </w:rPr>
        <w:t>pr</w:t>
      </w:r>
      <w:r>
        <w:rPr>
          <w:i/>
        </w:rPr>
        <w:t>ob</w:t>
      </w:r>
      <w:r w:rsidR="00794632" w:rsidRPr="000C4331">
        <w:rPr>
          <w:i/>
        </w:rPr>
        <w:t>ado</w:t>
      </w:r>
      <w:proofErr w:type="gramEnd"/>
      <w:r w:rsidR="00794632" w:rsidRPr="000C4331">
        <w:rPr>
          <w:i/>
        </w:rPr>
        <w:t xml:space="preserve"> por </w:t>
      </w:r>
      <w:r>
        <w:rPr>
          <w:i/>
        </w:rPr>
        <w:t>el Comité Ejecutiv</w:t>
      </w:r>
      <w:bookmarkStart w:id="3" w:name="_GoBack"/>
      <w:bookmarkEnd w:id="3"/>
      <w:r>
        <w:rPr>
          <w:i/>
        </w:rPr>
        <w:t>o</w:t>
      </w:r>
    </w:p>
    <w:p w:rsidR="00794632" w:rsidRPr="000C4331" w:rsidRDefault="00794632" w:rsidP="00794632"/>
    <w:p w:rsidR="00794632" w:rsidRPr="000C4331" w:rsidRDefault="00794632" w:rsidP="00794632"/>
    <w:p w:rsidR="00794632" w:rsidRPr="000C4331" w:rsidRDefault="00794632" w:rsidP="00794632"/>
    <w:p w:rsidR="00794632" w:rsidRPr="000C4331" w:rsidRDefault="00794632" w:rsidP="00061C60">
      <w:pPr>
        <w:pStyle w:val="ONUMFS"/>
      </w:pPr>
      <w:r w:rsidRPr="000C4331">
        <w:t xml:space="preserve">El Comité Ejecutivo abordó los siguientes puntos del </w:t>
      </w:r>
      <w:r w:rsidR="00994264">
        <w:t>o</w:t>
      </w:r>
      <w:r w:rsidRPr="000C4331">
        <w:t>rden del día consolidado (document</w:t>
      </w:r>
      <w:r w:rsidR="0056000C">
        <w:t>o A/57/1</w:t>
      </w:r>
      <w:r w:rsidRPr="000C4331">
        <w:t>)</w:t>
      </w:r>
      <w:proofErr w:type="gramStart"/>
      <w:r w:rsidRPr="000C4331">
        <w:t>:  1</w:t>
      </w:r>
      <w:proofErr w:type="gramEnd"/>
      <w:r w:rsidRPr="000C4331">
        <w:t>, 2, 3, 4, 5, 6, 8, 10, 12, 30 y 31.</w:t>
      </w:r>
    </w:p>
    <w:p w:rsidR="00794632" w:rsidRPr="000C4331" w:rsidRDefault="00794632" w:rsidP="00061C60">
      <w:pPr>
        <w:pStyle w:val="ONUMFS"/>
      </w:pPr>
      <w:r w:rsidRPr="000C4331">
        <w:t xml:space="preserve">Los informes sobre dichos puntos figuran en el informe </w:t>
      </w:r>
      <w:r w:rsidR="00994264">
        <w:t xml:space="preserve">general </w:t>
      </w:r>
      <w:r w:rsidR="00F756AE">
        <w:t>(documento A/57/12</w:t>
      </w:r>
      <w:r w:rsidRPr="000C4331">
        <w:t>).</w:t>
      </w:r>
    </w:p>
    <w:p w:rsidR="00794632" w:rsidRPr="000C4331" w:rsidRDefault="00572B87" w:rsidP="00061C60">
      <w:pPr>
        <w:pStyle w:val="ONUMFS"/>
      </w:pPr>
      <w:r w:rsidRPr="000C4331">
        <w:t xml:space="preserve">Fue </w:t>
      </w:r>
      <w:r w:rsidR="00794632" w:rsidRPr="000C4331">
        <w:t xml:space="preserve"> </w:t>
      </w:r>
      <w:r w:rsidRPr="000C4331">
        <w:t xml:space="preserve">elegido presidente del Comité Ejecutivo </w:t>
      </w:r>
      <w:r w:rsidR="000C4331" w:rsidRPr="000C4331">
        <w:t>el Sr. Manuel Guerra Zamarro (México)</w:t>
      </w:r>
      <w:r w:rsidR="000C4331">
        <w:t>;</w:t>
      </w:r>
      <w:r w:rsidR="00F756AE">
        <w:t xml:space="preserve"> </w:t>
      </w:r>
      <w:r w:rsidR="000C4331" w:rsidRPr="000C4331">
        <w:t xml:space="preserve"> fueron elegidos vicepresidentes el Sr. Sumit Seth (India) y la Sra. Gea Lepik (Estonia)</w:t>
      </w:r>
      <w:r w:rsidR="00794632" w:rsidRPr="000C4331">
        <w:t>.</w:t>
      </w:r>
    </w:p>
    <w:p w:rsidR="00794632" w:rsidRPr="000C4331" w:rsidRDefault="00794632" w:rsidP="00794632"/>
    <w:p w:rsidR="00794632" w:rsidRPr="000C4331" w:rsidRDefault="00794632" w:rsidP="00794632"/>
    <w:p w:rsidR="00794632" w:rsidRPr="000C4331" w:rsidRDefault="00794632" w:rsidP="00794632"/>
    <w:p w:rsidR="00152CEA" w:rsidRPr="00F756AE" w:rsidRDefault="00794632" w:rsidP="00F756AE">
      <w:pPr>
        <w:ind w:left="5533"/>
        <w:rPr>
          <w:i/>
        </w:rPr>
      </w:pPr>
      <w:r w:rsidRPr="000C4331">
        <w:t>[Fin del documento]</w:t>
      </w:r>
      <w:bookmarkStart w:id="4" w:name="TitleOfDoc"/>
      <w:bookmarkStart w:id="5" w:name="Prepared"/>
      <w:bookmarkEnd w:id="4"/>
      <w:bookmarkEnd w:id="5"/>
    </w:p>
    <w:sectPr w:rsidR="00152CEA" w:rsidRPr="00F756AE" w:rsidSect="0098504B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04B" w:rsidRDefault="0098504B">
      <w:r>
        <w:separator/>
      </w:r>
    </w:p>
  </w:endnote>
  <w:endnote w:type="continuationSeparator" w:id="0">
    <w:p w:rsidR="0098504B" w:rsidRPr="009D30E6" w:rsidRDefault="0098504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8504B" w:rsidRPr="007E663E" w:rsidRDefault="0098504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8504B" w:rsidRPr="007E663E" w:rsidRDefault="0098504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04B" w:rsidRDefault="0098504B">
      <w:r>
        <w:separator/>
      </w:r>
    </w:p>
  </w:footnote>
  <w:footnote w:type="continuationSeparator" w:id="0">
    <w:p w:rsidR="0098504B" w:rsidRPr="009D30E6" w:rsidRDefault="0098504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8504B" w:rsidRPr="007E663E" w:rsidRDefault="0098504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8504B" w:rsidRPr="007E663E" w:rsidRDefault="0098504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98504B" w:rsidP="00477D6B">
    <w:pPr>
      <w:jc w:val="right"/>
    </w:pPr>
    <w:bookmarkStart w:id="6" w:name="Code2"/>
    <w:bookmarkEnd w:id="6"/>
    <w:r>
      <w:t>B/EC/63/1 Prov.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8504B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04B"/>
    <w:rsid w:val="00061C60"/>
    <w:rsid w:val="000C4331"/>
    <w:rsid w:val="000E3BB3"/>
    <w:rsid w:val="000F5E56"/>
    <w:rsid w:val="001362EE"/>
    <w:rsid w:val="00152CEA"/>
    <w:rsid w:val="001832A6"/>
    <w:rsid w:val="001C4DD3"/>
    <w:rsid w:val="00232CEB"/>
    <w:rsid w:val="002634C4"/>
    <w:rsid w:val="0027360E"/>
    <w:rsid w:val="002F4E68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F7418"/>
    <w:rsid w:val="0055013B"/>
    <w:rsid w:val="0056000C"/>
    <w:rsid w:val="0056224D"/>
    <w:rsid w:val="00571B99"/>
    <w:rsid w:val="00572B87"/>
    <w:rsid w:val="005D64EC"/>
    <w:rsid w:val="005F0C68"/>
    <w:rsid w:val="00605827"/>
    <w:rsid w:val="00675021"/>
    <w:rsid w:val="006A06C6"/>
    <w:rsid w:val="00794632"/>
    <w:rsid w:val="007E63AC"/>
    <w:rsid w:val="007E663E"/>
    <w:rsid w:val="00815082"/>
    <w:rsid w:val="008251EB"/>
    <w:rsid w:val="008B2CC1"/>
    <w:rsid w:val="0090731E"/>
    <w:rsid w:val="00966A22"/>
    <w:rsid w:val="00972F03"/>
    <w:rsid w:val="0098504B"/>
    <w:rsid w:val="00994264"/>
    <w:rsid w:val="009A0C8B"/>
    <w:rsid w:val="009B6241"/>
    <w:rsid w:val="00A16FC0"/>
    <w:rsid w:val="00A32C9E"/>
    <w:rsid w:val="00A7453D"/>
    <w:rsid w:val="00A95D7C"/>
    <w:rsid w:val="00AB613D"/>
    <w:rsid w:val="00AC6063"/>
    <w:rsid w:val="00B65A0A"/>
    <w:rsid w:val="00B72D36"/>
    <w:rsid w:val="00BC4164"/>
    <w:rsid w:val="00BD2DCC"/>
    <w:rsid w:val="00BE1A8C"/>
    <w:rsid w:val="00C90559"/>
    <w:rsid w:val="00D36B79"/>
    <w:rsid w:val="00D40CF0"/>
    <w:rsid w:val="00D56C7C"/>
    <w:rsid w:val="00D71B4D"/>
    <w:rsid w:val="00D90289"/>
    <w:rsid w:val="00D93D55"/>
    <w:rsid w:val="00E45C84"/>
    <w:rsid w:val="00E504E5"/>
    <w:rsid w:val="00EB7A3E"/>
    <w:rsid w:val="00EC401A"/>
    <w:rsid w:val="00EF530A"/>
    <w:rsid w:val="00EF6622"/>
    <w:rsid w:val="00F55408"/>
    <w:rsid w:val="00F66152"/>
    <w:rsid w:val="00F756AE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2736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27360E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2736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27360E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%20EC%206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 EC 63 (S).dotm</Template>
  <TotalTime>2</TotalTime>
  <Pages>1</Pages>
  <Words>117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B/EC/63/</vt:lpstr>
    </vt:vector>
  </TitlesOfParts>
  <Company>WIPO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B/EC/63/</dc:title>
  <dc:creator>PORTILLA VELAZCO Carmen</dc:creator>
  <cp:lastModifiedBy>HALLER Mario</cp:lastModifiedBy>
  <cp:revision>2</cp:revision>
  <dcterms:created xsi:type="dcterms:W3CDTF">2017-11-07T13:26:00Z</dcterms:created>
  <dcterms:modified xsi:type="dcterms:W3CDTF">2017-11-07T13:26:00Z</dcterms:modified>
</cp:coreProperties>
</file>