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BD078D"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D078D" w:rsidP="00BD078D">
            <w:pPr>
              <w:jc w:val="right"/>
              <w:rPr>
                <w:rFonts w:ascii="Arial Black" w:hAnsi="Arial Black"/>
                <w:caps/>
                <w:sz w:val="15"/>
              </w:rPr>
            </w:pPr>
            <w:r>
              <w:rPr>
                <w:rFonts w:ascii="Arial Black" w:hAnsi="Arial Black"/>
                <w:caps/>
                <w:sz w:val="15"/>
              </w:rPr>
              <w:t>PCT/CTC/30</w:t>
            </w:r>
            <w:r w:rsidR="0078425F">
              <w:rPr>
                <w:rFonts w:ascii="Arial Black" w:hAnsi="Arial Black"/>
                <w:caps/>
                <w:sz w:val="15"/>
              </w:rPr>
              <w:t>/14</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0" w:name="Original"/>
            <w:bookmarkEnd w:id="0"/>
            <w:r w:rsidR="00C650A4">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E63455">
            <w:pPr>
              <w:jc w:val="right"/>
              <w:rPr>
                <w:rFonts w:ascii="Arial Black" w:hAnsi="Arial Black"/>
                <w:caps/>
                <w:sz w:val="15"/>
              </w:rPr>
            </w:pPr>
            <w:r w:rsidRPr="0090731E">
              <w:rPr>
                <w:rFonts w:ascii="Arial Black" w:hAnsi="Arial Black"/>
                <w:caps/>
                <w:sz w:val="15"/>
              </w:rPr>
              <w:t xml:space="preserve">DATE: </w:t>
            </w:r>
            <w:bookmarkStart w:id="1" w:name="Date"/>
            <w:bookmarkEnd w:id="1"/>
            <w:r w:rsidR="00C650A4">
              <w:rPr>
                <w:rFonts w:ascii="Arial Black" w:hAnsi="Arial Black"/>
                <w:caps/>
                <w:sz w:val="15"/>
              </w:rPr>
              <w:t xml:space="preserve">March </w:t>
            </w:r>
            <w:r w:rsidR="00FF2C48">
              <w:rPr>
                <w:rFonts w:ascii="Arial Black" w:hAnsi="Arial Black"/>
                <w:caps/>
                <w:sz w:val="15"/>
              </w:rPr>
              <w:t>1</w:t>
            </w:r>
            <w:r w:rsidR="00E63455">
              <w:rPr>
                <w:rFonts w:ascii="Arial Black" w:hAnsi="Arial Black"/>
                <w:caps/>
                <w:sz w:val="15"/>
              </w:rPr>
              <w:t>6</w:t>
            </w:r>
            <w:r w:rsidR="00C650A4">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BD078D" w:rsidP="008B2CC1">
      <w:pPr>
        <w:rPr>
          <w:b/>
          <w:sz w:val="28"/>
          <w:szCs w:val="28"/>
        </w:rPr>
      </w:pPr>
      <w:r>
        <w:rPr>
          <w:b/>
          <w:sz w:val="28"/>
          <w:szCs w:val="28"/>
        </w:rPr>
        <w:t>Patent Cooperation Treaty (PCT)</w:t>
      </w:r>
    </w:p>
    <w:p w:rsidR="00BD078D" w:rsidRPr="003845C1" w:rsidRDefault="00BD078D" w:rsidP="008B2CC1">
      <w:pPr>
        <w:rPr>
          <w:b/>
          <w:sz w:val="28"/>
          <w:szCs w:val="28"/>
        </w:rPr>
      </w:pPr>
      <w:r>
        <w:rPr>
          <w:b/>
          <w:sz w:val="28"/>
          <w:szCs w:val="28"/>
        </w:rPr>
        <w:t>Committee for Technical Cooperation</w:t>
      </w:r>
    </w:p>
    <w:p w:rsidR="003845C1" w:rsidRDefault="003845C1" w:rsidP="003845C1"/>
    <w:p w:rsidR="003845C1" w:rsidRDefault="003845C1" w:rsidP="003845C1"/>
    <w:p w:rsidR="008B2CC1" w:rsidRPr="003845C1" w:rsidRDefault="00BD078D" w:rsidP="008B2CC1">
      <w:pPr>
        <w:rPr>
          <w:b/>
          <w:sz w:val="24"/>
          <w:szCs w:val="24"/>
        </w:rPr>
      </w:pPr>
      <w:r>
        <w:rPr>
          <w:b/>
          <w:sz w:val="24"/>
          <w:szCs w:val="24"/>
        </w:rPr>
        <w:t xml:space="preserve">Thirtieth </w:t>
      </w:r>
      <w:r w:rsidR="003845C1" w:rsidRPr="003845C1">
        <w:rPr>
          <w:b/>
          <w:sz w:val="24"/>
          <w:szCs w:val="24"/>
        </w:rPr>
        <w:t>Session</w:t>
      </w:r>
    </w:p>
    <w:p w:rsidR="008B2CC1" w:rsidRPr="003845C1" w:rsidRDefault="00BD078D" w:rsidP="008B2CC1">
      <w:pPr>
        <w:rPr>
          <w:b/>
          <w:sz w:val="24"/>
          <w:szCs w:val="24"/>
        </w:rPr>
      </w:pPr>
      <w:r>
        <w:rPr>
          <w:b/>
          <w:sz w:val="24"/>
          <w:szCs w:val="24"/>
        </w:rPr>
        <w:t>Geneva,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C650A4" w:rsidP="008B2CC1">
      <w:pPr>
        <w:rPr>
          <w:caps/>
          <w:sz w:val="24"/>
        </w:rPr>
      </w:pPr>
      <w:bookmarkStart w:id="2" w:name="TitleOfDoc"/>
      <w:bookmarkEnd w:id="2"/>
      <w:r>
        <w:rPr>
          <w:caps/>
          <w:sz w:val="24"/>
        </w:rPr>
        <w:t xml:space="preserve">Extension of Appointment of </w:t>
      </w:r>
      <w:r w:rsidR="0078425F" w:rsidRPr="0078425F">
        <w:rPr>
          <w:caps/>
          <w:sz w:val="24"/>
        </w:rPr>
        <w:t>the Indian Patent Office</w:t>
      </w:r>
      <w:r w:rsidR="00C37C03">
        <w:rPr>
          <w:caps/>
          <w:sz w:val="24"/>
        </w:rPr>
        <w:t xml:space="preserve"> as an International Searching and Preliminary Examining Authority Under the </w:t>
      </w:r>
      <w:r>
        <w:rPr>
          <w:caps/>
          <w:sz w:val="24"/>
        </w:rPr>
        <w:t>PCT</w:t>
      </w:r>
    </w:p>
    <w:p w:rsidR="008B2CC1" w:rsidRPr="008B2CC1" w:rsidRDefault="008B2CC1" w:rsidP="008B2CC1"/>
    <w:p w:rsidR="008B2CC1" w:rsidRPr="008B2CC1" w:rsidRDefault="00C650A4" w:rsidP="008B2CC1">
      <w:pPr>
        <w:rPr>
          <w:i/>
        </w:rPr>
      </w:pPr>
      <w:bookmarkStart w:id="3" w:name="Prepared"/>
      <w:bookmarkEnd w:id="3"/>
      <w:r>
        <w:rPr>
          <w:i/>
        </w:rPr>
        <w:t>Document prepared by the International Bureau</w:t>
      </w:r>
    </w:p>
    <w:p w:rsidR="00AC205C" w:rsidRDefault="00AC205C"/>
    <w:p w:rsidR="000F5E56" w:rsidRDefault="000F5E56"/>
    <w:p w:rsidR="002928D3" w:rsidRDefault="002928D3"/>
    <w:p w:rsidR="002928D3" w:rsidRDefault="002928D3" w:rsidP="0053057A"/>
    <w:p w:rsidR="005C40A3" w:rsidRDefault="00A93FC2" w:rsidP="005C40A3">
      <w:pPr>
        <w:pStyle w:val="ONUME"/>
      </w:pPr>
      <w:bookmarkStart w:id="4" w:name="_Ref447032909"/>
      <w:r>
        <w:t>All</w:t>
      </w:r>
      <w:r w:rsidR="005C40A3">
        <w:t xml:space="preserve"> of the existing International Authorities w</w:t>
      </w:r>
      <w:r>
        <w:t>ere</w:t>
      </w:r>
      <w:r w:rsidR="005C40A3">
        <w:t xml:space="preserve"> appointed by the </w:t>
      </w:r>
      <w:r w:rsidR="008B50A2">
        <w:t xml:space="preserve">PCT </w:t>
      </w:r>
      <w:r w:rsidR="005C40A3">
        <w:t>Assembly for a period ending on December 31, 2017.  In 2017, the Assembly will therefore need to make a decision on the extension of the appointment of each existing International Authority that wishes to seek an extension of its appointment, having first sought the advice of th</w:t>
      </w:r>
      <w:r w:rsidR="00FD06A7">
        <w:t xml:space="preserve">is Committee </w:t>
      </w:r>
      <w:r w:rsidR="005C40A3">
        <w:t>(see PCT Articles 16(3)(e) and 32(3)).</w:t>
      </w:r>
      <w:bookmarkEnd w:id="4"/>
      <w:r w:rsidR="0035027E">
        <w:t xml:space="preserve">  </w:t>
      </w:r>
      <w:r w:rsidR="004F74E6">
        <w:t>I</w:t>
      </w:r>
      <w:r w:rsidR="0035027E">
        <w:t>nformation concerning this process and the role of the Committee is set out in document PCT/CTC/30/INF/1.</w:t>
      </w:r>
    </w:p>
    <w:p w:rsidR="005C40A3" w:rsidRDefault="00AA5F79" w:rsidP="005C40A3">
      <w:pPr>
        <w:pStyle w:val="ONUME"/>
      </w:pPr>
      <w:r>
        <w:t>On March </w:t>
      </w:r>
      <w:r w:rsidR="0078425F">
        <w:t>8</w:t>
      </w:r>
      <w:r>
        <w:t>, 2017, t</w:t>
      </w:r>
      <w:r w:rsidR="005C40A3">
        <w:t xml:space="preserve">he </w:t>
      </w:r>
      <w:r w:rsidR="0078425F">
        <w:t>Indian Patent Office</w:t>
      </w:r>
      <w:r w:rsidR="005C40A3">
        <w:t xml:space="preserve"> submitted its application </w:t>
      </w:r>
      <w:r>
        <w:t>to extend its appointment as an International Searching Authority and International Preliminary Examining Authority under the PCT.  This application is reproduced in the Annex to this document.</w:t>
      </w:r>
    </w:p>
    <w:p w:rsidR="005C40A3" w:rsidRPr="00AA5F79" w:rsidRDefault="00AA5F79" w:rsidP="0035027E">
      <w:pPr>
        <w:pStyle w:val="ONUME"/>
        <w:tabs>
          <w:tab w:val="left" w:pos="6096"/>
        </w:tabs>
        <w:ind w:left="5533"/>
        <w:rPr>
          <w:i/>
        </w:rPr>
      </w:pPr>
      <w:r w:rsidRPr="00AA5F79">
        <w:rPr>
          <w:i/>
        </w:rPr>
        <w:t>The Committee is invited to give its advice on this matter.</w:t>
      </w:r>
    </w:p>
    <w:p w:rsidR="00AA5F79" w:rsidRDefault="00AA5F79" w:rsidP="00AA5F79">
      <w:pPr>
        <w:pStyle w:val="ONUME"/>
        <w:numPr>
          <w:ilvl w:val="0"/>
          <w:numId w:val="0"/>
        </w:numPr>
      </w:pPr>
    </w:p>
    <w:p w:rsidR="00AA5F79" w:rsidRDefault="00AA5F79" w:rsidP="00AA5F79">
      <w:pPr>
        <w:pStyle w:val="ONUME"/>
        <w:numPr>
          <w:ilvl w:val="0"/>
          <w:numId w:val="0"/>
        </w:numPr>
        <w:ind w:left="5533"/>
        <w:sectPr w:rsidR="00AA5F79" w:rsidSect="00C650A4">
          <w:headerReference w:type="default" r:id="rId10"/>
          <w:endnotePr>
            <w:numFmt w:val="decimal"/>
          </w:endnotePr>
          <w:pgSz w:w="11907" w:h="16840" w:code="9"/>
          <w:pgMar w:top="567" w:right="1134" w:bottom="1418" w:left="1418" w:header="510" w:footer="1021" w:gutter="0"/>
          <w:cols w:space="720"/>
          <w:titlePg/>
          <w:docGrid w:linePitch="299"/>
        </w:sectPr>
      </w:pPr>
      <w:r w:rsidRPr="00AA5F79">
        <w:t>[Annex follows]</w:t>
      </w:r>
    </w:p>
    <w:p w:rsidR="00AA5F79" w:rsidRPr="00AA5F79" w:rsidRDefault="00AA5F79" w:rsidP="00AA5F79">
      <w:pPr>
        <w:pStyle w:val="ONUME"/>
        <w:numPr>
          <w:ilvl w:val="0"/>
          <w:numId w:val="0"/>
        </w:numPr>
        <w:jc w:val="center"/>
        <w:rPr>
          <w:caps/>
        </w:rPr>
      </w:pPr>
      <w:r w:rsidRPr="00AA5F79">
        <w:rPr>
          <w:caps/>
        </w:rPr>
        <w:lastRenderedPageBreak/>
        <w:t xml:space="preserve">Application of </w:t>
      </w:r>
      <w:r w:rsidR="0078425F" w:rsidRPr="0078425F">
        <w:rPr>
          <w:caps/>
        </w:rPr>
        <w:t>the Indian Patent Office</w:t>
      </w:r>
      <w:r w:rsidRPr="00AA5F79">
        <w:rPr>
          <w:caps/>
        </w:rPr>
        <w:t xml:space="preserve"> for</w:t>
      </w:r>
      <w:r w:rsidR="00011582">
        <w:rPr>
          <w:caps/>
        </w:rPr>
        <w:t> Extension of </w:t>
      </w:r>
      <w:r w:rsidRPr="00AA5F79">
        <w:rPr>
          <w:caps/>
        </w:rPr>
        <w:t>Appointment</w:t>
      </w:r>
      <w:r>
        <w:rPr>
          <w:caps/>
        </w:rPr>
        <w:t xml:space="preserve"> </w:t>
      </w:r>
      <w:r>
        <w:rPr>
          <w:caps/>
        </w:rPr>
        <w:br/>
      </w:r>
      <w:r w:rsidR="00011582">
        <w:rPr>
          <w:caps/>
        </w:rPr>
        <w:t>as an International Searching </w:t>
      </w:r>
      <w:r>
        <w:rPr>
          <w:caps/>
        </w:rPr>
        <w:t xml:space="preserve">and </w:t>
      </w:r>
      <w:r w:rsidR="00011582">
        <w:rPr>
          <w:caps/>
        </w:rPr>
        <w:t>Preliminary Examining </w:t>
      </w:r>
      <w:r w:rsidRPr="00AA5F79">
        <w:rPr>
          <w:caps/>
        </w:rPr>
        <w:t>Authority</w:t>
      </w:r>
      <w:r w:rsidR="00011582">
        <w:rPr>
          <w:caps/>
        </w:rPr>
        <w:t> Under the </w:t>
      </w:r>
      <w:r w:rsidRPr="00AA5F79">
        <w:rPr>
          <w:caps/>
        </w:rPr>
        <w:t>PCT</w:t>
      </w:r>
    </w:p>
    <w:p w:rsidR="00AA5F79" w:rsidRPr="00F241A3" w:rsidRDefault="00AA5F79" w:rsidP="00F241A3"/>
    <w:p w:rsidR="0078425F" w:rsidRDefault="0078425F" w:rsidP="0078425F">
      <w:pPr>
        <w:pStyle w:val="SectionHeading"/>
      </w:pPr>
      <w:r>
        <w:t xml:space="preserve">1 – </w:t>
      </w:r>
      <w:r w:rsidRPr="0078425F">
        <w:t>General</w:t>
      </w:r>
    </w:p>
    <w:p w:rsidR="0078425F" w:rsidRPr="0078425F" w:rsidRDefault="0078425F" w:rsidP="0078425F">
      <w:r w:rsidRPr="0078425F">
        <w:rPr>
          <w:b/>
        </w:rPr>
        <w:t>Name of Office or intergovernmental organization:</w:t>
      </w:r>
      <w:r w:rsidRPr="0078425F">
        <w:t xml:space="preserve">  Indian Patent Office (IPO)</w:t>
      </w:r>
    </w:p>
    <w:p w:rsidR="0078425F" w:rsidRPr="0078425F" w:rsidRDefault="0078425F" w:rsidP="0078425F"/>
    <w:p w:rsidR="0078425F" w:rsidRPr="0078425F" w:rsidRDefault="0078425F" w:rsidP="0078425F">
      <w:r w:rsidRPr="0078425F">
        <w:rPr>
          <w:b/>
        </w:rPr>
        <w:t>Date on which application for appointment was received by the Director General:</w:t>
      </w:r>
      <w:r w:rsidRPr="0078425F">
        <w:t xml:space="preserve">  March 8, 2017</w:t>
      </w:r>
    </w:p>
    <w:p w:rsidR="0078425F" w:rsidRPr="0078425F" w:rsidRDefault="0078425F" w:rsidP="0078425F"/>
    <w:p w:rsidR="0078425F" w:rsidRPr="0078425F" w:rsidRDefault="0078425F" w:rsidP="0078425F">
      <w:r w:rsidRPr="0078425F">
        <w:rPr>
          <w:b/>
        </w:rPr>
        <w:t>Session of the Assembly at which appointment is to be sought:</w:t>
      </w:r>
      <w:r w:rsidRPr="0078425F">
        <w:t xml:space="preserve">  September/October 2017:  forty-ninth session of the PCT Assembly (Geneva, Switzerland)</w:t>
      </w:r>
    </w:p>
    <w:p w:rsidR="0078425F" w:rsidRPr="0078425F" w:rsidRDefault="0078425F" w:rsidP="0078425F"/>
    <w:p w:rsidR="0078425F" w:rsidRPr="0078425F" w:rsidRDefault="0078425F" w:rsidP="0078425F">
      <w:r w:rsidRPr="0078425F">
        <w:rPr>
          <w:b/>
        </w:rPr>
        <w:t>Expected date at which operation as ISA/IPEA could commence:</w:t>
      </w:r>
      <w:r w:rsidRPr="0078425F">
        <w:t xml:space="preserve">  Continuing operation without a break.</w:t>
      </w:r>
    </w:p>
    <w:p w:rsidR="0078425F" w:rsidRPr="0078425F" w:rsidRDefault="0078425F" w:rsidP="0078425F"/>
    <w:p w:rsidR="0078425F" w:rsidRPr="0078425F" w:rsidRDefault="0078425F" w:rsidP="0078425F">
      <w:r w:rsidRPr="0078425F">
        <w:rPr>
          <w:b/>
        </w:rPr>
        <w:t>Existing ISA/IPEA(s) assisting in assessment of extent to which criteria met:</w:t>
      </w:r>
      <w:r w:rsidRPr="0078425F">
        <w:t xml:space="preserve">  Not Applicable.</w:t>
      </w:r>
    </w:p>
    <w:p w:rsidR="0078425F" w:rsidRDefault="0078425F" w:rsidP="0078425F">
      <w:pPr>
        <w:pStyle w:val="SectionHeading"/>
      </w:pPr>
      <w:r>
        <w:t xml:space="preserve">2 – Substantive Criteria:  Minimum Requirements for </w:t>
      </w:r>
      <w:r w:rsidRPr="0078425F">
        <w:t>Appointment</w:t>
      </w:r>
    </w:p>
    <w:p w:rsidR="0078425F" w:rsidRPr="0078425F" w:rsidRDefault="0078425F" w:rsidP="0078425F">
      <w:r w:rsidRPr="0078425F">
        <w:t>The IPO continues to fully meet the minimum requirements for appointment, as set out below.</w:t>
      </w:r>
    </w:p>
    <w:p w:rsidR="0078425F" w:rsidRDefault="0078425F" w:rsidP="0078425F">
      <w:pPr>
        <w:pStyle w:val="SectionHeading"/>
      </w:pPr>
      <w:r>
        <w:t xml:space="preserve">2.1 – </w:t>
      </w:r>
      <w:r w:rsidRPr="0078425F">
        <w:t>Search</w:t>
      </w:r>
      <w:r>
        <w:t xml:space="preserve"> and Examination Capacity</w:t>
      </w:r>
    </w:p>
    <w:p w:rsidR="0078425F" w:rsidRPr="0078425F" w:rsidRDefault="0078425F" w:rsidP="0078425F">
      <w:pPr>
        <w:rPr>
          <w:b/>
          <w:i/>
        </w:rPr>
      </w:pPr>
      <w:r w:rsidRPr="0078425F">
        <w:rPr>
          <w:b/>
          <w:i/>
        </w:rPr>
        <w:t>Rules 36.1(i) and 63.1(i):  The national Office or intergovernmental organization must have at least 100 full-time employees with sufficient technical qualifications to carry out searches and examinations.</w:t>
      </w:r>
    </w:p>
    <w:p w:rsidR="0078425F" w:rsidRPr="00CB2D2E" w:rsidRDefault="0078425F" w:rsidP="00CB2D2E"/>
    <w:p w:rsidR="0078425F" w:rsidRPr="00CB2D2E" w:rsidRDefault="0078425F" w:rsidP="00CB2D2E">
      <w:pPr>
        <w:rPr>
          <w:b/>
        </w:rPr>
      </w:pPr>
      <w:r w:rsidRPr="00CB2D2E">
        <w:rPr>
          <w:b/>
        </w:rPr>
        <w:t>Employees qualified to carry out search and examination:</w:t>
      </w:r>
    </w:p>
    <w:tbl>
      <w:tblPr>
        <w:tblW w:w="955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368"/>
        <w:gridCol w:w="1394"/>
        <w:gridCol w:w="2970"/>
        <w:gridCol w:w="3826"/>
      </w:tblGrid>
      <w:tr w:rsidR="0078425F" w:rsidTr="00CB2D2E">
        <w:tc>
          <w:tcPr>
            <w:tcW w:w="13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8425F" w:rsidRPr="00CB2D2E" w:rsidRDefault="0078425F" w:rsidP="00CB2D2E">
            <w:pPr>
              <w:rPr>
                <w:b/>
              </w:rPr>
            </w:pPr>
            <w:r w:rsidRPr="00CB2D2E">
              <w:rPr>
                <w:b/>
              </w:rPr>
              <w:t>Technical field</w:t>
            </w: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8425F" w:rsidRPr="00CB2D2E" w:rsidRDefault="0078425F" w:rsidP="00CB2D2E">
            <w:pPr>
              <w:rPr>
                <w:b/>
              </w:rPr>
            </w:pPr>
            <w:r w:rsidRPr="00CB2D2E">
              <w:rPr>
                <w:b/>
              </w:rPr>
              <w:t>Number (in full-time equivalent)</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8425F" w:rsidRPr="00CB2D2E" w:rsidRDefault="0078425F" w:rsidP="00CB2D2E">
            <w:pPr>
              <w:rPr>
                <w:b/>
              </w:rPr>
            </w:pPr>
            <w:r w:rsidRPr="00CB2D2E">
              <w:rPr>
                <w:b/>
              </w:rPr>
              <w:t>Average experience as examiners (years)</w:t>
            </w:r>
          </w:p>
        </w:tc>
        <w:tc>
          <w:tcPr>
            <w:tcW w:w="38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8425F" w:rsidRPr="00CB2D2E" w:rsidRDefault="0078425F" w:rsidP="00CB2D2E">
            <w:pPr>
              <w:rPr>
                <w:b/>
              </w:rPr>
            </w:pPr>
            <w:r w:rsidRPr="00CB2D2E">
              <w:rPr>
                <w:b/>
              </w:rPr>
              <w:t>Breakdown of qualifications</w:t>
            </w:r>
          </w:p>
        </w:tc>
      </w:tr>
      <w:tr w:rsidR="0078425F" w:rsidTr="00CB2D2E">
        <w:tc>
          <w:tcPr>
            <w:tcW w:w="13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8425F" w:rsidRPr="00CB2D2E" w:rsidRDefault="0078425F" w:rsidP="00CB2D2E">
            <w:r w:rsidRPr="00CB2D2E">
              <w:t>Mechanical</w:t>
            </w: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8425F" w:rsidRPr="00CB2D2E" w:rsidRDefault="0078425F" w:rsidP="00CB2D2E">
            <w:r w:rsidRPr="00CB2D2E">
              <w:t>165</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8425F" w:rsidRPr="00CB2D2E" w:rsidRDefault="0078425F" w:rsidP="00CB2D2E">
            <w:r w:rsidRPr="00CB2D2E">
              <w:t xml:space="preserve">30 (4 years) + 135 (1 year) </w:t>
            </w:r>
          </w:p>
        </w:tc>
        <w:tc>
          <w:tcPr>
            <w:tcW w:w="38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8425F" w:rsidRPr="00CB2D2E" w:rsidRDefault="0078425F" w:rsidP="00CB2D2E">
            <w:r w:rsidRPr="00CB2D2E">
              <w:t xml:space="preserve">Mechanical(133), Civil(9), Textile(11), Metallurgy(12), </w:t>
            </w:r>
          </w:p>
        </w:tc>
      </w:tr>
      <w:tr w:rsidR="0078425F" w:rsidTr="00CB2D2E">
        <w:tc>
          <w:tcPr>
            <w:tcW w:w="13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8425F" w:rsidRPr="00CB2D2E" w:rsidRDefault="0078425F" w:rsidP="00CB2D2E">
            <w:r w:rsidRPr="00CB2D2E">
              <w:t>Electrical/ electronic</w:t>
            </w: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8425F" w:rsidRPr="00CB2D2E" w:rsidRDefault="0078425F" w:rsidP="00CB2D2E">
            <w:r w:rsidRPr="00CB2D2E">
              <w:t>212</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8425F" w:rsidRPr="00CB2D2E" w:rsidRDefault="0078425F" w:rsidP="00CB2D2E">
            <w:r w:rsidRPr="00CB2D2E">
              <w:t xml:space="preserve">57 (4 years) + 155 (1 year) </w:t>
            </w:r>
          </w:p>
        </w:tc>
        <w:tc>
          <w:tcPr>
            <w:tcW w:w="38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8425F" w:rsidRPr="00CB2D2E" w:rsidRDefault="0078425F" w:rsidP="00CB2D2E">
            <w:r w:rsidRPr="00CB2D2E">
              <w:t>Electrical(43), Electronics &amp;Communication(67), Physics(49), Biomedical(21), Computer Science(32)</w:t>
            </w:r>
          </w:p>
        </w:tc>
      </w:tr>
      <w:tr w:rsidR="0078425F" w:rsidTr="00CB2D2E">
        <w:tc>
          <w:tcPr>
            <w:tcW w:w="13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8425F" w:rsidRPr="00CB2D2E" w:rsidRDefault="0078425F" w:rsidP="00CB2D2E">
            <w:r w:rsidRPr="00CB2D2E">
              <w:t>Chemistry</w:t>
            </w: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8425F" w:rsidRPr="00CB2D2E" w:rsidRDefault="0078425F" w:rsidP="00CB2D2E">
            <w:r w:rsidRPr="00CB2D2E">
              <w:t>111</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8425F" w:rsidRPr="00CB2D2E" w:rsidRDefault="0078425F" w:rsidP="00CB2D2E">
            <w:r w:rsidRPr="00CB2D2E">
              <w:t xml:space="preserve">31 (4 years) + 80 (1 year) </w:t>
            </w:r>
          </w:p>
        </w:tc>
        <w:tc>
          <w:tcPr>
            <w:tcW w:w="38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8425F" w:rsidRPr="00CB2D2E" w:rsidRDefault="0078425F" w:rsidP="00CB2D2E">
            <w:r w:rsidRPr="00CB2D2E">
              <w:t>Chemistry(94), Polymer(17)</w:t>
            </w:r>
          </w:p>
        </w:tc>
      </w:tr>
      <w:tr w:rsidR="0078425F" w:rsidTr="00CB2D2E">
        <w:tc>
          <w:tcPr>
            <w:tcW w:w="13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8425F" w:rsidRPr="00CB2D2E" w:rsidRDefault="0078425F" w:rsidP="00CB2D2E">
            <w:r w:rsidRPr="00CB2D2E">
              <w:t>Biotech</w:t>
            </w:r>
          </w:p>
        </w:tc>
        <w:tc>
          <w:tcPr>
            <w:tcW w:w="1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8425F" w:rsidRPr="00CB2D2E" w:rsidRDefault="0078425F" w:rsidP="00CB2D2E">
            <w:r w:rsidRPr="00CB2D2E">
              <w:t>40</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8425F" w:rsidRPr="00CB2D2E" w:rsidRDefault="0078425F" w:rsidP="00CB2D2E">
            <w:r w:rsidRPr="00CB2D2E">
              <w:t xml:space="preserve">11 (4 years) + 29 (1 year) </w:t>
            </w:r>
          </w:p>
        </w:tc>
        <w:tc>
          <w:tcPr>
            <w:tcW w:w="38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8425F" w:rsidRPr="00CB2D2E" w:rsidRDefault="0078425F" w:rsidP="00CB2D2E">
            <w:r w:rsidRPr="00CB2D2E">
              <w:t>Biotechnology(29), Biochemistry(6), Food(5)</w:t>
            </w:r>
          </w:p>
        </w:tc>
      </w:tr>
      <w:tr w:rsidR="0078425F" w:rsidTr="00CB2D2E">
        <w:tc>
          <w:tcPr>
            <w:tcW w:w="13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8425F" w:rsidRPr="00CB2D2E" w:rsidRDefault="0078425F" w:rsidP="00CB2D2E">
            <w:pPr>
              <w:rPr>
                <w:i/>
              </w:rPr>
            </w:pPr>
            <w:r w:rsidRPr="00CB2D2E">
              <w:rPr>
                <w:i/>
              </w:rPr>
              <w:t>Total</w:t>
            </w:r>
          </w:p>
        </w:tc>
        <w:tc>
          <w:tcPr>
            <w:tcW w:w="819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8425F" w:rsidRPr="00CB2D2E" w:rsidRDefault="0078425F" w:rsidP="00CB2D2E">
            <w:pPr>
              <w:rPr>
                <w:i/>
              </w:rPr>
            </w:pPr>
            <w:r w:rsidRPr="00CB2D2E">
              <w:rPr>
                <w:i/>
              </w:rPr>
              <w:t>528</w:t>
            </w:r>
          </w:p>
        </w:tc>
      </w:tr>
    </w:tbl>
    <w:p w:rsidR="0078425F" w:rsidRPr="00CB2D2E" w:rsidRDefault="0078425F" w:rsidP="00CB2D2E"/>
    <w:p w:rsidR="0078425F" w:rsidRDefault="0078425F" w:rsidP="00CB2D2E">
      <w:pPr>
        <w:keepNext/>
        <w:jc w:val="both"/>
        <w:rPr>
          <w:b/>
          <w:bCs/>
        </w:rPr>
      </w:pPr>
      <w:r>
        <w:rPr>
          <w:b/>
          <w:bCs/>
        </w:rPr>
        <w:lastRenderedPageBreak/>
        <w:t>Training Programs</w:t>
      </w:r>
    </w:p>
    <w:p w:rsidR="0078425F" w:rsidRPr="00CB2D2E" w:rsidRDefault="0078425F" w:rsidP="00CB2D2E">
      <w:pPr>
        <w:keepNext/>
      </w:pPr>
    </w:p>
    <w:p w:rsidR="0078425F" w:rsidRPr="00CB2D2E" w:rsidRDefault="0078425F" w:rsidP="00CB2D2E">
      <w:pPr>
        <w:keepLines/>
      </w:pPr>
      <w:r w:rsidRPr="00CB2D2E">
        <w:t>All new Examiners undergo initial training for three months at the Rajiv Gandhi National Institute of Intellectual Property Management (RGNIIPM) in Nagpur</w:t>
      </w:r>
      <w:r w:rsidR="00F5523C">
        <w:t xml:space="preserve">.  </w:t>
      </w:r>
      <w:r w:rsidRPr="00CB2D2E">
        <w:t>This initial training is followed by on-the-job training for eight months and refresher training for another month at RGNIIPM</w:t>
      </w:r>
      <w:r w:rsidR="00F5523C">
        <w:t xml:space="preserve">.  </w:t>
      </w:r>
      <w:r w:rsidRPr="00CB2D2E">
        <w:t>Advanced training is also conducted for one month at the place of posting during the second year</w:t>
      </w:r>
      <w:r w:rsidR="00F5523C">
        <w:t xml:space="preserve">.  </w:t>
      </w:r>
      <w:r w:rsidRPr="00CB2D2E">
        <w:t>Special training sessions are conducted for ISA/IPEA work that includes quality aspects as per the ISPE guidelines</w:t>
      </w:r>
      <w:r w:rsidR="00F5523C">
        <w:t xml:space="preserve">.  </w:t>
      </w:r>
      <w:r w:rsidRPr="00CB2D2E">
        <w:t>For these training programs the faculty members include both in-house trainers and trainers from other patent offices in order to promote improved understanding of international procedures and to help identify best practices from elsewhere</w:t>
      </w:r>
      <w:r w:rsidR="00F5523C">
        <w:t xml:space="preserve">.  </w:t>
      </w:r>
      <w:r w:rsidRPr="00CB2D2E">
        <w:t>Ongoing training activities include training programs by WIPO and other patent offices that are conducted from time to time within India and outside the country</w:t>
      </w:r>
      <w:r w:rsidR="00F5523C">
        <w:t xml:space="preserve">.  </w:t>
      </w:r>
      <w:r w:rsidRPr="00CB2D2E">
        <w:t>Apart from training sessions, IPO also conducts Examiner Exchange programs with other patent offices.</w:t>
      </w:r>
    </w:p>
    <w:p w:rsidR="0078425F" w:rsidRDefault="0078425F" w:rsidP="0078425F">
      <w:pPr>
        <w:jc w:val="both"/>
      </w:pPr>
    </w:p>
    <w:p w:rsidR="00CB2D2E" w:rsidRDefault="00CB2D2E" w:rsidP="0078425F">
      <w:pPr>
        <w:jc w:val="both"/>
      </w:pPr>
    </w:p>
    <w:p w:rsidR="0078425F" w:rsidRPr="00CB2D2E" w:rsidRDefault="0078425F" w:rsidP="00CB2D2E">
      <w:pPr>
        <w:rPr>
          <w:b/>
          <w:i/>
        </w:rPr>
      </w:pPr>
      <w:r w:rsidRPr="00CB2D2E">
        <w:rPr>
          <w:b/>
          <w:i/>
        </w:rPr>
        <w:t>Rules 36.1(ii) and 63.1(ii):  That Office or organization must have in its possession, or have access to, at least the minimum documentation referred to in Rule 34, properly arranged for search purposes, on paper, in microform or stored on electronic media.</w:t>
      </w:r>
    </w:p>
    <w:p w:rsidR="0078425F" w:rsidRDefault="0078425F" w:rsidP="0078425F">
      <w:pPr>
        <w:jc w:val="both"/>
      </w:pPr>
    </w:p>
    <w:p w:rsidR="0078425F" w:rsidRDefault="0078425F" w:rsidP="0078425F">
      <w:pPr>
        <w:keepNext/>
        <w:jc w:val="both"/>
      </w:pPr>
      <w:r>
        <w:rPr>
          <w:b/>
          <w:bCs/>
        </w:rPr>
        <w:t>Access to the minimum documentation for search purposes:</w:t>
      </w:r>
      <w:r>
        <w:t xml:space="preserve">  </w:t>
      </w:r>
    </w:p>
    <w:p w:rsidR="0078425F" w:rsidRPr="00CB2D2E" w:rsidRDefault="0078425F" w:rsidP="00CB2D2E">
      <w:r w:rsidRPr="00CB2D2E">
        <w:t xml:space="preserve">( </w:t>
      </w:r>
      <w:r w:rsidRPr="00CB2D2E">
        <w:rPr>
          <w:rFonts w:ascii="MS Gothic" w:eastAsia="MS Gothic" w:hAnsi="MS Gothic" w:cs="MS Gothic" w:hint="eastAsia"/>
        </w:rPr>
        <w:t>✓</w:t>
      </w:r>
      <w:r w:rsidRPr="00CB2D2E">
        <w:t xml:space="preserve"> )</w:t>
      </w:r>
      <w:r w:rsidRPr="00CB2D2E">
        <w:tab/>
      </w:r>
      <w:r w:rsidR="00CB2D2E">
        <w:t xml:space="preserve"> </w:t>
      </w:r>
      <w:r w:rsidRPr="00CB2D2E">
        <w:t>Full access</w:t>
      </w:r>
    </w:p>
    <w:p w:rsidR="0078425F" w:rsidRDefault="0078425F" w:rsidP="0078425F">
      <w:pPr>
        <w:jc w:val="both"/>
      </w:pPr>
    </w:p>
    <w:p w:rsidR="0078425F" w:rsidRDefault="0078425F" w:rsidP="0078425F">
      <w:pPr>
        <w:jc w:val="both"/>
      </w:pPr>
      <w:r>
        <w:rPr>
          <w:b/>
          <w:bCs/>
        </w:rPr>
        <w:t>Search systems:</w:t>
      </w:r>
      <w:r>
        <w:t xml:space="preserve">  </w:t>
      </w:r>
    </w:p>
    <w:p w:rsidR="0078425F" w:rsidRPr="00CB2D2E" w:rsidRDefault="0078425F" w:rsidP="00CB2D2E"/>
    <w:p w:rsidR="0078425F" w:rsidRPr="00CB2D2E" w:rsidRDefault="0078425F" w:rsidP="00CB2D2E">
      <w:r w:rsidRPr="00CB2D2E">
        <w:t>IT systems are used for search as follows:</w:t>
      </w:r>
    </w:p>
    <w:p w:rsidR="0078425F" w:rsidRPr="00CB2D2E" w:rsidRDefault="0078425F" w:rsidP="00CB2D2E"/>
    <w:p w:rsidR="0078425F" w:rsidRPr="00CB2D2E" w:rsidRDefault="0078425F" w:rsidP="00CB2D2E">
      <w:pPr>
        <w:ind w:left="567"/>
      </w:pPr>
      <w:r w:rsidRPr="00CB2D2E">
        <w:t>Patseer (PL and NPL)</w:t>
      </w:r>
    </w:p>
    <w:p w:rsidR="0078425F" w:rsidRPr="00CB2D2E" w:rsidRDefault="0078425F" w:rsidP="00CB2D2E">
      <w:pPr>
        <w:ind w:left="567"/>
      </w:pPr>
      <w:r w:rsidRPr="00CB2D2E">
        <w:t>STN (PL, NPL and Sequence listing search)</w:t>
      </w:r>
    </w:p>
    <w:p w:rsidR="0078425F" w:rsidRPr="00CB2D2E" w:rsidRDefault="0078425F" w:rsidP="00CB2D2E">
      <w:pPr>
        <w:ind w:left="567"/>
      </w:pPr>
      <w:r w:rsidRPr="00CB2D2E">
        <w:t>InPASS (PL-IN)</w:t>
      </w:r>
    </w:p>
    <w:p w:rsidR="0078425F" w:rsidRPr="00CB2D2E" w:rsidRDefault="0078425F" w:rsidP="00CB2D2E">
      <w:pPr>
        <w:ind w:left="567"/>
      </w:pPr>
      <w:r w:rsidRPr="00CB2D2E">
        <w:t>Reprint Desk for search and document delivery for Non Patent Literature</w:t>
      </w:r>
    </w:p>
    <w:p w:rsidR="0078425F" w:rsidRPr="00CB2D2E" w:rsidRDefault="0078425F" w:rsidP="00CB2D2E">
      <w:pPr>
        <w:ind w:left="567"/>
      </w:pPr>
      <w:r w:rsidRPr="00CB2D2E">
        <w:t>Indian Traditional Knowledge Digital Library for NPL</w:t>
      </w:r>
    </w:p>
    <w:p w:rsidR="0078425F" w:rsidRPr="00CB2D2E" w:rsidRDefault="0078425F" w:rsidP="00CB2D2E">
      <w:pPr>
        <w:ind w:left="567"/>
      </w:pPr>
      <w:r w:rsidRPr="00CB2D2E">
        <w:t>Free search on Google, Google Patents, Google Scholar (NPL), NCBI (NPL &amp; Sequence listing search) and Patentlens (Sequence listing search)</w:t>
      </w:r>
    </w:p>
    <w:p w:rsidR="0078425F" w:rsidRDefault="0078425F" w:rsidP="0078425F">
      <w:pPr>
        <w:jc w:val="both"/>
      </w:pPr>
    </w:p>
    <w:p w:rsidR="00CB2D2E" w:rsidRDefault="00CB2D2E" w:rsidP="0078425F">
      <w:pPr>
        <w:jc w:val="both"/>
      </w:pPr>
    </w:p>
    <w:p w:rsidR="0078425F" w:rsidRPr="00CB2D2E" w:rsidRDefault="0078425F" w:rsidP="00CB2D2E">
      <w:pPr>
        <w:rPr>
          <w:b/>
          <w:i/>
        </w:rPr>
      </w:pPr>
      <w:r w:rsidRPr="00CB2D2E">
        <w:rPr>
          <w:b/>
          <w:i/>
        </w:rPr>
        <w:t>Rules 36.1(iii) and 63.1(iii):  That Office or organization must have a staff which is capable of searching and examining the required technical fields and which has the language facilities to understand at least those languages in which the minimum documentation referred to in Rule 34 is written or is translated.</w:t>
      </w:r>
    </w:p>
    <w:p w:rsidR="0078425F" w:rsidRDefault="0078425F" w:rsidP="0078425F">
      <w:pPr>
        <w:jc w:val="both"/>
      </w:pPr>
    </w:p>
    <w:p w:rsidR="0078425F" w:rsidRPr="00CB2D2E" w:rsidRDefault="0078425F" w:rsidP="00CB2D2E">
      <w:r w:rsidRPr="00CB2D2E">
        <w:rPr>
          <w:b/>
        </w:rPr>
        <w:t>Language(s) in which national applications may be filed and processed:</w:t>
      </w:r>
      <w:r w:rsidRPr="00CB2D2E">
        <w:t xml:space="preserve">  English and Hindi</w:t>
      </w:r>
    </w:p>
    <w:p w:rsidR="0078425F" w:rsidRPr="00CB2D2E" w:rsidRDefault="0078425F" w:rsidP="00CB2D2E"/>
    <w:p w:rsidR="0078425F" w:rsidRPr="00CB2D2E" w:rsidRDefault="0078425F" w:rsidP="00CB2D2E">
      <w:r w:rsidRPr="00CB2D2E">
        <w:rPr>
          <w:b/>
        </w:rPr>
        <w:t>Other languages in which large numbers of examiners are proficient:</w:t>
      </w:r>
      <w:r w:rsidR="00CB2D2E">
        <w:t xml:space="preserve"> </w:t>
      </w:r>
      <w:r w:rsidRPr="00CB2D2E">
        <w:t xml:space="preserve"> Not applicable </w:t>
      </w:r>
    </w:p>
    <w:p w:rsidR="0078425F" w:rsidRPr="00CB2D2E" w:rsidRDefault="0078425F" w:rsidP="00CB2D2E"/>
    <w:p w:rsidR="0078425F" w:rsidRPr="00CB2D2E" w:rsidRDefault="0078425F" w:rsidP="00CB2D2E">
      <w:r w:rsidRPr="00CB2D2E">
        <w:rPr>
          <w:b/>
        </w:rPr>
        <w:t>Services available to assist search or understanding of prior art in other languages:</w:t>
      </w:r>
      <w:r w:rsidRPr="00CB2D2E">
        <w:t xml:space="preserve">  The databases used for search support machine translation and Full Text Machine Translations in English are available for patents for JP, KR, CN, FR, DE, DK, FI, RU, BE, NL and LU in Patseer database and a host of NPL translations are available through STN which also provides English translations of non-English patent literature</w:t>
      </w:r>
      <w:r w:rsidR="00F5523C">
        <w:t xml:space="preserve">.  </w:t>
      </w:r>
      <w:r w:rsidRPr="00CB2D2E">
        <w:t>Stand-alone general machine translation services are also available to examiners to assist understanding of texts from sources where machine translation is not built in.</w:t>
      </w:r>
    </w:p>
    <w:p w:rsidR="0078425F" w:rsidRDefault="0078425F" w:rsidP="00CB2D2E">
      <w:pPr>
        <w:pStyle w:val="SectionHeading"/>
      </w:pPr>
      <w:r>
        <w:lastRenderedPageBreak/>
        <w:t>2.2 – Quality Management</w:t>
      </w:r>
    </w:p>
    <w:p w:rsidR="0078425F" w:rsidRPr="00CB2D2E" w:rsidRDefault="0078425F" w:rsidP="00CB2D2E">
      <w:pPr>
        <w:rPr>
          <w:b/>
          <w:i/>
        </w:rPr>
      </w:pPr>
      <w:r w:rsidRPr="00CB2D2E">
        <w:rPr>
          <w:b/>
          <w:i/>
        </w:rPr>
        <w:t>Rules 36.1(iv) and 63.1(iv):  That Office or organization must have in place a quality management system and internal review arrangements in accordance with the common rules of international search,</w:t>
      </w:r>
    </w:p>
    <w:p w:rsidR="0078425F" w:rsidRPr="00CB2D2E" w:rsidRDefault="0078425F" w:rsidP="00CB2D2E"/>
    <w:p w:rsidR="0078425F" w:rsidRPr="00CB2D2E" w:rsidRDefault="0078425F" w:rsidP="00CB2D2E">
      <w:pPr>
        <w:rPr>
          <w:b/>
        </w:rPr>
      </w:pPr>
      <w:r w:rsidRPr="00CB2D2E">
        <w:rPr>
          <w:b/>
        </w:rPr>
        <w:t xml:space="preserve">National quality management system:  </w:t>
      </w:r>
    </w:p>
    <w:p w:rsidR="0078425F" w:rsidRPr="00CB2D2E" w:rsidRDefault="0078425F" w:rsidP="00CB2D2E"/>
    <w:p w:rsidR="0078425F" w:rsidRPr="00CB2D2E" w:rsidRDefault="0078425F" w:rsidP="00CB2D2E">
      <w:r w:rsidRPr="00CB2D2E">
        <w:t xml:space="preserve">The IPO has a quality management system fully in line with the requirements set out in Chapter 21 of the PCT International Search and Preliminary Examination Guidelines.  The annual reports submitted by IPO for the years 2013 to 2016 are available from the WIPO website at </w:t>
      </w:r>
      <w:hyperlink r:id="rId11" w:history="1">
        <w:r w:rsidRPr="000241F4">
          <w:rPr>
            <w:rStyle w:val="Hyperlink"/>
          </w:rPr>
          <w:t>http://www.wipo.int/pct/en/quality/authorities.html</w:t>
        </w:r>
      </w:hyperlink>
    </w:p>
    <w:p w:rsidR="0078425F" w:rsidRPr="00CB2D2E" w:rsidRDefault="0078425F" w:rsidP="00CB2D2E"/>
    <w:p w:rsidR="0078425F" w:rsidRPr="00CB2D2E" w:rsidRDefault="0078425F" w:rsidP="00CB2D2E">
      <w:r w:rsidRPr="00CB2D2E">
        <w:t>There is an update to the QMS Report of 2016 regarding the Quality Assurance Portal (QAP) which was reported as being developed by the office in item 21.12 under the topic “Quality Assurance”</w:t>
      </w:r>
      <w:r w:rsidR="00F5523C">
        <w:t xml:space="preserve">.  </w:t>
      </w:r>
      <w:r w:rsidRPr="00CB2D2E">
        <w:t xml:space="preserve">The development of QAP is complete and the same is accessible through intranet in the office, which acts as an effective medium for communication of the quality policy and objectives as well as for sharing the best practices. </w:t>
      </w:r>
    </w:p>
    <w:p w:rsidR="0078425F" w:rsidRDefault="0078425F" w:rsidP="00CB2D2E">
      <w:pPr>
        <w:pStyle w:val="SectionHeading"/>
      </w:pPr>
      <w:r>
        <w:t xml:space="preserve">3 – Intended </w:t>
      </w:r>
      <w:r w:rsidRPr="00CB2D2E">
        <w:t>Scope</w:t>
      </w:r>
      <w:r>
        <w:t xml:space="preserve"> of Operation</w:t>
      </w:r>
    </w:p>
    <w:p w:rsidR="0078425F" w:rsidRPr="00CB2D2E" w:rsidRDefault="0078425F" w:rsidP="00CB2D2E">
      <w:r w:rsidRPr="00CB2D2E">
        <w:rPr>
          <w:b/>
        </w:rPr>
        <w:t>Language(s) in which services would be offered:</w:t>
      </w:r>
      <w:r w:rsidRPr="00CB2D2E">
        <w:t xml:space="preserve"> </w:t>
      </w:r>
      <w:r w:rsidR="00CB2D2E">
        <w:t xml:space="preserve"> </w:t>
      </w:r>
      <w:r w:rsidRPr="00CB2D2E">
        <w:t>English</w:t>
      </w:r>
    </w:p>
    <w:p w:rsidR="0078425F" w:rsidRPr="00CB2D2E" w:rsidRDefault="0078425F" w:rsidP="00CB2D2E"/>
    <w:p w:rsidR="0078425F" w:rsidRPr="00CB2D2E" w:rsidRDefault="0078425F" w:rsidP="00CB2D2E">
      <w:r w:rsidRPr="00CB2D2E">
        <w:rPr>
          <w:b/>
        </w:rPr>
        <w:t>State(s) or receiving Office(s) for which Authority would offer to be competent:</w:t>
      </w:r>
      <w:r w:rsidRPr="00CB2D2E">
        <w:t xml:space="preserve"> </w:t>
      </w:r>
      <w:r w:rsidR="00CB2D2E">
        <w:t xml:space="preserve"> </w:t>
      </w:r>
      <w:r w:rsidRPr="00CB2D2E">
        <w:t>Any PCT Contracting State.</w:t>
      </w:r>
    </w:p>
    <w:p w:rsidR="0078425F" w:rsidRPr="00CB2D2E" w:rsidRDefault="0078425F" w:rsidP="00CB2D2E"/>
    <w:p w:rsidR="0078425F" w:rsidRPr="00CB2D2E" w:rsidRDefault="0078425F" w:rsidP="00CB2D2E">
      <w:r w:rsidRPr="00CB2D2E">
        <w:rPr>
          <w:b/>
        </w:rPr>
        <w:t>Limitations on scope of operation:</w:t>
      </w:r>
      <w:r w:rsidR="00CB2D2E">
        <w:t xml:space="preserve"> </w:t>
      </w:r>
      <w:r w:rsidRPr="00CB2D2E">
        <w:t xml:space="preserve"> Nothing in particular</w:t>
      </w:r>
    </w:p>
    <w:p w:rsidR="0078425F" w:rsidRDefault="0078425F" w:rsidP="0078425F">
      <w:pPr>
        <w:pStyle w:val="SectionHeading"/>
        <w:jc w:val="both"/>
      </w:pPr>
      <w:r>
        <w:t>4 – Statement of Motivation</w:t>
      </w:r>
    </w:p>
    <w:p w:rsidR="0078425F" w:rsidRPr="00CB2D2E" w:rsidRDefault="0078425F" w:rsidP="00CB2D2E">
      <w:r w:rsidRPr="00CB2D2E">
        <w:t>The Indian Patent Office has been functioning as ISA/IPEA since 15th October 2013 and is also recognized by Receiving Office of Islamic Republic of Iran as ISA/IPEA</w:t>
      </w:r>
      <w:r w:rsidR="00F5523C">
        <w:t xml:space="preserve">.  </w:t>
      </w:r>
      <w:r w:rsidRPr="00CB2D2E">
        <w:t xml:space="preserve">In principle, the Office is open to offering its services to the Receiving Offices of other States, particularly but not limited to those from its region. </w:t>
      </w:r>
    </w:p>
    <w:p w:rsidR="0078425F" w:rsidRPr="00CB2D2E" w:rsidRDefault="0078425F" w:rsidP="00CB2D2E"/>
    <w:p w:rsidR="0078425F" w:rsidRPr="00CB2D2E" w:rsidRDefault="0078425F" w:rsidP="00CB2D2E">
      <w:r w:rsidRPr="00CB2D2E">
        <w:t>The Indian Patent Office in its role as Receiving Office has recognized six other offices apart from IN (EP, AU, AT, SE, CN and US) for the applicants to choose as ISA/IPEA</w:t>
      </w:r>
      <w:r w:rsidR="00F5523C">
        <w:t xml:space="preserve">.  </w:t>
      </w:r>
      <w:r w:rsidRPr="00CB2D2E">
        <w:t>However, over 50 percent of the applicants select IPO as an ISA, demonstrating the confidence which local applicants place in the quality and value of its service.</w:t>
      </w:r>
    </w:p>
    <w:p w:rsidR="0078425F" w:rsidRPr="00CB2D2E" w:rsidRDefault="0078425F" w:rsidP="00CB2D2E"/>
    <w:p w:rsidR="0078425F" w:rsidRPr="00CB2D2E" w:rsidRDefault="0078425F" w:rsidP="00CB2D2E">
      <w:r w:rsidRPr="00CB2D2E">
        <w:t>The reappointment of the Indian Patent Office as ISA/IPEA can be beneficial for applicants of all Receiving Offices who may recognize the Indian Patent Office to be chosen as ISA/IPEA for their applicants who prefer services offered in English</w:t>
      </w:r>
      <w:r w:rsidR="00F5523C">
        <w:t xml:space="preserve">.  </w:t>
      </w:r>
      <w:r w:rsidRPr="00CB2D2E">
        <w:t xml:space="preserve">With a huge talent pool of scientists and engineers having proficiency in English, India can provide affordable and reliable prior art search services to the applicants enabling them to take timely and correct decisions regarding potential to commercialize their inventions. </w:t>
      </w:r>
    </w:p>
    <w:p w:rsidR="0078425F" w:rsidRPr="00CB2D2E" w:rsidRDefault="0078425F" w:rsidP="00CB2D2E"/>
    <w:p w:rsidR="0078425F" w:rsidRPr="00CB2D2E" w:rsidRDefault="0078425F" w:rsidP="00CB2D2E">
      <w:r w:rsidRPr="00CB2D2E">
        <w:t>Furthermore, IPO’s activity as an ISA/IPEA contributes not only towards the more effective use of the PCT system by Indian applicants, but to the understanding and knowledge of the PCT system by the examiners and Office, allowing it to take a more effective role in the development of the system as a whole.</w:t>
      </w:r>
    </w:p>
    <w:p w:rsidR="0078425F" w:rsidRDefault="0078425F" w:rsidP="00CB2D2E">
      <w:pPr>
        <w:pStyle w:val="SectionHeading"/>
      </w:pPr>
      <w:r>
        <w:lastRenderedPageBreak/>
        <w:t>5 – Applicant State(s)</w:t>
      </w:r>
    </w:p>
    <w:p w:rsidR="0078425F" w:rsidRPr="00CB2D2E" w:rsidRDefault="0078425F" w:rsidP="00CB2D2E">
      <w:pPr>
        <w:keepNext/>
        <w:keepLines/>
        <w:rPr>
          <w:b/>
        </w:rPr>
      </w:pPr>
      <w:r w:rsidRPr="00CB2D2E">
        <w:rPr>
          <w:b/>
        </w:rPr>
        <w:t>Regional location</w:t>
      </w:r>
    </w:p>
    <w:tbl>
      <w:tblPr>
        <w:tblW w:w="95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62"/>
      </w:tblGrid>
      <w:tr w:rsidR="0078425F" w:rsidTr="00901D61">
        <w:trPr>
          <w:trHeight w:val="5335"/>
        </w:trPr>
        <w:tc>
          <w:tcPr>
            <w:tcW w:w="9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8425F" w:rsidRDefault="0078425F" w:rsidP="00901D61">
            <w:pPr>
              <w:suppressAutoHyphens/>
              <w:jc w:val="both"/>
            </w:pPr>
            <w:r>
              <w:rPr>
                <w:noProof/>
                <w:lang w:eastAsia="en-US"/>
              </w:rPr>
              <w:drawing>
                <wp:inline distT="0" distB="0" distL="0" distR="0" wp14:anchorId="6E6B071B" wp14:editId="1AFC790B">
                  <wp:extent cx="5934456" cy="3416809"/>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png"/>
                          <pic:cNvPicPr>
                            <a:picLocks noChangeAspect="1"/>
                          </pic:cNvPicPr>
                        </pic:nvPicPr>
                        <pic:blipFill>
                          <a:blip r:embed="rId12" cstate="print">
                            <a:extLst/>
                          </a:blip>
                          <a:stretch>
                            <a:fillRect/>
                          </a:stretch>
                        </pic:blipFill>
                        <pic:spPr>
                          <a:xfrm>
                            <a:off x="0" y="0"/>
                            <a:ext cx="5934456" cy="3416809"/>
                          </a:xfrm>
                          <a:prstGeom prst="rect">
                            <a:avLst/>
                          </a:prstGeom>
                          <a:ln w="12700" cap="flat">
                            <a:noFill/>
                            <a:miter lim="400000"/>
                          </a:ln>
                          <a:effectLst/>
                        </pic:spPr>
                      </pic:pic>
                    </a:graphicData>
                  </a:graphic>
                </wp:inline>
              </w:drawing>
            </w:r>
          </w:p>
        </w:tc>
      </w:tr>
    </w:tbl>
    <w:p w:rsidR="0078425F" w:rsidRDefault="0078425F" w:rsidP="0078425F">
      <w:pPr>
        <w:jc w:val="both"/>
        <w:rPr>
          <w:i/>
          <w:iCs/>
        </w:rPr>
      </w:pPr>
      <w:r>
        <w:rPr>
          <w:i/>
          <w:iCs/>
        </w:rPr>
        <w:t xml:space="preserve">Map showing </w:t>
      </w:r>
      <w:r w:rsidR="00CB2D2E">
        <w:rPr>
          <w:i/>
          <w:iCs/>
        </w:rPr>
        <w:t>State(s) and neighboring States</w:t>
      </w:r>
    </w:p>
    <w:p w:rsidR="0078425F" w:rsidRDefault="0078425F" w:rsidP="0078425F">
      <w:pPr>
        <w:jc w:val="both"/>
      </w:pPr>
    </w:p>
    <w:p w:rsidR="0078425F" w:rsidRPr="00CB2D2E" w:rsidRDefault="0078425F" w:rsidP="00CB2D2E">
      <w:r w:rsidRPr="00CB2D2E">
        <w:rPr>
          <w:b/>
        </w:rPr>
        <w:t>Regional organization memberships:</w:t>
      </w:r>
      <w:r w:rsidRPr="00CB2D2E">
        <w:t xml:space="preserve">  India is a member of many organizations like the Association of South East Asian Nations Regional Forum (ARF), Asia – Europe Meeting (ASEM), Conference on Interaction and Confidence Building Measures in Asia (CICA), East Asia Summit, The Group of Twenty (G20), BRICS, The Commonwealth, Indian Ocean Rim Association for Regional Cooperation (IORARC) and the Mekong-Ganga Cooperation (MGC)</w:t>
      </w:r>
      <w:r w:rsidR="00F5523C">
        <w:t xml:space="preserve">.  </w:t>
      </w:r>
      <w:r w:rsidRPr="00CB2D2E">
        <w:t>India also works closely with many other organizations and extends support even though it is not a member.</w:t>
      </w:r>
    </w:p>
    <w:p w:rsidR="0078425F" w:rsidRPr="00CB2D2E" w:rsidRDefault="0078425F" w:rsidP="00CB2D2E"/>
    <w:p w:rsidR="0078425F" w:rsidRPr="00CB2D2E" w:rsidRDefault="0078425F" w:rsidP="00CB2D2E">
      <w:r w:rsidRPr="00CB2D2E">
        <w:rPr>
          <w:b/>
        </w:rPr>
        <w:t>Population:</w:t>
      </w:r>
      <w:r w:rsidRPr="00CB2D2E">
        <w:t xml:space="preserve">  1.02 billion as per census 2011</w:t>
      </w:r>
    </w:p>
    <w:p w:rsidR="0078425F" w:rsidRPr="00CB2D2E" w:rsidRDefault="0078425F" w:rsidP="00CB2D2E"/>
    <w:p w:rsidR="0078425F" w:rsidRPr="00CB2D2E" w:rsidRDefault="0078425F" w:rsidP="00CB2D2E">
      <w:r w:rsidRPr="00CB2D2E">
        <w:rPr>
          <w:b/>
        </w:rPr>
        <w:t>GDP per capita:</w:t>
      </w:r>
      <w:r w:rsidR="000841E8">
        <w:t xml:space="preserve">  1583 United States dollars</w:t>
      </w:r>
    </w:p>
    <w:p w:rsidR="0078425F" w:rsidRPr="00CB2D2E" w:rsidRDefault="0078425F" w:rsidP="00CB2D2E"/>
    <w:p w:rsidR="0078425F" w:rsidRPr="00CB2D2E" w:rsidRDefault="0078425F" w:rsidP="00CB2D2E">
      <w:r w:rsidRPr="00CB2D2E">
        <w:rPr>
          <w:b/>
        </w:rPr>
        <w:t>Estimated national R&amp;D expenditure (% of GDP):</w:t>
      </w:r>
      <w:r w:rsidRPr="00CB2D2E">
        <w:t xml:space="preserve"> </w:t>
      </w:r>
      <w:r w:rsidR="00CB2D2E">
        <w:t xml:space="preserve"> </w:t>
      </w:r>
      <w:r w:rsidRPr="00CB2D2E">
        <w:t>0.9%</w:t>
      </w:r>
    </w:p>
    <w:p w:rsidR="0078425F" w:rsidRPr="00CB2D2E" w:rsidRDefault="0078425F" w:rsidP="00CB2D2E"/>
    <w:p w:rsidR="0078425F" w:rsidRDefault="0078425F" w:rsidP="00CB2D2E">
      <w:r w:rsidRPr="00CB2D2E">
        <w:rPr>
          <w:b/>
        </w:rPr>
        <w:t>Number of research universities:</w:t>
      </w:r>
      <w:r w:rsidRPr="00CB2D2E">
        <w:t xml:space="preserve">  700 plus</w:t>
      </w:r>
    </w:p>
    <w:p w:rsidR="00CB2D2E" w:rsidRPr="00CB2D2E" w:rsidRDefault="00CB2D2E" w:rsidP="00CB2D2E"/>
    <w:p w:rsidR="0078425F" w:rsidRPr="00CB2D2E" w:rsidRDefault="0078425F" w:rsidP="00CB2D2E">
      <w:r w:rsidRPr="00CB2D2E">
        <w:rPr>
          <w:b/>
        </w:rPr>
        <w:t>Summary of national patent information network (for example patent libraries, technology and innovation support centers):</w:t>
      </w:r>
      <w:r w:rsidRPr="00CB2D2E">
        <w:t xml:space="preserve">  The Indian Patent Office provides free patent search facility named inPASS on official website which facilitates search on all published applications and granted patents</w:t>
      </w:r>
      <w:r w:rsidR="00F5523C">
        <w:t xml:space="preserve">.  </w:t>
      </w:r>
      <w:r w:rsidRPr="00CB2D2E">
        <w:t>There are several innovation and IPR support centers operating in the country</w:t>
      </w:r>
      <w:r w:rsidR="00F5523C">
        <w:t xml:space="preserve">.  </w:t>
      </w:r>
      <w:r w:rsidRPr="00CB2D2E">
        <w:t>Biotechnology Industry Research Assistance Council (BIRAC), Technology Information, Forecasting and Assessment Council (TIFAC), National Research Development Corporation (NRDC) and National Innovation Foundation (NIF) are organizations set up by the Government of India to facilitate innovation and IPR protection</w:t>
      </w:r>
      <w:r w:rsidR="00F5523C">
        <w:t xml:space="preserve">.  </w:t>
      </w:r>
      <w:r w:rsidRPr="00CB2D2E">
        <w:t>The initiatives of the Government of India like Start-up India and the Atal Innovation Mission (AIM) with tinkering labs in schools and incubation centers have created an environment conducive for original innovation and entrepreneurship</w:t>
      </w:r>
      <w:r w:rsidR="00F5523C">
        <w:t xml:space="preserve">.  </w:t>
      </w:r>
      <w:r w:rsidRPr="00CB2D2E">
        <w:t>“Creative India, Innovative India” is the clarion call of the National IPR Policy launched in 2016 and the Policy envisages creation of specialized units to assist all classes of IP owners in commercializing IP assets.</w:t>
      </w:r>
    </w:p>
    <w:p w:rsidR="0078425F" w:rsidRPr="00CB2D2E" w:rsidRDefault="0078425F" w:rsidP="00CB2D2E">
      <w:r w:rsidRPr="00CB2D2E">
        <w:rPr>
          <w:b/>
        </w:rPr>
        <w:lastRenderedPageBreak/>
        <w:t>Major local industries:</w:t>
      </w:r>
      <w:r w:rsidRPr="00CB2D2E">
        <w:t xml:space="preserve">  Textile, Food Processing, Chemicals, Cement, Steel, IT and IT enabled services, Mining and Petroleum.</w:t>
      </w:r>
    </w:p>
    <w:p w:rsidR="0078425F" w:rsidRPr="00CB2D2E" w:rsidRDefault="0078425F" w:rsidP="00CB2D2E"/>
    <w:p w:rsidR="0078425F" w:rsidRPr="00CB2D2E" w:rsidRDefault="0078425F" w:rsidP="00CB2D2E">
      <w:r w:rsidRPr="00CB2D2E">
        <w:rPr>
          <w:b/>
        </w:rPr>
        <w:t>Major trading partner States</w:t>
      </w:r>
      <w:r w:rsidR="001F5B4B">
        <w:rPr>
          <w:b/>
        </w:rPr>
        <w:t>/Regions</w:t>
      </w:r>
      <w:bookmarkStart w:id="6" w:name="_GoBack"/>
      <w:bookmarkEnd w:id="6"/>
      <w:r w:rsidRPr="00CB2D2E">
        <w:rPr>
          <w:b/>
        </w:rPr>
        <w:t>:</w:t>
      </w:r>
      <w:r w:rsidRPr="00CB2D2E">
        <w:t xml:space="preserve">  People’s Republic of China, United States of America, United Arab Emirates, Saudi Arabia, Hong Kong, Germany, Switzerland, Republic of Korea, Indonesia, Singapore, Malaysia, and Japan.</w:t>
      </w:r>
    </w:p>
    <w:p w:rsidR="0078425F" w:rsidRPr="00CB2D2E" w:rsidRDefault="0078425F" w:rsidP="00CB2D2E"/>
    <w:p w:rsidR="0078425F" w:rsidRPr="00CB2D2E" w:rsidRDefault="0078425F" w:rsidP="00CB2D2E">
      <w:r w:rsidRPr="00CB2D2E">
        <w:rPr>
          <w:b/>
        </w:rPr>
        <w:t>Other key information:</w:t>
      </w:r>
      <w:r w:rsidRPr="00CB2D2E">
        <w:t xml:space="preserve">  The National Intellectual Property Rights (IPR) Policy is a giant leap by the Government of India to spur creativity and stimulate innovation</w:t>
      </w:r>
      <w:r w:rsidR="00F5523C">
        <w:t xml:space="preserve">.  </w:t>
      </w:r>
      <w:r w:rsidRPr="00CB2D2E">
        <w:t>The document lays the roadmap for the future of IPRs in India with the vision, “An India where creativity and innovation are stimulated by Intellectual Property for the benefit of all; an India where intellectual property promotes advancement in science and technology, arts and culture, traditional knowledge and biodiversity resources; an India where knowledge is the main driver of development, and knowledge owned is transformed into knowledge shared”</w:t>
      </w:r>
      <w:r w:rsidR="00F5523C">
        <w:t xml:space="preserve">.  </w:t>
      </w:r>
      <w:r w:rsidRPr="00CB2D2E">
        <w:t xml:space="preserve">The National IPR Policy is available from the website of the Department of Industrial Policy and Promotion at: </w:t>
      </w:r>
      <w:hyperlink r:id="rId13" w:history="1">
        <w:r w:rsidRPr="00CB2D2E">
          <w:rPr>
            <w:rStyle w:val="Hyperlink"/>
            <w:rtl/>
            <w:cs/>
          </w:rPr>
          <w:t>‎</w:t>
        </w:r>
        <w:r w:rsidRPr="00CB2D2E">
          <w:rPr>
            <w:rStyle w:val="Hyperlink"/>
          </w:rPr>
          <w:t>dipp.nic.in/English/Schemes/Intellectual_Property_Rights/Na</w:t>
        </w:r>
        <w:r w:rsidR="00CB2D2E" w:rsidRPr="00CB2D2E">
          <w:rPr>
            <w:rStyle w:val="Hyperlink"/>
          </w:rPr>
          <w:t>tional_IPR_Policy_08.08.2016.pdf</w:t>
        </w:r>
      </w:hyperlink>
    </w:p>
    <w:p w:rsidR="0078425F" w:rsidRDefault="0078425F" w:rsidP="000C4833">
      <w:pPr>
        <w:pStyle w:val="SectionHeading"/>
      </w:pPr>
      <w:r>
        <w:t>6 – Profile of Patent Applications</w:t>
      </w:r>
    </w:p>
    <w:p w:rsidR="0078425F" w:rsidRPr="000C4833" w:rsidRDefault="0078425F" w:rsidP="000C4833">
      <w:pPr>
        <w:rPr>
          <w:b/>
        </w:rPr>
      </w:pPr>
      <w:r w:rsidRPr="000C4833">
        <w:rPr>
          <w:b/>
        </w:rPr>
        <w:t>Number of national applications received – by technical field</w:t>
      </w:r>
    </w:p>
    <w:tbl>
      <w:tblPr>
        <w:tblW w:w="932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518"/>
        <w:gridCol w:w="1360"/>
        <w:gridCol w:w="1361"/>
        <w:gridCol w:w="1361"/>
        <w:gridCol w:w="1361"/>
        <w:gridCol w:w="1361"/>
      </w:tblGrid>
      <w:tr w:rsidR="0078425F" w:rsidRPr="000C4833" w:rsidTr="000C4833">
        <w:tc>
          <w:tcPr>
            <w:tcW w:w="2518" w:type="dxa"/>
            <w:tcBorders>
              <w:top w:val="single" w:sz="4" w:space="0" w:color="000000"/>
              <w:left w:val="single" w:sz="4" w:space="0" w:color="000000"/>
              <w:bottom w:val="single" w:sz="4" w:space="0" w:color="000000"/>
              <w:right w:val="single" w:sz="4" w:space="0" w:color="000000"/>
              <w:tl2br w:val="single" w:sz="4" w:space="0" w:color="000000"/>
            </w:tcBorders>
            <w:shd w:val="clear" w:color="auto" w:fill="auto"/>
          </w:tcPr>
          <w:p w:rsidR="0078425F" w:rsidRPr="000C4833" w:rsidRDefault="0078425F" w:rsidP="000C4833">
            <w:pPr>
              <w:rPr>
                <w:b/>
              </w:rPr>
            </w:pPr>
          </w:p>
          <w:p w:rsidR="0078425F" w:rsidRPr="000C4833" w:rsidRDefault="0078425F" w:rsidP="000C4833">
            <w:pPr>
              <w:jc w:val="right"/>
              <w:rPr>
                <w:b/>
              </w:rPr>
            </w:pPr>
            <w:r w:rsidRPr="000C4833">
              <w:rPr>
                <w:b/>
              </w:rPr>
              <w:t>Year</w:t>
            </w:r>
          </w:p>
          <w:p w:rsidR="0078425F" w:rsidRPr="000C4833" w:rsidRDefault="0078425F" w:rsidP="000C4833">
            <w:pPr>
              <w:rPr>
                <w:b/>
              </w:rPr>
            </w:pPr>
            <w:r w:rsidRPr="000C4833">
              <w:rPr>
                <w:b/>
              </w:rPr>
              <w:t>Technical Field</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25F" w:rsidRPr="000C4833" w:rsidRDefault="0078425F" w:rsidP="00F5523C">
            <w:pPr>
              <w:jc w:val="center"/>
              <w:rPr>
                <w:b/>
              </w:rPr>
            </w:pPr>
            <w:r w:rsidRPr="000C4833">
              <w:rPr>
                <w:b/>
              </w:rPr>
              <w:t>2011-12</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25F" w:rsidRPr="000C4833" w:rsidRDefault="0078425F" w:rsidP="00F5523C">
            <w:pPr>
              <w:jc w:val="center"/>
              <w:rPr>
                <w:b/>
              </w:rPr>
            </w:pPr>
            <w:r w:rsidRPr="000C4833">
              <w:rPr>
                <w:b/>
              </w:rPr>
              <w:t>2012-13</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25F" w:rsidRPr="000C4833" w:rsidRDefault="0078425F" w:rsidP="00F5523C">
            <w:pPr>
              <w:jc w:val="center"/>
              <w:rPr>
                <w:b/>
              </w:rPr>
            </w:pPr>
            <w:r w:rsidRPr="000C4833">
              <w:rPr>
                <w:b/>
              </w:rPr>
              <w:t>2013-14</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25F" w:rsidRPr="000C4833" w:rsidRDefault="0078425F" w:rsidP="00F5523C">
            <w:pPr>
              <w:jc w:val="center"/>
              <w:rPr>
                <w:b/>
              </w:rPr>
            </w:pPr>
            <w:r w:rsidRPr="000C4833">
              <w:rPr>
                <w:b/>
              </w:rPr>
              <w:t>2014-15</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25F" w:rsidRPr="000C4833" w:rsidRDefault="0078425F" w:rsidP="00F5523C">
            <w:pPr>
              <w:jc w:val="center"/>
              <w:rPr>
                <w:b/>
              </w:rPr>
            </w:pPr>
            <w:r w:rsidRPr="000C4833">
              <w:rPr>
                <w:b/>
              </w:rPr>
              <w:t>2015-16</w:t>
            </w:r>
          </w:p>
        </w:tc>
      </w:tr>
      <w:tr w:rsidR="0078425F" w:rsidRPr="000C4833" w:rsidTr="000C4833">
        <w:tc>
          <w:tcPr>
            <w:tcW w:w="2518"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r w:rsidRPr="000C4833">
              <w:t>Mechanical</w:t>
            </w:r>
          </w:p>
        </w:tc>
        <w:tc>
          <w:tcPr>
            <w:tcW w:w="1360"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pPr>
              <w:ind w:right="324"/>
              <w:jc w:val="right"/>
            </w:pPr>
            <w:r w:rsidRPr="000C4833">
              <w:t>12</w:t>
            </w:r>
            <w:r w:rsidR="000841E8">
              <w:t>,</w:t>
            </w:r>
            <w:r w:rsidRPr="000C4833">
              <w:t>184</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pPr>
              <w:ind w:right="324"/>
              <w:jc w:val="right"/>
            </w:pPr>
            <w:r w:rsidRPr="000C4833">
              <w:t>13</w:t>
            </w:r>
            <w:r w:rsidR="000841E8">
              <w:t>,</w:t>
            </w:r>
            <w:r w:rsidRPr="000C4833">
              <w:t>757</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pPr>
              <w:ind w:right="324"/>
              <w:jc w:val="right"/>
            </w:pPr>
            <w:r w:rsidRPr="000C4833">
              <w:t>14</w:t>
            </w:r>
            <w:r w:rsidR="000841E8">
              <w:t>,</w:t>
            </w:r>
            <w:r w:rsidRPr="000C4833">
              <w:t>218</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pPr>
              <w:ind w:right="324"/>
              <w:jc w:val="right"/>
            </w:pPr>
            <w:r w:rsidRPr="000C4833">
              <w:t>13</w:t>
            </w:r>
            <w:r w:rsidR="000841E8">
              <w:t>,</w:t>
            </w:r>
            <w:r w:rsidRPr="000C4833">
              <w:t>108</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pPr>
              <w:ind w:right="324"/>
              <w:jc w:val="right"/>
            </w:pPr>
            <w:r w:rsidRPr="000C4833">
              <w:t>13</w:t>
            </w:r>
            <w:r w:rsidR="000841E8">
              <w:t>,</w:t>
            </w:r>
            <w:r w:rsidRPr="000C4833">
              <w:t>399</w:t>
            </w:r>
          </w:p>
        </w:tc>
      </w:tr>
      <w:tr w:rsidR="0078425F" w:rsidRPr="000C4833" w:rsidTr="000C4833">
        <w:tc>
          <w:tcPr>
            <w:tcW w:w="2518"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r w:rsidRPr="000C4833">
              <w:t>Electrical/electronic</w:t>
            </w:r>
          </w:p>
        </w:tc>
        <w:tc>
          <w:tcPr>
            <w:tcW w:w="1360"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pPr>
              <w:ind w:right="324"/>
              <w:jc w:val="right"/>
            </w:pPr>
            <w:r w:rsidRPr="000C4833">
              <w:t>16</w:t>
            </w:r>
            <w:r w:rsidR="000841E8">
              <w:t>,</w:t>
            </w:r>
            <w:r w:rsidRPr="000C4833">
              <w:t>427</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pPr>
              <w:ind w:right="324"/>
              <w:jc w:val="right"/>
            </w:pPr>
            <w:r w:rsidRPr="000C4833">
              <w:t>15</w:t>
            </w:r>
            <w:r w:rsidR="000841E8">
              <w:t>,</w:t>
            </w:r>
            <w:r w:rsidRPr="000C4833">
              <w:t>801</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pPr>
              <w:ind w:right="324"/>
              <w:jc w:val="right"/>
            </w:pPr>
            <w:r w:rsidRPr="000C4833">
              <w:t>15</w:t>
            </w:r>
            <w:r w:rsidR="000841E8">
              <w:t>,</w:t>
            </w:r>
            <w:r w:rsidRPr="000C4833">
              <w:t>662</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pPr>
              <w:ind w:right="324"/>
              <w:jc w:val="right"/>
            </w:pPr>
            <w:r w:rsidRPr="000C4833">
              <w:t>16</w:t>
            </w:r>
            <w:r w:rsidR="000841E8">
              <w:t>,</w:t>
            </w:r>
            <w:r w:rsidRPr="000C4833">
              <w:t>894</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pPr>
              <w:ind w:right="324"/>
              <w:jc w:val="right"/>
            </w:pPr>
            <w:r w:rsidRPr="000C4833">
              <w:t>20</w:t>
            </w:r>
            <w:r w:rsidR="000841E8">
              <w:t>,</w:t>
            </w:r>
            <w:r w:rsidRPr="000C4833">
              <w:t>291</w:t>
            </w:r>
          </w:p>
        </w:tc>
      </w:tr>
      <w:tr w:rsidR="0078425F" w:rsidRPr="000C4833" w:rsidTr="000C4833">
        <w:tc>
          <w:tcPr>
            <w:tcW w:w="2518"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r w:rsidRPr="000C4833">
              <w:t>Chemistry</w:t>
            </w:r>
          </w:p>
        </w:tc>
        <w:tc>
          <w:tcPr>
            <w:tcW w:w="1360"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pPr>
              <w:ind w:right="324"/>
              <w:jc w:val="right"/>
            </w:pPr>
            <w:r w:rsidRPr="000C4833">
              <w:t>11</w:t>
            </w:r>
            <w:r w:rsidR="000841E8">
              <w:t>,</w:t>
            </w:r>
            <w:r w:rsidRPr="000C4833">
              <w:t>153</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pPr>
              <w:ind w:right="324"/>
              <w:jc w:val="right"/>
            </w:pPr>
            <w:r w:rsidRPr="000C4833">
              <w:t>11</w:t>
            </w:r>
            <w:r w:rsidR="000841E8">
              <w:t>,</w:t>
            </w:r>
            <w:r w:rsidRPr="000C4833">
              <w:t>677</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pPr>
              <w:ind w:right="324"/>
              <w:jc w:val="right"/>
            </w:pPr>
            <w:r w:rsidRPr="000C4833">
              <w:t>10</w:t>
            </w:r>
            <w:r w:rsidR="000841E8">
              <w:t>,</w:t>
            </w:r>
            <w:r w:rsidRPr="000C4833">
              <w:t>748</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pPr>
              <w:ind w:right="324"/>
              <w:jc w:val="right"/>
            </w:pPr>
            <w:r w:rsidRPr="000C4833">
              <w:t>10</w:t>
            </w:r>
            <w:r w:rsidR="000841E8">
              <w:t>,</w:t>
            </w:r>
            <w:r w:rsidRPr="000C4833">
              <w:t>571</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pPr>
              <w:ind w:right="324"/>
              <w:jc w:val="right"/>
            </w:pPr>
            <w:r w:rsidRPr="000C4833">
              <w:t>11</w:t>
            </w:r>
            <w:r w:rsidR="000841E8">
              <w:t>,</w:t>
            </w:r>
            <w:r w:rsidRPr="000C4833">
              <w:t>138</w:t>
            </w:r>
          </w:p>
        </w:tc>
      </w:tr>
      <w:tr w:rsidR="0078425F" w:rsidRPr="000C4833" w:rsidTr="000C4833">
        <w:tc>
          <w:tcPr>
            <w:tcW w:w="2518"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r w:rsidRPr="000C4833">
              <w:t>Biotech</w:t>
            </w:r>
          </w:p>
        </w:tc>
        <w:tc>
          <w:tcPr>
            <w:tcW w:w="1360"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pPr>
              <w:ind w:right="324"/>
              <w:jc w:val="right"/>
            </w:pPr>
            <w:r w:rsidRPr="000C4833">
              <w:t>3</w:t>
            </w:r>
            <w:r w:rsidR="000841E8">
              <w:t>,</w:t>
            </w:r>
            <w:r w:rsidRPr="000C4833">
              <w:t>433</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pPr>
              <w:ind w:right="324"/>
              <w:jc w:val="right"/>
            </w:pPr>
            <w:r w:rsidRPr="000C4833">
              <w:t>2</w:t>
            </w:r>
            <w:r w:rsidR="000841E8">
              <w:t>,</w:t>
            </w:r>
            <w:r w:rsidRPr="000C4833">
              <w:t>439</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pPr>
              <w:ind w:right="324"/>
              <w:jc w:val="right"/>
            </w:pPr>
            <w:r w:rsidRPr="000C4833">
              <w:t>2</w:t>
            </w:r>
            <w:r w:rsidR="000841E8">
              <w:t>,</w:t>
            </w:r>
            <w:r w:rsidRPr="000C4833">
              <w:t>323</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pPr>
              <w:ind w:right="324"/>
              <w:jc w:val="right"/>
            </w:pPr>
            <w:r w:rsidRPr="000C4833">
              <w:t>2</w:t>
            </w:r>
            <w:r w:rsidR="000841E8">
              <w:t>,</w:t>
            </w:r>
            <w:r w:rsidRPr="000C4833">
              <w:t>190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pPr>
              <w:ind w:right="324"/>
              <w:jc w:val="right"/>
            </w:pPr>
            <w:r w:rsidRPr="000C4833">
              <w:t>2</w:t>
            </w:r>
            <w:r w:rsidR="000841E8">
              <w:t>,</w:t>
            </w:r>
            <w:r w:rsidRPr="000C4833">
              <w:t>076</w:t>
            </w:r>
          </w:p>
        </w:tc>
      </w:tr>
      <w:tr w:rsidR="0078425F" w:rsidRPr="000C4833" w:rsidTr="000C4833">
        <w:tc>
          <w:tcPr>
            <w:tcW w:w="2518"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pPr>
              <w:rPr>
                <w:i/>
              </w:rPr>
            </w:pPr>
            <w:r w:rsidRPr="000C4833">
              <w:rPr>
                <w:i/>
              </w:rPr>
              <w:t>Total</w:t>
            </w:r>
          </w:p>
        </w:tc>
        <w:tc>
          <w:tcPr>
            <w:tcW w:w="1360"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pPr>
              <w:ind w:right="324"/>
              <w:jc w:val="right"/>
              <w:rPr>
                <w:i/>
              </w:rPr>
            </w:pPr>
            <w:r w:rsidRPr="000C4833">
              <w:rPr>
                <w:i/>
              </w:rPr>
              <w:t>43</w:t>
            </w:r>
            <w:r w:rsidR="000841E8">
              <w:rPr>
                <w:i/>
              </w:rPr>
              <w:t>,</w:t>
            </w:r>
            <w:r w:rsidRPr="000C4833">
              <w:rPr>
                <w:i/>
              </w:rPr>
              <w:t>197</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pPr>
              <w:ind w:right="324"/>
              <w:jc w:val="right"/>
              <w:rPr>
                <w:i/>
              </w:rPr>
            </w:pPr>
            <w:r w:rsidRPr="000C4833">
              <w:rPr>
                <w:i/>
              </w:rPr>
              <w:t>43</w:t>
            </w:r>
            <w:r w:rsidR="000841E8">
              <w:rPr>
                <w:i/>
              </w:rPr>
              <w:t>,</w:t>
            </w:r>
            <w:r w:rsidRPr="000C4833">
              <w:rPr>
                <w:i/>
              </w:rPr>
              <w:t>674</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pPr>
              <w:ind w:right="324"/>
              <w:jc w:val="right"/>
              <w:rPr>
                <w:i/>
              </w:rPr>
            </w:pPr>
            <w:r w:rsidRPr="000C4833">
              <w:rPr>
                <w:i/>
              </w:rPr>
              <w:t>42</w:t>
            </w:r>
            <w:r w:rsidR="000841E8">
              <w:rPr>
                <w:i/>
              </w:rPr>
              <w:t>,</w:t>
            </w:r>
            <w:r w:rsidRPr="000C4833">
              <w:rPr>
                <w:i/>
              </w:rPr>
              <w:t>951</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pPr>
              <w:ind w:right="324"/>
              <w:jc w:val="right"/>
              <w:rPr>
                <w:i/>
              </w:rPr>
            </w:pPr>
            <w:r w:rsidRPr="000C4833">
              <w:rPr>
                <w:i/>
              </w:rPr>
              <w:t>42</w:t>
            </w:r>
            <w:r w:rsidR="000841E8">
              <w:rPr>
                <w:i/>
              </w:rPr>
              <w:t>,</w:t>
            </w:r>
            <w:r w:rsidRPr="000C4833">
              <w:rPr>
                <w:i/>
              </w:rPr>
              <w:t>763</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pPr>
              <w:ind w:right="324"/>
              <w:jc w:val="right"/>
              <w:rPr>
                <w:i/>
              </w:rPr>
            </w:pPr>
            <w:r w:rsidRPr="000C4833">
              <w:rPr>
                <w:i/>
              </w:rPr>
              <w:t>46</w:t>
            </w:r>
            <w:r w:rsidR="000841E8">
              <w:rPr>
                <w:i/>
              </w:rPr>
              <w:t>,</w:t>
            </w:r>
            <w:r w:rsidRPr="000C4833">
              <w:rPr>
                <w:i/>
              </w:rPr>
              <w:t>904</w:t>
            </w:r>
          </w:p>
        </w:tc>
      </w:tr>
    </w:tbl>
    <w:p w:rsidR="0078425F" w:rsidRDefault="0078425F" w:rsidP="0078425F">
      <w:pPr>
        <w:widowControl w:val="0"/>
        <w:jc w:val="both"/>
      </w:pPr>
    </w:p>
    <w:p w:rsidR="0078425F" w:rsidRDefault="0078425F" w:rsidP="0078425F">
      <w:pPr>
        <w:jc w:val="both"/>
        <w:rPr>
          <w:b/>
          <w:bCs/>
        </w:rPr>
      </w:pPr>
      <w:r>
        <w:rPr>
          <w:b/>
          <w:bCs/>
        </w:rPr>
        <w:t>Number of national applications received – by route</w:t>
      </w:r>
    </w:p>
    <w:tbl>
      <w:tblPr>
        <w:tblW w:w="932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518"/>
        <w:gridCol w:w="1360"/>
        <w:gridCol w:w="1361"/>
        <w:gridCol w:w="1361"/>
        <w:gridCol w:w="1361"/>
        <w:gridCol w:w="1361"/>
      </w:tblGrid>
      <w:tr w:rsidR="0078425F" w:rsidTr="000C4833">
        <w:trPr>
          <w:trHeight w:val="723"/>
        </w:trPr>
        <w:tc>
          <w:tcPr>
            <w:tcW w:w="2518" w:type="dxa"/>
            <w:tcBorders>
              <w:top w:val="single" w:sz="4" w:space="0" w:color="000000"/>
              <w:left w:val="single" w:sz="4" w:space="0" w:color="000000"/>
              <w:bottom w:val="single" w:sz="4" w:space="0" w:color="000000"/>
              <w:right w:val="single" w:sz="4" w:space="0" w:color="000000"/>
              <w:tl2br w:val="single" w:sz="4" w:space="0" w:color="000000"/>
            </w:tcBorders>
            <w:shd w:val="clear" w:color="auto" w:fill="auto"/>
          </w:tcPr>
          <w:p w:rsidR="0078425F" w:rsidRPr="000C4833" w:rsidRDefault="0078425F" w:rsidP="000C4833">
            <w:pPr>
              <w:rPr>
                <w:b/>
              </w:rPr>
            </w:pPr>
          </w:p>
          <w:p w:rsidR="0078425F" w:rsidRPr="000C4833" w:rsidRDefault="0078425F" w:rsidP="000C4833">
            <w:pPr>
              <w:jc w:val="right"/>
              <w:rPr>
                <w:b/>
              </w:rPr>
            </w:pPr>
            <w:r w:rsidRPr="000C4833">
              <w:rPr>
                <w:b/>
              </w:rPr>
              <w:t>Year</w:t>
            </w:r>
          </w:p>
          <w:p w:rsidR="0078425F" w:rsidRPr="000C4833" w:rsidRDefault="0078425F" w:rsidP="000C4833">
            <w:pPr>
              <w:rPr>
                <w:b/>
              </w:rPr>
            </w:pPr>
            <w:r w:rsidRPr="000C4833">
              <w:rPr>
                <w:b/>
              </w:rPr>
              <w:t>Route</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25F" w:rsidRPr="000C4833" w:rsidRDefault="0078425F" w:rsidP="00F5523C">
            <w:pPr>
              <w:jc w:val="center"/>
              <w:rPr>
                <w:b/>
              </w:rPr>
            </w:pPr>
            <w:r w:rsidRPr="000C4833">
              <w:rPr>
                <w:b/>
              </w:rPr>
              <w:t>2011-12</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25F" w:rsidRPr="000C4833" w:rsidRDefault="0078425F" w:rsidP="00F5523C">
            <w:pPr>
              <w:jc w:val="center"/>
              <w:rPr>
                <w:b/>
              </w:rPr>
            </w:pPr>
            <w:r w:rsidRPr="000C4833">
              <w:rPr>
                <w:b/>
              </w:rPr>
              <w:t>2012-13</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25F" w:rsidRPr="000C4833" w:rsidRDefault="0078425F" w:rsidP="00F5523C">
            <w:pPr>
              <w:jc w:val="center"/>
              <w:rPr>
                <w:b/>
              </w:rPr>
            </w:pPr>
            <w:r w:rsidRPr="000C4833">
              <w:rPr>
                <w:b/>
              </w:rPr>
              <w:t>2013-14</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25F" w:rsidRPr="000C4833" w:rsidRDefault="0078425F" w:rsidP="00F5523C">
            <w:pPr>
              <w:jc w:val="center"/>
              <w:rPr>
                <w:b/>
              </w:rPr>
            </w:pPr>
            <w:r w:rsidRPr="000C4833">
              <w:rPr>
                <w:b/>
              </w:rPr>
              <w:t>2014-15</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25F" w:rsidRPr="000C4833" w:rsidRDefault="0078425F" w:rsidP="00F5523C">
            <w:pPr>
              <w:jc w:val="center"/>
              <w:rPr>
                <w:b/>
              </w:rPr>
            </w:pPr>
            <w:r w:rsidRPr="000C4833">
              <w:rPr>
                <w:b/>
              </w:rPr>
              <w:t>2015-16</w:t>
            </w:r>
          </w:p>
        </w:tc>
      </w:tr>
      <w:tr w:rsidR="0078425F" w:rsidTr="000C4833">
        <w:trPr>
          <w:trHeight w:val="483"/>
        </w:trPr>
        <w:tc>
          <w:tcPr>
            <w:tcW w:w="2518"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r w:rsidRPr="000C4833">
              <w:t>National first filing/internal priority</w:t>
            </w:r>
          </w:p>
        </w:tc>
        <w:tc>
          <w:tcPr>
            <w:tcW w:w="1360"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F5523C">
            <w:pPr>
              <w:ind w:right="324"/>
              <w:jc w:val="right"/>
            </w:pPr>
            <w:r w:rsidRPr="000C4833">
              <w:t>8</w:t>
            </w:r>
            <w:r w:rsidR="000841E8">
              <w:t>,</w:t>
            </w:r>
            <w:r w:rsidRPr="000C4833">
              <w:t>678</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F5523C">
            <w:pPr>
              <w:ind w:right="324"/>
              <w:jc w:val="right"/>
            </w:pPr>
            <w:r w:rsidRPr="000C4833">
              <w:t>9</w:t>
            </w:r>
            <w:r w:rsidR="000841E8">
              <w:t>,</w:t>
            </w:r>
            <w:r w:rsidRPr="000C4833">
              <w:t>911</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F5523C">
            <w:pPr>
              <w:ind w:right="324"/>
              <w:jc w:val="right"/>
            </w:pPr>
            <w:r w:rsidRPr="000C4833">
              <w:t>10</w:t>
            </w:r>
            <w:r w:rsidR="000841E8">
              <w:t>,</w:t>
            </w:r>
            <w:r w:rsidRPr="000C4833">
              <w:t>941</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F5523C">
            <w:pPr>
              <w:ind w:right="324"/>
              <w:jc w:val="right"/>
            </w:pPr>
            <w:r w:rsidRPr="000C4833">
              <w:t>12</w:t>
            </w:r>
            <w:r w:rsidR="000841E8">
              <w:t>,</w:t>
            </w:r>
            <w:r w:rsidRPr="000C4833">
              <w:t>071</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F5523C">
            <w:pPr>
              <w:ind w:right="324"/>
              <w:jc w:val="right"/>
            </w:pPr>
            <w:r w:rsidRPr="000C4833">
              <w:t>13</w:t>
            </w:r>
            <w:r w:rsidR="000841E8">
              <w:t>,</w:t>
            </w:r>
            <w:r w:rsidRPr="000C4833">
              <w:t>066</w:t>
            </w:r>
          </w:p>
        </w:tc>
      </w:tr>
      <w:tr w:rsidR="0078425F" w:rsidTr="000C4833">
        <w:trPr>
          <w:trHeight w:val="243"/>
        </w:trPr>
        <w:tc>
          <w:tcPr>
            <w:tcW w:w="2518"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r w:rsidRPr="000C4833">
              <w:t>Paris priority</w:t>
            </w:r>
          </w:p>
        </w:tc>
        <w:tc>
          <w:tcPr>
            <w:tcW w:w="1360"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F5523C">
            <w:pPr>
              <w:ind w:right="324"/>
              <w:jc w:val="right"/>
            </w:pPr>
            <w:r w:rsidRPr="000C4833">
              <w:t>4</w:t>
            </w:r>
            <w:r w:rsidR="000841E8">
              <w:t>,</w:t>
            </w:r>
            <w:r w:rsidRPr="000C4833">
              <w:t>295</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F5523C">
            <w:pPr>
              <w:ind w:right="324"/>
              <w:jc w:val="right"/>
            </w:pPr>
            <w:r w:rsidRPr="000C4833">
              <w:t>4</w:t>
            </w:r>
            <w:r w:rsidR="000841E8">
              <w:t>,</w:t>
            </w:r>
            <w:r w:rsidRPr="000C4833">
              <w:t>215</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F5523C">
            <w:pPr>
              <w:ind w:right="324"/>
              <w:jc w:val="right"/>
            </w:pPr>
            <w:r w:rsidRPr="000C4833">
              <w:t>3</w:t>
            </w:r>
            <w:r w:rsidR="000841E8">
              <w:t>,</w:t>
            </w:r>
            <w:r w:rsidRPr="000C4833">
              <w:t>704</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F5523C">
            <w:pPr>
              <w:ind w:right="324"/>
              <w:jc w:val="right"/>
            </w:pPr>
            <w:r w:rsidRPr="000C4833">
              <w:t>3</w:t>
            </w:r>
            <w:r w:rsidR="000841E8">
              <w:t>,</w:t>
            </w:r>
            <w:r w:rsidRPr="000C4833">
              <w:t>174</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F5523C">
            <w:pPr>
              <w:ind w:right="324"/>
              <w:jc w:val="right"/>
            </w:pPr>
            <w:r w:rsidRPr="000C4833">
              <w:t>3</w:t>
            </w:r>
            <w:r w:rsidR="000841E8">
              <w:t>,</w:t>
            </w:r>
            <w:r w:rsidRPr="000C4833">
              <w:t>675</w:t>
            </w:r>
          </w:p>
        </w:tc>
      </w:tr>
      <w:tr w:rsidR="0078425F" w:rsidTr="000C4833">
        <w:trPr>
          <w:trHeight w:val="483"/>
        </w:trPr>
        <w:tc>
          <w:tcPr>
            <w:tcW w:w="2518"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r w:rsidRPr="000C4833">
              <w:t>PCT national phase entry</w:t>
            </w:r>
          </w:p>
        </w:tc>
        <w:tc>
          <w:tcPr>
            <w:tcW w:w="1360"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F5523C">
            <w:pPr>
              <w:ind w:right="324"/>
              <w:jc w:val="right"/>
            </w:pPr>
            <w:r w:rsidRPr="000C4833">
              <w:t>28</w:t>
            </w:r>
            <w:r w:rsidR="000841E8">
              <w:t>,</w:t>
            </w:r>
            <w:r w:rsidRPr="000C4833">
              <w:t>965</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F5523C">
            <w:pPr>
              <w:ind w:right="324"/>
              <w:jc w:val="right"/>
            </w:pPr>
            <w:r w:rsidRPr="000C4833">
              <w:t>28</w:t>
            </w:r>
            <w:r w:rsidR="000841E8">
              <w:t>,</w:t>
            </w:r>
            <w:r w:rsidRPr="000C4833">
              <w:t>435</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F5523C">
            <w:pPr>
              <w:ind w:right="324"/>
              <w:jc w:val="right"/>
            </w:pPr>
            <w:r w:rsidRPr="000C4833">
              <w:t>27</w:t>
            </w:r>
            <w:r w:rsidR="000841E8">
              <w:t>,</w:t>
            </w:r>
            <w:r w:rsidRPr="000C4833">
              <w:t>078</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F5523C">
            <w:pPr>
              <w:ind w:right="324"/>
              <w:jc w:val="right"/>
            </w:pPr>
            <w:r w:rsidRPr="000C4833">
              <w:t>26</w:t>
            </w:r>
            <w:r w:rsidR="000841E8">
              <w:t>,</w:t>
            </w:r>
            <w:r w:rsidRPr="000C4833">
              <w:t>057</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F5523C">
            <w:pPr>
              <w:ind w:right="324"/>
              <w:jc w:val="right"/>
            </w:pPr>
            <w:r w:rsidRPr="000C4833">
              <w:t>28</w:t>
            </w:r>
            <w:r w:rsidR="000841E8">
              <w:t>,</w:t>
            </w:r>
            <w:r w:rsidRPr="000C4833">
              <w:t>248</w:t>
            </w:r>
          </w:p>
        </w:tc>
      </w:tr>
    </w:tbl>
    <w:p w:rsidR="0078425F" w:rsidRPr="000C4833" w:rsidRDefault="0078425F" w:rsidP="000C4833"/>
    <w:p w:rsidR="0078425F" w:rsidRPr="000C4833" w:rsidRDefault="0078425F" w:rsidP="000C4833">
      <w:r w:rsidRPr="000C4833">
        <w:rPr>
          <w:b/>
        </w:rPr>
        <w:t>Number of international applications received as RO</w:t>
      </w:r>
      <w:r w:rsidRPr="000C4833">
        <w:t xml:space="preserve"> (Number of International Applications filed by applicants who are nationals/residents of India in RO/IN and RO/IB are given)</w:t>
      </w:r>
    </w:p>
    <w:tbl>
      <w:tblPr>
        <w:tblW w:w="932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518"/>
        <w:gridCol w:w="1360"/>
        <w:gridCol w:w="1361"/>
        <w:gridCol w:w="1361"/>
        <w:gridCol w:w="1361"/>
        <w:gridCol w:w="1361"/>
      </w:tblGrid>
      <w:tr w:rsidR="0078425F" w:rsidTr="00F5523C">
        <w:tc>
          <w:tcPr>
            <w:tcW w:w="2518" w:type="dxa"/>
            <w:tcBorders>
              <w:top w:val="single" w:sz="4" w:space="0" w:color="000000"/>
              <w:left w:val="single" w:sz="4" w:space="0" w:color="000000"/>
              <w:bottom w:val="single" w:sz="4" w:space="0" w:color="000000"/>
              <w:right w:val="single" w:sz="4" w:space="0" w:color="000000"/>
              <w:tl2br w:val="single" w:sz="4" w:space="0" w:color="000000"/>
            </w:tcBorders>
            <w:shd w:val="clear" w:color="auto" w:fill="auto"/>
          </w:tcPr>
          <w:p w:rsidR="0078425F" w:rsidRPr="000C4833" w:rsidRDefault="0078425F" w:rsidP="000C4833"/>
          <w:p w:rsidR="0078425F" w:rsidRPr="000C4833" w:rsidRDefault="0078425F" w:rsidP="00F5523C">
            <w:pPr>
              <w:jc w:val="right"/>
            </w:pPr>
            <w:r w:rsidRPr="000C4833">
              <w:t>Year</w:t>
            </w:r>
          </w:p>
          <w:p w:rsidR="0078425F" w:rsidRPr="000C4833" w:rsidRDefault="0078425F" w:rsidP="000C4833">
            <w:r w:rsidRPr="000C4833">
              <w:t>Technical Field</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25F" w:rsidRPr="00F5523C" w:rsidRDefault="0078425F" w:rsidP="00F5523C">
            <w:pPr>
              <w:jc w:val="center"/>
              <w:rPr>
                <w:b/>
              </w:rPr>
            </w:pPr>
            <w:r w:rsidRPr="00F5523C">
              <w:rPr>
                <w:b/>
              </w:rPr>
              <w:t>2011-12</w:t>
            </w:r>
          </w:p>
          <w:p w:rsidR="0078425F" w:rsidRPr="000C4833" w:rsidRDefault="0078425F" w:rsidP="00F5523C">
            <w:pPr>
              <w:jc w:val="center"/>
            </w:pPr>
            <w:r w:rsidRPr="000C4833">
              <w:t>IN / IB</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25F" w:rsidRPr="00F5523C" w:rsidRDefault="0078425F" w:rsidP="00F5523C">
            <w:pPr>
              <w:jc w:val="center"/>
              <w:rPr>
                <w:b/>
              </w:rPr>
            </w:pPr>
            <w:r w:rsidRPr="00F5523C">
              <w:rPr>
                <w:b/>
              </w:rPr>
              <w:t>2012-13</w:t>
            </w:r>
          </w:p>
          <w:p w:rsidR="0078425F" w:rsidRPr="000C4833" w:rsidRDefault="0078425F" w:rsidP="00F5523C">
            <w:pPr>
              <w:jc w:val="center"/>
            </w:pPr>
            <w:r w:rsidRPr="000C4833">
              <w:t>IN / IB</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25F" w:rsidRPr="00F5523C" w:rsidRDefault="0078425F" w:rsidP="00F5523C">
            <w:pPr>
              <w:jc w:val="center"/>
              <w:rPr>
                <w:b/>
              </w:rPr>
            </w:pPr>
            <w:r w:rsidRPr="00F5523C">
              <w:rPr>
                <w:b/>
              </w:rPr>
              <w:t>2013-14</w:t>
            </w:r>
          </w:p>
          <w:p w:rsidR="0078425F" w:rsidRPr="000C4833" w:rsidRDefault="0078425F" w:rsidP="00F5523C">
            <w:pPr>
              <w:jc w:val="center"/>
            </w:pPr>
            <w:r w:rsidRPr="000C4833">
              <w:t>IN / IB</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25F" w:rsidRPr="00F5523C" w:rsidRDefault="0078425F" w:rsidP="00F5523C">
            <w:pPr>
              <w:jc w:val="center"/>
              <w:rPr>
                <w:b/>
              </w:rPr>
            </w:pPr>
            <w:r w:rsidRPr="00F5523C">
              <w:rPr>
                <w:b/>
              </w:rPr>
              <w:t>2014-15</w:t>
            </w:r>
          </w:p>
          <w:p w:rsidR="0078425F" w:rsidRPr="000C4833" w:rsidRDefault="0078425F" w:rsidP="00F5523C">
            <w:pPr>
              <w:jc w:val="center"/>
            </w:pPr>
            <w:r w:rsidRPr="000C4833">
              <w:t>IN / IB</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25F" w:rsidRPr="00F5523C" w:rsidRDefault="0078425F" w:rsidP="00F5523C">
            <w:pPr>
              <w:jc w:val="center"/>
              <w:rPr>
                <w:b/>
              </w:rPr>
            </w:pPr>
            <w:r w:rsidRPr="00F5523C">
              <w:rPr>
                <w:b/>
              </w:rPr>
              <w:t>2015-16</w:t>
            </w:r>
          </w:p>
          <w:p w:rsidR="0078425F" w:rsidRPr="000C4833" w:rsidRDefault="0078425F" w:rsidP="00F5523C">
            <w:pPr>
              <w:jc w:val="center"/>
            </w:pPr>
            <w:r w:rsidRPr="000C4833">
              <w:t>IN / IB</w:t>
            </w:r>
          </w:p>
        </w:tc>
      </w:tr>
      <w:tr w:rsidR="0078425F" w:rsidTr="000C4833">
        <w:tc>
          <w:tcPr>
            <w:tcW w:w="2518"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r w:rsidRPr="000C4833">
              <w:t>Mechanical</w:t>
            </w:r>
          </w:p>
        </w:tc>
        <w:tc>
          <w:tcPr>
            <w:tcW w:w="6804"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8425F" w:rsidRPr="000C4833" w:rsidRDefault="0078425F" w:rsidP="000C4833"/>
          <w:p w:rsidR="0078425F" w:rsidRPr="000C4833" w:rsidRDefault="0078425F" w:rsidP="000C4833">
            <w:r w:rsidRPr="000C4833">
              <w:t>Technical field-wise data is not available as IPC is not assigned at RO.</w:t>
            </w:r>
          </w:p>
        </w:tc>
      </w:tr>
      <w:tr w:rsidR="0078425F" w:rsidTr="000C4833">
        <w:tc>
          <w:tcPr>
            <w:tcW w:w="2518"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r w:rsidRPr="000C4833">
              <w:t>Electrical/electronic</w:t>
            </w:r>
          </w:p>
        </w:tc>
        <w:tc>
          <w:tcPr>
            <w:tcW w:w="6804" w:type="dxa"/>
            <w:gridSpan w:val="5"/>
            <w:vMerge/>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tc>
      </w:tr>
      <w:tr w:rsidR="0078425F" w:rsidTr="000C4833">
        <w:tc>
          <w:tcPr>
            <w:tcW w:w="2518"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r w:rsidRPr="000C4833">
              <w:t>Chemistry</w:t>
            </w:r>
          </w:p>
        </w:tc>
        <w:tc>
          <w:tcPr>
            <w:tcW w:w="6804" w:type="dxa"/>
            <w:gridSpan w:val="5"/>
            <w:vMerge/>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tc>
      </w:tr>
      <w:tr w:rsidR="0078425F" w:rsidTr="000C4833">
        <w:tc>
          <w:tcPr>
            <w:tcW w:w="2518" w:type="dxa"/>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r w:rsidRPr="000C4833">
              <w:t>Biotech</w:t>
            </w:r>
          </w:p>
        </w:tc>
        <w:tc>
          <w:tcPr>
            <w:tcW w:w="6804" w:type="dxa"/>
            <w:gridSpan w:val="5"/>
            <w:vMerge/>
            <w:tcBorders>
              <w:top w:val="single" w:sz="4" w:space="0" w:color="000000"/>
              <w:left w:val="single" w:sz="4" w:space="0" w:color="000000"/>
              <w:bottom w:val="single" w:sz="4" w:space="0" w:color="000000"/>
              <w:right w:val="single" w:sz="4" w:space="0" w:color="000000"/>
            </w:tcBorders>
            <w:shd w:val="clear" w:color="auto" w:fill="auto"/>
          </w:tcPr>
          <w:p w:rsidR="0078425F" w:rsidRPr="000C4833" w:rsidRDefault="0078425F" w:rsidP="000C4833"/>
        </w:tc>
      </w:tr>
      <w:tr w:rsidR="0078425F" w:rsidTr="000C4833">
        <w:tc>
          <w:tcPr>
            <w:tcW w:w="2518" w:type="dxa"/>
            <w:tcBorders>
              <w:top w:val="single" w:sz="4" w:space="0" w:color="000000"/>
              <w:left w:val="single" w:sz="4" w:space="0" w:color="000000"/>
              <w:bottom w:val="single" w:sz="4" w:space="0" w:color="000000"/>
              <w:right w:val="single" w:sz="4" w:space="0" w:color="000000"/>
            </w:tcBorders>
            <w:shd w:val="clear" w:color="auto" w:fill="auto"/>
          </w:tcPr>
          <w:p w:rsidR="0078425F" w:rsidRPr="00F5523C" w:rsidRDefault="0078425F" w:rsidP="000C4833">
            <w:pPr>
              <w:rPr>
                <w:i/>
              </w:rPr>
            </w:pPr>
            <w:r w:rsidRPr="00F5523C">
              <w:rPr>
                <w:i/>
              </w:rPr>
              <w:t>Total</w:t>
            </w:r>
          </w:p>
        </w:tc>
        <w:tc>
          <w:tcPr>
            <w:tcW w:w="1360" w:type="dxa"/>
            <w:tcBorders>
              <w:top w:val="single" w:sz="4" w:space="0" w:color="000000"/>
              <w:left w:val="single" w:sz="4" w:space="0" w:color="000000"/>
              <w:bottom w:val="single" w:sz="4" w:space="0" w:color="000000"/>
              <w:right w:val="single" w:sz="4" w:space="0" w:color="000000"/>
            </w:tcBorders>
            <w:shd w:val="clear" w:color="auto" w:fill="auto"/>
          </w:tcPr>
          <w:p w:rsidR="0078425F" w:rsidRPr="00F5523C" w:rsidRDefault="0078425F" w:rsidP="00F5523C">
            <w:pPr>
              <w:jc w:val="center"/>
              <w:rPr>
                <w:i/>
              </w:rPr>
            </w:pPr>
            <w:r w:rsidRPr="00F5523C">
              <w:rPr>
                <w:i/>
              </w:rPr>
              <w:t>873 / 697</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F5523C" w:rsidRDefault="0078425F" w:rsidP="00F5523C">
            <w:pPr>
              <w:jc w:val="center"/>
              <w:rPr>
                <w:i/>
              </w:rPr>
            </w:pPr>
            <w:r w:rsidRPr="00F5523C">
              <w:rPr>
                <w:i/>
              </w:rPr>
              <w:t>1042 / 632</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F5523C" w:rsidRDefault="0078425F" w:rsidP="00F5523C">
            <w:pPr>
              <w:jc w:val="center"/>
              <w:rPr>
                <w:i/>
              </w:rPr>
            </w:pPr>
            <w:r w:rsidRPr="00F5523C">
              <w:rPr>
                <w:i/>
              </w:rPr>
              <w:t>816 / 561</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F5523C" w:rsidRDefault="0078425F" w:rsidP="00F5523C">
            <w:pPr>
              <w:jc w:val="center"/>
              <w:rPr>
                <w:i/>
              </w:rPr>
            </w:pPr>
            <w:r w:rsidRPr="00F5523C">
              <w:rPr>
                <w:i/>
              </w:rPr>
              <w:t>801 / 614</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F5523C" w:rsidRDefault="0078425F" w:rsidP="00F5523C">
            <w:pPr>
              <w:jc w:val="center"/>
              <w:rPr>
                <w:i/>
              </w:rPr>
            </w:pPr>
            <w:r w:rsidRPr="00F5523C">
              <w:rPr>
                <w:i/>
              </w:rPr>
              <w:t>693 / 711</w:t>
            </w:r>
          </w:p>
        </w:tc>
      </w:tr>
    </w:tbl>
    <w:p w:rsidR="0078425F" w:rsidRDefault="0078425F" w:rsidP="0078425F">
      <w:pPr>
        <w:jc w:val="both"/>
        <w:rPr>
          <w:b/>
          <w:bCs/>
        </w:rPr>
      </w:pPr>
    </w:p>
    <w:p w:rsidR="0078425F" w:rsidRPr="00F5523C" w:rsidRDefault="0078425F" w:rsidP="00F5523C">
      <w:pPr>
        <w:keepNext/>
        <w:rPr>
          <w:b/>
        </w:rPr>
      </w:pPr>
      <w:r w:rsidRPr="00F5523C">
        <w:rPr>
          <w:b/>
        </w:rPr>
        <w:lastRenderedPageBreak/>
        <w:t>Average time taken for national patent processing</w:t>
      </w:r>
    </w:p>
    <w:tbl>
      <w:tblPr>
        <w:tblW w:w="903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268"/>
        <w:gridCol w:w="4678"/>
        <w:gridCol w:w="2092"/>
      </w:tblGrid>
      <w:tr w:rsidR="0078425F" w:rsidTr="00F5523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78425F" w:rsidRPr="00F5523C" w:rsidRDefault="0078425F" w:rsidP="00F5523C">
            <w:pPr>
              <w:keepNext/>
              <w:keepLines/>
              <w:rPr>
                <w:b/>
              </w:rPr>
            </w:pPr>
            <w:r w:rsidRPr="00F5523C">
              <w:rPr>
                <w:b/>
              </w:rPr>
              <w:t>Indicator</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78425F" w:rsidRPr="00F5523C" w:rsidRDefault="0078425F" w:rsidP="00F5523C">
            <w:pPr>
              <w:keepNext/>
              <w:keepLines/>
              <w:rPr>
                <w:b/>
              </w:rPr>
            </w:pPr>
            <w:r w:rsidRPr="00F5523C">
              <w:rPr>
                <w:b/>
              </w:rPr>
              <w:t>Measured from date of filing of request for examination</w:t>
            </w:r>
          </w:p>
        </w:tc>
        <w:tc>
          <w:tcPr>
            <w:tcW w:w="2092" w:type="dxa"/>
            <w:tcBorders>
              <w:top w:val="single" w:sz="4" w:space="0" w:color="000000"/>
              <w:left w:val="single" w:sz="4" w:space="0" w:color="000000"/>
              <w:bottom w:val="single" w:sz="4" w:space="0" w:color="000000"/>
              <w:right w:val="single" w:sz="4" w:space="0" w:color="000000"/>
            </w:tcBorders>
            <w:shd w:val="clear" w:color="auto" w:fill="auto"/>
          </w:tcPr>
          <w:p w:rsidR="0078425F" w:rsidRPr="00F5523C" w:rsidRDefault="0078425F" w:rsidP="00F5523C">
            <w:pPr>
              <w:keepNext/>
              <w:keepLines/>
              <w:rPr>
                <w:b/>
              </w:rPr>
            </w:pPr>
            <w:r w:rsidRPr="00F5523C">
              <w:rPr>
                <w:b/>
              </w:rPr>
              <w:t>Time (months) *</w:t>
            </w:r>
          </w:p>
        </w:tc>
      </w:tr>
      <w:tr w:rsidR="0078425F" w:rsidTr="00F5523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78425F" w:rsidRPr="00F5523C" w:rsidRDefault="0078425F" w:rsidP="00F5523C">
            <w:pPr>
              <w:keepNext/>
              <w:keepLines/>
            </w:pPr>
            <w:r w:rsidRPr="00F5523C">
              <w:t>To search</w:t>
            </w:r>
          </w:p>
        </w:tc>
        <w:tc>
          <w:tcPr>
            <w:tcW w:w="467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8425F" w:rsidRPr="00F5523C" w:rsidRDefault="0078425F" w:rsidP="00F5523C">
            <w:r w:rsidRPr="00F5523C">
              <w:t>Search reports are not issued</w:t>
            </w:r>
            <w:r w:rsidR="00F5523C" w:rsidRPr="00F5523C">
              <w:t xml:space="preserve"> </w:t>
            </w:r>
            <w:r w:rsidRPr="00F5523C">
              <w:t>separately</w:t>
            </w:r>
            <w:r w:rsidR="00F5523C">
              <w:t xml:space="preserve">.  </w:t>
            </w:r>
            <w:r w:rsidRPr="00F5523C">
              <w:t>The time to First Examination reports is given</w:t>
            </w:r>
          </w:p>
        </w:tc>
        <w:tc>
          <w:tcPr>
            <w:tcW w:w="20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8425F" w:rsidRPr="00F5523C" w:rsidRDefault="0078425F" w:rsidP="00F5523C">
            <w:pPr>
              <w:keepNext/>
              <w:keepLines/>
            </w:pPr>
            <w:r w:rsidRPr="00F5523C">
              <w:t xml:space="preserve">60 months </w:t>
            </w:r>
          </w:p>
        </w:tc>
      </w:tr>
      <w:tr w:rsidR="0078425F" w:rsidTr="00F5523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78425F" w:rsidRPr="00F5523C" w:rsidRDefault="0078425F" w:rsidP="00F5523C">
            <w:r w:rsidRPr="00F5523C">
              <w:t>To first examination</w:t>
            </w:r>
          </w:p>
        </w:tc>
        <w:tc>
          <w:tcPr>
            <w:tcW w:w="4678" w:type="dxa"/>
            <w:vMerge/>
            <w:tcBorders>
              <w:top w:val="single" w:sz="4" w:space="0" w:color="000000"/>
              <w:left w:val="single" w:sz="4" w:space="0" w:color="000000"/>
              <w:bottom w:val="single" w:sz="4" w:space="0" w:color="000000"/>
              <w:right w:val="single" w:sz="4" w:space="0" w:color="000000"/>
            </w:tcBorders>
            <w:shd w:val="clear" w:color="auto" w:fill="auto"/>
          </w:tcPr>
          <w:p w:rsidR="0078425F" w:rsidRPr="00F5523C" w:rsidRDefault="0078425F" w:rsidP="00F5523C"/>
        </w:tc>
        <w:tc>
          <w:tcPr>
            <w:tcW w:w="2092" w:type="dxa"/>
            <w:vMerge/>
            <w:tcBorders>
              <w:top w:val="single" w:sz="4" w:space="0" w:color="000000"/>
              <w:left w:val="single" w:sz="4" w:space="0" w:color="000000"/>
              <w:bottom w:val="single" w:sz="4" w:space="0" w:color="000000"/>
              <w:right w:val="single" w:sz="4" w:space="0" w:color="000000"/>
            </w:tcBorders>
            <w:shd w:val="clear" w:color="auto" w:fill="auto"/>
          </w:tcPr>
          <w:p w:rsidR="0078425F" w:rsidRPr="00F5523C" w:rsidRDefault="0078425F" w:rsidP="00F5523C"/>
        </w:tc>
      </w:tr>
      <w:tr w:rsidR="0078425F" w:rsidTr="00F5523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78425F" w:rsidRPr="00F5523C" w:rsidRDefault="0078425F" w:rsidP="00F5523C">
            <w:r w:rsidRPr="00F5523C">
              <w:t>To grant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78425F" w:rsidRPr="00F5523C" w:rsidRDefault="0078425F" w:rsidP="00F5523C"/>
        </w:tc>
        <w:tc>
          <w:tcPr>
            <w:tcW w:w="2092" w:type="dxa"/>
            <w:tcBorders>
              <w:top w:val="single" w:sz="4" w:space="0" w:color="000000"/>
              <w:left w:val="single" w:sz="4" w:space="0" w:color="000000"/>
              <w:bottom w:val="single" w:sz="4" w:space="0" w:color="000000"/>
              <w:right w:val="single" w:sz="4" w:space="0" w:color="000000"/>
            </w:tcBorders>
            <w:shd w:val="clear" w:color="auto" w:fill="auto"/>
          </w:tcPr>
          <w:p w:rsidR="0078425F" w:rsidRPr="00F5523C" w:rsidRDefault="0078425F" w:rsidP="00F5523C">
            <w:r w:rsidRPr="00F5523C">
              <w:t>70 months</w:t>
            </w:r>
          </w:p>
        </w:tc>
      </w:tr>
    </w:tbl>
    <w:p w:rsidR="0078425F" w:rsidRDefault="0078425F" w:rsidP="0078425F">
      <w:pPr>
        <w:widowControl w:val="0"/>
        <w:jc w:val="both"/>
      </w:pPr>
    </w:p>
    <w:p w:rsidR="0078425F" w:rsidRPr="00F5523C" w:rsidRDefault="0078425F" w:rsidP="00F5523C">
      <w:r w:rsidRPr="00F5523C">
        <w:t>*</w:t>
      </w:r>
      <w:r w:rsidR="00F5523C">
        <w:t xml:space="preserve"> </w:t>
      </w:r>
      <w:r w:rsidRPr="00F5523C">
        <w:t xml:space="preserve"> This time will be reduced considerably in the coming years due to appointment of 400 more examiners during 2016</w:t>
      </w:r>
      <w:r w:rsidR="00F5523C">
        <w:t xml:space="preserve">.  </w:t>
      </w:r>
      <w:r w:rsidRPr="00F5523C">
        <w:t>IPO started Expedited Examination from May 2016 onwards and the time taken for such cases, measured from date of filing of request for expedited examination is 1 month for First Examination Report and 6 months for grant.</w:t>
      </w:r>
    </w:p>
    <w:p w:rsidR="0078425F" w:rsidRPr="00F5523C" w:rsidRDefault="0078425F" w:rsidP="00F5523C"/>
    <w:p w:rsidR="0078425F" w:rsidRPr="00F5523C" w:rsidRDefault="0078425F" w:rsidP="00F5523C">
      <w:pPr>
        <w:rPr>
          <w:b/>
        </w:rPr>
      </w:pPr>
      <w:r w:rsidRPr="00F5523C">
        <w:rPr>
          <w:b/>
        </w:rPr>
        <w:t>National backlogs</w:t>
      </w:r>
    </w:p>
    <w:tbl>
      <w:tblPr>
        <w:tblW w:w="804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43"/>
        <w:gridCol w:w="3403"/>
      </w:tblGrid>
      <w:tr w:rsidR="0078425F" w:rsidRPr="00F5523C" w:rsidTr="00F5523C">
        <w:tc>
          <w:tcPr>
            <w:tcW w:w="4643" w:type="dxa"/>
            <w:tcBorders>
              <w:top w:val="single" w:sz="4" w:space="0" w:color="000000"/>
              <w:left w:val="single" w:sz="4" w:space="0" w:color="000000"/>
              <w:bottom w:val="single" w:sz="4" w:space="0" w:color="000000"/>
              <w:right w:val="single" w:sz="4" w:space="0" w:color="000000"/>
            </w:tcBorders>
            <w:shd w:val="clear" w:color="auto" w:fill="auto"/>
          </w:tcPr>
          <w:p w:rsidR="0078425F" w:rsidRPr="00F5523C" w:rsidRDefault="0078425F" w:rsidP="00F5523C">
            <w:pPr>
              <w:rPr>
                <w:b/>
              </w:rPr>
            </w:pPr>
            <w:r w:rsidRPr="00F5523C">
              <w:rPr>
                <w:b/>
              </w:rPr>
              <w:t>Measure</w:t>
            </w:r>
          </w:p>
        </w:tc>
        <w:tc>
          <w:tcPr>
            <w:tcW w:w="3403" w:type="dxa"/>
            <w:tcBorders>
              <w:top w:val="single" w:sz="4" w:space="0" w:color="000000"/>
              <w:left w:val="single" w:sz="4" w:space="0" w:color="000000"/>
              <w:bottom w:val="single" w:sz="4" w:space="0" w:color="000000"/>
              <w:right w:val="single" w:sz="4" w:space="0" w:color="000000"/>
            </w:tcBorders>
            <w:shd w:val="clear" w:color="auto" w:fill="auto"/>
          </w:tcPr>
          <w:p w:rsidR="0078425F" w:rsidRPr="00F5523C" w:rsidRDefault="0078425F" w:rsidP="00F5523C">
            <w:pPr>
              <w:rPr>
                <w:b/>
              </w:rPr>
            </w:pPr>
            <w:r w:rsidRPr="00F5523C">
              <w:rPr>
                <w:b/>
              </w:rPr>
              <w:t>Number of applications</w:t>
            </w:r>
          </w:p>
        </w:tc>
      </w:tr>
      <w:tr w:rsidR="0078425F" w:rsidRPr="00F5523C" w:rsidTr="00F5523C">
        <w:tc>
          <w:tcPr>
            <w:tcW w:w="4643" w:type="dxa"/>
            <w:tcBorders>
              <w:top w:val="single" w:sz="4" w:space="0" w:color="000000"/>
              <w:left w:val="single" w:sz="4" w:space="0" w:color="000000"/>
              <w:bottom w:val="single" w:sz="4" w:space="0" w:color="000000"/>
              <w:right w:val="single" w:sz="4" w:space="0" w:color="000000"/>
            </w:tcBorders>
            <w:shd w:val="clear" w:color="auto" w:fill="auto"/>
          </w:tcPr>
          <w:p w:rsidR="0078425F" w:rsidRPr="00F5523C" w:rsidRDefault="0078425F" w:rsidP="00F5523C">
            <w:r w:rsidRPr="00F5523C">
              <w:t>All pending applications</w:t>
            </w:r>
          </w:p>
        </w:tc>
        <w:tc>
          <w:tcPr>
            <w:tcW w:w="3403" w:type="dxa"/>
            <w:tcBorders>
              <w:top w:val="single" w:sz="4" w:space="0" w:color="000000"/>
              <w:left w:val="single" w:sz="4" w:space="0" w:color="000000"/>
              <w:bottom w:val="single" w:sz="4" w:space="0" w:color="000000"/>
              <w:right w:val="single" w:sz="4" w:space="0" w:color="000000"/>
            </w:tcBorders>
            <w:shd w:val="clear" w:color="auto" w:fill="auto"/>
          </w:tcPr>
          <w:p w:rsidR="0078425F" w:rsidRPr="00F5523C" w:rsidRDefault="0078425F" w:rsidP="00F5523C">
            <w:r w:rsidRPr="00F5523C">
              <w:t>249106 applications pending for disposal</w:t>
            </w:r>
          </w:p>
        </w:tc>
      </w:tr>
      <w:tr w:rsidR="0078425F" w:rsidRPr="00F5523C" w:rsidTr="00F5523C">
        <w:tc>
          <w:tcPr>
            <w:tcW w:w="4643" w:type="dxa"/>
            <w:tcBorders>
              <w:top w:val="single" w:sz="4" w:space="0" w:color="000000"/>
              <w:left w:val="single" w:sz="4" w:space="0" w:color="000000"/>
              <w:bottom w:val="single" w:sz="4" w:space="0" w:color="000000"/>
              <w:right w:val="single" w:sz="4" w:space="0" w:color="000000"/>
            </w:tcBorders>
            <w:shd w:val="clear" w:color="auto" w:fill="auto"/>
          </w:tcPr>
          <w:p w:rsidR="0078425F" w:rsidRPr="00F5523C" w:rsidRDefault="0078425F" w:rsidP="00F5523C">
            <w:r w:rsidRPr="00F5523C">
              <w:t>Applications awaiting search (where relevant fees paid)</w:t>
            </w:r>
          </w:p>
        </w:tc>
        <w:tc>
          <w:tcPr>
            <w:tcW w:w="340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8425F" w:rsidRPr="00F5523C" w:rsidRDefault="0078425F" w:rsidP="00F5523C">
            <w:r w:rsidRPr="00F5523C">
              <w:t>Out of the above, 209055 applications pending for issue of First Examination Reports</w:t>
            </w:r>
          </w:p>
        </w:tc>
      </w:tr>
      <w:tr w:rsidR="0078425F" w:rsidRPr="00F5523C" w:rsidTr="00F5523C">
        <w:tc>
          <w:tcPr>
            <w:tcW w:w="4643" w:type="dxa"/>
            <w:tcBorders>
              <w:top w:val="single" w:sz="4" w:space="0" w:color="000000"/>
              <w:left w:val="single" w:sz="4" w:space="0" w:color="000000"/>
              <w:bottom w:val="single" w:sz="4" w:space="0" w:color="000000"/>
              <w:right w:val="single" w:sz="4" w:space="0" w:color="000000"/>
            </w:tcBorders>
            <w:shd w:val="clear" w:color="auto" w:fill="auto"/>
          </w:tcPr>
          <w:p w:rsidR="0078425F" w:rsidRPr="00F5523C" w:rsidRDefault="0078425F" w:rsidP="00F5523C">
            <w:r w:rsidRPr="00F5523C">
              <w:t>Applications awaiting first examination (where relevant fees paid)</w:t>
            </w:r>
          </w:p>
        </w:tc>
        <w:tc>
          <w:tcPr>
            <w:tcW w:w="3403" w:type="dxa"/>
            <w:vMerge/>
            <w:tcBorders>
              <w:top w:val="single" w:sz="4" w:space="0" w:color="000000"/>
              <w:left w:val="single" w:sz="4" w:space="0" w:color="000000"/>
              <w:bottom w:val="single" w:sz="4" w:space="0" w:color="000000"/>
              <w:right w:val="single" w:sz="4" w:space="0" w:color="000000"/>
            </w:tcBorders>
            <w:shd w:val="clear" w:color="auto" w:fill="auto"/>
          </w:tcPr>
          <w:p w:rsidR="0078425F" w:rsidRPr="00F5523C" w:rsidRDefault="0078425F" w:rsidP="00F5523C"/>
        </w:tc>
      </w:tr>
    </w:tbl>
    <w:p w:rsidR="0078425F" w:rsidRDefault="0078425F" w:rsidP="0078425F">
      <w:pPr>
        <w:keepNext/>
        <w:keepLines/>
        <w:widowControl w:val="0"/>
        <w:jc w:val="both"/>
      </w:pPr>
    </w:p>
    <w:p w:rsidR="0078425F" w:rsidRDefault="0078425F" w:rsidP="00F5523C">
      <w:pPr>
        <w:pStyle w:val="SectionHeading"/>
      </w:pPr>
      <w:r>
        <w:t xml:space="preserve">7 – </w:t>
      </w:r>
      <w:r w:rsidRPr="00F5523C">
        <w:t>Support</w:t>
      </w:r>
      <w:r>
        <w:t xml:space="preserve"> Required</w:t>
      </w:r>
    </w:p>
    <w:p w:rsidR="0078425F" w:rsidRPr="00F5523C" w:rsidRDefault="0078425F" w:rsidP="00F5523C">
      <w:r w:rsidRPr="00F5523C">
        <w:t>None</w:t>
      </w:r>
    </w:p>
    <w:p w:rsidR="0078425F" w:rsidRDefault="0078425F" w:rsidP="00F5523C">
      <w:pPr>
        <w:pStyle w:val="SectionHeading"/>
      </w:pPr>
      <w:r>
        <w:t>8 – Other</w:t>
      </w:r>
    </w:p>
    <w:p w:rsidR="0078425F" w:rsidRPr="00F5523C" w:rsidRDefault="0078425F" w:rsidP="00F5523C">
      <w:r w:rsidRPr="00F5523C">
        <w:t xml:space="preserve">The Indian Patent Office started functioning as ISA/IPEA from October </w:t>
      </w:r>
      <w:r w:rsidR="00431772">
        <w:t xml:space="preserve">15, </w:t>
      </w:r>
      <w:r w:rsidRPr="00F5523C">
        <w:t>2013</w:t>
      </w:r>
      <w:r w:rsidR="00F5523C">
        <w:t xml:space="preserve">.  </w:t>
      </w:r>
      <w:r w:rsidRPr="00F5523C">
        <w:t>Since then the Authority has received 2</w:t>
      </w:r>
      <w:r w:rsidR="00431772">
        <w:t>,</w:t>
      </w:r>
      <w:r w:rsidRPr="00F5523C">
        <w:t xml:space="preserve">126 Search copies till January </w:t>
      </w:r>
      <w:r w:rsidR="00431772">
        <w:t xml:space="preserve">31, </w:t>
      </w:r>
      <w:r w:rsidRPr="00F5523C">
        <w:t>2017</w:t>
      </w:r>
      <w:r w:rsidR="00F5523C">
        <w:t xml:space="preserve">.  </w:t>
      </w:r>
      <w:r w:rsidRPr="00F5523C">
        <w:t>Final reports have been established for 1</w:t>
      </w:r>
      <w:r w:rsidR="00431772">
        <w:t>,</w:t>
      </w:r>
      <w:r w:rsidRPr="00F5523C">
        <w:t>947 applications</w:t>
      </w:r>
      <w:r w:rsidR="00F5523C">
        <w:t xml:space="preserve">.  </w:t>
      </w:r>
      <w:r w:rsidRPr="00F5523C">
        <w:t xml:space="preserve">IPEA received 59 Demands during the same period and IPRP has been established for 39 applications. </w:t>
      </w:r>
    </w:p>
    <w:p w:rsidR="0078425F" w:rsidRPr="00F5523C" w:rsidRDefault="0078425F" w:rsidP="00F5523C"/>
    <w:p w:rsidR="0078425F" w:rsidRPr="00F5523C" w:rsidRDefault="0078425F" w:rsidP="00F5523C">
      <w:r w:rsidRPr="00F5523C">
        <w:t>The Indian Patent Office has developed its own electronic processing software for ISA/IPEA operations and has also established secure connection through PCT-EDI for exchange of documents with IB</w:t>
      </w:r>
      <w:r w:rsidR="00F5523C">
        <w:t xml:space="preserve">.  </w:t>
      </w:r>
      <w:r w:rsidRPr="00F5523C">
        <w:t>Electronic processing software for Receiving Office is under testing to facilitate filing from four locations and fee payments</w:t>
      </w:r>
      <w:r w:rsidR="00F5523C">
        <w:t xml:space="preserve">.  </w:t>
      </w:r>
      <w:r w:rsidRPr="00F5523C">
        <w:t>The Indian Patent Office uses ePCT in the capacities of Receiving Office, International Searching Authority and International Preliminary Examining Authority</w:t>
      </w:r>
      <w:r w:rsidR="00F5523C">
        <w:t xml:space="preserve">.  </w:t>
      </w:r>
      <w:r w:rsidRPr="00F5523C">
        <w:t>Applicants who are nationals/residents of India can avail the e-filing facility to RO/IN using the facility of server hosted by WIPO through ePCT</w:t>
      </w:r>
      <w:r w:rsidR="00F5523C">
        <w:t>.  eSearch</w:t>
      </w:r>
      <w:r w:rsidRPr="00F5523C">
        <w:t xml:space="preserve">Copy is already used for transmitting </w:t>
      </w:r>
      <w:r w:rsidR="00F5523C">
        <w:t>Search copies to AU, AT and SE.</w:t>
      </w:r>
    </w:p>
    <w:p w:rsidR="0078425F" w:rsidRDefault="0078425F" w:rsidP="0078425F">
      <w:pPr>
        <w:pStyle w:val="SectionHeading"/>
        <w:jc w:val="both"/>
      </w:pPr>
      <w:r>
        <w:t>9 – Assessment by other Authorities</w:t>
      </w:r>
    </w:p>
    <w:p w:rsidR="0078425F" w:rsidRPr="00F5523C" w:rsidRDefault="0078425F" w:rsidP="00F5523C">
      <w:r w:rsidRPr="00F5523C">
        <w:t>Not applicable</w:t>
      </w:r>
    </w:p>
    <w:p w:rsidR="00F241A3" w:rsidRDefault="00F241A3" w:rsidP="00F241A3"/>
    <w:p w:rsidR="00F241A3" w:rsidRDefault="00F241A3" w:rsidP="00F241A3"/>
    <w:p w:rsidR="00F241A3" w:rsidRPr="00F241A3" w:rsidRDefault="00F241A3" w:rsidP="00F241A3"/>
    <w:p w:rsidR="00AA5F79" w:rsidRPr="00AA5F79" w:rsidRDefault="00FA4CE0" w:rsidP="00FA4CE0">
      <w:pPr>
        <w:pStyle w:val="Endofdocument-Annex"/>
      </w:pPr>
      <w:r>
        <w:t>[End of Annex and of document]</w:t>
      </w:r>
    </w:p>
    <w:sectPr w:rsidR="00AA5F79" w:rsidRPr="00AA5F79" w:rsidSect="00AA5F79">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0A4" w:rsidRDefault="00C650A4">
      <w:r>
        <w:separator/>
      </w:r>
    </w:p>
  </w:endnote>
  <w:endnote w:type="continuationSeparator" w:id="0">
    <w:p w:rsidR="00C650A4" w:rsidRDefault="00C650A4" w:rsidP="003B38C1">
      <w:r>
        <w:separator/>
      </w:r>
    </w:p>
    <w:p w:rsidR="00C650A4" w:rsidRPr="003B38C1" w:rsidRDefault="00C650A4" w:rsidP="003B38C1">
      <w:pPr>
        <w:spacing w:after="60"/>
        <w:rPr>
          <w:sz w:val="17"/>
        </w:rPr>
      </w:pPr>
      <w:r>
        <w:rPr>
          <w:sz w:val="17"/>
        </w:rPr>
        <w:t>[Endnote continued from previous page]</w:t>
      </w:r>
    </w:p>
  </w:endnote>
  <w:endnote w:type="continuationNotice" w:id="1">
    <w:p w:rsidR="00C650A4" w:rsidRPr="003B38C1" w:rsidRDefault="00C650A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0A4" w:rsidRDefault="00C650A4">
      <w:r>
        <w:separator/>
      </w:r>
    </w:p>
  </w:footnote>
  <w:footnote w:type="continuationSeparator" w:id="0">
    <w:p w:rsidR="00C650A4" w:rsidRDefault="00C650A4" w:rsidP="008B60B2">
      <w:r>
        <w:separator/>
      </w:r>
    </w:p>
    <w:p w:rsidR="00C650A4" w:rsidRPr="00ED77FB" w:rsidRDefault="00C650A4" w:rsidP="008B60B2">
      <w:pPr>
        <w:spacing w:after="60"/>
        <w:rPr>
          <w:sz w:val="17"/>
          <w:szCs w:val="17"/>
        </w:rPr>
      </w:pPr>
      <w:r w:rsidRPr="00ED77FB">
        <w:rPr>
          <w:sz w:val="17"/>
          <w:szCs w:val="17"/>
        </w:rPr>
        <w:t>[Footnote continued from previous page]</w:t>
      </w:r>
    </w:p>
  </w:footnote>
  <w:footnote w:type="continuationNotice" w:id="1">
    <w:p w:rsidR="00C650A4" w:rsidRPr="00ED77FB" w:rsidRDefault="00C650A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650A4" w:rsidP="00477D6B">
    <w:pPr>
      <w:jc w:val="right"/>
    </w:pPr>
    <w:bookmarkStart w:id="5" w:name="Code2"/>
    <w:bookmarkEnd w:id="5"/>
    <w:r>
      <w:t>PCT/CTC/30</w:t>
    </w:r>
    <w:r w:rsidR="0078425F">
      <w:t>/14</w:t>
    </w:r>
  </w:p>
  <w:p w:rsidR="00EC4E49" w:rsidRDefault="00EC4E49" w:rsidP="00477D6B">
    <w:pPr>
      <w:jc w:val="right"/>
    </w:pPr>
    <w:r>
      <w:t xml:space="preserve">page </w:t>
    </w:r>
    <w:r>
      <w:fldChar w:fldCharType="begin"/>
    </w:r>
    <w:r>
      <w:instrText xml:space="preserve"> PAGE  \* MERGEFORMAT </w:instrText>
    </w:r>
    <w:r>
      <w:fldChar w:fldCharType="separate"/>
    </w:r>
    <w:r w:rsidR="00FA4CE0">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Pr="00AA5F79" w:rsidRDefault="00AA5F79" w:rsidP="00477D6B">
    <w:pPr>
      <w:jc w:val="right"/>
      <w:rPr>
        <w:lang w:val="fr-FR"/>
      </w:rPr>
    </w:pPr>
    <w:r w:rsidRPr="00AA5F79">
      <w:rPr>
        <w:lang w:val="fr-FR"/>
      </w:rPr>
      <w:t>PCT/CTC/30</w:t>
    </w:r>
    <w:r w:rsidR="0078425F">
      <w:rPr>
        <w:lang w:val="fr-FR"/>
      </w:rPr>
      <w:t>/14</w:t>
    </w:r>
  </w:p>
  <w:p w:rsidR="00AA5F79" w:rsidRPr="00AA5F79" w:rsidRDefault="00AA5F79" w:rsidP="00477D6B">
    <w:pPr>
      <w:jc w:val="right"/>
      <w:rPr>
        <w:lang w:val="fr-FR"/>
      </w:rPr>
    </w:pPr>
    <w:r w:rsidRPr="00AA5F79">
      <w:rPr>
        <w:lang w:val="fr-FR"/>
      </w:rPr>
      <w:t xml:space="preserve">Annex, page </w:t>
    </w:r>
    <w:r>
      <w:fldChar w:fldCharType="begin"/>
    </w:r>
    <w:r w:rsidRPr="00AA5F79">
      <w:rPr>
        <w:lang w:val="fr-FR"/>
      </w:rPr>
      <w:instrText xml:space="preserve"> PAGE  \* MERGEFORMAT </w:instrText>
    </w:r>
    <w:r>
      <w:fldChar w:fldCharType="separate"/>
    </w:r>
    <w:r w:rsidR="001F5B4B">
      <w:rPr>
        <w:noProof/>
        <w:lang w:val="fr-FR"/>
      </w:rPr>
      <w:t>5</w:t>
    </w:r>
    <w:r>
      <w:fldChar w:fldCharType="end"/>
    </w:r>
  </w:p>
  <w:p w:rsidR="00AA5F79" w:rsidRPr="00AA5F79" w:rsidRDefault="00AA5F79"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Default="00AA5F79" w:rsidP="00AA5F79">
    <w:pPr>
      <w:pStyle w:val="Header"/>
      <w:jc w:val="right"/>
    </w:pPr>
    <w:r>
      <w:t>PCT/CTC/30</w:t>
    </w:r>
    <w:r w:rsidR="0078425F">
      <w:t>/14</w:t>
    </w:r>
  </w:p>
  <w:p w:rsidR="00AA5F79" w:rsidRDefault="00AA5F79" w:rsidP="00AA5F79">
    <w:pPr>
      <w:pStyle w:val="Header"/>
      <w:jc w:val="right"/>
    </w:pPr>
    <w:r>
      <w:t>ANNEX</w:t>
    </w:r>
  </w:p>
  <w:p w:rsidR="00AA5F79" w:rsidRDefault="00AA5F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11582"/>
    <w:rsid w:val="000241F4"/>
    <w:rsid w:val="00043CAA"/>
    <w:rsid w:val="00075432"/>
    <w:rsid w:val="000841E8"/>
    <w:rsid w:val="000968ED"/>
    <w:rsid w:val="000C4833"/>
    <w:rsid w:val="000F5E56"/>
    <w:rsid w:val="001362EE"/>
    <w:rsid w:val="001832A6"/>
    <w:rsid w:val="001F5B4B"/>
    <w:rsid w:val="0021217E"/>
    <w:rsid w:val="002634C4"/>
    <w:rsid w:val="002928D3"/>
    <w:rsid w:val="002F1FE6"/>
    <w:rsid w:val="002F4E68"/>
    <w:rsid w:val="00312F7F"/>
    <w:rsid w:val="0035027E"/>
    <w:rsid w:val="00361450"/>
    <w:rsid w:val="003673CF"/>
    <w:rsid w:val="003845C1"/>
    <w:rsid w:val="003A6F89"/>
    <w:rsid w:val="003B38C1"/>
    <w:rsid w:val="00423E3E"/>
    <w:rsid w:val="00427AF4"/>
    <w:rsid w:val="00431772"/>
    <w:rsid w:val="004647DA"/>
    <w:rsid w:val="00474062"/>
    <w:rsid w:val="00477D6B"/>
    <w:rsid w:val="004F74E6"/>
    <w:rsid w:val="005019FF"/>
    <w:rsid w:val="0053057A"/>
    <w:rsid w:val="00560A29"/>
    <w:rsid w:val="005C40A3"/>
    <w:rsid w:val="005C6649"/>
    <w:rsid w:val="00605827"/>
    <w:rsid w:val="00646050"/>
    <w:rsid w:val="006713CA"/>
    <w:rsid w:val="00676C5C"/>
    <w:rsid w:val="0078425F"/>
    <w:rsid w:val="007D1613"/>
    <w:rsid w:val="007E338D"/>
    <w:rsid w:val="007E4C0E"/>
    <w:rsid w:val="00837953"/>
    <w:rsid w:val="008B2CC1"/>
    <w:rsid w:val="008B50A2"/>
    <w:rsid w:val="008B60B2"/>
    <w:rsid w:val="0090731E"/>
    <w:rsid w:val="00916EE2"/>
    <w:rsid w:val="00966A22"/>
    <w:rsid w:val="0096722F"/>
    <w:rsid w:val="00980843"/>
    <w:rsid w:val="009E2791"/>
    <w:rsid w:val="009E3F6F"/>
    <w:rsid w:val="009F499F"/>
    <w:rsid w:val="00A42DAF"/>
    <w:rsid w:val="00A45BD8"/>
    <w:rsid w:val="00A869B7"/>
    <w:rsid w:val="00A93FC2"/>
    <w:rsid w:val="00AA5F79"/>
    <w:rsid w:val="00AC205C"/>
    <w:rsid w:val="00AF0A6B"/>
    <w:rsid w:val="00B05A69"/>
    <w:rsid w:val="00B9734B"/>
    <w:rsid w:val="00BA30E2"/>
    <w:rsid w:val="00BD078D"/>
    <w:rsid w:val="00C11BFE"/>
    <w:rsid w:val="00C37C03"/>
    <w:rsid w:val="00C5068F"/>
    <w:rsid w:val="00C650A4"/>
    <w:rsid w:val="00CB2D2E"/>
    <w:rsid w:val="00CD04F1"/>
    <w:rsid w:val="00D45252"/>
    <w:rsid w:val="00D71B4D"/>
    <w:rsid w:val="00D93D55"/>
    <w:rsid w:val="00E15015"/>
    <w:rsid w:val="00E335FE"/>
    <w:rsid w:val="00E63455"/>
    <w:rsid w:val="00E82D0C"/>
    <w:rsid w:val="00EC4E49"/>
    <w:rsid w:val="00ED77FB"/>
    <w:rsid w:val="00EE45FA"/>
    <w:rsid w:val="00F241A3"/>
    <w:rsid w:val="00F5523C"/>
    <w:rsid w:val="00F66152"/>
    <w:rsid w:val="00FA4CE0"/>
    <w:rsid w:val="00FD06A7"/>
    <w:rsid w:val="00FF2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styleId="Hyperlink">
    <w:name w:val="Hyperlink"/>
    <w:rsid w:val="000241F4"/>
  </w:style>
  <w:style w:type="paragraph" w:customStyle="1" w:styleId="SectionHeading">
    <w:name w:val="Section Heading"/>
    <w:rsid w:val="0078425F"/>
    <w:pPr>
      <w:keepNext/>
      <w:pBdr>
        <w:top w:val="single" w:sz="4" w:space="0" w:color="000000"/>
        <w:left w:val="nil"/>
        <w:bottom w:val="single" w:sz="4" w:space="0" w:color="000000"/>
        <w:right w:val="nil"/>
        <w:between w:val="nil"/>
        <w:bar w:val="nil"/>
      </w:pBdr>
      <w:spacing w:before="360" w:after="200"/>
      <w:outlineLvl w:val="0"/>
    </w:pPr>
    <w:rPr>
      <w:rFonts w:ascii="Arial" w:eastAsia="Arial Unicode MS" w:hAnsi="Arial" w:cs="Arial Unicode MS"/>
      <w:b/>
      <w:bCs/>
      <w:caps/>
      <w:color w:val="000000"/>
      <w:kern w:val="32"/>
      <w:sz w:val="22"/>
      <w:szCs w:val="22"/>
      <w:u w:color="000000"/>
      <w:bdr w:val="nil"/>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styleId="Hyperlink">
    <w:name w:val="Hyperlink"/>
    <w:rsid w:val="000241F4"/>
  </w:style>
  <w:style w:type="paragraph" w:customStyle="1" w:styleId="SectionHeading">
    <w:name w:val="Section Heading"/>
    <w:rsid w:val="0078425F"/>
    <w:pPr>
      <w:keepNext/>
      <w:pBdr>
        <w:top w:val="single" w:sz="4" w:space="0" w:color="000000"/>
        <w:left w:val="nil"/>
        <w:bottom w:val="single" w:sz="4" w:space="0" w:color="000000"/>
        <w:right w:val="nil"/>
        <w:between w:val="nil"/>
        <w:bar w:val="nil"/>
      </w:pBdr>
      <w:spacing w:before="360" w:after="200"/>
      <w:outlineLvl w:val="0"/>
    </w:pPr>
    <w:rPr>
      <w:rFonts w:ascii="Arial" w:eastAsia="Arial Unicode MS" w:hAnsi="Arial" w:cs="Arial Unicode MS"/>
      <w:b/>
      <w:bCs/>
      <w:caps/>
      <w:color w:val="000000"/>
      <w:kern w:val="32"/>
      <w:sz w:val="22"/>
      <w:szCs w:val="22"/>
      <w:u w:color="000000"/>
      <w:bdr w:val="nil"/>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8206;dipp.nic.in/English/Schemes/Intellectual_Property_Rights/National_IPR_Policy_08.08.2016.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pct/en/quality/authorities.html"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ED1B5-F6FA-4153-8E87-B25E33E67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Template>
  <TotalTime>45</TotalTime>
  <Pages>7</Pages>
  <Words>2490</Words>
  <Characters>12654</Characters>
  <Application>Microsoft Office Word</Application>
  <DocSecurity>0</DocSecurity>
  <Lines>188</Lines>
  <Paragraphs>43</Paragraphs>
  <ScaleCrop>false</ScaleCrop>
  <HeadingPairs>
    <vt:vector size="2" baseType="variant">
      <vt:variant>
        <vt:lpstr>Title</vt:lpstr>
      </vt:variant>
      <vt:variant>
        <vt:i4>1</vt:i4>
      </vt:variant>
    </vt:vector>
  </HeadingPairs>
  <TitlesOfParts>
    <vt:vector size="1" baseType="lpstr">
      <vt:lpstr>PCT/CTC/30/</vt:lpstr>
    </vt:vector>
  </TitlesOfParts>
  <Company>WIPO</Company>
  <LinksUpToDate>false</LinksUpToDate>
  <CharactersWithSpaces>15101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PCT/CTC/30/14</dc:title>
  <dc:subject>Extension of Appointment of the Indian Patent Office as an International Searching and Preliminary Examining Authority Under the PCT</dc:subject>
  <dc:creator>MARLOW Thomas</dc:creator>
  <cp:lastModifiedBy>MARLOW Thomas</cp:lastModifiedBy>
  <cp:revision>7</cp:revision>
  <cp:lastPrinted>2017-02-28T14:25:00Z</cp:lastPrinted>
  <dcterms:created xsi:type="dcterms:W3CDTF">2017-03-14T12:50:00Z</dcterms:created>
  <dcterms:modified xsi:type="dcterms:W3CDTF">2017-03-29T09:51:00Z</dcterms:modified>
</cp:coreProperties>
</file>