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D33F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1" w:name="Code"/>
            <w:bookmarkEnd w:id="1"/>
            <w:r w:rsidR="004D33F7">
              <w:rPr>
                <w:rFonts w:ascii="Arial Black" w:hAnsi="Arial Black"/>
                <w:caps/>
                <w:sz w:val="15"/>
              </w:rPr>
              <w:t>/16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D33F7">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4D33F7">
              <w:rPr>
                <w:rFonts w:ascii="Arial Black" w:hAnsi="Arial Black"/>
                <w:caps/>
                <w:sz w:val="15"/>
              </w:rPr>
              <w:t>January 28,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Twenty-First Session</w:t>
      </w:r>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D33F7" w:rsidP="008B2CC1">
      <w:pPr>
        <w:rPr>
          <w:caps/>
          <w:sz w:val="24"/>
        </w:rPr>
      </w:pPr>
      <w:bookmarkStart w:id="4" w:name="TitleOfDoc"/>
      <w:bookmarkEnd w:id="4"/>
      <w:r>
        <w:rPr>
          <w:caps/>
          <w:sz w:val="24"/>
        </w:rPr>
        <w:t>PCT Sequence Listing - Report from Task Force</w:t>
      </w:r>
      <w:r w:rsidR="008958EA">
        <w:rPr>
          <w:caps/>
          <w:sz w:val="24"/>
        </w:rPr>
        <w:t xml:space="preserve"> on Sequence Listings</w:t>
      </w:r>
    </w:p>
    <w:p w:rsidR="008B2CC1" w:rsidRPr="008B2CC1" w:rsidRDefault="008B2CC1" w:rsidP="008B2CC1"/>
    <w:p w:rsidR="008B2CC1" w:rsidRPr="008B2CC1" w:rsidRDefault="004D33F7" w:rsidP="008B2CC1">
      <w:pPr>
        <w:rPr>
          <w:i/>
        </w:rPr>
      </w:pPr>
      <w:bookmarkStart w:id="5" w:name="Prepared"/>
      <w:bookmarkEnd w:id="5"/>
      <w:r>
        <w:rPr>
          <w:i/>
        </w:rPr>
        <w:t>Document submitted by the European Patent Office</w:t>
      </w:r>
    </w:p>
    <w:p w:rsidR="00AC205C" w:rsidRDefault="00AC205C"/>
    <w:p w:rsidR="002928D3" w:rsidRDefault="002928D3"/>
    <w:p w:rsidR="005A4186" w:rsidRDefault="005A4186" w:rsidP="005A4186">
      <w:pPr>
        <w:pStyle w:val="ONUME"/>
      </w:pPr>
      <w:r w:rsidRPr="00E2464D">
        <w:t>The Annex to this document contains a report prepared by the European Patent Office on the work of the Task Force on Sequence Listings created by the Committee on WI</w:t>
      </w:r>
      <w:r>
        <w:t xml:space="preserve">PO Standards (CWS) at its </w:t>
      </w:r>
      <w:r w:rsidRPr="00E2464D">
        <w:t>first session in October 2010</w:t>
      </w:r>
      <w:r>
        <w:t>.</w:t>
      </w:r>
    </w:p>
    <w:p w:rsidR="005A4186" w:rsidRDefault="005A4186" w:rsidP="005A4186">
      <w:pPr>
        <w:pStyle w:val="ONUME"/>
        <w:ind w:left="5533"/>
        <w:rPr>
          <w:i/>
        </w:rPr>
      </w:pPr>
      <w:r w:rsidRPr="005A4186">
        <w:rPr>
          <w:i/>
        </w:rPr>
        <w:t>The Meeting is invited to note the contents of the Annex to this document.</w:t>
      </w:r>
    </w:p>
    <w:p w:rsidR="005A4186" w:rsidRPr="005A4186" w:rsidRDefault="005A4186" w:rsidP="005A4186">
      <w:pPr>
        <w:pStyle w:val="ONUME"/>
        <w:numPr>
          <w:ilvl w:val="0"/>
          <w:numId w:val="0"/>
        </w:numPr>
        <w:ind w:left="5533"/>
        <w:rPr>
          <w:i/>
        </w:rPr>
      </w:pPr>
    </w:p>
    <w:p w:rsidR="005A4186" w:rsidRDefault="005A4186" w:rsidP="005A4186">
      <w:pPr>
        <w:pStyle w:val="Endofdocument-Annex"/>
        <w:sectPr w:rsidR="005A4186" w:rsidSect="004D33F7">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5A4186" w:rsidRPr="00A017CF" w:rsidRDefault="005A4186" w:rsidP="005A4186">
      <w:pPr>
        <w:jc w:val="center"/>
      </w:pPr>
      <w:r w:rsidRPr="00A017CF">
        <w:lastRenderedPageBreak/>
        <w:t xml:space="preserve">REPORT ON THE PREPARATION OF A NEW </w:t>
      </w:r>
      <w:r w:rsidRPr="00A017CF">
        <w:br/>
        <w:t>WIPO STANDARD ON THE PRESENTATION OF NUCLEOTIDE AND AMINO ACID SEQUENCE LISTINGS USING EXTENSIBLE MARKUP LANGUAGE (XML)</w:t>
      </w:r>
    </w:p>
    <w:p w:rsidR="005A4186" w:rsidRDefault="005A4186" w:rsidP="005A4186">
      <w:pPr>
        <w:pStyle w:val="Heading1"/>
        <w:spacing w:after="240"/>
      </w:pPr>
      <w:r>
        <w:t>BACKGROUND</w:t>
      </w:r>
    </w:p>
    <w:p w:rsidR="005A4186" w:rsidRDefault="005A4186" w:rsidP="005A4186">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5A4186" w:rsidRDefault="005A4186" w:rsidP="005A4186">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w:t>
      </w:r>
      <w:r w:rsidR="008958EA">
        <w:t xml:space="preserve">r adoption as a WIPO standard.  </w:t>
      </w:r>
      <w:r>
        <w:t>The proposal of the new WIPO standard should be presented along with a report on the impact of the said standard on the current WIPO Standard ST.25, including the proposed necessary changes to Standard ST.25.”</w:t>
      </w:r>
    </w:p>
    <w:p w:rsidR="005A4186" w:rsidRDefault="005A4186" w:rsidP="005A4186">
      <w:pPr>
        <w:pStyle w:val="ONUME"/>
      </w:pPr>
      <w:r>
        <w:t>The Task Force was also requested:</w:t>
      </w:r>
    </w:p>
    <w:p w:rsidR="005A4186" w:rsidRDefault="005A4186" w:rsidP="005A4186">
      <w:pPr>
        <w:pStyle w:val="ONUME"/>
        <w:numPr>
          <w:ilvl w:val="0"/>
          <w:numId w:val="0"/>
        </w:numPr>
        <w:ind w:left="567"/>
      </w:pPr>
      <w:proofErr w:type="gramStart"/>
      <w:r>
        <w:t>“To liaise with the appropriate PCT body with regard to the possible impact of such standard on Annex C to the Administrative Instructions under the PCT.”</w:t>
      </w:r>
      <w:proofErr w:type="gramEnd"/>
    </w:p>
    <w:p w:rsidR="005A4186" w:rsidRDefault="005A4186" w:rsidP="005A4186">
      <w:pPr>
        <w:pStyle w:val="ONUME"/>
      </w:pPr>
      <w:r>
        <w:t>The European Patent Office (EPO) was assigned the role of Task Force Leader and has since then held six rounds of discussions on WIPO's wiki and submitted a final draft for public consultation.</w:t>
      </w:r>
      <w:r w:rsidR="008958EA">
        <w:t xml:space="preserve">  </w:t>
      </w:r>
      <w:r>
        <w:t>The principle of differentiating the technical aspects of ST.25 from Annex C (PCT Administrative Instructions) was agreed upon at the eighteenth session Meeting of International Authorities in February 2011 (see paragraphs 88 to 92 of document PCT/MIA/18/16) and at the fourth session of the PCT Working Group in June 2011 (see paragraphs 180 to 188 of document PCT/WG/4/17).</w:t>
      </w:r>
    </w:p>
    <w:p w:rsidR="005A4186" w:rsidRDefault="005A4186" w:rsidP="005A4186">
      <w:pPr>
        <w:pStyle w:val="Heading1"/>
        <w:spacing w:after="240"/>
      </w:pPr>
      <w:r>
        <w:t>PROGRESS REPORT</w:t>
      </w:r>
    </w:p>
    <w:p w:rsidR="005A4186" w:rsidRDefault="008958EA" w:rsidP="005A4186">
      <w:pPr>
        <w:pStyle w:val="ONUME"/>
      </w:pPr>
      <w:r>
        <w:t xml:space="preserve">The Task Force </w:t>
      </w:r>
      <w:r w:rsidR="005A4186">
        <w:t xml:space="preserve">started operating in February 2011 on the basis </w:t>
      </w:r>
      <w:r>
        <w:t xml:space="preserve">of drafts prepared by the EPO.  </w:t>
      </w:r>
      <w:r w:rsidR="005A4186">
        <w:t>Many Offices participated in the process and posted useful comments on WIPO's related wiki.</w:t>
      </w:r>
    </w:p>
    <w:p w:rsidR="005A4186" w:rsidRDefault="005A4186" w:rsidP="005A4186">
      <w:pPr>
        <w:pStyle w:val="ONUME"/>
      </w:pPr>
      <w:r>
        <w:t>In March 2012, the Task Force finalized a draft of the stan</w:t>
      </w:r>
      <w:r w:rsidR="008958EA">
        <w:t>dard that could be used by the o</w:t>
      </w:r>
      <w:r>
        <w:t xml:space="preserve">ffices to consult their respective public. </w:t>
      </w:r>
      <w:r w:rsidR="008958EA">
        <w:t xml:space="preserve"> </w:t>
      </w:r>
      <w:r>
        <w:t>Several significant issues were raised by public comments and they have been tackled in cooperation with the database providers DDBJ, EBI, NCBI.</w:t>
      </w:r>
    </w:p>
    <w:p w:rsidR="005A4186" w:rsidRDefault="005A4186" w:rsidP="005A4186">
      <w:pPr>
        <w:pStyle w:val="ONUME"/>
      </w:pPr>
      <w:r>
        <w:t>The sixth round of discussions was finished on September 2013 and the draft incorporating the improvements resulting from the public consultation and further discussions among the T</w:t>
      </w:r>
      <w:r w:rsidR="008958EA">
        <w:t xml:space="preserve">ask </w:t>
      </w:r>
      <w:r>
        <w:t>F</w:t>
      </w:r>
      <w:r w:rsidR="008958EA">
        <w:t>orce</w:t>
      </w:r>
      <w:r>
        <w:t xml:space="preserve"> members and Database providers, has been posted on WIPO’s wiki for a final review. </w:t>
      </w:r>
    </w:p>
    <w:p w:rsidR="005A4186" w:rsidRDefault="005A4186" w:rsidP="005A4186">
      <w:pPr>
        <w:pStyle w:val="ONUME"/>
      </w:pPr>
      <w:r>
        <w:t>On the basis of the comments received f</w:t>
      </w:r>
      <w:r w:rsidR="008958EA">
        <w:t>rom the Task Force members</w:t>
      </w:r>
      <w:r>
        <w:t xml:space="preserve">, a final round took place aimed at achieving a common agreement on the Standard requirements. </w:t>
      </w:r>
      <w:r w:rsidR="008958EA">
        <w:t xml:space="preserve"> </w:t>
      </w:r>
      <w:r>
        <w:t>On a provisional basis, the T</w:t>
      </w:r>
      <w:r w:rsidR="008958EA">
        <w:t xml:space="preserve">ask </w:t>
      </w:r>
      <w:r>
        <w:t>F</w:t>
      </w:r>
      <w:r w:rsidR="008958EA">
        <w:t>orce</w:t>
      </w:r>
      <w:r>
        <w:t xml:space="preserve"> named this Standard ST.26. </w:t>
      </w:r>
      <w:r w:rsidR="008958EA">
        <w:t xml:space="preserve"> </w:t>
      </w:r>
      <w:r>
        <w:t>A new draft has been posted on January 2014 on WIPO’s wiki for consultation of all T</w:t>
      </w:r>
      <w:r w:rsidR="008958EA">
        <w:t xml:space="preserve">ask </w:t>
      </w:r>
      <w:r>
        <w:t>F</w:t>
      </w:r>
      <w:r w:rsidR="008958EA">
        <w:t>orce</w:t>
      </w:r>
      <w:r>
        <w:t xml:space="preserve"> members, aimed at final review and approval. </w:t>
      </w:r>
      <w:r w:rsidR="008958EA">
        <w:t xml:space="preserve"> </w:t>
      </w:r>
      <w:r>
        <w:t xml:space="preserve">At the time of this report the consultation is still ongoing but it is foreseen the draft Standard will be ready for submission to WIPO for adoption </w:t>
      </w:r>
      <w:r w:rsidR="008958EA">
        <w:t>at the fourth</w:t>
      </w:r>
      <w:r>
        <w:t xml:space="preserve"> session of the CWS</w:t>
      </w:r>
      <w:r w:rsidR="008958EA">
        <w:t xml:space="preserve"> (CWS/4) in 2014</w:t>
      </w:r>
      <w:r>
        <w:t>.</w:t>
      </w:r>
    </w:p>
    <w:p w:rsidR="005A4186" w:rsidRDefault="005A4186" w:rsidP="00F91092">
      <w:pPr>
        <w:pStyle w:val="ONUME"/>
      </w:pPr>
      <w:r>
        <w:t>In parallel the T</w:t>
      </w:r>
      <w:r w:rsidR="008958EA">
        <w:t xml:space="preserve">ask </w:t>
      </w:r>
      <w:r>
        <w:t>F</w:t>
      </w:r>
      <w:r w:rsidR="008958EA">
        <w:t>orce started a seventh</w:t>
      </w:r>
      <w:r>
        <w:t xml:space="preserve"> round of discussions addressing the transition phase between ST.25 and ST.26, assuming that ST.26 will be adopted at the CWS/4. </w:t>
      </w:r>
      <w:r w:rsidR="008958EA">
        <w:t xml:space="preserve"> </w:t>
      </w:r>
      <w:r>
        <w:t>The T</w:t>
      </w:r>
      <w:r w:rsidR="008958EA">
        <w:t xml:space="preserve">ask </w:t>
      </w:r>
      <w:r>
        <w:t>F</w:t>
      </w:r>
      <w:r w:rsidR="008958EA">
        <w:t>orce</w:t>
      </w:r>
      <w:r>
        <w:t xml:space="preserve"> will continue to work on the transition aspects in 2014 and 2015 with the objective to provide recommendations regarding the transition to </w:t>
      </w:r>
      <w:r w:rsidR="008958EA">
        <w:t>the</w:t>
      </w:r>
      <w:r>
        <w:t xml:space="preserve"> CWS in 2015.</w:t>
      </w:r>
    </w:p>
    <w:p w:rsidR="005A4186" w:rsidRDefault="005A4186" w:rsidP="005A4186">
      <w:pPr>
        <w:pStyle w:val="Heading1"/>
        <w:spacing w:after="240"/>
      </w:pPr>
      <w:r>
        <w:lastRenderedPageBreak/>
        <w:t>ROADMAP</w:t>
      </w:r>
    </w:p>
    <w:p w:rsidR="005A4186" w:rsidRDefault="005A4186" w:rsidP="005A4186">
      <w:pPr>
        <w:pStyle w:val="ONUME"/>
      </w:pPr>
      <w:r>
        <w:t xml:space="preserve">A </w:t>
      </w:r>
      <w:r w:rsidR="008958EA">
        <w:t>seventh</w:t>
      </w:r>
      <w:r>
        <w:t xml:space="preserve"> round of discussions is ongoing to prepare the recommendations for the transition phase to be presented at </w:t>
      </w:r>
      <w:r w:rsidR="008958EA">
        <w:t xml:space="preserve">the </w:t>
      </w:r>
      <w:r>
        <w:t>CWS in 2015.</w:t>
      </w:r>
    </w:p>
    <w:p w:rsidR="005A4186" w:rsidRDefault="005A4186" w:rsidP="005A4186">
      <w:pPr>
        <w:pStyle w:val="ONUME"/>
      </w:pPr>
      <w:r>
        <w:t>It is expected to have the final draft of ST.26 submitted for adoption by the CWS in 2014.</w:t>
      </w:r>
    </w:p>
    <w:p w:rsidR="005A4186" w:rsidRDefault="005A4186" w:rsidP="005A4186">
      <w:pPr>
        <w:pStyle w:val="ONUME"/>
        <w:numPr>
          <w:ilvl w:val="0"/>
          <w:numId w:val="0"/>
        </w:numPr>
      </w:pPr>
    </w:p>
    <w:p w:rsidR="005A4186" w:rsidRDefault="005A4186" w:rsidP="005A4186">
      <w:pPr>
        <w:pStyle w:val="Endofdocument-Annex"/>
      </w:pPr>
      <w:r>
        <w:t>[End of Annex and of document]</w:t>
      </w:r>
    </w:p>
    <w:p w:rsidR="005A4186" w:rsidRDefault="005A4186"/>
    <w:sectPr w:rsidR="005A4186" w:rsidSect="008958E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3F7" w:rsidRDefault="004D33F7">
      <w:r>
        <w:separator/>
      </w:r>
    </w:p>
  </w:endnote>
  <w:endnote w:type="continuationSeparator" w:id="0">
    <w:p w:rsidR="004D33F7" w:rsidRDefault="004D33F7" w:rsidP="003B38C1">
      <w:r>
        <w:separator/>
      </w:r>
    </w:p>
    <w:p w:rsidR="004D33F7" w:rsidRPr="003B38C1" w:rsidRDefault="004D33F7" w:rsidP="003B38C1">
      <w:pPr>
        <w:spacing w:after="60"/>
        <w:rPr>
          <w:sz w:val="17"/>
        </w:rPr>
      </w:pPr>
      <w:r>
        <w:rPr>
          <w:sz w:val="17"/>
        </w:rPr>
        <w:t>[Endnote continued from previous page]</w:t>
      </w:r>
    </w:p>
  </w:endnote>
  <w:endnote w:type="continuationNotice" w:id="1">
    <w:p w:rsidR="004D33F7" w:rsidRPr="003B38C1" w:rsidRDefault="004D33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3F7" w:rsidRDefault="004D33F7">
      <w:r>
        <w:separator/>
      </w:r>
    </w:p>
  </w:footnote>
  <w:footnote w:type="continuationSeparator" w:id="0">
    <w:p w:rsidR="004D33F7" w:rsidRDefault="004D33F7" w:rsidP="008B60B2">
      <w:r>
        <w:separator/>
      </w:r>
    </w:p>
    <w:p w:rsidR="004D33F7" w:rsidRPr="00ED77FB" w:rsidRDefault="004D33F7" w:rsidP="008B60B2">
      <w:pPr>
        <w:spacing w:after="60"/>
        <w:rPr>
          <w:sz w:val="17"/>
          <w:szCs w:val="17"/>
        </w:rPr>
      </w:pPr>
      <w:r w:rsidRPr="00ED77FB">
        <w:rPr>
          <w:sz w:val="17"/>
          <w:szCs w:val="17"/>
        </w:rPr>
        <w:t>[Footnote continued from previous page]</w:t>
      </w:r>
    </w:p>
  </w:footnote>
  <w:footnote w:type="continuationNotice" w:id="1">
    <w:p w:rsidR="004D33F7" w:rsidRPr="00ED77FB" w:rsidRDefault="004D33F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D33F7" w:rsidP="00477D6B">
    <w:pPr>
      <w:jc w:val="right"/>
    </w:pPr>
    <w:bookmarkStart w:id="6" w:name="Code2"/>
    <w:bookmarkEnd w:id="6"/>
    <w:r>
      <w:t>P</w:t>
    </w:r>
    <w:r w:rsidR="008958EA">
      <w:t>CT/MIA/21/16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7481D">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8EA" w:rsidRDefault="008958EA" w:rsidP="00477D6B">
    <w:pPr>
      <w:jc w:val="right"/>
    </w:pPr>
    <w:r>
      <w:t>PCT/MIA/21/16</w:t>
    </w:r>
  </w:p>
  <w:p w:rsidR="008958EA" w:rsidRDefault="008958EA" w:rsidP="00477D6B">
    <w:pPr>
      <w:jc w:val="right"/>
    </w:pPr>
    <w:r>
      <w:t xml:space="preserve">Annex, page </w:t>
    </w:r>
    <w:r>
      <w:fldChar w:fldCharType="begin"/>
    </w:r>
    <w:r>
      <w:instrText xml:space="preserve"> PAGE  \* MERGEFORMAT </w:instrText>
    </w:r>
    <w:r>
      <w:fldChar w:fldCharType="separate"/>
    </w:r>
    <w:r w:rsidR="00A7481D">
      <w:rPr>
        <w:noProof/>
      </w:rPr>
      <w:t>2</w:t>
    </w:r>
    <w:r>
      <w:fldChar w:fldCharType="end"/>
    </w:r>
  </w:p>
  <w:p w:rsidR="008958EA" w:rsidRDefault="008958E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8EA" w:rsidRDefault="008958EA" w:rsidP="008958EA">
    <w:pPr>
      <w:pStyle w:val="Header"/>
      <w:jc w:val="right"/>
    </w:pPr>
    <w:r>
      <w:t>PCT/MIA/21/16</w:t>
    </w:r>
  </w:p>
  <w:p w:rsidR="008958EA" w:rsidRDefault="008958EA" w:rsidP="008958EA">
    <w:pPr>
      <w:pStyle w:val="Header"/>
      <w:jc w:val="right"/>
    </w:pPr>
    <w:r>
      <w:t>ANNEX</w:t>
    </w:r>
  </w:p>
  <w:p w:rsidR="008958EA" w:rsidRDefault="008958EA" w:rsidP="008958E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E4227F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F7"/>
    <w:rsid w:val="00043CAA"/>
    <w:rsid w:val="00075432"/>
    <w:rsid w:val="000968ED"/>
    <w:rsid w:val="000C07B7"/>
    <w:rsid w:val="000F5E56"/>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3516D"/>
    <w:rsid w:val="004647DA"/>
    <w:rsid w:val="00474062"/>
    <w:rsid w:val="00477D6B"/>
    <w:rsid w:val="004C2EE1"/>
    <w:rsid w:val="004D33F7"/>
    <w:rsid w:val="005019FF"/>
    <w:rsid w:val="0053057A"/>
    <w:rsid w:val="00560A29"/>
    <w:rsid w:val="005A4186"/>
    <w:rsid w:val="005C6649"/>
    <w:rsid w:val="00605827"/>
    <w:rsid w:val="00646050"/>
    <w:rsid w:val="006713CA"/>
    <w:rsid w:val="00676C5C"/>
    <w:rsid w:val="007404D8"/>
    <w:rsid w:val="007D1613"/>
    <w:rsid w:val="008958EA"/>
    <w:rsid w:val="008B2CC1"/>
    <w:rsid w:val="008B60B2"/>
    <w:rsid w:val="0090731E"/>
    <w:rsid w:val="00916EE2"/>
    <w:rsid w:val="00966A22"/>
    <w:rsid w:val="0096722F"/>
    <w:rsid w:val="00980843"/>
    <w:rsid w:val="009A0BAD"/>
    <w:rsid w:val="009E2791"/>
    <w:rsid w:val="009E3F6F"/>
    <w:rsid w:val="009F499F"/>
    <w:rsid w:val="00A42DAF"/>
    <w:rsid w:val="00A45BD8"/>
    <w:rsid w:val="00A7481D"/>
    <w:rsid w:val="00A869B7"/>
    <w:rsid w:val="00AC205C"/>
    <w:rsid w:val="00AF0A6B"/>
    <w:rsid w:val="00B05A69"/>
    <w:rsid w:val="00B9734B"/>
    <w:rsid w:val="00C11BFE"/>
    <w:rsid w:val="00C65280"/>
    <w:rsid w:val="00CD6F9C"/>
    <w:rsid w:val="00D45252"/>
    <w:rsid w:val="00D71B4D"/>
    <w:rsid w:val="00D93D55"/>
    <w:rsid w:val="00E335FE"/>
    <w:rsid w:val="00EC4E49"/>
    <w:rsid w:val="00ED77FB"/>
    <w:rsid w:val="00EE45FA"/>
    <w:rsid w:val="00F66152"/>
    <w:rsid w:val="00F91092"/>
    <w:rsid w:val="00FB4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A418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A4186"/>
    <w:rPr>
      <w:rFonts w:ascii="Tahoma" w:eastAsia="SimSun" w:hAnsi="Tahoma" w:cs="Tahoma"/>
      <w:sz w:val="16"/>
      <w:szCs w:val="16"/>
      <w:lang w:eastAsia="zh-CN"/>
    </w:rPr>
  </w:style>
  <w:style w:type="character" w:customStyle="1" w:styleId="ONUMEChar">
    <w:name w:val="ONUM E Char"/>
    <w:link w:val="ONUME"/>
    <w:rsid w:val="005A418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A418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A4186"/>
    <w:rPr>
      <w:rFonts w:ascii="Tahoma" w:eastAsia="SimSun" w:hAnsi="Tahoma" w:cs="Tahoma"/>
      <w:sz w:val="16"/>
      <w:szCs w:val="16"/>
      <w:lang w:eastAsia="zh-CN"/>
    </w:rPr>
  </w:style>
  <w:style w:type="character" w:customStyle="1" w:styleId="ONUMEChar">
    <w:name w:val="ONUM E Char"/>
    <w:link w:val="ONUME"/>
    <w:rsid w:val="005A418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21 (E)</Template>
  <TotalTime>20</TotalTime>
  <Pages>3</Pages>
  <Words>683</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PCT Sequence Listing - Report from Task Force on Sequence Listings</dc:subject>
  <dc:creator>MARLOW Thomas</dc:creator>
  <cp:lastModifiedBy>MARLOW Thomas</cp:lastModifiedBy>
  <cp:revision>6</cp:revision>
  <cp:lastPrinted>2014-01-28T09:11:00Z</cp:lastPrinted>
  <dcterms:created xsi:type="dcterms:W3CDTF">2014-01-27T09:53:00Z</dcterms:created>
  <dcterms:modified xsi:type="dcterms:W3CDTF">2014-01-28T09:12:00Z</dcterms:modified>
</cp:coreProperties>
</file>