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B1BC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ja-JP"/>
        </w:rPr>
        <w:drawing>
          <wp:inline distT="0" distB="0" distL="0" distR="0" wp14:anchorId="616923C6" wp14:editId="198E3C0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00A16489" wp14:editId="4A9A91A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9E4664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2B13F5B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946221">
        <w:rPr>
          <w:rFonts w:ascii="Arial Black" w:hAnsi="Arial Black"/>
          <w:caps/>
          <w:sz w:val="15"/>
          <w:szCs w:val="15"/>
        </w:rPr>
        <w:t>8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E541C">
        <w:rPr>
          <w:rFonts w:ascii="Arial Black" w:hAnsi="Arial Black"/>
          <w:caps/>
          <w:sz w:val="15"/>
          <w:szCs w:val="15"/>
        </w:rPr>
        <w:t>1 Prov.</w:t>
      </w:r>
    </w:p>
    <w:p w14:paraId="04D85988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EE541C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7AEF7737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EE541C">
        <w:rPr>
          <w:rFonts w:ascii="Arial Black" w:hAnsi="Arial Black"/>
          <w:caps/>
          <w:sz w:val="15"/>
          <w:szCs w:val="15"/>
        </w:rPr>
        <w:t>December 9, 2024</w:t>
      </w:r>
    </w:p>
    <w:bookmarkEnd w:id="2"/>
    <w:p w14:paraId="4FBD7DC1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 w:rsidRPr="00E90B8B">
        <w:rPr>
          <w:b/>
          <w:sz w:val="28"/>
          <w:szCs w:val="28"/>
        </w:rPr>
        <w:t>Patent Cooperation Treaty (PCT) Working Group</w:t>
      </w:r>
    </w:p>
    <w:p w14:paraId="338E29DC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Eighte</w:t>
      </w:r>
      <w:r w:rsidRPr="008D0E8D">
        <w:rPr>
          <w:b/>
          <w:sz w:val="24"/>
          <w:szCs w:val="24"/>
        </w:rPr>
        <w:t xml:space="preserve">enth </w:t>
      </w:r>
      <w:r w:rsidR="00E90B8B" w:rsidRPr="008D0E8D">
        <w:rPr>
          <w:b/>
          <w:sz w:val="24"/>
          <w:szCs w:val="24"/>
        </w:rPr>
        <w:t>Session</w:t>
      </w:r>
    </w:p>
    <w:p w14:paraId="6FE8A11B" w14:textId="77777777" w:rsidR="008B2CC1" w:rsidRPr="009F3BF9" w:rsidRDefault="00E90B8B" w:rsidP="00CE65D4">
      <w:pPr>
        <w:spacing w:after="720"/>
      </w:pPr>
      <w:r w:rsidRPr="008D0E8D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 xml:space="preserve">February </w:t>
      </w:r>
      <w:r w:rsidR="003F4C9E">
        <w:rPr>
          <w:b/>
          <w:sz w:val="24"/>
          <w:szCs w:val="24"/>
        </w:rPr>
        <w:t>1</w:t>
      </w:r>
      <w:r w:rsidR="00946221">
        <w:rPr>
          <w:b/>
          <w:sz w:val="24"/>
          <w:szCs w:val="24"/>
        </w:rPr>
        <w:t>8</w:t>
      </w:r>
      <w:r w:rsidR="003F4C9E">
        <w:rPr>
          <w:b/>
          <w:sz w:val="24"/>
          <w:szCs w:val="24"/>
        </w:rPr>
        <w:t xml:space="preserve"> to 2</w:t>
      </w:r>
      <w:r w:rsidR="00946221">
        <w:rPr>
          <w:b/>
          <w:sz w:val="24"/>
          <w:szCs w:val="24"/>
        </w:rPr>
        <w:t>0</w:t>
      </w:r>
      <w:r w:rsidR="003F4C9E">
        <w:rPr>
          <w:b/>
          <w:sz w:val="24"/>
          <w:szCs w:val="24"/>
        </w:rPr>
        <w:t>, 202</w:t>
      </w:r>
      <w:r w:rsidR="00946221">
        <w:rPr>
          <w:b/>
          <w:sz w:val="24"/>
          <w:szCs w:val="24"/>
        </w:rPr>
        <w:t>5</w:t>
      </w:r>
    </w:p>
    <w:p w14:paraId="4A796DE3" w14:textId="77777777" w:rsidR="008B2CC1" w:rsidRPr="009F3BF9" w:rsidRDefault="00EE541C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Draft Agenda</w:t>
      </w:r>
    </w:p>
    <w:p w14:paraId="2F7978A7" w14:textId="77777777" w:rsidR="008B2CC1" w:rsidRPr="004D39C4" w:rsidRDefault="00EE541C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prepared by the Secretariat</w:t>
      </w:r>
    </w:p>
    <w:bookmarkEnd w:id="4"/>
    <w:p w14:paraId="1181A816" w14:textId="77777777" w:rsidR="00203497" w:rsidRDefault="00203497" w:rsidP="00203497">
      <w:pPr>
        <w:pStyle w:val="ONUME"/>
      </w:pPr>
      <w:r>
        <w:t>Opening of the session</w:t>
      </w:r>
    </w:p>
    <w:p w14:paraId="361A043F" w14:textId="77777777" w:rsidR="00203497" w:rsidRDefault="00203497" w:rsidP="00203497">
      <w:pPr>
        <w:pStyle w:val="ONUME"/>
        <w:ind w:left="1134" w:hanging="1134"/>
      </w:pPr>
      <w:r>
        <w:t>Adoption of the agenda</w:t>
      </w:r>
    </w:p>
    <w:p w14:paraId="1F21BDD4" w14:textId="77777777" w:rsidR="00203497" w:rsidRDefault="00203497" w:rsidP="00203497">
      <w:pPr>
        <w:pStyle w:val="ONUME"/>
        <w:ind w:left="1134" w:hanging="1134"/>
      </w:pPr>
      <w:r>
        <w:t>Election of Vice-Chairs for the session</w:t>
      </w:r>
    </w:p>
    <w:p w14:paraId="6C7C38CB" w14:textId="77777777" w:rsidR="00203497" w:rsidRDefault="00203497" w:rsidP="00203497">
      <w:pPr>
        <w:pStyle w:val="ONUME"/>
      </w:pPr>
      <w:r>
        <w:t>Election of Officers for the nineteenth session</w:t>
      </w:r>
    </w:p>
    <w:p w14:paraId="749BA839" w14:textId="77777777" w:rsidR="00203497" w:rsidRDefault="00203497" w:rsidP="00203497">
      <w:pPr>
        <w:pStyle w:val="ONUME"/>
      </w:pPr>
      <w:r>
        <w:t>PCT Statistics</w:t>
      </w:r>
    </w:p>
    <w:p w14:paraId="129182E1" w14:textId="77777777" w:rsidR="00203497" w:rsidRDefault="00203497" w:rsidP="00203497">
      <w:pPr>
        <w:pStyle w:val="ONUME"/>
        <w:ind w:left="1134" w:hanging="1134"/>
      </w:pPr>
      <w:r>
        <w:t>Meeting of International Authorities Under the PCT:  Report of the Thirty-First Session</w:t>
      </w:r>
    </w:p>
    <w:p w14:paraId="7356A210" w14:textId="77777777" w:rsidR="00203497" w:rsidRDefault="00203497" w:rsidP="00203497">
      <w:pPr>
        <w:pStyle w:val="ONUME"/>
        <w:ind w:left="1134" w:hanging="1134"/>
      </w:pPr>
      <w:r>
        <w:t>Electronic Processing of International Applications</w:t>
      </w:r>
    </w:p>
    <w:p w14:paraId="5D944615" w14:textId="77777777" w:rsidR="00203497" w:rsidRDefault="00203497" w:rsidP="00203497">
      <w:pPr>
        <w:pStyle w:val="ONUME"/>
        <w:ind w:left="1134" w:hanging="1134"/>
      </w:pPr>
      <w:r>
        <w:t>Electronic-Only Entry into the National Phase</w:t>
      </w:r>
    </w:p>
    <w:p w14:paraId="1C5180A7" w14:textId="77777777" w:rsidR="00203497" w:rsidRDefault="00203497" w:rsidP="00203497">
      <w:pPr>
        <w:pStyle w:val="ONUME"/>
        <w:ind w:left="1134" w:hanging="1134"/>
      </w:pPr>
      <w:r>
        <w:t>International Publication Related Processes</w:t>
      </w:r>
    </w:p>
    <w:p w14:paraId="7DC14528" w14:textId="77777777" w:rsidR="00203497" w:rsidRDefault="00203497" w:rsidP="00203497">
      <w:pPr>
        <w:pStyle w:val="ONUME"/>
        <w:ind w:left="1134" w:hanging="1134"/>
      </w:pPr>
      <w:r>
        <w:t>Establishing Equivalent Amounts for PCT Fees</w:t>
      </w:r>
    </w:p>
    <w:p w14:paraId="7A86FC19" w14:textId="77777777" w:rsidR="00203497" w:rsidRDefault="00203497" w:rsidP="00203497">
      <w:pPr>
        <w:pStyle w:val="ONUME"/>
      </w:pPr>
      <w:r>
        <w:t>Sequence listings</w:t>
      </w:r>
    </w:p>
    <w:p w14:paraId="278252EE" w14:textId="77777777" w:rsidR="00203497" w:rsidRPr="005E5868" w:rsidRDefault="00203497" w:rsidP="00203497">
      <w:pPr>
        <w:pStyle w:val="ONUME"/>
        <w:numPr>
          <w:ilvl w:val="1"/>
          <w:numId w:val="5"/>
        </w:numPr>
        <w:ind w:left="1701" w:hanging="1134"/>
      </w:pPr>
      <w:r w:rsidRPr="005E5868">
        <w:t>Processing of Sequence Listings</w:t>
      </w:r>
    </w:p>
    <w:p w14:paraId="4DB43413" w14:textId="77777777" w:rsidR="00203497" w:rsidRDefault="00203497" w:rsidP="00203497">
      <w:pPr>
        <w:pStyle w:val="ONUME"/>
        <w:numPr>
          <w:ilvl w:val="1"/>
          <w:numId w:val="5"/>
        </w:numPr>
        <w:ind w:left="1701" w:hanging="1134"/>
      </w:pPr>
      <w:r w:rsidRPr="00F44C1E">
        <w:t>Sequence Listings Task Force:  Status Report</w:t>
      </w:r>
      <w:r>
        <w:t xml:space="preserve"> </w:t>
      </w:r>
    </w:p>
    <w:p w14:paraId="153E9EE9" w14:textId="77777777" w:rsidR="00203497" w:rsidRDefault="00203497" w:rsidP="00203497">
      <w:pPr>
        <w:pStyle w:val="ONUME"/>
        <w:ind w:left="1134" w:hanging="1134"/>
      </w:pPr>
      <w:r>
        <w:t>PCT Minimum Documentation Task Force:  Status Report</w:t>
      </w:r>
    </w:p>
    <w:p w14:paraId="1E631A9A" w14:textId="77777777" w:rsidR="00203497" w:rsidRDefault="00203497" w:rsidP="00203497">
      <w:pPr>
        <w:pStyle w:val="ONUME"/>
        <w:ind w:left="567" w:hanging="567"/>
      </w:pPr>
      <w:r>
        <w:lastRenderedPageBreak/>
        <w:t>Extension of Appointment of International Searching and Preliminary Examining Authorities</w:t>
      </w:r>
    </w:p>
    <w:p w14:paraId="5B004422" w14:textId="77777777" w:rsidR="00203497" w:rsidRDefault="00203497" w:rsidP="00203497">
      <w:pPr>
        <w:pStyle w:val="ONUME"/>
        <w:numPr>
          <w:ilvl w:val="1"/>
          <w:numId w:val="5"/>
        </w:numPr>
      </w:pPr>
      <w:r>
        <w:t>Procedure for Extension of Appointment</w:t>
      </w:r>
    </w:p>
    <w:p w14:paraId="3442C36A" w14:textId="77777777" w:rsidR="00203497" w:rsidRDefault="00203497" w:rsidP="00203497">
      <w:pPr>
        <w:pStyle w:val="ONUME"/>
        <w:numPr>
          <w:ilvl w:val="1"/>
          <w:numId w:val="5"/>
        </w:numPr>
      </w:pPr>
      <w:r>
        <w:t>Format of Applications for Extension of Appointment</w:t>
      </w:r>
    </w:p>
    <w:p w14:paraId="004F850A" w14:textId="77777777" w:rsidR="00203497" w:rsidRDefault="00203497" w:rsidP="00203497">
      <w:pPr>
        <w:pStyle w:val="ONUME"/>
        <w:numPr>
          <w:ilvl w:val="1"/>
          <w:numId w:val="5"/>
        </w:numPr>
        <w:ind w:left="1134" w:hanging="567"/>
      </w:pPr>
      <w:r>
        <w:t>Model Agreement between an Office or Organization and the International Bureau in Relation to its Functioning as an International Searching and Preliminary Examining Authority</w:t>
      </w:r>
    </w:p>
    <w:p w14:paraId="05AF87B6" w14:textId="77777777" w:rsidR="00203497" w:rsidRDefault="00203497" w:rsidP="00203497">
      <w:pPr>
        <w:pStyle w:val="ONUME"/>
        <w:ind w:left="567" w:hanging="567"/>
      </w:pPr>
      <w:r>
        <w:t>WIPO Treaty on Intellectual Property, Genetic Resources and Associated Traditional Knowledge</w:t>
      </w:r>
    </w:p>
    <w:p w14:paraId="39F5F1A3" w14:textId="77777777" w:rsidR="00203497" w:rsidRDefault="00203497" w:rsidP="00203497">
      <w:pPr>
        <w:pStyle w:val="ONUME"/>
        <w:ind w:left="1134" w:hanging="1134"/>
      </w:pPr>
      <w:r>
        <w:t>Coordination of Technical Assistance Under the PCT</w:t>
      </w:r>
    </w:p>
    <w:p w14:paraId="2B43DBFC" w14:textId="77777777" w:rsidR="00203497" w:rsidRDefault="00203497" w:rsidP="00203497">
      <w:pPr>
        <w:pStyle w:val="ONUME"/>
        <w:ind w:left="1134" w:hanging="1134"/>
      </w:pPr>
      <w:r>
        <w:t>Coordination of Patent Examiner Training</w:t>
      </w:r>
    </w:p>
    <w:p w14:paraId="655B171B" w14:textId="057B9571" w:rsidR="00203497" w:rsidRDefault="00203497" w:rsidP="00203497">
      <w:pPr>
        <w:pStyle w:val="ONUME"/>
        <w:ind w:left="1701" w:hanging="1701"/>
      </w:pPr>
      <w:r>
        <w:t>Rule</w:t>
      </w:r>
      <w:r w:rsidR="00FA4FF7">
        <w:t xml:space="preserve"> </w:t>
      </w:r>
      <w:r>
        <w:t>26.3</w:t>
      </w:r>
      <w:r>
        <w:rPr>
          <w:i/>
          <w:iCs/>
        </w:rPr>
        <w:t>ter</w:t>
      </w:r>
      <w:r>
        <w:t xml:space="preserve"> – Correction</w:t>
      </w:r>
    </w:p>
    <w:p w14:paraId="7292485D" w14:textId="77777777" w:rsidR="00203497" w:rsidRDefault="00203497" w:rsidP="00203497">
      <w:pPr>
        <w:pStyle w:val="ONUME"/>
      </w:pPr>
      <w:r>
        <w:t>Other matters</w:t>
      </w:r>
    </w:p>
    <w:p w14:paraId="70EF04A7" w14:textId="77777777" w:rsidR="00203497" w:rsidRDefault="00203497" w:rsidP="00203497">
      <w:pPr>
        <w:pStyle w:val="ONUME"/>
      </w:pPr>
      <w:r>
        <w:t>Summary by the Chair</w:t>
      </w:r>
    </w:p>
    <w:p w14:paraId="1C927807" w14:textId="43645DCA" w:rsidR="00203497" w:rsidRDefault="00203497" w:rsidP="00203497">
      <w:pPr>
        <w:pStyle w:val="ONUME"/>
      </w:pPr>
      <w:r>
        <w:t>Closing of the session</w:t>
      </w:r>
      <w:r w:rsidR="00380421">
        <w:br/>
      </w:r>
    </w:p>
    <w:p w14:paraId="136D4127" w14:textId="08A3E10C" w:rsidR="002928D3" w:rsidRDefault="00380421" w:rsidP="004472ED">
      <w:pPr>
        <w:pStyle w:val="Endofdocument-Annex"/>
      </w:pPr>
      <w:r>
        <w:t>[End of document]</w:t>
      </w:r>
    </w:p>
    <w:sectPr w:rsidR="002928D3" w:rsidSect="00EE541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33E1" w14:textId="77777777" w:rsidR="00EE541C" w:rsidRDefault="00EE541C">
      <w:r>
        <w:separator/>
      </w:r>
    </w:p>
  </w:endnote>
  <w:endnote w:type="continuationSeparator" w:id="0">
    <w:p w14:paraId="01050E68" w14:textId="77777777" w:rsidR="00EE541C" w:rsidRDefault="00EE541C" w:rsidP="003B38C1">
      <w:r>
        <w:separator/>
      </w:r>
    </w:p>
    <w:p w14:paraId="3A06518C" w14:textId="77777777" w:rsidR="00EE541C" w:rsidRPr="003B38C1" w:rsidRDefault="00EE54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1116B2B" w14:textId="77777777" w:rsidR="00EE541C" w:rsidRPr="003B38C1" w:rsidRDefault="00EE54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A5FA5" w14:textId="77777777" w:rsidR="00EE541C" w:rsidRDefault="00EE541C">
      <w:r>
        <w:separator/>
      </w:r>
    </w:p>
  </w:footnote>
  <w:footnote w:type="continuationSeparator" w:id="0">
    <w:p w14:paraId="2BF813F8" w14:textId="77777777" w:rsidR="00EE541C" w:rsidRDefault="00EE541C" w:rsidP="008B60B2">
      <w:r>
        <w:separator/>
      </w:r>
    </w:p>
    <w:p w14:paraId="6722DDBE" w14:textId="77777777" w:rsidR="00EE541C" w:rsidRPr="00ED77FB" w:rsidRDefault="00EE54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A99A8C5" w14:textId="77777777" w:rsidR="00EE541C" w:rsidRPr="00ED77FB" w:rsidRDefault="00EE54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F653" w14:textId="77777777" w:rsidR="00EC4E49" w:rsidRDefault="00EE541C" w:rsidP="00477D6B">
    <w:pPr>
      <w:jc w:val="right"/>
    </w:pPr>
    <w:bookmarkStart w:id="5" w:name="Code2"/>
    <w:bookmarkEnd w:id="5"/>
    <w:r>
      <w:t>PCT/WG/18/1 Prov.</w:t>
    </w:r>
  </w:p>
  <w:p w14:paraId="7B94B83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136D50E2" w14:textId="77777777" w:rsidR="00EC4E49" w:rsidRDefault="00EC4E49" w:rsidP="00477D6B">
    <w:pPr>
      <w:jc w:val="right"/>
    </w:pPr>
  </w:p>
  <w:p w14:paraId="63C4BBA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C"/>
    <w:rsid w:val="0001647B"/>
    <w:rsid w:val="00043CAA"/>
    <w:rsid w:val="00055239"/>
    <w:rsid w:val="00075432"/>
    <w:rsid w:val="000968ED"/>
    <w:rsid w:val="000D2FE9"/>
    <w:rsid w:val="000F5E56"/>
    <w:rsid w:val="001024FE"/>
    <w:rsid w:val="001362EE"/>
    <w:rsid w:val="00142868"/>
    <w:rsid w:val="00170909"/>
    <w:rsid w:val="001832A6"/>
    <w:rsid w:val="001C6808"/>
    <w:rsid w:val="00203497"/>
    <w:rsid w:val="002121FA"/>
    <w:rsid w:val="002634C4"/>
    <w:rsid w:val="002928D3"/>
    <w:rsid w:val="0029703C"/>
    <w:rsid w:val="002F1FE6"/>
    <w:rsid w:val="002F4E68"/>
    <w:rsid w:val="00312F7F"/>
    <w:rsid w:val="003228B7"/>
    <w:rsid w:val="003508A3"/>
    <w:rsid w:val="003673CF"/>
    <w:rsid w:val="00380421"/>
    <w:rsid w:val="003845C1"/>
    <w:rsid w:val="003A6F89"/>
    <w:rsid w:val="003B38C1"/>
    <w:rsid w:val="003D352A"/>
    <w:rsid w:val="003F4C9E"/>
    <w:rsid w:val="00423E3E"/>
    <w:rsid w:val="00427AF4"/>
    <w:rsid w:val="004400E2"/>
    <w:rsid w:val="004472ED"/>
    <w:rsid w:val="00461632"/>
    <w:rsid w:val="004647DA"/>
    <w:rsid w:val="00474062"/>
    <w:rsid w:val="00477D6B"/>
    <w:rsid w:val="00497C1B"/>
    <w:rsid w:val="004D39C4"/>
    <w:rsid w:val="0053057A"/>
    <w:rsid w:val="00543927"/>
    <w:rsid w:val="00560A29"/>
    <w:rsid w:val="00594D27"/>
    <w:rsid w:val="00601760"/>
    <w:rsid w:val="00605827"/>
    <w:rsid w:val="006379A1"/>
    <w:rsid w:val="00646050"/>
    <w:rsid w:val="006713CA"/>
    <w:rsid w:val="00676C5C"/>
    <w:rsid w:val="00695558"/>
    <w:rsid w:val="006D5E0F"/>
    <w:rsid w:val="007058FB"/>
    <w:rsid w:val="00744C06"/>
    <w:rsid w:val="007B6A58"/>
    <w:rsid w:val="007D1613"/>
    <w:rsid w:val="00873EE5"/>
    <w:rsid w:val="008B2CC1"/>
    <w:rsid w:val="008B4B5E"/>
    <w:rsid w:val="008B60B2"/>
    <w:rsid w:val="0090731E"/>
    <w:rsid w:val="00916EE2"/>
    <w:rsid w:val="00946221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A1989"/>
    <w:rsid w:val="00BF2415"/>
    <w:rsid w:val="00BF48DE"/>
    <w:rsid w:val="00C11BFE"/>
    <w:rsid w:val="00C91AB4"/>
    <w:rsid w:val="00C94629"/>
    <w:rsid w:val="00CE65D4"/>
    <w:rsid w:val="00D45252"/>
    <w:rsid w:val="00D71B4D"/>
    <w:rsid w:val="00D93D55"/>
    <w:rsid w:val="00E070BF"/>
    <w:rsid w:val="00E161A2"/>
    <w:rsid w:val="00E335FE"/>
    <w:rsid w:val="00E5021F"/>
    <w:rsid w:val="00E671A6"/>
    <w:rsid w:val="00E90B8B"/>
    <w:rsid w:val="00EC4E49"/>
    <w:rsid w:val="00ED77FB"/>
    <w:rsid w:val="00EE541C"/>
    <w:rsid w:val="00F021A6"/>
    <w:rsid w:val="00F11D94"/>
    <w:rsid w:val="00F66152"/>
    <w:rsid w:val="00F866B9"/>
    <w:rsid w:val="00F9200A"/>
    <w:rsid w:val="00FA4FF7"/>
    <w:rsid w:val="00FB3E54"/>
    <w:rsid w:val="00FC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46CAE"/>
  <w15:docId w15:val="{93E031FD-B577-40EF-A46B-DE4BCBB9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14</TotalTime>
  <Pages>2</Pages>
  <Words>213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</vt:lpstr>
    </vt:vector>
  </TitlesOfParts>
  <Company>WIPO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</dc:title>
  <dc:subject>Draft Agenda</dc:subject>
  <dc:creator>MARLOW Thomas</dc:creator>
  <cp:keywords/>
  <cp:lastModifiedBy>MARLOW Thomas</cp:lastModifiedBy>
  <cp:revision>7</cp:revision>
  <cp:lastPrinted>2024-12-09T08:54:00Z</cp:lastPrinted>
  <dcterms:created xsi:type="dcterms:W3CDTF">2024-12-04T11:18:00Z</dcterms:created>
  <dcterms:modified xsi:type="dcterms:W3CDTF">2024-12-09T08:56:00Z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