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AB1BC" w14:textId="68BD781F" w:rsidR="008B2CC1" w:rsidRPr="008B2CC1" w:rsidRDefault="00782E8E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5C403EF" wp14:editId="559221D4">
            <wp:extent cx="2889849" cy="1453113"/>
            <wp:effectExtent l="0" t="0" r="6350" b="0"/>
            <wp:docPr id="9654942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705" cy="14610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00A16489" wp14:editId="47B62C15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15CA28F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2B13F5B" w14:textId="77777777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PCT/WG/18/</w:t>
      </w:r>
      <w:bookmarkStart w:id="0" w:name="Code"/>
      <w:bookmarkEnd w:id="0"/>
      <w:r>
        <w:rPr>
          <w:rFonts w:ascii="Arial Black" w:hAnsi="Arial Black"/>
          <w:caps/>
          <w:sz w:val="15"/>
        </w:rPr>
        <w:t>1 Prov.</w:t>
      </w:r>
    </w:p>
    <w:p w14:paraId="04D85988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AEF7737" w14:textId="777777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9 декабря 2024 года</w:t>
      </w:r>
    </w:p>
    <w:bookmarkEnd w:id="2"/>
    <w:p w14:paraId="4FBD7DC1" w14:textId="77777777" w:rsidR="008B2CC1" w:rsidRPr="003845C1" w:rsidRDefault="00E90B8B" w:rsidP="00FB3E54">
      <w:pPr>
        <w:spacing w:after="60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(РСТ)</w:t>
      </w:r>
    </w:p>
    <w:p w14:paraId="338E29DC" w14:textId="77777777" w:rsidR="008B2CC1" w:rsidRPr="003845C1" w:rsidRDefault="00946221" w:rsidP="008B2CC1">
      <w:pPr>
        <w:rPr>
          <w:b/>
          <w:sz w:val="24"/>
          <w:szCs w:val="24"/>
        </w:rPr>
      </w:pPr>
      <w:r>
        <w:rPr>
          <w:b/>
          <w:sz w:val="24"/>
        </w:rPr>
        <w:t>Восемнадцатая сессия</w:t>
      </w:r>
    </w:p>
    <w:p w14:paraId="6FE8A11B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18–20 февраля 2025 года</w:t>
      </w:r>
    </w:p>
    <w:p w14:paraId="4A796DE3" w14:textId="77777777" w:rsidR="008B2CC1" w:rsidRPr="009F3BF9" w:rsidRDefault="00EE541C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Проект повестки дня</w:t>
      </w:r>
    </w:p>
    <w:p w14:paraId="2F7978A7" w14:textId="77777777" w:rsidR="008B2CC1" w:rsidRPr="004D39C4" w:rsidRDefault="00EE541C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1181A816" w14:textId="77777777" w:rsidR="00203497" w:rsidRDefault="00203497" w:rsidP="00203497">
      <w:pPr>
        <w:pStyle w:val="ONUME"/>
      </w:pPr>
      <w:r>
        <w:t>Открытие сессии</w:t>
      </w:r>
    </w:p>
    <w:p w14:paraId="361A043F" w14:textId="77777777" w:rsidR="00203497" w:rsidRDefault="00203497" w:rsidP="00203497">
      <w:pPr>
        <w:pStyle w:val="ONUME"/>
        <w:ind w:left="1134" w:hanging="1134"/>
      </w:pPr>
      <w:r>
        <w:t>Принятие повестки дня</w:t>
      </w:r>
    </w:p>
    <w:p w14:paraId="1F21BDD4" w14:textId="77777777" w:rsidR="00203497" w:rsidRDefault="00203497" w:rsidP="00203497">
      <w:pPr>
        <w:pStyle w:val="ONUME"/>
        <w:ind w:left="1134" w:hanging="1134"/>
      </w:pPr>
      <w:r>
        <w:t>Выборы заместителей Председателя текущей сессии</w:t>
      </w:r>
    </w:p>
    <w:p w14:paraId="6C7C38CB" w14:textId="77777777" w:rsidR="00203497" w:rsidRDefault="00203497" w:rsidP="00203497">
      <w:pPr>
        <w:pStyle w:val="ONUME"/>
      </w:pPr>
      <w:r>
        <w:t>Выборы должностных лиц девятнадцатой сессии</w:t>
      </w:r>
    </w:p>
    <w:p w14:paraId="749BA839" w14:textId="77777777" w:rsidR="00203497" w:rsidRDefault="00203497" w:rsidP="00203497">
      <w:pPr>
        <w:pStyle w:val="ONUME"/>
      </w:pPr>
      <w:r>
        <w:t>Статистические данные по РСТ</w:t>
      </w:r>
    </w:p>
    <w:p w14:paraId="129182E1" w14:textId="6228999B" w:rsidR="00203497" w:rsidRDefault="00203497" w:rsidP="00203497">
      <w:pPr>
        <w:pStyle w:val="ONUME"/>
        <w:ind w:left="1134" w:hanging="1134"/>
      </w:pPr>
      <w:r>
        <w:t>Заседание международных органов в рамках PCT: отчет о тридцать первой сессии</w:t>
      </w:r>
    </w:p>
    <w:p w14:paraId="7356A210" w14:textId="77777777" w:rsidR="00203497" w:rsidRDefault="00203497" w:rsidP="00203497">
      <w:pPr>
        <w:pStyle w:val="ONUME"/>
        <w:ind w:left="1134" w:hanging="1134"/>
      </w:pPr>
      <w:r>
        <w:t>Электронная обработка международных заявок</w:t>
      </w:r>
    </w:p>
    <w:p w14:paraId="5D944615" w14:textId="77777777" w:rsidR="00203497" w:rsidRDefault="00203497" w:rsidP="00203497">
      <w:pPr>
        <w:pStyle w:val="ONUME"/>
        <w:ind w:left="1134" w:hanging="1134"/>
      </w:pPr>
      <w:r>
        <w:t>Переход на национальную фазу только в электронном виде</w:t>
      </w:r>
    </w:p>
    <w:p w14:paraId="1C5180A7" w14:textId="77777777" w:rsidR="00203497" w:rsidRDefault="00203497" w:rsidP="00203497">
      <w:pPr>
        <w:pStyle w:val="ONUME"/>
        <w:ind w:left="1134" w:hanging="1134"/>
      </w:pPr>
      <w:r>
        <w:t>Процедуры, связанные с международной публикацией</w:t>
      </w:r>
    </w:p>
    <w:p w14:paraId="7DC14528" w14:textId="77777777" w:rsidR="00203497" w:rsidRDefault="00203497" w:rsidP="00203497">
      <w:pPr>
        <w:pStyle w:val="ONUME"/>
        <w:ind w:left="1134" w:hanging="1134"/>
      </w:pPr>
      <w:r>
        <w:t>Определение эквивалентных размеров пошлин РСТ</w:t>
      </w:r>
    </w:p>
    <w:p w14:paraId="7A86FC19" w14:textId="77777777" w:rsidR="00203497" w:rsidRDefault="00203497" w:rsidP="00203497">
      <w:pPr>
        <w:pStyle w:val="ONUME"/>
      </w:pPr>
      <w:r>
        <w:t>Перечни последовательностей</w:t>
      </w:r>
    </w:p>
    <w:p w14:paraId="278252EE" w14:textId="77777777" w:rsidR="00203497" w:rsidRPr="005E5868" w:rsidRDefault="00203497" w:rsidP="00203497">
      <w:pPr>
        <w:pStyle w:val="ONUME"/>
        <w:numPr>
          <w:ilvl w:val="1"/>
          <w:numId w:val="5"/>
        </w:numPr>
        <w:ind w:left="1701" w:hanging="1134"/>
      </w:pPr>
      <w:r>
        <w:t>Обработка перечней последовательностей</w:t>
      </w:r>
    </w:p>
    <w:p w14:paraId="4DB43413" w14:textId="05EC321B" w:rsidR="00203497" w:rsidRDefault="00203497" w:rsidP="00203497">
      <w:pPr>
        <w:pStyle w:val="ONUME"/>
        <w:numPr>
          <w:ilvl w:val="1"/>
          <w:numId w:val="5"/>
        </w:numPr>
        <w:ind w:left="1701" w:hanging="1134"/>
      </w:pPr>
      <w:r>
        <w:t>Целевая группа по перечням последовательностей: отчет о ходе работы</w:t>
      </w:r>
    </w:p>
    <w:p w14:paraId="153E9EE9" w14:textId="142EDD30" w:rsidR="00203497" w:rsidRDefault="00203497" w:rsidP="00203497">
      <w:pPr>
        <w:pStyle w:val="ONUME"/>
        <w:ind w:left="1134" w:hanging="1134"/>
      </w:pPr>
      <w:r>
        <w:lastRenderedPageBreak/>
        <w:t>Целевая группа по минимуму документации PCT: отчет о ходе работы</w:t>
      </w:r>
    </w:p>
    <w:p w14:paraId="1E631A9A" w14:textId="77777777" w:rsidR="00203497" w:rsidRDefault="00203497" w:rsidP="00203497">
      <w:pPr>
        <w:pStyle w:val="ONUME"/>
        <w:ind w:left="567" w:hanging="567"/>
      </w:pPr>
      <w:r>
        <w:t>Продление назначений Международных поисковых органов и Органов международной предварительной экспертизы</w:t>
      </w:r>
    </w:p>
    <w:p w14:paraId="5B004422" w14:textId="77777777" w:rsidR="00203497" w:rsidRDefault="00203497" w:rsidP="00203497">
      <w:pPr>
        <w:pStyle w:val="ONUME"/>
        <w:numPr>
          <w:ilvl w:val="1"/>
          <w:numId w:val="5"/>
        </w:numPr>
      </w:pPr>
      <w:r>
        <w:t>Процедура продления назначения</w:t>
      </w:r>
    </w:p>
    <w:p w14:paraId="3442C36A" w14:textId="77777777" w:rsidR="00203497" w:rsidRDefault="00203497" w:rsidP="00203497">
      <w:pPr>
        <w:pStyle w:val="ONUME"/>
        <w:numPr>
          <w:ilvl w:val="1"/>
          <w:numId w:val="5"/>
        </w:numPr>
      </w:pPr>
      <w:r>
        <w:t>Формат заявления о продлении назначения</w:t>
      </w:r>
    </w:p>
    <w:p w14:paraId="004F850A" w14:textId="77777777" w:rsidR="00203497" w:rsidRDefault="00203497" w:rsidP="00203497">
      <w:pPr>
        <w:pStyle w:val="ONUME"/>
        <w:numPr>
          <w:ilvl w:val="1"/>
          <w:numId w:val="5"/>
        </w:numPr>
        <w:ind w:left="1134" w:hanging="567"/>
      </w:pPr>
      <w:r>
        <w:t>Типовое соглашение между Международным бюро и Ведомством или Организацией о функционировании последних в качестве Международного поискового органа и Органа международной предварительной экспертизы</w:t>
      </w:r>
    </w:p>
    <w:p w14:paraId="05AF87B6" w14:textId="77777777" w:rsidR="00203497" w:rsidRDefault="00203497" w:rsidP="00203497">
      <w:pPr>
        <w:pStyle w:val="ONUME"/>
        <w:ind w:left="567" w:hanging="567"/>
      </w:pPr>
      <w:r>
        <w:t>Договор ВОИС об интеллектуальной собственности, генетических ресурсах и традиционных знаниях, связанных с генетическими ресурсами</w:t>
      </w:r>
    </w:p>
    <w:p w14:paraId="39F5F1A3" w14:textId="77777777" w:rsidR="00203497" w:rsidRDefault="00203497" w:rsidP="00203497">
      <w:pPr>
        <w:pStyle w:val="ONUME"/>
        <w:ind w:left="1134" w:hanging="1134"/>
      </w:pPr>
      <w:r>
        <w:t>Координация деятельности по оказанию технической помощи в рамках PCT</w:t>
      </w:r>
    </w:p>
    <w:p w14:paraId="2B43DBFC" w14:textId="77777777" w:rsidR="00203497" w:rsidRDefault="00203497" w:rsidP="00203497">
      <w:pPr>
        <w:pStyle w:val="ONUME"/>
        <w:ind w:left="1134" w:hanging="1134"/>
      </w:pPr>
      <w:r>
        <w:t>Координация обучения патентных экспертов</w:t>
      </w:r>
    </w:p>
    <w:p w14:paraId="655B171B" w14:textId="057B9571" w:rsidR="00203497" w:rsidRDefault="00203497" w:rsidP="00203497">
      <w:pPr>
        <w:pStyle w:val="ONUME"/>
        <w:ind w:left="1701" w:hanging="1701"/>
      </w:pPr>
      <w:r>
        <w:t>Правило 26.3ter – исправление</w:t>
      </w:r>
    </w:p>
    <w:p w14:paraId="7292485D" w14:textId="77777777" w:rsidR="00203497" w:rsidRDefault="00203497" w:rsidP="00203497">
      <w:pPr>
        <w:pStyle w:val="ONUME"/>
      </w:pPr>
      <w:r>
        <w:t>Прочие вопросы</w:t>
      </w:r>
    </w:p>
    <w:p w14:paraId="70EF04A7" w14:textId="77777777" w:rsidR="00203497" w:rsidRDefault="00203497" w:rsidP="00203497">
      <w:pPr>
        <w:pStyle w:val="ONUME"/>
      </w:pPr>
      <w:r>
        <w:t>Резюме Председателя</w:t>
      </w:r>
    </w:p>
    <w:p w14:paraId="1C927807" w14:textId="43645DCA" w:rsidR="00203497" w:rsidRDefault="00203497" w:rsidP="00203497">
      <w:pPr>
        <w:pStyle w:val="ONUME"/>
      </w:pPr>
      <w:r>
        <w:t>Закрытие сессии</w:t>
      </w:r>
      <w:r>
        <w:br/>
      </w:r>
    </w:p>
    <w:p w14:paraId="136D4127" w14:textId="01F88017" w:rsidR="002928D3" w:rsidRDefault="00380421" w:rsidP="00397DE7">
      <w:pPr>
        <w:pStyle w:val="Endofdocument-Annex"/>
      </w:pPr>
      <w:r>
        <w:t>[Конец документа]</w:t>
      </w:r>
    </w:p>
    <w:sectPr w:rsidR="002928D3" w:rsidSect="00EE541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2A82A" w14:textId="77777777" w:rsidR="00CA675E" w:rsidRDefault="00CA675E">
      <w:r>
        <w:separator/>
      </w:r>
    </w:p>
  </w:endnote>
  <w:endnote w:type="continuationSeparator" w:id="0">
    <w:p w14:paraId="06835367" w14:textId="77777777" w:rsidR="00CA675E" w:rsidRDefault="00CA675E" w:rsidP="003B38C1">
      <w:r>
        <w:separator/>
      </w:r>
    </w:p>
    <w:p w14:paraId="772339B5" w14:textId="77777777" w:rsidR="00CA675E" w:rsidRPr="00782E8E" w:rsidRDefault="00CA675E" w:rsidP="003B38C1">
      <w:pPr>
        <w:spacing w:after="60"/>
        <w:rPr>
          <w:sz w:val="17"/>
          <w:lang w:val="en-US"/>
        </w:rPr>
      </w:pPr>
      <w:r w:rsidRPr="00782E8E">
        <w:rPr>
          <w:sz w:val="17"/>
          <w:lang w:val="en-US"/>
        </w:rPr>
        <w:t>[Endnote continued from previous page]</w:t>
      </w:r>
    </w:p>
  </w:endnote>
  <w:endnote w:type="continuationNotice" w:id="1">
    <w:p w14:paraId="7D894A70" w14:textId="77777777" w:rsidR="00CA675E" w:rsidRPr="00782E8E" w:rsidRDefault="00CA675E" w:rsidP="003B38C1">
      <w:pPr>
        <w:spacing w:before="60"/>
        <w:jc w:val="right"/>
        <w:rPr>
          <w:sz w:val="17"/>
          <w:szCs w:val="17"/>
          <w:lang w:val="en-US"/>
        </w:rPr>
      </w:pPr>
      <w:r w:rsidRPr="00782E8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0BF72" w14:textId="77777777" w:rsidR="00CA675E" w:rsidRDefault="00CA675E">
      <w:r>
        <w:separator/>
      </w:r>
    </w:p>
  </w:footnote>
  <w:footnote w:type="continuationSeparator" w:id="0">
    <w:p w14:paraId="5AB632F2" w14:textId="77777777" w:rsidR="00CA675E" w:rsidRDefault="00CA675E" w:rsidP="008B60B2">
      <w:r>
        <w:separator/>
      </w:r>
    </w:p>
    <w:p w14:paraId="1ACD638E" w14:textId="77777777" w:rsidR="00CA675E" w:rsidRPr="00782E8E" w:rsidRDefault="00CA675E" w:rsidP="008B60B2">
      <w:pPr>
        <w:spacing w:after="60"/>
        <w:rPr>
          <w:sz w:val="17"/>
          <w:szCs w:val="17"/>
          <w:lang w:val="en-US"/>
        </w:rPr>
      </w:pPr>
      <w:r w:rsidRPr="00782E8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D05D5D9" w14:textId="77777777" w:rsidR="00CA675E" w:rsidRPr="00782E8E" w:rsidRDefault="00CA675E" w:rsidP="008B60B2">
      <w:pPr>
        <w:spacing w:before="60"/>
        <w:jc w:val="right"/>
        <w:rPr>
          <w:sz w:val="17"/>
          <w:szCs w:val="17"/>
          <w:lang w:val="en-US"/>
        </w:rPr>
      </w:pPr>
      <w:r w:rsidRPr="00782E8E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F653" w14:textId="77777777" w:rsidR="00EC4E49" w:rsidRDefault="00EE541C" w:rsidP="00477D6B">
    <w:pPr>
      <w:jc w:val="right"/>
    </w:pPr>
    <w:bookmarkStart w:id="5" w:name="Code2"/>
    <w:bookmarkEnd w:id="5"/>
    <w:r>
      <w:t>PCT/WG/18/1 Prov.</w:t>
    </w:r>
  </w:p>
  <w:p w14:paraId="7B94B83F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136D50E2" w14:textId="77777777" w:rsidR="00EC4E49" w:rsidRDefault="00EC4E49" w:rsidP="00477D6B">
    <w:pPr>
      <w:jc w:val="right"/>
    </w:pPr>
  </w:p>
  <w:p w14:paraId="63C4BBA7" w14:textId="77777777"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1C"/>
    <w:rsid w:val="0001647B"/>
    <w:rsid w:val="00043CAA"/>
    <w:rsid w:val="00055239"/>
    <w:rsid w:val="00075432"/>
    <w:rsid w:val="000968ED"/>
    <w:rsid w:val="000F5E56"/>
    <w:rsid w:val="001024FE"/>
    <w:rsid w:val="001362EE"/>
    <w:rsid w:val="00142868"/>
    <w:rsid w:val="00166116"/>
    <w:rsid w:val="00170909"/>
    <w:rsid w:val="001832A6"/>
    <w:rsid w:val="001B500B"/>
    <w:rsid w:val="001C6808"/>
    <w:rsid w:val="00203497"/>
    <w:rsid w:val="002121FA"/>
    <w:rsid w:val="0021340E"/>
    <w:rsid w:val="002634C4"/>
    <w:rsid w:val="002928D3"/>
    <w:rsid w:val="0029703C"/>
    <w:rsid w:val="002F1FE6"/>
    <w:rsid w:val="002F4E68"/>
    <w:rsid w:val="00312F7F"/>
    <w:rsid w:val="003228B7"/>
    <w:rsid w:val="003508A3"/>
    <w:rsid w:val="003673CF"/>
    <w:rsid w:val="00380421"/>
    <w:rsid w:val="003845C1"/>
    <w:rsid w:val="00397DE7"/>
    <w:rsid w:val="003A6F89"/>
    <w:rsid w:val="003B38C1"/>
    <w:rsid w:val="003D352A"/>
    <w:rsid w:val="003E42DF"/>
    <w:rsid w:val="003F4C9E"/>
    <w:rsid w:val="00423E3E"/>
    <w:rsid w:val="00427AF4"/>
    <w:rsid w:val="004400E2"/>
    <w:rsid w:val="00461632"/>
    <w:rsid w:val="004647DA"/>
    <w:rsid w:val="00474062"/>
    <w:rsid w:val="00477D6B"/>
    <w:rsid w:val="00497C1B"/>
    <w:rsid w:val="004D39C4"/>
    <w:rsid w:val="0053057A"/>
    <w:rsid w:val="00543927"/>
    <w:rsid w:val="00560A29"/>
    <w:rsid w:val="00594D27"/>
    <w:rsid w:val="005C2DA4"/>
    <w:rsid w:val="00601760"/>
    <w:rsid w:val="00605827"/>
    <w:rsid w:val="006379A1"/>
    <w:rsid w:val="00646050"/>
    <w:rsid w:val="006713CA"/>
    <w:rsid w:val="00676C5C"/>
    <w:rsid w:val="00695558"/>
    <w:rsid w:val="006D5E0F"/>
    <w:rsid w:val="007058FB"/>
    <w:rsid w:val="00744C06"/>
    <w:rsid w:val="00782E8E"/>
    <w:rsid w:val="007B6A58"/>
    <w:rsid w:val="007D1613"/>
    <w:rsid w:val="00873EE5"/>
    <w:rsid w:val="008B2CC1"/>
    <w:rsid w:val="008B4B5E"/>
    <w:rsid w:val="008B60B2"/>
    <w:rsid w:val="0090731E"/>
    <w:rsid w:val="00916EE2"/>
    <w:rsid w:val="009413D0"/>
    <w:rsid w:val="00944F65"/>
    <w:rsid w:val="00946221"/>
    <w:rsid w:val="00966A22"/>
    <w:rsid w:val="0096722F"/>
    <w:rsid w:val="00980843"/>
    <w:rsid w:val="00993A67"/>
    <w:rsid w:val="009E2791"/>
    <w:rsid w:val="009E3F6F"/>
    <w:rsid w:val="009E5EA4"/>
    <w:rsid w:val="009F3BF9"/>
    <w:rsid w:val="009F499F"/>
    <w:rsid w:val="00A26A28"/>
    <w:rsid w:val="00A42DAF"/>
    <w:rsid w:val="00A45BD8"/>
    <w:rsid w:val="00A6623A"/>
    <w:rsid w:val="00A778BF"/>
    <w:rsid w:val="00A85B8E"/>
    <w:rsid w:val="00AC205C"/>
    <w:rsid w:val="00AF5C73"/>
    <w:rsid w:val="00B05A69"/>
    <w:rsid w:val="00B40598"/>
    <w:rsid w:val="00B50B99"/>
    <w:rsid w:val="00B62CD9"/>
    <w:rsid w:val="00B9734B"/>
    <w:rsid w:val="00BF1DCB"/>
    <w:rsid w:val="00BF2415"/>
    <w:rsid w:val="00BF48DE"/>
    <w:rsid w:val="00C11BFE"/>
    <w:rsid w:val="00C91AB4"/>
    <w:rsid w:val="00C94629"/>
    <w:rsid w:val="00CA675E"/>
    <w:rsid w:val="00CE65D4"/>
    <w:rsid w:val="00D45252"/>
    <w:rsid w:val="00D71B4D"/>
    <w:rsid w:val="00D93D55"/>
    <w:rsid w:val="00E070BF"/>
    <w:rsid w:val="00E161A2"/>
    <w:rsid w:val="00E335FE"/>
    <w:rsid w:val="00E5021F"/>
    <w:rsid w:val="00E671A6"/>
    <w:rsid w:val="00E90B8B"/>
    <w:rsid w:val="00EC4E49"/>
    <w:rsid w:val="00ED77FB"/>
    <w:rsid w:val="00EE541C"/>
    <w:rsid w:val="00F021A6"/>
    <w:rsid w:val="00F11D94"/>
    <w:rsid w:val="00F66152"/>
    <w:rsid w:val="00F866B9"/>
    <w:rsid w:val="00F9200A"/>
    <w:rsid w:val="00FA4FF7"/>
    <w:rsid w:val="00FB3E54"/>
    <w:rsid w:val="00FC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46CAE"/>
  <w15:docId w15:val="{93E031FD-B577-40EF-A46B-DE4BCBB9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PCT_WG_18 (E)</Template>
  <TotalTime>1</TotalTime>
  <Pages>2</Pages>
  <Words>209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PCT/WG/18/</vt:lpstr>
    </vt:vector>
  </TitlesOfParts>
  <Company>WIPO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PCT/WG/18/1 Prov.</dc:title>
  <dc:subject>Draft Agenda</dc:subject>
  <dc:creator>MARLOW Thomas</dc:creator>
  <cp:keywords/>
  <cp:lastModifiedBy>MARLOW Thomas</cp:lastModifiedBy>
  <cp:revision>3</cp:revision>
  <cp:lastPrinted>2024-12-09T08:55:00Z</cp:lastPrinted>
  <dcterms:created xsi:type="dcterms:W3CDTF">2024-12-09T08:55:00Z</dcterms:created>
  <dcterms:modified xsi:type="dcterms:W3CDTF">2024-12-09T08:56:00Z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