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77497" w:rsidP="00916EE2">
            <w:pPr>
              <w:jc w:val="right"/>
              <w:rPr>
                <w:rFonts w:ascii="Arial Black" w:hAnsi="Arial Black"/>
                <w:caps/>
                <w:sz w:val="15"/>
              </w:rPr>
            </w:pPr>
            <w:bookmarkStart w:id="0" w:name="Code"/>
            <w:bookmarkEnd w:id="0"/>
            <w:r>
              <w:rPr>
                <w:rFonts w:ascii="Arial Black" w:hAnsi="Arial Black"/>
                <w:caps/>
                <w:sz w:val="15"/>
              </w:rPr>
              <w:t>WIPO/GRTKF/IC/35/7</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A0027">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177497" w:rsidRDefault="008B2CC1" w:rsidP="00177497">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177497">
              <w:rPr>
                <w:rFonts w:ascii="Arial Black" w:hAnsi="Arial Black"/>
                <w:caps/>
                <w:sz w:val="15"/>
              </w:rPr>
              <w:t>Feburary 23, 2018</w:t>
            </w:r>
          </w:p>
          <w:p w:rsidR="008B2CC1" w:rsidRPr="0090731E" w:rsidRDefault="008B2CC1" w:rsidP="00177497">
            <w:pPr>
              <w:jc w:val="right"/>
              <w:rPr>
                <w:rFonts w:ascii="Arial Black" w:hAnsi="Arial Black"/>
                <w:caps/>
                <w:sz w:val="15"/>
              </w:rPr>
            </w:pP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46288" w:rsidRPr="003845C1" w:rsidRDefault="00046288" w:rsidP="00046288">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77497" w:rsidP="008B2CC1">
      <w:pPr>
        <w:rPr>
          <w:b/>
          <w:sz w:val="24"/>
          <w:szCs w:val="24"/>
        </w:rPr>
      </w:pPr>
      <w:r>
        <w:rPr>
          <w:b/>
          <w:sz w:val="24"/>
          <w:szCs w:val="24"/>
        </w:rPr>
        <w:t>Thirty</w:t>
      </w:r>
      <w:r>
        <w:rPr>
          <w:b/>
          <w:sz w:val="24"/>
          <w:szCs w:val="24"/>
        </w:rPr>
        <w:noBreakHyphen/>
        <w:t>Fif</w:t>
      </w:r>
      <w:r w:rsidR="00046288">
        <w:rPr>
          <w:b/>
          <w:sz w:val="24"/>
          <w:szCs w:val="24"/>
        </w:rPr>
        <w:t xml:space="preserve">th </w:t>
      </w:r>
      <w:r w:rsidR="003845C1" w:rsidRPr="003845C1">
        <w:rPr>
          <w:b/>
          <w:sz w:val="24"/>
          <w:szCs w:val="24"/>
        </w:rPr>
        <w:t>Session</w:t>
      </w:r>
    </w:p>
    <w:p w:rsidR="008B2CC1" w:rsidRPr="003845C1" w:rsidRDefault="00046288" w:rsidP="008B2CC1">
      <w:pPr>
        <w:rPr>
          <w:b/>
          <w:sz w:val="24"/>
          <w:szCs w:val="24"/>
        </w:rPr>
      </w:pPr>
      <w:r>
        <w:rPr>
          <w:b/>
          <w:sz w:val="24"/>
          <w:szCs w:val="24"/>
        </w:rPr>
        <w:t xml:space="preserve">Geneva, </w:t>
      </w:r>
      <w:r w:rsidR="00177497">
        <w:rPr>
          <w:b/>
          <w:sz w:val="24"/>
          <w:szCs w:val="24"/>
        </w:rPr>
        <w:t>March 19 to 23, 2018</w:t>
      </w:r>
      <w:r>
        <w:rPr>
          <w:b/>
          <w:sz w:val="24"/>
          <w:szCs w:val="24"/>
        </w:rPr>
        <w:t xml:space="preserve"> </w:t>
      </w:r>
    </w:p>
    <w:p w:rsidR="008B2CC1" w:rsidRPr="008B2CC1" w:rsidRDefault="008B2CC1" w:rsidP="008B2CC1"/>
    <w:p w:rsidR="008B2CC1" w:rsidRPr="008B2CC1" w:rsidRDefault="008B2CC1" w:rsidP="008B2CC1"/>
    <w:p w:rsidR="008B2CC1" w:rsidRPr="008B2CC1" w:rsidRDefault="008B2CC1" w:rsidP="008B2CC1"/>
    <w:p w:rsidR="008B2CC1" w:rsidRPr="003845C1" w:rsidRDefault="00CA0027" w:rsidP="008B2CC1">
      <w:pPr>
        <w:rPr>
          <w:caps/>
          <w:sz w:val="24"/>
        </w:rPr>
      </w:pPr>
      <w:bookmarkStart w:id="3" w:name="TitleOfDoc"/>
      <w:bookmarkEnd w:id="3"/>
      <w:r>
        <w:rPr>
          <w:caps/>
          <w:sz w:val="24"/>
        </w:rPr>
        <w:t xml:space="preserve">Joint </w:t>
      </w:r>
      <w:r w:rsidR="00046288">
        <w:rPr>
          <w:caps/>
          <w:sz w:val="24"/>
        </w:rPr>
        <w:t>recommendation on genetic resources and associated traditional knowledge</w:t>
      </w:r>
    </w:p>
    <w:p w:rsidR="008B2CC1" w:rsidRPr="008B2CC1" w:rsidRDefault="008B2CC1" w:rsidP="008B2CC1"/>
    <w:p w:rsidR="008B2CC1" w:rsidRPr="008B2CC1" w:rsidRDefault="00CA0027" w:rsidP="008B2CC1">
      <w:pPr>
        <w:rPr>
          <w:i/>
        </w:rPr>
      </w:pPr>
      <w:bookmarkStart w:id="4" w:name="Prepared"/>
      <w:bookmarkStart w:id="5" w:name="_GoBack"/>
      <w:bookmarkEnd w:id="4"/>
      <w:r>
        <w:rPr>
          <w:i/>
        </w:rPr>
        <w:t xml:space="preserve">Document </w:t>
      </w:r>
      <w:r w:rsidR="00046288">
        <w:rPr>
          <w:i/>
        </w:rPr>
        <w:t>submitted by</w:t>
      </w:r>
      <w:r w:rsidR="00046288" w:rsidRPr="0085562B">
        <w:rPr>
          <w:i/>
        </w:rPr>
        <w:t xml:space="preserve"> the Delegations of Canada, Japan, Norway, the Republic of Korea and the United States of America</w:t>
      </w:r>
      <w:bookmarkEnd w:id="5"/>
    </w:p>
    <w:p w:rsidR="00AC205C" w:rsidRDefault="00AC205C"/>
    <w:p w:rsidR="00046288" w:rsidRDefault="00046288"/>
    <w:p w:rsidR="00046288" w:rsidRDefault="00046288"/>
    <w:p w:rsidR="00046288" w:rsidRDefault="00046288"/>
    <w:p w:rsidR="00046288" w:rsidRDefault="00046288"/>
    <w:p w:rsidR="00046288" w:rsidRDefault="00046288" w:rsidP="00046288">
      <w:r>
        <w:fldChar w:fldCharType="begin"/>
      </w:r>
      <w:r>
        <w:instrText xml:space="preserve"> AUTONUM  </w:instrText>
      </w:r>
      <w:r>
        <w:fldChar w:fldCharType="end"/>
      </w:r>
      <w:r>
        <w:tab/>
      </w:r>
      <w:r w:rsidRPr="0085562B">
        <w:t xml:space="preserve">On </w:t>
      </w:r>
      <w:r w:rsidR="00177497">
        <w:t>February 23, 2018</w:t>
      </w:r>
      <w:r w:rsidRPr="0085562B">
        <w:t xml:space="preserve">, the International Bureau of the World Intellectual Property Organization (WIPO) received a request from the </w:t>
      </w:r>
      <w:r>
        <w:t xml:space="preserve">Permanent </w:t>
      </w:r>
      <w:r w:rsidRPr="0085562B">
        <w:t xml:space="preserve">Mission of </w:t>
      </w:r>
      <w:r>
        <w:t xml:space="preserve">the United States of America to </w:t>
      </w:r>
      <w:r w:rsidRPr="0085562B">
        <w:t xml:space="preserve">the </w:t>
      </w:r>
      <w:r>
        <w:t>World Trade Organization (WTO)</w:t>
      </w:r>
      <w:r w:rsidRPr="0085562B">
        <w:t>, on behalf of the Delegations of Canada, Japan, Norway, the Republic of Korea and the United States of America, to resubmit the “</w:t>
      </w:r>
      <w:r w:rsidRPr="0085562B">
        <w:rPr>
          <w:szCs w:val="22"/>
        </w:rPr>
        <w:t xml:space="preserve">Joint Recommendation on Genetic Resources and Associated Traditional Knowledge”, as contained in document </w:t>
      </w:r>
      <w:r w:rsidR="00177497">
        <w:t>WIPO/GRTKF/IC/34/9</w:t>
      </w:r>
      <w:r>
        <w:t>, for discussion by</w:t>
      </w:r>
      <w:r w:rsidR="00177497">
        <w:t xml:space="preserve"> the Thirty</w:t>
      </w:r>
      <w:r w:rsidR="00177497">
        <w:noBreakHyphen/>
        <w:t>Fifth</w:t>
      </w:r>
      <w:r>
        <w:t xml:space="preserve"> </w:t>
      </w:r>
      <w:r w:rsidRPr="0085562B">
        <w:t>Session of the Intergovernmental Committee on Intellectual Property and Genetic Resources, Tradition</w:t>
      </w:r>
      <w:r w:rsidR="00177497">
        <w:t>al Knowledge and Folklore (IGC)</w:t>
      </w:r>
      <w:r w:rsidRPr="0085562B">
        <w:t>.</w:t>
      </w:r>
    </w:p>
    <w:p w:rsidR="00046288" w:rsidRDefault="00046288" w:rsidP="00046288"/>
    <w:p w:rsidR="00046288" w:rsidRDefault="00046288" w:rsidP="00046288">
      <w:r>
        <w:fldChar w:fldCharType="begin"/>
      </w:r>
      <w:r>
        <w:instrText xml:space="preserve"> AUTONUM  </w:instrText>
      </w:r>
      <w:r>
        <w:fldChar w:fldCharType="end"/>
      </w:r>
      <w:r>
        <w:tab/>
      </w:r>
      <w:r w:rsidRPr="0085562B">
        <w:t xml:space="preserve">Pursuant to the request above, the Annex to this document contains the proposal </w:t>
      </w:r>
      <w:r w:rsidRPr="0085562B">
        <w:br/>
        <w:t xml:space="preserve">referred to.   </w:t>
      </w:r>
    </w:p>
    <w:p w:rsidR="00046288" w:rsidRPr="0085562B" w:rsidRDefault="00046288" w:rsidP="00046288"/>
    <w:p w:rsidR="00046288" w:rsidRPr="0085562B" w:rsidRDefault="00046288" w:rsidP="00046288">
      <w:pPr>
        <w:ind w:left="5533"/>
        <w:rPr>
          <w:i/>
        </w:rPr>
      </w:pPr>
      <w:r w:rsidRPr="0085562B">
        <w:rPr>
          <w:i/>
        </w:rPr>
        <w:t>3.</w:t>
      </w:r>
      <w:r w:rsidRPr="0085562B">
        <w:rPr>
          <w:i/>
        </w:rPr>
        <w:tab/>
        <w:t>The Committee is invited to take note of this document and the Annex to it.</w:t>
      </w:r>
    </w:p>
    <w:p w:rsidR="00046288" w:rsidRPr="0085562B" w:rsidRDefault="00046288" w:rsidP="00046288">
      <w:pPr>
        <w:ind w:left="5533"/>
        <w:rPr>
          <w:i/>
        </w:rPr>
      </w:pPr>
    </w:p>
    <w:p w:rsidR="00046288" w:rsidRPr="0085562B" w:rsidRDefault="00046288" w:rsidP="00046288">
      <w:pPr>
        <w:ind w:left="5533"/>
        <w:rPr>
          <w:i/>
        </w:rPr>
      </w:pPr>
    </w:p>
    <w:p w:rsidR="00046288" w:rsidRDefault="00046288" w:rsidP="0030176C">
      <w:pPr>
        <w:ind w:left="5533"/>
      </w:pPr>
      <w:r w:rsidRPr="0085562B">
        <w:t>[Annex follows]</w:t>
      </w:r>
    </w:p>
    <w:p w:rsidR="009C634E" w:rsidRDefault="009C634E" w:rsidP="0030176C">
      <w:pPr>
        <w:ind w:left="5533"/>
      </w:pPr>
    </w:p>
    <w:p w:rsidR="009C634E" w:rsidRDefault="009C634E" w:rsidP="0030176C">
      <w:pPr>
        <w:ind w:left="5533"/>
      </w:pPr>
    </w:p>
    <w:p w:rsidR="009C634E" w:rsidRDefault="009C634E" w:rsidP="0030176C">
      <w:pPr>
        <w:ind w:left="5533"/>
      </w:pPr>
    </w:p>
    <w:p w:rsidR="00046288" w:rsidRPr="0085562B" w:rsidRDefault="00046288" w:rsidP="00046288">
      <w:r w:rsidRPr="0085562B">
        <w:lastRenderedPageBreak/>
        <w:t>JOINT RECOMMENDATION ON GENETIC RESOURCES AND ASSOCIATED TRADITIONAL KNOWLEDGE</w:t>
      </w:r>
    </w:p>
    <w:p w:rsidR="00046288" w:rsidRPr="0085562B" w:rsidRDefault="00046288" w:rsidP="00046288"/>
    <w:p w:rsidR="00046288" w:rsidRPr="0085562B" w:rsidRDefault="00046288" w:rsidP="00046288">
      <w:r w:rsidRPr="0085562B">
        <w:t>The Intergovernmental Committee on Intellectual Property and Genetic Resources, Traditional Knowledge and Folklore and the General Assembly of the World Intellectual Property Organization,</w:t>
      </w:r>
    </w:p>
    <w:p w:rsidR="00046288" w:rsidRPr="0085562B" w:rsidRDefault="00046288" w:rsidP="00046288"/>
    <w:p w:rsidR="00046288" w:rsidRPr="0085562B" w:rsidRDefault="00046288" w:rsidP="00046288">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
    <w:p w:rsidR="00046288" w:rsidRPr="0085562B" w:rsidRDefault="00046288" w:rsidP="00046288"/>
    <w:p w:rsidR="00046288" w:rsidRPr="0085562B" w:rsidRDefault="00046288" w:rsidP="00046288">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046288" w:rsidRPr="0085562B" w:rsidRDefault="00046288" w:rsidP="00046288"/>
    <w:p w:rsidR="00046288" w:rsidRPr="0085562B" w:rsidRDefault="00046288" w:rsidP="00046288">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046288" w:rsidRPr="0085562B" w:rsidRDefault="00046288" w:rsidP="00046288"/>
    <w:p w:rsidR="00046288" w:rsidRPr="0085562B" w:rsidRDefault="00046288" w:rsidP="00046288">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046288" w:rsidRPr="0085562B" w:rsidRDefault="00046288" w:rsidP="00046288"/>
    <w:p w:rsidR="00046288" w:rsidRPr="0085562B" w:rsidRDefault="00046288" w:rsidP="00046288">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046288" w:rsidRPr="0085562B" w:rsidRDefault="00046288" w:rsidP="00046288"/>
    <w:p w:rsidR="00046288" w:rsidRPr="0085562B" w:rsidRDefault="00046288" w:rsidP="00046288">
      <w:r w:rsidRPr="0085562B">
        <w:t>Recommendations follow:</w:t>
      </w:r>
    </w:p>
    <w:p w:rsidR="00046288" w:rsidRPr="0085562B" w:rsidRDefault="00046288" w:rsidP="00046288"/>
    <w:p w:rsidR="00046288" w:rsidRPr="0085562B" w:rsidRDefault="00046288" w:rsidP="00046288"/>
    <w:p w:rsidR="00046288" w:rsidRPr="0085562B" w:rsidRDefault="00046288" w:rsidP="00046288">
      <w:r w:rsidRPr="0085562B">
        <w:t>1.</w:t>
      </w:r>
      <w:r w:rsidRPr="0085562B">
        <w:tab/>
        <w:t>DEFINITIONS</w:t>
      </w:r>
    </w:p>
    <w:p w:rsidR="00046288" w:rsidRPr="0085562B" w:rsidRDefault="00046288" w:rsidP="00046288"/>
    <w:p w:rsidR="00046288" w:rsidRPr="0085562B" w:rsidRDefault="00046288" w:rsidP="00046288">
      <w:r w:rsidRPr="0085562B">
        <w:t>For the purposes of these Recommendations:</w:t>
      </w:r>
    </w:p>
    <w:p w:rsidR="00046288" w:rsidRPr="0085562B" w:rsidRDefault="00046288" w:rsidP="00046288"/>
    <w:p w:rsidR="00046288" w:rsidRPr="0085562B" w:rsidRDefault="00046288" w:rsidP="00046288">
      <w:r w:rsidRPr="0085562B">
        <w:t>“Genetic material” means material of plant, animal, microbial or other origin containing functional units of heredity.</w:t>
      </w:r>
    </w:p>
    <w:p w:rsidR="00046288" w:rsidRPr="0085562B" w:rsidRDefault="00046288" w:rsidP="00046288"/>
    <w:p w:rsidR="00046288" w:rsidRPr="0085562B" w:rsidRDefault="00046288" w:rsidP="00046288">
      <w:r w:rsidRPr="0085562B">
        <w:t>“Genetic resource” means any genetic material of actual or potential value.</w:t>
      </w:r>
    </w:p>
    <w:p w:rsidR="00046288" w:rsidRPr="0085562B" w:rsidRDefault="00046288" w:rsidP="00046288"/>
    <w:p w:rsidR="00046288" w:rsidRPr="0085562B" w:rsidRDefault="00046288" w:rsidP="00046288">
      <w:r w:rsidRPr="0085562B">
        <w:t>“Member State” means a Member State of the World Intellectual Property Organization.</w:t>
      </w:r>
    </w:p>
    <w:p w:rsidR="00046288" w:rsidRPr="0085562B" w:rsidRDefault="00046288" w:rsidP="00046288"/>
    <w:p w:rsidR="00046288" w:rsidRPr="0085562B" w:rsidRDefault="00046288" w:rsidP="00046288">
      <w:r w:rsidRPr="0085562B">
        <w:t>“Patent office” means the authority of a Member State entrusted with the granting of patents.</w:t>
      </w:r>
    </w:p>
    <w:p w:rsidR="00046288" w:rsidRPr="0085562B" w:rsidRDefault="00046288" w:rsidP="00046288"/>
    <w:p w:rsidR="00046288" w:rsidRPr="0085562B" w:rsidRDefault="00046288" w:rsidP="00046288">
      <w:r w:rsidRPr="0085562B">
        <w:t>“Traditional knowledge associated with genetic resources” means substantive knowledge of the properties and uses of genetic resources held by indigenous peoples or local communities and which directly leads to a claimed invention.</w:t>
      </w:r>
    </w:p>
    <w:p w:rsidR="00046288" w:rsidRDefault="00046288" w:rsidP="00046288"/>
    <w:p w:rsidR="00046288" w:rsidRDefault="00046288" w:rsidP="00046288">
      <w:pPr>
        <w:sectPr w:rsidR="00046288" w:rsidSect="00CA0027">
          <w:headerReference w:type="default" r:id="rId9"/>
          <w:endnotePr>
            <w:numFmt w:val="decimal"/>
          </w:endnotePr>
          <w:pgSz w:w="11907" w:h="16840" w:code="9"/>
          <w:pgMar w:top="567" w:right="1134" w:bottom="1418" w:left="1418" w:header="510" w:footer="1021" w:gutter="0"/>
          <w:cols w:space="720"/>
          <w:titlePg/>
          <w:docGrid w:linePitch="299"/>
        </w:sectPr>
      </w:pPr>
    </w:p>
    <w:p w:rsidR="00046288" w:rsidRPr="0085562B" w:rsidRDefault="00046288" w:rsidP="00046288"/>
    <w:p w:rsidR="00046288" w:rsidRPr="0085562B" w:rsidRDefault="00046288" w:rsidP="00046288">
      <w:r w:rsidRPr="0085562B">
        <w:t>2.</w:t>
      </w:r>
      <w:r w:rsidRPr="0085562B">
        <w:tab/>
        <w:t>OBJECTIVES AND PRINCIPLES</w:t>
      </w:r>
    </w:p>
    <w:p w:rsidR="00046288" w:rsidRPr="0085562B" w:rsidRDefault="00046288" w:rsidP="00046288"/>
    <w:p w:rsidR="00046288" w:rsidRPr="0085562B" w:rsidRDefault="00046288" w:rsidP="00046288">
      <w:r w:rsidRPr="0085562B">
        <w:t>Member States, in protecting genetic resources and traditional knowledge associated with genetic resources, should aim to:</w:t>
      </w:r>
    </w:p>
    <w:p w:rsidR="00046288" w:rsidRPr="0085562B" w:rsidRDefault="00046288" w:rsidP="00046288"/>
    <w:p w:rsidR="00046288" w:rsidRPr="0085562B" w:rsidRDefault="00046288" w:rsidP="00046288">
      <w:pPr>
        <w:ind w:left="550" w:hanging="550"/>
      </w:pPr>
      <w:r w:rsidRPr="0085562B">
        <w:t>(a)</w:t>
      </w:r>
      <w:r w:rsidRPr="0085562B">
        <w:tab/>
        <w:t>Prevent patents from being granted erroneously for inventions that are not novel or inventive with regard to genetic resources and traditional knowledge associated with genetic resources.</w:t>
      </w:r>
    </w:p>
    <w:p w:rsidR="00046288" w:rsidRPr="0085562B" w:rsidRDefault="00046288" w:rsidP="00046288">
      <w:pPr>
        <w:ind w:left="550" w:hanging="550"/>
      </w:pPr>
    </w:p>
    <w:p w:rsidR="00046288" w:rsidRPr="0085562B" w:rsidRDefault="00046288" w:rsidP="00046288">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046288" w:rsidRPr="0085562B" w:rsidRDefault="00046288" w:rsidP="00046288">
      <w:pPr>
        <w:ind w:left="550" w:hanging="550"/>
      </w:pPr>
    </w:p>
    <w:p w:rsidR="00046288" w:rsidRPr="0085562B" w:rsidRDefault="00046288" w:rsidP="00046288">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046288" w:rsidRPr="0085562B" w:rsidRDefault="00046288" w:rsidP="00046288">
      <w:pPr>
        <w:ind w:left="550" w:hanging="550"/>
      </w:pPr>
    </w:p>
    <w:p w:rsidR="00046288" w:rsidRPr="0085562B" w:rsidRDefault="00046288" w:rsidP="00046288">
      <w:pPr>
        <w:ind w:left="550" w:hanging="550"/>
      </w:pPr>
      <w:r w:rsidRPr="0085562B">
        <w:t>(d)</w:t>
      </w:r>
      <w:r w:rsidRPr="0085562B">
        <w:tab/>
        <w:t>Maintain the incentives for innovation provided by the patent system.</w:t>
      </w:r>
    </w:p>
    <w:p w:rsidR="00046288" w:rsidRPr="0085562B" w:rsidRDefault="00046288" w:rsidP="00046288"/>
    <w:p w:rsidR="00046288" w:rsidRPr="0085562B" w:rsidRDefault="00046288" w:rsidP="00046288">
      <w:r w:rsidRPr="0085562B">
        <w:t>3.</w:t>
      </w:r>
      <w:r w:rsidRPr="0085562B">
        <w:tab/>
        <w:t>PREVENTION OF THE ERRONEOUS GRANT OF PATENTS</w:t>
      </w:r>
    </w:p>
    <w:p w:rsidR="00046288" w:rsidRPr="0085562B" w:rsidRDefault="00046288" w:rsidP="00046288"/>
    <w:p w:rsidR="00046288" w:rsidRPr="0085562B" w:rsidRDefault="00046288" w:rsidP="00046288">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046288" w:rsidRPr="0085562B" w:rsidRDefault="00046288" w:rsidP="00046288"/>
    <w:p w:rsidR="00046288" w:rsidRPr="0085562B" w:rsidRDefault="00046288" w:rsidP="00046288">
      <w:pPr>
        <w:ind w:left="550" w:hanging="550"/>
      </w:pPr>
      <w:r w:rsidRPr="0085562B">
        <w:t>(a)</w:t>
      </w:r>
      <w:r w:rsidRPr="0085562B">
        <w:tab/>
        <w:t>Anticipate a claimed invention (no novelty)</w:t>
      </w:r>
      <w:proofErr w:type="gramStart"/>
      <w:r w:rsidRPr="0085562B">
        <w:t>;  or</w:t>
      </w:r>
      <w:proofErr w:type="gramEnd"/>
    </w:p>
    <w:p w:rsidR="00046288" w:rsidRPr="0085562B" w:rsidRDefault="00046288" w:rsidP="00046288">
      <w:pPr>
        <w:ind w:left="550" w:hanging="550"/>
      </w:pPr>
    </w:p>
    <w:p w:rsidR="00046288" w:rsidRPr="0085562B" w:rsidRDefault="00046288" w:rsidP="00046288">
      <w:pPr>
        <w:ind w:left="550" w:hanging="550"/>
      </w:pPr>
      <w:r w:rsidRPr="0085562B">
        <w:t>(b)</w:t>
      </w:r>
      <w:r w:rsidRPr="0085562B">
        <w:tab/>
        <w:t>Obviate a claimed invention (obvious or no inventive step).</w:t>
      </w:r>
    </w:p>
    <w:p w:rsidR="00046288" w:rsidRPr="0085562B" w:rsidRDefault="00046288" w:rsidP="00046288"/>
    <w:p w:rsidR="00046288" w:rsidRPr="0085562B" w:rsidRDefault="00046288" w:rsidP="00046288">
      <w:r w:rsidRPr="0085562B">
        <w:t>4.</w:t>
      </w:r>
      <w:r w:rsidRPr="0085562B">
        <w:tab/>
        <w:t>OPPOSITION MEASURES</w:t>
      </w:r>
    </w:p>
    <w:p w:rsidR="00046288" w:rsidRPr="0085562B" w:rsidRDefault="00046288" w:rsidP="00046288"/>
    <w:p w:rsidR="00046288" w:rsidRPr="0085562B" w:rsidRDefault="00046288" w:rsidP="00046288">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046288" w:rsidRPr="0085562B" w:rsidRDefault="00046288" w:rsidP="00046288"/>
    <w:p w:rsidR="00046288" w:rsidRPr="0085562B" w:rsidRDefault="00046288" w:rsidP="00046288">
      <w:r w:rsidRPr="0085562B">
        <w:t>5.</w:t>
      </w:r>
      <w:r w:rsidRPr="0085562B">
        <w:tab/>
        <w:t>SUPPORTING MEASURES</w:t>
      </w:r>
    </w:p>
    <w:p w:rsidR="00046288" w:rsidRPr="0085562B" w:rsidRDefault="00046288" w:rsidP="00046288"/>
    <w:p w:rsidR="00046288" w:rsidRPr="0085562B" w:rsidRDefault="00046288" w:rsidP="00046288">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046288" w:rsidRPr="0085562B" w:rsidRDefault="00046288" w:rsidP="00046288">
      <w:pPr>
        <w:ind w:left="550" w:hanging="550"/>
      </w:pPr>
    </w:p>
    <w:p w:rsidR="00046288" w:rsidRPr="0085562B" w:rsidRDefault="00046288" w:rsidP="00046288">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046288" w:rsidRPr="0085562B" w:rsidRDefault="00046288" w:rsidP="00046288">
      <w:pPr>
        <w:ind w:left="550" w:hanging="550"/>
      </w:pPr>
    </w:p>
    <w:p w:rsidR="00046288" w:rsidRPr="0085562B" w:rsidRDefault="00046288" w:rsidP="00046288">
      <w:pPr>
        <w:ind w:left="550" w:hanging="550"/>
      </w:pPr>
      <w:r w:rsidRPr="0085562B">
        <w:t>3.</w:t>
      </w:r>
      <w:r w:rsidRPr="0085562B">
        <w:tab/>
        <w:t>The information contained in the databases mentioned in Subparagraph 2 should be used by Member States in determining novelty and non-obviousness with regard to patent applications that include genetic resources and traditional knowledge associated with genetic resources.</w:t>
      </w:r>
    </w:p>
    <w:p w:rsidR="00046288" w:rsidRDefault="00046288" w:rsidP="00046288">
      <w:pPr>
        <w:sectPr w:rsidR="00046288" w:rsidSect="009C634E">
          <w:headerReference w:type="first" r:id="rId10"/>
          <w:endnotePr>
            <w:numFmt w:val="decimal"/>
          </w:endnotePr>
          <w:pgSz w:w="11907" w:h="16840" w:code="9"/>
          <w:pgMar w:top="567" w:right="1134" w:bottom="1418" w:left="1418" w:header="510" w:footer="1021" w:gutter="0"/>
          <w:pgNumType w:start="2"/>
          <w:cols w:space="720"/>
          <w:titlePg/>
          <w:docGrid w:linePitch="299"/>
        </w:sectPr>
      </w:pPr>
    </w:p>
    <w:p w:rsidR="00046288" w:rsidRPr="0085562B" w:rsidRDefault="00046288" w:rsidP="00046288"/>
    <w:p w:rsidR="00046288" w:rsidRPr="0085562B" w:rsidRDefault="00046288" w:rsidP="00046288">
      <w:r w:rsidRPr="0085562B">
        <w:t>6.</w:t>
      </w:r>
      <w:r w:rsidRPr="0085562B">
        <w:tab/>
        <w:t>APPLICATION</w:t>
      </w:r>
    </w:p>
    <w:p w:rsidR="00046288" w:rsidRPr="0085562B" w:rsidRDefault="00046288" w:rsidP="00046288"/>
    <w:p w:rsidR="00046288" w:rsidRPr="0085562B" w:rsidRDefault="00046288" w:rsidP="00046288">
      <w:r w:rsidRPr="0085562B">
        <w:t>Member States should provide adequate and effective legal, policy or administrative measures, as appropriate and in accordance with national law, to facilitate the application of these Recommendations.</w:t>
      </w:r>
    </w:p>
    <w:p w:rsidR="00046288" w:rsidRPr="0085562B" w:rsidRDefault="00046288" w:rsidP="00046288"/>
    <w:p w:rsidR="00046288" w:rsidRPr="0085562B" w:rsidRDefault="00046288" w:rsidP="00046288"/>
    <w:p w:rsidR="002928D3" w:rsidRDefault="00046288" w:rsidP="009C634E">
      <w:pPr>
        <w:ind w:left="5500"/>
        <w:jc w:val="both"/>
      </w:pPr>
      <w:r w:rsidRPr="0085562B">
        <w:t xml:space="preserve">[End of </w:t>
      </w:r>
      <w:r>
        <w:t xml:space="preserve">Annex and of </w:t>
      </w:r>
      <w:r w:rsidRPr="0085562B">
        <w:t>document]</w:t>
      </w:r>
    </w:p>
    <w:sectPr w:rsidR="002928D3" w:rsidSect="00CA0027">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027" w:rsidRDefault="00CA0027">
      <w:r>
        <w:separator/>
      </w:r>
    </w:p>
  </w:endnote>
  <w:endnote w:type="continuationSeparator" w:id="0">
    <w:p w:rsidR="00CA0027" w:rsidRDefault="00CA0027" w:rsidP="003B38C1">
      <w:r>
        <w:separator/>
      </w:r>
    </w:p>
    <w:p w:rsidR="00CA0027" w:rsidRPr="003B38C1" w:rsidRDefault="00CA0027" w:rsidP="003B38C1">
      <w:pPr>
        <w:spacing w:after="60"/>
        <w:rPr>
          <w:sz w:val="17"/>
        </w:rPr>
      </w:pPr>
      <w:r>
        <w:rPr>
          <w:sz w:val="17"/>
        </w:rPr>
        <w:t>[Endnote continued from previous page]</w:t>
      </w:r>
    </w:p>
  </w:endnote>
  <w:endnote w:type="continuationNotice" w:id="1">
    <w:p w:rsidR="00CA0027" w:rsidRPr="003B38C1" w:rsidRDefault="00CA00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027" w:rsidRDefault="00CA0027">
      <w:r>
        <w:separator/>
      </w:r>
    </w:p>
  </w:footnote>
  <w:footnote w:type="continuationSeparator" w:id="0">
    <w:p w:rsidR="00CA0027" w:rsidRDefault="00CA0027" w:rsidP="008B60B2">
      <w:r>
        <w:separator/>
      </w:r>
    </w:p>
    <w:p w:rsidR="00CA0027" w:rsidRPr="00ED77FB" w:rsidRDefault="00CA0027" w:rsidP="008B60B2">
      <w:pPr>
        <w:spacing w:after="60"/>
        <w:rPr>
          <w:sz w:val="17"/>
          <w:szCs w:val="17"/>
        </w:rPr>
      </w:pPr>
      <w:r w:rsidRPr="00ED77FB">
        <w:rPr>
          <w:sz w:val="17"/>
          <w:szCs w:val="17"/>
        </w:rPr>
        <w:t>[Footnote continued from previous page]</w:t>
      </w:r>
    </w:p>
  </w:footnote>
  <w:footnote w:type="continuationNotice" w:id="1">
    <w:p w:rsidR="00CA0027" w:rsidRPr="00ED77FB" w:rsidRDefault="00CA002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A0027" w:rsidP="00477D6B">
    <w:pPr>
      <w:jc w:val="right"/>
    </w:pPr>
    <w:bookmarkStart w:id="6" w:name="Code2"/>
    <w:bookmarkEnd w:id="6"/>
    <w:r>
      <w:t>W</w:t>
    </w:r>
    <w:r w:rsidR="002F20AD">
      <w:t>IPO/GRTKF/IC/35</w:t>
    </w:r>
    <w:r>
      <w:t>/</w:t>
    </w:r>
    <w:r w:rsidR="002F20AD">
      <w:t>7</w:t>
    </w:r>
  </w:p>
  <w:p w:rsidR="00EC4E49" w:rsidRDefault="00046288" w:rsidP="00477D6B">
    <w:pPr>
      <w:jc w:val="right"/>
    </w:pPr>
    <w:r>
      <w:t>ANNEX</w:t>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793502"/>
      <w:docPartObj>
        <w:docPartGallery w:val="Page Numbers (Top of Page)"/>
        <w:docPartUnique/>
      </w:docPartObj>
    </w:sdtPr>
    <w:sdtEndPr>
      <w:rPr>
        <w:noProof/>
      </w:rPr>
    </w:sdtEndPr>
    <w:sdtContent>
      <w:p w:rsidR="009C634E" w:rsidRDefault="004823B7" w:rsidP="009C634E">
        <w:pPr>
          <w:jc w:val="right"/>
        </w:pPr>
        <w:r>
          <w:t>WIPO/GRTKF/IC/35/7</w:t>
        </w:r>
      </w:p>
      <w:p w:rsidR="009C634E" w:rsidRDefault="009C634E">
        <w:pPr>
          <w:pStyle w:val="Header"/>
          <w:jc w:val="right"/>
        </w:pPr>
        <w:r>
          <w:t xml:space="preserve">Annex, page </w:t>
        </w:r>
        <w:r>
          <w:fldChar w:fldCharType="begin"/>
        </w:r>
        <w:r>
          <w:instrText xml:space="preserve"> PAGE   \* MERGEFORMAT </w:instrText>
        </w:r>
        <w:r>
          <w:fldChar w:fldCharType="separate"/>
        </w:r>
        <w:r w:rsidR="006511DA">
          <w:rPr>
            <w:noProof/>
          </w:rPr>
          <w:t>2</w:t>
        </w:r>
        <w:r>
          <w:rPr>
            <w:noProof/>
          </w:rPr>
          <w:fldChar w:fldCharType="end"/>
        </w:r>
      </w:p>
    </w:sdtContent>
  </w:sdt>
  <w:p w:rsidR="00046288" w:rsidRDefault="000462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288" w:rsidRDefault="00A80138" w:rsidP="00046288">
    <w:pPr>
      <w:jc w:val="right"/>
    </w:pPr>
    <w:r>
      <w:t>WIPO/GRTKF/IC/35/7</w:t>
    </w:r>
  </w:p>
  <w:p w:rsidR="00046288" w:rsidRDefault="00046288" w:rsidP="00046288">
    <w:pPr>
      <w:jc w:val="right"/>
    </w:pPr>
    <w:r>
      <w:t>Annex, page 3</w:t>
    </w:r>
  </w:p>
  <w:p w:rsidR="00046288" w:rsidRDefault="00046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027"/>
    <w:rsid w:val="00043CAA"/>
    <w:rsid w:val="00046288"/>
    <w:rsid w:val="00075432"/>
    <w:rsid w:val="000968ED"/>
    <w:rsid w:val="000F5E56"/>
    <w:rsid w:val="001362EE"/>
    <w:rsid w:val="001647D5"/>
    <w:rsid w:val="00177497"/>
    <w:rsid w:val="001832A6"/>
    <w:rsid w:val="0021217E"/>
    <w:rsid w:val="002634C4"/>
    <w:rsid w:val="002928D3"/>
    <w:rsid w:val="002F1FE6"/>
    <w:rsid w:val="002F20AD"/>
    <w:rsid w:val="002F4E68"/>
    <w:rsid w:val="0030176C"/>
    <w:rsid w:val="00312F7F"/>
    <w:rsid w:val="00361450"/>
    <w:rsid w:val="003673CF"/>
    <w:rsid w:val="003845C1"/>
    <w:rsid w:val="003A6F89"/>
    <w:rsid w:val="003B38C1"/>
    <w:rsid w:val="00423E3E"/>
    <w:rsid w:val="00427AF4"/>
    <w:rsid w:val="004647DA"/>
    <w:rsid w:val="00474062"/>
    <w:rsid w:val="00477D6B"/>
    <w:rsid w:val="004823B7"/>
    <w:rsid w:val="005019FF"/>
    <w:rsid w:val="0053057A"/>
    <w:rsid w:val="00560A29"/>
    <w:rsid w:val="005C6649"/>
    <w:rsid w:val="00605827"/>
    <w:rsid w:val="00646050"/>
    <w:rsid w:val="006511DA"/>
    <w:rsid w:val="006713CA"/>
    <w:rsid w:val="00676C5C"/>
    <w:rsid w:val="00731A55"/>
    <w:rsid w:val="007D1613"/>
    <w:rsid w:val="007E4C0E"/>
    <w:rsid w:val="008A134B"/>
    <w:rsid w:val="008B2CC1"/>
    <w:rsid w:val="008B60B2"/>
    <w:rsid w:val="0090731E"/>
    <w:rsid w:val="00916EE2"/>
    <w:rsid w:val="00966A22"/>
    <w:rsid w:val="0096722F"/>
    <w:rsid w:val="00980843"/>
    <w:rsid w:val="009C634E"/>
    <w:rsid w:val="009E2791"/>
    <w:rsid w:val="009E3F6F"/>
    <w:rsid w:val="009F499F"/>
    <w:rsid w:val="00A37342"/>
    <w:rsid w:val="00A42DAF"/>
    <w:rsid w:val="00A45BD8"/>
    <w:rsid w:val="00A80138"/>
    <w:rsid w:val="00A869B7"/>
    <w:rsid w:val="00AC205C"/>
    <w:rsid w:val="00AC22F6"/>
    <w:rsid w:val="00AF0A6B"/>
    <w:rsid w:val="00B05A69"/>
    <w:rsid w:val="00B9734B"/>
    <w:rsid w:val="00BA30E2"/>
    <w:rsid w:val="00C11BFE"/>
    <w:rsid w:val="00C5068F"/>
    <w:rsid w:val="00C80CE3"/>
    <w:rsid w:val="00C86D74"/>
    <w:rsid w:val="00CA0027"/>
    <w:rsid w:val="00CD04F1"/>
    <w:rsid w:val="00D45252"/>
    <w:rsid w:val="00D71B4D"/>
    <w:rsid w:val="00D93D55"/>
    <w:rsid w:val="00E15015"/>
    <w:rsid w:val="00E335FE"/>
    <w:rsid w:val="00EA7D6E"/>
    <w:rsid w:val="00EC1DD7"/>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A0027"/>
    <w:rPr>
      <w:rFonts w:ascii="Tahoma" w:hAnsi="Tahoma" w:cs="Tahoma"/>
      <w:sz w:val="16"/>
      <w:szCs w:val="16"/>
    </w:rPr>
  </w:style>
  <w:style w:type="character" w:customStyle="1" w:styleId="BalloonTextChar">
    <w:name w:val="Balloon Text Char"/>
    <w:basedOn w:val="DefaultParagraphFont"/>
    <w:link w:val="BalloonText"/>
    <w:rsid w:val="00CA0027"/>
    <w:rPr>
      <w:rFonts w:ascii="Tahoma" w:eastAsia="SimSun" w:hAnsi="Tahoma" w:cs="Tahoma"/>
      <w:sz w:val="16"/>
      <w:szCs w:val="16"/>
      <w:lang w:val="en-US" w:eastAsia="zh-CN"/>
    </w:rPr>
  </w:style>
  <w:style w:type="character" w:customStyle="1" w:styleId="HeaderChar">
    <w:name w:val="Header Char"/>
    <w:basedOn w:val="DefaultParagraphFont"/>
    <w:link w:val="Header"/>
    <w:uiPriority w:val="99"/>
    <w:rsid w:val="009C634E"/>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A0027"/>
    <w:rPr>
      <w:rFonts w:ascii="Tahoma" w:hAnsi="Tahoma" w:cs="Tahoma"/>
      <w:sz w:val="16"/>
      <w:szCs w:val="16"/>
    </w:rPr>
  </w:style>
  <w:style w:type="character" w:customStyle="1" w:styleId="BalloonTextChar">
    <w:name w:val="Balloon Text Char"/>
    <w:basedOn w:val="DefaultParagraphFont"/>
    <w:link w:val="BalloonText"/>
    <w:rsid w:val="00CA0027"/>
    <w:rPr>
      <w:rFonts w:ascii="Tahoma" w:eastAsia="SimSun" w:hAnsi="Tahoma" w:cs="Tahoma"/>
      <w:sz w:val="16"/>
      <w:szCs w:val="16"/>
      <w:lang w:val="en-US" w:eastAsia="zh-CN"/>
    </w:rPr>
  </w:style>
  <w:style w:type="character" w:customStyle="1" w:styleId="HeaderChar">
    <w:name w:val="Header Char"/>
    <w:basedOn w:val="DefaultParagraphFont"/>
    <w:link w:val="Header"/>
    <w:uiPriority w:val="99"/>
    <w:rsid w:val="009C634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23</TotalTime>
  <Pages>4</Pages>
  <Words>915</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COPPOLA Martine</cp:lastModifiedBy>
  <cp:revision>12</cp:revision>
  <cp:lastPrinted>2018-02-26T16:26:00Z</cp:lastPrinted>
  <dcterms:created xsi:type="dcterms:W3CDTF">2017-05-15T09:24:00Z</dcterms:created>
  <dcterms:modified xsi:type="dcterms:W3CDTF">2018-02-26T16:26:00Z</dcterms:modified>
</cp:coreProperties>
</file>