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68124C">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8124C">
            <w:pPr>
              <w:jc w:val="right"/>
              <w:rPr>
                <w:rFonts w:ascii="Arial Black" w:hAnsi="Arial Black"/>
                <w:caps/>
                <w:sz w:val="15"/>
              </w:rPr>
            </w:pPr>
            <w:r w:rsidRPr="0090731E">
              <w:rPr>
                <w:rFonts w:ascii="Arial Black" w:hAnsi="Arial Black"/>
                <w:caps/>
                <w:sz w:val="15"/>
              </w:rPr>
              <w:t>DATE</w:t>
            </w:r>
            <w:r w:rsidR="0068124C">
              <w:rPr>
                <w:rFonts w:ascii="Arial Black" w:hAnsi="Arial Black"/>
                <w:caps/>
                <w:sz w:val="15"/>
              </w:rPr>
              <w:t>: december 15,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503BEF" w:rsidRPr="003845C1" w:rsidRDefault="00503BEF" w:rsidP="00503BEF">
      <w:pPr>
        <w:rPr>
          <w:caps/>
          <w:sz w:val="24"/>
        </w:rPr>
      </w:pPr>
      <w:bookmarkStart w:id="3" w:name="TitleOfDoc"/>
      <w:bookmarkEnd w:id="3"/>
      <w:r>
        <w:rPr>
          <w:caps/>
          <w:sz w:val="24"/>
        </w:rPr>
        <w:t>The protection of TRADITIONAL CULTURAL EXPRESSIONS:  UPDATED DRAFT GAP ANALYSIS</w:t>
      </w:r>
    </w:p>
    <w:p w:rsidR="00503BEF" w:rsidRPr="008B2CC1" w:rsidRDefault="00503BEF" w:rsidP="00503BEF"/>
    <w:p w:rsidR="00503BEF" w:rsidRPr="008B2CC1" w:rsidRDefault="00503BEF" w:rsidP="00503BEF">
      <w:pPr>
        <w:spacing w:after="960"/>
        <w:rPr>
          <w:i/>
        </w:rPr>
      </w:pPr>
      <w:r>
        <w:rPr>
          <w:i/>
        </w:rPr>
        <w:t>Document prepared by the Secretariat</w:t>
      </w:r>
    </w:p>
    <w:p w:rsidR="00503BEF" w:rsidRPr="002471F3" w:rsidRDefault="00503BEF" w:rsidP="00503BEF">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503BEF" w:rsidRPr="002471F3" w:rsidRDefault="00503BEF" w:rsidP="00503BEF"/>
    <w:p w:rsidR="00503BEF" w:rsidRPr="002471F3" w:rsidRDefault="00503BEF" w:rsidP="00503BEF">
      <w:pPr>
        <w:ind w:left="1134" w:hanging="594"/>
      </w:pPr>
      <w:r w:rsidRPr="002471F3">
        <w:t>(a)</w:t>
      </w:r>
      <w:r w:rsidRPr="002471F3">
        <w:tab/>
      </w:r>
      <w:proofErr w:type="gramStart"/>
      <w:r w:rsidRPr="002471F3">
        <w:t>describe</w:t>
      </w:r>
      <w:proofErr w:type="gramEnd"/>
      <w:r w:rsidRPr="002471F3">
        <w:t xml:space="preserve"> what obligations, provisions and possibilities already exist at the international level to provide protection for traditional cultural expressions (TCEs);</w:t>
      </w:r>
    </w:p>
    <w:p w:rsidR="00503BEF" w:rsidRPr="002471F3" w:rsidRDefault="00503BEF" w:rsidP="00503BEF">
      <w:pPr>
        <w:ind w:left="1134" w:hanging="594"/>
      </w:pPr>
      <w:r w:rsidRPr="002471F3">
        <w:t>(b)</w:t>
      </w:r>
      <w:r w:rsidRPr="002471F3">
        <w:tab/>
      </w:r>
      <w:proofErr w:type="gramStart"/>
      <w:r w:rsidRPr="002471F3">
        <w:t>describe</w:t>
      </w:r>
      <w:proofErr w:type="gramEnd"/>
      <w:r w:rsidRPr="002471F3">
        <w:t xml:space="preserve"> what gaps exist at the international level, illustrating those gaps, to the extent possible, with specific examples;</w:t>
      </w:r>
    </w:p>
    <w:p w:rsidR="00503BEF" w:rsidRPr="002471F3" w:rsidRDefault="00503BEF" w:rsidP="00503BEF">
      <w:pPr>
        <w:ind w:left="1134" w:hanging="594"/>
      </w:pPr>
      <w:r w:rsidRPr="002471F3">
        <w:t>(c)</w:t>
      </w:r>
      <w:r w:rsidRPr="002471F3">
        <w:tab/>
      </w:r>
      <w:proofErr w:type="gramStart"/>
      <w:r w:rsidRPr="002471F3">
        <w:t>set</w:t>
      </w:r>
      <w:proofErr w:type="gramEnd"/>
      <w:r w:rsidRPr="002471F3">
        <w:t xml:space="preserve"> out considerations relevant to determining whether those gaps need to be addressed;</w:t>
      </w:r>
    </w:p>
    <w:p w:rsidR="00503BEF" w:rsidRPr="002471F3" w:rsidRDefault="00503BEF" w:rsidP="00503BEF">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503BEF" w:rsidRPr="002471F3" w:rsidRDefault="00503BEF" w:rsidP="00503BEF">
      <w:pPr>
        <w:ind w:left="1134" w:hanging="594"/>
      </w:pPr>
      <w:r w:rsidRPr="002471F3">
        <w:t>(e)</w:t>
      </w:r>
      <w:r w:rsidRPr="002471F3">
        <w:tab/>
      </w:r>
      <w:proofErr w:type="gramStart"/>
      <w:r w:rsidRPr="002471F3">
        <w:t>contain</w:t>
      </w:r>
      <w:proofErr w:type="gramEnd"/>
      <w:r w:rsidRPr="002471F3">
        <w:t xml:space="preserve"> an annex with a matrix corresponding to the items mentioned in subparagraphs (a) to (d), above.</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 xml:space="preserve">A first draft of the gap analysis on the protection of TCEs </w:t>
      </w:r>
      <w:proofErr w:type="gramStart"/>
      <w:r w:rsidRPr="002471F3">
        <w:t>was prepared by the Secretariat at that time and circulated amongst IGC participants for comments</w:t>
      </w:r>
      <w:proofErr w:type="gramEnd"/>
      <w:r w:rsidRPr="002471F3">
        <w:t xml:space="preserve">.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t>
      </w:r>
      <w:proofErr w:type="gramStart"/>
      <w:r w:rsidRPr="002471F3">
        <w:t>was summarized</w:t>
      </w:r>
      <w:proofErr w:type="gramEnd"/>
      <w:r w:rsidRPr="002471F3">
        <w:t xml:space="preserve"> in document WIPO/GRTKF/IC/13/4(a), which accompanied the draft gap analysis in document WIPO/GRTKF/IC/13/4(b) Rev.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 xml:space="preserve">Pursuant to this decision, Annex I of document WIPO/GRTKF/IC/37/7 comprised an updated draft of the 2008 gap analysis on the protection of TCEs.  The structure, format and contents of the earlier gap analysis were largely unchanged, save where </w:t>
      </w:r>
      <w:proofErr w:type="gramStart"/>
      <w:r w:rsidRPr="002471F3">
        <w:t>more recent international instruments</w:t>
      </w:r>
      <w:proofErr w:type="gramEnd"/>
      <w:r w:rsidRPr="002471F3">
        <w:t xml:space="preserve">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 xml:space="preserve">The same document </w:t>
      </w:r>
      <w:proofErr w:type="gramStart"/>
      <w:r w:rsidRPr="002471F3">
        <w:t>was re-issued</w:t>
      </w:r>
      <w:proofErr w:type="gramEnd"/>
      <w:r w:rsidRPr="002471F3">
        <w:t xml:space="preserve"> for IGC</w:t>
      </w:r>
      <w:r>
        <w:t>s</w:t>
      </w:r>
      <w:r w:rsidRPr="002471F3">
        <w:t xml:space="preserve"> 38</w:t>
      </w:r>
      <w:r>
        <w:t>, 39, 40, 44 and 45,</w:t>
      </w:r>
      <w:r w:rsidRPr="002471F3">
        <w:t xml:space="preserve"> and is re-issued for this session as well.</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rsidRPr="002471F3">
        <w:tab/>
        <w:t xml:space="preserve">The updated draft gap analysis and the updated matrix </w:t>
      </w:r>
      <w:proofErr w:type="gramStart"/>
      <w:r w:rsidRPr="002471F3">
        <w:t>are annexed</w:t>
      </w:r>
      <w:proofErr w:type="gramEnd"/>
      <w:r w:rsidRPr="002471F3">
        <w:t xml:space="preserve"> to the present document.</w:t>
      </w:r>
    </w:p>
    <w:p w:rsidR="00503BEF" w:rsidRPr="002471F3" w:rsidRDefault="00503BEF" w:rsidP="00503BEF"/>
    <w:p w:rsidR="00503BEF" w:rsidRPr="002471F3" w:rsidRDefault="00503BEF" w:rsidP="00503BEF">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 xml:space="preserve">The Committee is invited to consider the updated draft gap analysis and matrix contained in Annexes </w:t>
      </w:r>
      <w:proofErr w:type="gramStart"/>
      <w:r w:rsidRPr="002471F3">
        <w:rPr>
          <w:i/>
        </w:rPr>
        <w:t>I and II</w:t>
      </w:r>
      <w:proofErr w:type="gramEnd"/>
      <w:r w:rsidRPr="002471F3">
        <w:rPr>
          <w:i/>
        </w:rPr>
        <w:t>.</w:t>
      </w:r>
    </w:p>
    <w:p w:rsidR="00503BEF" w:rsidRPr="002471F3" w:rsidRDefault="00503BEF" w:rsidP="00503BEF"/>
    <w:p w:rsidR="00503BEF" w:rsidRPr="002471F3" w:rsidRDefault="00503BEF" w:rsidP="00503BEF"/>
    <w:p w:rsidR="00503BEF" w:rsidRPr="002471F3" w:rsidRDefault="00503BEF" w:rsidP="00503BEF">
      <w:pPr>
        <w:ind w:left="5580"/>
      </w:pPr>
      <w:r w:rsidRPr="002471F3">
        <w:t>[Annexes follow]</w:t>
      </w:r>
    </w:p>
    <w:p w:rsidR="00503BEF" w:rsidRPr="002471F3" w:rsidRDefault="00503BEF" w:rsidP="00503BEF"/>
    <w:p w:rsidR="00503BEF" w:rsidRPr="002471F3" w:rsidRDefault="00503BEF" w:rsidP="00503BEF">
      <w:pPr>
        <w:ind w:left="5580"/>
        <w:sectPr w:rsidR="00503BEF" w:rsidRPr="002471F3" w:rsidSect="004A444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503BEF" w:rsidRPr="002471F3" w:rsidRDefault="00503BEF" w:rsidP="00503BEF">
      <w:pPr>
        <w:jc w:val="center"/>
      </w:pPr>
      <w:r w:rsidRPr="002471F3">
        <w:lastRenderedPageBreak/>
        <w:t>ANNEX I</w:t>
      </w:r>
    </w:p>
    <w:p w:rsidR="00503BEF" w:rsidRPr="002471F3" w:rsidRDefault="00503BEF" w:rsidP="00503BEF">
      <w:pPr>
        <w:jc w:val="center"/>
      </w:pPr>
    </w:p>
    <w:p w:rsidR="00503BEF" w:rsidRPr="002471F3" w:rsidRDefault="00503BEF" w:rsidP="00503BEF">
      <w:pPr>
        <w:jc w:val="center"/>
      </w:pPr>
      <w:r w:rsidRPr="002471F3">
        <w:t>UPDATED DRAFT GAP ANALYSIS</w:t>
      </w:r>
    </w:p>
    <w:p w:rsidR="00503BEF" w:rsidRPr="002471F3" w:rsidRDefault="00503BEF" w:rsidP="00503BEF">
      <w:pPr>
        <w:jc w:val="center"/>
      </w:pPr>
      <w:r w:rsidRPr="002471F3">
        <w:t>ON THE PROTECTION OF TRADITIONAL CULTURAL EXPRESSIONS:</w:t>
      </w:r>
    </w:p>
    <w:p w:rsidR="00503BEF" w:rsidRPr="002471F3" w:rsidRDefault="00503BEF" w:rsidP="00503BEF"/>
    <w:p w:rsidR="00503BEF" w:rsidRPr="002471F3" w:rsidRDefault="00503BEF" w:rsidP="00503BEF">
      <w:r w:rsidRPr="002471F3">
        <w:t>CONTENTS</w:t>
      </w:r>
    </w:p>
    <w:p w:rsidR="00503BEF" w:rsidRPr="002471F3" w:rsidRDefault="00503BEF" w:rsidP="00503BEF">
      <w:pPr>
        <w:rPr>
          <w:rFonts w:ascii="Times New Roman" w:eastAsia="Times New Roman" w:hAnsi="Times New Roman" w:cs="Times New Roman"/>
          <w:sz w:val="24"/>
          <w:lang w:eastAsia="en-US"/>
        </w:rPr>
      </w:pPr>
    </w:p>
    <w:p w:rsidR="00503BEF" w:rsidRPr="002471F3" w:rsidRDefault="00503BEF" w:rsidP="00503BEF">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503BEF" w:rsidRPr="002471F3" w:rsidRDefault="002D4277" w:rsidP="00503BEF">
      <w:pPr>
        <w:tabs>
          <w:tab w:val="left" w:pos="480"/>
          <w:tab w:val="right" w:leader="dot" w:pos="9061"/>
        </w:tabs>
        <w:rPr>
          <w:noProof/>
          <w:szCs w:val="22"/>
        </w:rPr>
      </w:pPr>
      <w:hyperlink w:anchor="_Toc211250704" w:history="1">
        <w:r w:rsidR="00503BEF" w:rsidRPr="002471F3">
          <w:rPr>
            <w:noProof/>
            <w:szCs w:val="22"/>
          </w:rPr>
          <w:t>II.</w:t>
        </w:r>
        <w:r w:rsidR="00503BEF" w:rsidRPr="002471F3">
          <w:rPr>
            <w:noProof/>
            <w:szCs w:val="22"/>
          </w:rPr>
          <w:tab/>
          <w:t>WORKING DEFINITIONS AND OTHER BASES UPON WHICH THE ANALYSIS IS CONDUCTED</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_Toc211250704 \h </w:instrText>
        </w:r>
        <w:r w:rsidR="00503BEF" w:rsidRPr="002471F3">
          <w:rPr>
            <w:noProof/>
            <w:webHidden/>
            <w:szCs w:val="22"/>
          </w:rPr>
        </w:r>
        <w:r w:rsidR="00503BEF" w:rsidRPr="002471F3">
          <w:rPr>
            <w:noProof/>
            <w:webHidden/>
            <w:szCs w:val="22"/>
          </w:rPr>
          <w:fldChar w:fldCharType="separate"/>
        </w:r>
        <w:r w:rsidR="00503BEF">
          <w:rPr>
            <w:noProof/>
            <w:webHidden/>
            <w:szCs w:val="22"/>
          </w:rPr>
          <w:t>3</w:t>
        </w:r>
        <w:r w:rsidR="00503BEF" w:rsidRPr="002471F3">
          <w:rPr>
            <w:noProof/>
            <w:webHidden/>
            <w:szCs w:val="22"/>
          </w:rPr>
          <w:fldChar w:fldCharType="end"/>
        </w:r>
      </w:hyperlink>
    </w:p>
    <w:p w:rsidR="00503BEF" w:rsidRPr="002471F3" w:rsidRDefault="002D4277" w:rsidP="00503BEF">
      <w:pPr>
        <w:tabs>
          <w:tab w:val="right" w:leader="dot" w:pos="9061"/>
        </w:tabs>
        <w:ind w:left="240"/>
        <w:rPr>
          <w:noProof/>
          <w:szCs w:val="22"/>
        </w:rPr>
      </w:pPr>
      <w:hyperlink w:anchor="_Toc211250705" w:history="1">
        <w:r w:rsidR="00503BEF" w:rsidRPr="002471F3">
          <w:rPr>
            <w:i/>
            <w:noProof/>
            <w:szCs w:val="22"/>
          </w:rPr>
          <w:t>Traditional cultural expressions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_Toc211250705 \h </w:instrText>
        </w:r>
        <w:r w:rsidR="00503BEF" w:rsidRPr="002471F3">
          <w:rPr>
            <w:noProof/>
            <w:webHidden/>
            <w:szCs w:val="22"/>
          </w:rPr>
        </w:r>
        <w:r w:rsidR="00503BEF" w:rsidRPr="002471F3">
          <w:rPr>
            <w:noProof/>
            <w:webHidden/>
            <w:szCs w:val="22"/>
          </w:rPr>
          <w:fldChar w:fldCharType="separate"/>
        </w:r>
        <w:r w:rsidR="00503BEF">
          <w:rPr>
            <w:noProof/>
            <w:webHidden/>
            <w:szCs w:val="22"/>
          </w:rPr>
          <w:t>3</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06" w:history="1">
        <w:r w:rsidR="00503BEF" w:rsidRPr="002471F3">
          <w:rPr>
            <w:i/>
            <w:noProof/>
            <w:szCs w:val="22"/>
          </w:rPr>
          <w:t>Characteristics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_Toc211250706 \h </w:instrText>
        </w:r>
        <w:r w:rsidR="00503BEF" w:rsidRPr="002471F3">
          <w:rPr>
            <w:noProof/>
            <w:webHidden/>
            <w:szCs w:val="22"/>
          </w:rPr>
        </w:r>
        <w:r w:rsidR="00503BEF" w:rsidRPr="002471F3">
          <w:rPr>
            <w:noProof/>
            <w:webHidden/>
            <w:szCs w:val="22"/>
          </w:rPr>
          <w:fldChar w:fldCharType="separate"/>
        </w:r>
        <w:r w:rsidR="00503BEF">
          <w:rPr>
            <w:noProof/>
            <w:webHidden/>
            <w:szCs w:val="22"/>
          </w:rPr>
          <w:t>3</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07" w:history="1">
        <w:r w:rsidR="00503BEF" w:rsidRPr="002471F3">
          <w:rPr>
            <w:i/>
            <w:noProof/>
            <w:szCs w:val="22"/>
          </w:rPr>
          <w:t>Forms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_Toc211250707 \h </w:instrText>
        </w:r>
        <w:r w:rsidR="00503BEF" w:rsidRPr="002471F3">
          <w:rPr>
            <w:noProof/>
            <w:webHidden/>
            <w:szCs w:val="22"/>
          </w:rPr>
        </w:r>
        <w:r w:rsidR="00503BEF" w:rsidRPr="002471F3">
          <w:rPr>
            <w:noProof/>
            <w:webHidden/>
            <w:szCs w:val="22"/>
          </w:rPr>
          <w:fldChar w:fldCharType="separate"/>
        </w:r>
        <w:r w:rsidR="00503BEF">
          <w:rPr>
            <w:noProof/>
            <w:webHidden/>
            <w:szCs w:val="22"/>
          </w:rPr>
          <w:t>4</w:t>
        </w:r>
        <w:r w:rsidR="00503BEF" w:rsidRPr="002471F3">
          <w:rPr>
            <w:noProof/>
            <w:webHidden/>
            <w:szCs w:val="22"/>
          </w:rPr>
          <w:fldChar w:fldCharType="end"/>
        </w:r>
      </w:hyperlink>
    </w:p>
    <w:p w:rsidR="00503BEF" w:rsidRPr="002471F3" w:rsidRDefault="002D4277" w:rsidP="00503BEF">
      <w:pPr>
        <w:tabs>
          <w:tab w:val="right" w:leader="dot" w:pos="9061"/>
        </w:tabs>
        <w:ind w:left="240"/>
        <w:rPr>
          <w:noProof/>
          <w:szCs w:val="22"/>
        </w:rPr>
      </w:pPr>
      <w:hyperlink w:anchor="_Toc211250708" w:history="1">
        <w:r w:rsidR="00503BEF" w:rsidRPr="002471F3">
          <w:rPr>
            <w:i/>
            <w:noProof/>
            <w:szCs w:val="22"/>
          </w:rPr>
          <w:t>The meaning of “protection”</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_Toc211250708 \h </w:instrText>
        </w:r>
        <w:r w:rsidR="00503BEF" w:rsidRPr="002471F3">
          <w:rPr>
            <w:noProof/>
            <w:webHidden/>
            <w:szCs w:val="22"/>
          </w:rPr>
        </w:r>
        <w:r w:rsidR="00503BEF" w:rsidRPr="002471F3">
          <w:rPr>
            <w:noProof/>
            <w:webHidden/>
            <w:szCs w:val="22"/>
          </w:rPr>
          <w:fldChar w:fldCharType="separate"/>
        </w:r>
        <w:r w:rsidR="00503BEF">
          <w:rPr>
            <w:noProof/>
            <w:webHidden/>
            <w:szCs w:val="22"/>
          </w:rPr>
          <w:t>5</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09" w:history="1">
        <w:r w:rsidR="00503BEF" w:rsidRPr="002471F3">
          <w:rPr>
            <w:i/>
            <w:noProof/>
            <w:szCs w:val="22"/>
          </w:rPr>
          <w:t>General features of intellectual property protection</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_Toc211250709 \h </w:instrText>
        </w:r>
        <w:r w:rsidR="00503BEF" w:rsidRPr="002471F3">
          <w:rPr>
            <w:noProof/>
            <w:webHidden/>
            <w:szCs w:val="22"/>
          </w:rPr>
        </w:r>
        <w:r w:rsidR="00503BEF" w:rsidRPr="002471F3">
          <w:rPr>
            <w:noProof/>
            <w:webHidden/>
            <w:szCs w:val="22"/>
          </w:rPr>
          <w:fldChar w:fldCharType="separate"/>
        </w:r>
        <w:r w:rsidR="00503BEF">
          <w:rPr>
            <w:noProof/>
            <w:webHidden/>
            <w:szCs w:val="22"/>
          </w:rPr>
          <w:t>5</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0" w:history="1">
        <w:r w:rsidR="00503BEF" w:rsidRPr="002471F3">
          <w:rPr>
            <w:i/>
            <w:noProof/>
            <w:szCs w:val="22"/>
          </w:rPr>
          <w:t>Forms of IP protection most relevant to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_Toc211250710 \h </w:instrText>
        </w:r>
        <w:r w:rsidR="00503BEF" w:rsidRPr="002471F3">
          <w:rPr>
            <w:noProof/>
            <w:webHidden/>
            <w:szCs w:val="22"/>
          </w:rPr>
        </w:r>
        <w:r w:rsidR="00503BEF" w:rsidRPr="002471F3">
          <w:rPr>
            <w:noProof/>
            <w:webHidden/>
            <w:szCs w:val="22"/>
          </w:rPr>
          <w:fldChar w:fldCharType="separate"/>
        </w:r>
        <w:r w:rsidR="00503BEF">
          <w:rPr>
            <w:noProof/>
            <w:webHidden/>
            <w:szCs w:val="22"/>
          </w:rPr>
          <w:t>6</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1" w:history="1">
        <w:r w:rsidR="00503BEF" w:rsidRPr="002471F3">
          <w:rPr>
            <w:i/>
            <w:noProof/>
            <w:szCs w:val="22"/>
          </w:rPr>
          <w:t>Relevant international IP conventions and treaties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_Toc211250711 \h </w:instrText>
        </w:r>
        <w:r w:rsidR="00503BEF" w:rsidRPr="002471F3">
          <w:rPr>
            <w:noProof/>
            <w:webHidden/>
            <w:szCs w:val="22"/>
          </w:rPr>
        </w:r>
        <w:r w:rsidR="00503BEF" w:rsidRPr="002471F3">
          <w:rPr>
            <w:noProof/>
            <w:webHidden/>
            <w:szCs w:val="22"/>
          </w:rPr>
          <w:fldChar w:fldCharType="separate"/>
        </w:r>
        <w:r w:rsidR="00503BEF">
          <w:rPr>
            <w:noProof/>
            <w:webHidden/>
            <w:szCs w:val="22"/>
          </w:rPr>
          <w:t>6</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2" w:history="1">
        <w:r w:rsidR="00503BEF" w:rsidRPr="002471F3">
          <w:rPr>
            <w:i/>
            <w:noProof/>
            <w:szCs w:val="22"/>
          </w:rPr>
          <w:t>“Protection” and not “safeguarding”, “preservation” or “promotion”</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_Toc211250712 \h </w:instrText>
        </w:r>
        <w:r w:rsidR="00503BEF" w:rsidRPr="002471F3">
          <w:rPr>
            <w:noProof/>
            <w:webHidden/>
            <w:szCs w:val="22"/>
          </w:rPr>
        </w:r>
        <w:r w:rsidR="00503BEF" w:rsidRPr="002471F3">
          <w:rPr>
            <w:noProof/>
            <w:webHidden/>
            <w:szCs w:val="22"/>
          </w:rPr>
          <w:fldChar w:fldCharType="separate"/>
        </w:r>
        <w:r w:rsidR="00503BEF">
          <w:rPr>
            <w:noProof/>
            <w:webHidden/>
            <w:szCs w:val="22"/>
          </w:rPr>
          <w:t>7</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3" w:history="1">
        <w:r w:rsidR="00503BEF" w:rsidRPr="002471F3">
          <w:rPr>
            <w:i/>
            <w:noProof/>
            <w:szCs w:val="22"/>
          </w:rPr>
          <w:t>Objectives in relation to the protection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_Toc211250713 \h </w:instrText>
        </w:r>
        <w:r w:rsidR="00503BEF" w:rsidRPr="002471F3">
          <w:rPr>
            <w:noProof/>
            <w:webHidden/>
            <w:szCs w:val="22"/>
          </w:rPr>
        </w:r>
        <w:r w:rsidR="00503BEF" w:rsidRPr="002471F3">
          <w:rPr>
            <w:noProof/>
            <w:webHidden/>
            <w:szCs w:val="22"/>
          </w:rPr>
          <w:fldChar w:fldCharType="separate"/>
        </w:r>
        <w:r w:rsidR="00503BEF">
          <w:rPr>
            <w:noProof/>
            <w:webHidden/>
            <w:szCs w:val="22"/>
          </w:rPr>
          <w:t>7</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4" w:history="1">
        <w:r w:rsidR="00503BEF" w:rsidRPr="002471F3">
          <w:rPr>
            <w:i/>
            <w:noProof/>
            <w:szCs w:val="22"/>
            <w:lang w:eastAsia="en-GB"/>
          </w:rPr>
          <w:t>Specific forms of protection desired for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_Toc211250714 \h </w:instrText>
        </w:r>
        <w:r w:rsidR="00503BEF" w:rsidRPr="002471F3">
          <w:rPr>
            <w:noProof/>
            <w:webHidden/>
            <w:szCs w:val="22"/>
          </w:rPr>
        </w:r>
        <w:r w:rsidR="00503BEF" w:rsidRPr="002471F3">
          <w:rPr>
            <w:noProof/>
            <w:webHidden/>
            <w:szCs w:val="22"/>
          </w:rPr>
          <w:fldChar w:fldCharType="separate"/>
        </w:r>
        <w:r w:rsidR="00503BEF">
          <w:rPr>
            <w:noProof/>
            <w:webHidden/>
            <w:szCs w:val="22"/>
          </w:rPr>
          <w:t>8</w:t>
        </w:r>
        <w:r w:rsidR="00503BEF" w:rsidRPr="002471F3">
          <w:rPr>
            <w:noProof/>
            <w:webHidden/>
            <w:szCs w:val="22"/>
          </w:rPr>
          <w:fldChar w:fldCharType="end"/>
        </w:r>
      </w:hyperlink>
    </w:p>
    <w:p w:rsidR="00503BEF" w:rsidRPr="002471F3" w:rsidRDefault="002D4277" w:rsidP="00503BEF">
      <w:pPr>
        <w:tabs>
          <w:tab w:val="right" w:leader="dot" w:pos="9061"/>
        </w:tabs>
        <w:ind w:left="240"/>
        <w:rPr>
          <w:noProof/>
          <w:szCs w:val="22"/>
        </w:rPr>
      </w:pPr>
      <w:hyperlink w:anchor="_Toc211250715" w:history="1">
        <w:r w:rsidR="00503BEF" w:rsidRPr="002471F3">
          <w:rPr>
            <w:bCs/>
            <w:i/>
            <w:iCs/>
            <w:noProof/>
            <w:szCs w:val="22"/>
          </w:rPr>
          <w:t>The meaning of “gaps”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_Toc211250715 \h </w:instrText>
        </w:r>
        <w:r w:rsidR="00503BEF" w:rsidRPr="002471F3">
          <w:rPr>
            <w:noProof/>
            <w:webHidden/>
            <w:szCs w:val="22"/>
          </w:rPr>
        </w:r>
        <w:r w:rsidR="00503BEF" w:rsidRPr="002471F3">
          <w:rPr>
            <w:noProof/>
            <w:webHidden/>
            <w:szCs w:val="22"/>
          </w:rPr>
          <w:fldChar w:fldCharType="separate"/>
        </w:r>
        <w:r w:rsidR="00503BEF">
          <w:rPr>
            <w:noProof/>
            <w:webHidden/>
            <w:szCs w:val="22"/>
          </w:rPr>
          <w:t>8</w:t>
        </w:r>
        <w:r w:rsidR="00503BEF" w:rsidRPr="002471F3">
          <w:rPr>
            <w:noProof/>
            <w:webHidden/>
            <w:szCs w:val="22"/>
          </w:rPr>
          <w:fldChar w:fldCharType="end"/>
        </w:r>
      </w:hyperlink>
    </w:p>
    <w:p w:rsidR="00503BEF" w:rsidRDefault="00503BEF" w:rsidP="00503BEF">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503BEF" w:rsidRPr="006553F9" w:rsidRDefault="00503BEF" w:rsidP="00503BEF">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503BEF" w:rsidRPr="002471F3" w:rsidRDefault="002D4277" w:rsidP="00503BEF">
      <w:pPr>
        <w:tabs>
          <w:tab w:val="right" w:leader="dot" w:pos="9061"/>
        </w:tabs>
        <w:ind w:left="240"/>
        <w:rPr>
          <w:noProof/>
          <w:szCs w:val="22"/>
        </w:rPr>
      </w:pPr>
      <w:hyperlink w:anchor="_Toc211250716" w:history="1">
        <w:r w:rsidR="00503BEF" w:rsidRPr="002471F3">
          <w:rPr>
            <w:bCs/>
            <w:i/>
            <w:iCs/>
            <w:noProof/>
            <w:szCs w:val="22"/>
          </w:rPr>
          <w:t>Summary</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_Toc211250716 \h </w:instrText>
        </w:r>
        <w:r w:rsidR="00503BEF" w:rsidRPr="002471F3">
          <w:rPr>
            <w:noProof/>
            <w:webHidden/>
            <w:szCs w:val="22"/>
          </w:rPr>
        </w:r>
        <w:r w:rsidR="00503BEF" w:rsidRPr="002471F3">
          <w:rPr>
            <w:noProof/>
            <w:webHidden/>
            <w:szCs w:val="22"/>
          </w:rPr>
          <w:fldChar w:fldCharType="separate"/>
        </w:r>
        <w:r w:rsidR="00503BEF">
          <w:rPr>
            <w:noProof/>
            <w:webHidden/>
            <w:szCs w:val="22"/>
          </w:rPr>
          <w:t>11</w:t>
        </w:r>
        <w:r w:rsidR="00503BEF" w:rsidRPr="002471F3">
          <w:rPr>
            <w:noProof/>
            <w:webHidden/>
            <w:szCs w:val="22"/>
          </w:rPr>
          <w:fldChar w:fldCharType="end"/>
        </w:r>
      </w:hyperlink>
    </w:p>
    <w:p w:rsidR="00503BEF" w:rsidRPr="002471F3" w:rsidRDefault="002D4277" w:rsidP="00503BEF">
      <w:pPr>
        <w:tabs>
          <w:tab w:val="left" w:pos="720"/>
          <w:tab w:val="right" w:leader="dot" w:pos="9061"/>
        </w:tabs>
        <w:rPr>
          <w:noProof/>
          <w:szCs w:val="22"/>
        </w:rPr>
      </w:pPr>
      <w:hyperlink w:anchor="_Toc211250717" w:history="1">
        <w:r w:rsidR="00503BEF" w:rsidRPr="002471F3">
          <w:rPr>
            <w:noProof/>
            <w:szCs w:val="22"/>
          </w:rPr>
          <w:t>III.</w:t>
        </w:r>
        <w:r w:rsidR="00503BEF" w:rsidRPr="002471F3">
          <w:rPr>
            <w:noProof/>
            <w:szCs w:val="22"/>
          </w:rPr>
          <w:tab/>
          <w:t>THE ANALYSIS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_Toc211250717 \h </w:instrText>
        </w:r>
        <w:r w:rsidR="00503BEF" w:rsidRPr="002471F3">
          <w:rPr>
            <w:noProof/>
            <w:webHidden/>
            <w:szCs w:val="22"/>
          </w:rPr>
        </w:r>
        <w:r w:rsidR="00503BEF" w:rsidRPr="002471F3">
          <w:rPr>
            <w:noProof/>
            <w:webHidden/>
            <w:szCs w:val="22"/>
          </w:rPr>
          <w:fldChar w:fldCharType="separate"/>
        </w:r>
        <w:r w:rsidR="00503BEF">
          <w:rPr>
            <w:noProof/>
            <w:webHidden/>
            <w:szCs w:val="22"/>
          </w:rPr>
          <w:t>12</w:t>
        </w:r>
        <w:r w:rsidR="00503BEF" w:rsidRPr="002471F3">
          <w:rPr>
            <w:noProof/>
            <w:webHidden/>
            <w:szCs w:val="22"/>
          </w:rPr>
          <w:fldChar w:fldCharType="end"/>
        </w:r>
      </w:hyperlink>
    </w:p>
    <w:p w:rsidR="00503BEF" w:rsidRPr="002471F3" w:rsidRDefault="002D4277" w:rsidP="00503BEF">
      <w:pPr>
        <w:tabs>
          <w:tab w:val="left" w:pos="720"/>
          <w:tab w:val="right" w:leader="dot" w:pos="9061"/>
        </w:tabs>
        <w:ind w:left="240"/>
        <w:rPr>
          <w:noProof/>
          <w:szCs w:val="22"/>
        </w:rPr>
      </w:pPr>
      <w:hyperlink w:anchor="_Toc211250718" w:history="1">
        <w:r w:rsidR="00503BEF" w:rsidRPr="002471F3">
          <w:rPr>
            <w:bCs/>
            <w:i/>
            <w:iCs/>
            <w:noProof/>
            <w:szCs w:val="22"/>
          </w:rPr>
          <w:t>A.</w:t>
        </w:r>
        <w:r w:rsidR="00503BEF" w:rsidRPr="002471F3">
          <w:rPr>
            <w:noProof/>
            <w:szCs w:val="22"/>
          </w:rPr>
          <w:tab/>
        </w:r>
        <w:r w:rsidR="00503BEF" w:rsidRPr="002471F3">
          <w:rPr>
            <w:bCs/>
            <w:i/>
            <w:iCs/>
            <w:noProof/>
            <w:szCs w:val="22"/>
          </w:rPr>
          <w:t>Obligations, provisions and possibilities that already exist at the international level to  provide protection for TCEs/EoFs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_Toc211250718 \h </w:instrText>
        </w:r>
        <w:r w:rsidR="00503BEF" w:rsidRPr="002471F3">
          <w:rPr>
            <w:noProof/>
            <w:webHidden/>
            <w:szCs w:val="22"/>
          </w:rPr>
        </w:r>
        <w:r w:rsidR="00503BEF" w:rsidRPr="002471F3">
          <w:rPr>
            <w:noProof/>
            <w:webHidden/>
            <w:szCs w:val="22"/>
          </w:rPr>
          <w:fldChar w:fldCharType="separate"/>
        </w:r>
        <w:r w:rsidR="00503BEF">
          <w:rPr>
            <w:noProof/>
            <w:webHidden/>
            <w:szCs w:val="22"/>
          </w:rPr>
          <w:t>12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19" w:history="1">
        <w:r w:rsidR="00503BEF" w:rsidRPr="002471F3">
          <w:rPr>
            <w:i/>
            <w:noProof/>
            <w:szCs w:val="22"/>
          </w:rPr>
          <w:t>Literary and artistic productions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_Toc211250719 \h </w:instrText>
        </w:r>
        <w:r w:rsidR="00503BEF" w:rsidRPr="002471F3">
          <w:rPr>
            <w:noProof/>
            <w:webHidden/>
            <w:szCs w:val="22"/>
          </w:rPr>
        </w:r>
        <w:r w:rsidR="00503BEF" w:rsidRPr="002471F3">
          <w:rPr>
            <w:noProof/>
            <w:webHidden/>
            <w:szCs w:val="22"/>
          </w:rPr>
          <w:fldChar w:fldCharType="separate"/>
        </w:r>
        <w:r w:rsidR="00503BEF">
          <w:rPr>
            <w:noProof/>
            <w:webHidden/>
            <w:szCs w:val="22"/>
          </w:rPr>
          <w:t>12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0" w:history="1">
        <w:r w:rsidR="00503BEF" w:rsidRPr="002471F3">
          <w:rPr>
            <w:i/>
            <w:noProof/>
            <w:szCs w:val="22"/>
          </w:rPr>
          <w:t>Performances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_Toc211250720 \h </w:instrText>
        </w:r>
        <w:r w:rsidR="00503BEF" w:rsidRPr="002471F3">
          <w:rPr>
            <w:noProof/>
            <w:webHidden/>
            <w:szCs w:val="22"/>
          </w:rPr>
        </w:r>
        <w:r w:rsidR="00503BEF" w:rsidRPr="002471F3">
          <w:rPr>
            <w:noProof/>
            <w:webHidden/>
            <w:szCs w:val="22"/>
          </w:rPr>
          <w:fldChar w:fldCharType="separate"/>
        </w:r>
        <w:r w:rsidR="00503BEF">
          <w:rPr>
            <w:noProof/>
            <w:webHidden/>
            <w:szCs w:val="22"/>
          </w:rPr>
          <w:t>15</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1" w:history="1">
        <w:r w:rsidR="00503BEF" w:rsidRPr="002471F3">
          <w:rPr>
            <w:i/>
            <w:noProof/>
            <w:szCs w:val="22"/>
          </w:rPr>
          <w:t>Designs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_Toc211250721 \h </w:instrText>
        </w:r>
        <w:r w:rsidR="00503BEF" w:rsidRPr="002471F3">
          <w:rPr>
            <w:noProof/>
            <w:webHidden/>
            <w:szCs w:val="22"/>
          </w:rPr>
        </w:r>
        <w:r w:rsidR="00503BEF" w:rsidRPr="002471F3">
          <w:rPr>
            <w:noProof/>
            <w:webHidden/>
            <w:szCs w:val="22"/>
          </w:rPr>
          <w:fldChar w:fldCharType="separate"/>
        </w:r>
        <w:r w:rsidR="00503BEF">
          <w:rPr>
            <w:noProof/>
            <w:webHidden/>
            <w:szCs w:val="22"/>
          </w:rPr>
          <w:t>15</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2" w:history="1">
        <w:r w:rsidR="00503BEF" w:rsidRPr="002471F3">
          <w:rPr>
            <w:i/>
            <w:noProof/>
            <w:szCs w:val="22"/>
          </w:rPr>
          <w:t>Secret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_Toc211250722 \h </w:instrText>
        </w:r>
        <w:r w:rsidR="00503BEF" w:rsidRPr="002471F3">
          <w:rPr>
            <w:noProof/>
            <w:webHidden/>
            <w:szCs w:val="22"/>
          </w:rPr>
        </w:r>
        <w:r w:rsidR="00503BEF" w:rsidRPr="002471F3">
          <w:rPr>
            <w:noProof/>
            <w:webHidden/>
            <w:szCs w:val="22"/>
          </w:rPr>
          <w:fldChar w:fldCharType="separate"/>
        </w:r>
        <w:r w:rsidR="00503BEF">
          <w:rPr>
            <w:noProof/>
            <w:webHidden/>
            <w:szCs w:val="22"/>
          </w:rPr>
          <w:t>16</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3" w:history="1">
        <w:r w:rsidR="00503BEF" w:rsidRPr="002471F3">
          <w:rPr>
            <w:i/>
            <w:noProof/>
            <w:szCs w:val="22"/>
          </w:rPr>
          <w:t>Indigenous and traditional names, words and symbols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_Toc211250723 \h </w:instrText>
        </w:r>
        <w:r w:rsidR="00503BEF" w:rsidRPr="002471F3">
          <w:rPr>
            <w:noProof/>
            <w:webHidden/>
            <w:szCs w:val="22"/>
          </w:rPr>
        </w:r>
        <w:r w:rsidR="00503BEF" w:rsidRPr="002471F3">
          <w:rPr>
            <w:noProof/>
            <w:webHidden/>
            <w:szCs w:val="22"/>
          </w:rPr>
          <w:fldChar w:fldCharType="separate"/>
        </w:r>
        <w:r w:rsidR="00503BEF">
          <w:rPr>
            <w:noProof/>
            <w:webHidden/>
            <w:szCs w:val="22"/>
          </w:rPr>
          <w:t>16</w:t>
        </w:r>
        <w:r w:rsidR="00503BEF" w:rsidRPr="002471F3">
          <w:rPr>
            <w:noProof/>
            <w:webHidden/>
            <w:szCs w:val="22"/>
          </w:rPr>
          <w:fldChar w:fldCharType="end"/>
        </w:r>
      </w:hyperlink>
    </w:p>
    <w:p w:rsidR="00503BEF" w:rsidRPr="002471F3" w:rsidRDefault="002D4277" w:rsidP="00503BEF">
      <w:pPr>
        <w:tabs>
          <w:tab w:val="left" w:pos="720"/>
          <w:tab w:val="right" w:leader="dot" w:pos="9061"/>
        </w:tabs>
        <w:ind w:left="240"/>
        <w:rPr>
          <w:noProof/>
          <w:szCs w:val="22"/>
        </w:rPr>
      </w:pPr>
      <w:hyperlink w:anchor="_Toc211250724" w:history="1">
        <w:r w:rsidR="00503BEF" w:rsidRPr="002471F3">
          <w:rPr>
            <w:bCs/>
            <w:i/>
            <w:iCs/>
            <w:noProof/>
            <w:szCs w:val="22"/>
          </w:rPr>
          <w:t>B.</w:t>
        </w:r>
        <w:r w:rsidR="00503BEF" w:rsidRPr="002471F3">
          <w:rPr>
            <w:noProof/>
            <w:szCs w:val="22"/>
          </w:rPr>
          <w:tab/>
        </w:r>
        <w:r w:rsidR="00503BEF" w:rsidRPr="002471F3">
          <w:rPr>
            <w:bCs/>
            <w:i/>
            <w:iCs/>
            <w:noProof/>
            <w:szCs w:val="22"/>
          </w:rPr>
          <w:t>Gaps which exist at the international level, and an illustration of those gaps with  examples to the extent possible</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_Toc211250724 \h </w:instrText>
        </w:r>
        <w:r w:rsidR="00503BEF" w:rsidRPr="002471F3">
          <w:rPr>
            <w:noProof/>
            <w:webHidden/>
            <w:szCs w:val="22"/>
          </w:rPr>
        </w:r>
        <w:r w:rsidR="00503BEF" w:rsidRPr="002471F3">
          <w:rPr>
            <w:noProof/>
            <w:webHidden/>
            <w:szCs w:val="22"/>
          </w:rPr>
          <w:fldChar w:fldCharType="separate"/>
        </w:r>
        <w:r w:rsidR="00503BEF">
          <w:rPr>
            <w:noProof/>
            <w:webHidden/>
            <w:szCs w:val="22"/>
          </w:rPr>
          <w:t>17</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5" w:history="1">
        <w:r w:rsidR="00503BEF" w:rsidRPr="002471F3">
          <w:rPr>
            <w:i/>
            <w:noProof/>
            <w:szCs w:val="22"/>
          </w:rPr>
          <w:t>Literary and artistic productions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_Toc211250725 \h </w:instrText>
        </w:r>
        <w:r w:rsidR="00503BEF" w:rsidRPr="002471F3">
          <w:rPr>
            <w:noProof/>
            <w:webHidden/>
            <w:szCs w:val="22"/>
          </w:rPr>
        </w:r>
        <w:r w:rsidR="00503BEF" w:rsidRPr="002471F3">
          <w:rPr>
            <w:noProof/>
            <w:webHidden/>
            <w:szCs w:val="22"/>
          </w:rPr>
          <w:fldChar w:fldCharType="separate"/>
        </w:r>
        <w:r w:rsidR="00503BEF">
          <w:rPr>
            <w:noProof/>
            <w:webHidden/>
            <w:szCs w:val="22"/>
          </w:rPr>
          <w:t>17</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6" w:history="1">
        <w:r w:rsidR="00503BEF" w:rsidRPr="002471F3">
          <w:rPr>
            <w:i/>
            <w:noProof/>
            <w:szCs w:val="22"/>
          </w:rPr>
          <w:t>Performances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_Toc211250726 \h </w:instrText>
        </w:r>
        <w:r w:rsidR="00503BEF" w:rsidRPr="002471F3">
          <w:rPr>
            <w:noProof/>
            <w:webHidden/>
            <w:szCs w:val="22"/>
          </w:rPr>
        </w:r>
        <w:r w:rsidR="00503BEF" w:rsidRPr="002471F3">
          <w:rPr>
            <w:noProof/>
            <w:webHidden/>
            <w:szCs w:val="22"/>
          </w:rPr>
          <w:fldChar w:fldCharType="separate"/>
        </w:r>
        <w:r w:rsidR="00503BEF">
          <w:rPr>
            <w:noProof/>
            <w:webHidden/>
            <w:szCs w:val="22"/>
          </w:rPr>
          <w:t>20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7" w:history="1">
        <w:r w:rsidR="00503BEF" w:rsidRPr="002471F3">
          <w:rPr>
            <w:i/>
            <w:noProof/>
            <w:szCs w:val="22"/>
          </w:rPr>
          <w:t>Designs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_Toc211250727 \h </w:instrText>
        </w:r>
        <w:r w:rsidR="00503BEF" w:rsidRPr="002471F3">
          <w:rPr>
            <w:noProof/>
            <w:webHidden/>
            <w:szCs w:val="22"/>
          </w:rPr>
        </w:r>
        <w:r w:rsidR="00503BEF" w:rsidRPr="002471F3">
          <w:rPr>
            <w:noProof/>
            <w:webHidden/>
            <w:szCs w:val="22"/>
          </w:rPr>
          <w:fldChar w:fldCharType="separate"/>
        </w:r>
        <w:r w:rsidR="00503BEF">
          <w:rPr>
            <w:noProof/>
            <w:webHidden/>
            <w:szCs w:val="22"/>
          </w:rPr>
          <w:t>20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8" w:history="1">
        <w:r w:rsidR="00503BEF" w:rsidRPr="002471F3">
          <w:rPr>
            <w:i/>
            <w:noProof/>
            <w:szCs w:val="22"/>
          </w:rPr>
          <w:t>Secret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_Toc211250728 \h </w:instrText>
        </w:r>
        <w:r w:rsidR="00503BEF" w:rsidRPr="002471F3">
          <w:rPr>
            <w:noProof/>
            <w:webHidden/>
            <w:szCs w:val="22"/>
          </w:rPr>
        </w:r>
        <w:r w:rsidR="00503BEF" w:rsidRPr="002471F3">
          <w:rPr>
            <w:noProof/>
            <w:webHidden/>
            <w:szCs w:val="22"/>
          </w:rPr>
          <w:fldChar w:fldCharType="separate"/>
        </w:r>
        <w:r w:rsidR="00503BEF">
          <w:rPr>
            <w:noProof/>
            <w:webHidden/>
            <w:szCs w:val="22"/>
          </w:rPr>
          <w:t>20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29" w:history="1">
        <w:r w:rsidR="00503BEF" w:rsidRPr="002471F3">
          <w:rPr>
            <w:i/>
            <w:noProof/>
            <w:szCs w:val="22"/>
          </w:rPr>
          <w:t>Indigenous and traditional names, words and symbols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_Toc211250729 \h </w:instrText>
        </w:r>
        <w:r w:rsidR="00503BEF" w:rsidRPr="002471F3">
          <w:rPr>
            <w:noProof/>
            <w:webHidden/>
            <w:szCs w:val="22"/>
          </w:rPr>
        </w:r>
        <w:r w:rsidR="00503BEF" w:rsidRPr="002471F3">
          <w:rPr>
            <w:noProof/>
            <w:webHidden/>
            <w:szCs w:val="22"/>
          </w:rPr>
          <w:fldChar w:fldCharType="separate"/>
        </w:r>
        <w:r w:rsidR="00503BEF">
          <w:rPr>
            <w:noProof/>
            <w:webHidden/>
            <w:szCs w:val="22"/>
          </w:rPr>
          <w:t>21</w:t>
        </w:r>
        <w:r w:rsidR="00503BEF" w:rsidRPr="002471F3">
          <w:rPr>
            <w:noProof/>
            <w:webHidden/>
            <w:szCs w:val="22"/>
          </w:rPr>
          <w:fldChar w:fldCharType="end"/>
        </w:r>
      </w:hyperlink>
    </w:p>
    <w:p w:rsidR="00503BEF" w:rsidRPr="002471F3" w:rsidRDefault="002D4277" w:rsidP="00503BEF">
      <w:pPr>
        <w:tabs>
          <w:tab w:val="left" w:pos="720"/>
          <w:tab w:val="right" w:leader="dot" w:pos="9061"/>
        </w:tabs>
        <w:ind w:left="240"/>
        <w:rPr>
          <w:noProof/>
          <w:szCs w:val="22"/>
        </w:rPr>
      </w:pPr>
      <w:hyperlink w:anchor="_Toc211250730" w:history="1">
        <w:r w:rsidR="00503BEF" w:rsidRPr="002471F3">
          <w:rPr>
            <w:bCs/>
            <w:i/>
            <w:iCs/>
            <w:noProof/>
            <w:szCs w:val="22"/>
          </w:rPr>
          <w:t>C.</w:t>
        </w:r>
        <w:r w:rsidR="00503BEF" w:rsidRPr="002471F3">
          <w:rPr>
            <w:noProof/>
            <w:szCs w:val="22"/>
          </w:rPr>
          <w:tab/>
        </w:r>
        <w:r w:rsidR="00503BEF" w:rsidRPr="002471F3">
          <w:rPr>
            <w:bCs/>
            <w:i/>
            <w:iCs/>
            <w:noProof/>
            <w:szCs w:val="22"/>
          </w:rPr>
          <w:t>Considerations relevant to determining whether those gaps need to be addressed</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_Toc211250730 \h </w:instrText>
        </w:r>
        <w:r w:rsidR="00503BEF" w:rsidRPr="002471F3">
          <w:rPr>
            <w:noProof/>
            <w:webHidden/>
            <w:szCs w:val="22"/>
          </w:rPr>
        </w:r>
        <w:r w:rsidR="00503BEF" w:rsidRPr="002471F3">
          <w:rPr>
            <w:noProof/>
            <w:webHidden/>
            <w:szCs w:val="22"/>
          </w:rPr>
          <w:fldChar w:fldCharType="separate"/>
        </w:r>
        <w:r w:rsidR="00503BEF">
          <w:rPr>
            <w:noProof/>
            <w:webHidden/>
            <w:szCs w:val="22"/>
          </w:rPr>
          <w:t>22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1" w:history="1">
        <w:r w:rsidR="00503BEF" w:rsidRPr="002471F3">
          <w:rPr>
            <w:i/>
            <w:noProof/>
            <w:szCs w:val="22"/>
          </w:rPr>
          <w:t>Whether to address gaps at the international, regional, national and/or local levels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_Toc211250731 \h </w:instrText>
        </w:r>
        <w:r w:rsidR="00503BEF" w:rsidRPr="002471F3">
          <w:rPr>
            <w:noProof/>
            <w:webHidden/>
            <w:szCs w:val="22"/>
          </w:rPr>
        </w:r>
        <w:r w:rsidR="00503BEF" w:rsidRPr="002471F3">
          <w:rPr>
            <w:noProof/>
            <w:webHidden/>
            <w:szCs w:val="22"/>
          </w:rPr>
          <w:fldChar w:fldCharType="separate"/>
        </w:r>
        <w:r w:rsidR="00503BEF">
          <w:rPr>
            <w:noProof/>
            <w:webHidden/>
            <w:szCs w:val="22"/>
          </w:rPr>
          <w:t>22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2" w:history="1">
        <w:r w:rsidR="00503BEF" w:rsidRPr="002471F3">
          <w:rPr>
            <w:i/>
            <w:noProof/>
            <w:szCs w:val="22"/>
          </w:rPr>
          <w:t>Legislative, practice, capacity-building</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_Toc211250732 \h </w:instrText>
        </w:r>
        <w:r w:rsidR="00503BEF" w:rsidRPr="002471F3">
          <w:rPr>
            <w:noProof/>
            <w:webHidden/>
            <w:szCs w:val="22"/>
          </w:rPr>
        </w:r>
        <w:r w:rsidR="00503BEF" w:rsidRPr="002471F3">
          <w:rPr>
            <w:noProof/>
            <w:webHidden/>
            <w:szCs w:val="22"/>
          </w:rPr>
          <w:fldChar w:fldCharType="separate"/>
        </w:r>
        <w:r w:rsidR="00503BEF">
          <w:rPr>
            <w:noProof/>
            <w:webHidden/>
            <w:szCs w:val="22"/>
          </w:rPr>
          <w:t>22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3" w:history="1">
        <w:r w:rsidR="00503BEF" w:rsidRPr="002471F3">
          <w:rPr>
            <w:i/>
            <w:noProof/>
            <w:szCs w:val="22"/>
          </w:rPr>
          <w:t>The legal and policy environment</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_Toc211250733 \h </w:instrText>
        </w:r>
        <w:r w:rsidR="00503BEF" w:rsidRPr="002471F3">
          <w:rPr>
            <w:noProof/>
            <w:webHidden/>
            <w:szCs w:val="22"/>
          </w:rPr>
        </w:r>
        <w:r w:rsidR="00503BEF" w:rsidRPr="002471F3">
          <w:rPr>
            <w:noProof/>
            <w:webHidden/>
            <w:szCs w:val="22"/>
          </w:rPr>
          <w:fldChar w:fldCharType="separate"/>
        </w:r>
        <w:r w:rsidR="00503BEF">
          <w:rPr>
            <w:noProof/>
            <w:webHidden/>
            <w:szCs w:val="22"/>
          </w:rPr>
          <w:t>22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4" w:history="1">
        <w:r w:rsidR="00503BEF" w:rsidRPr="002471F3">
          <w:rPr>
            <w:i/>
            <w:noProof/>
            <w:szCs w:val="22"/>
          </w:rPr>
          <w:t>Policy questions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_Toc211250734 \h </w:instrText>
        </w:r>
        <w:r w:rsidR="00503BEF" w:rsidRPr="002471F3">
          <w:rPr>
            <w:noProof/>
            <w:webHidden/>
            <w:szCs w:val="22"/>
          </w:rPr>
        </w:r>
        <w:r w:rsidR="00503BEF" w:rsidRPr="002471F3">
          <w:rPr>
            <w:noProof/>
            <w:webHidden/>
            <w:szCs w:val="22"/>
          </w:rPr>
          <w:fldChar w:fldCharType="separate"/>
        </w:r>
        <w:r w:rsidR="00503BEF">
          <w:rPr>
            <w:noProof/>
            <w:webHidden/>
            <w:szCs w:val="22"/>
          </w:rPr>
          <w:t>22</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5" w:history="1">
        <w:r w:rsidR="00503BEF" w:rsidRPr="002471F3">
          <w:rPr>
            <w:i/>
            <w:noProof/>
            <w:szCs w:val="22"/>
          </w:rPr>
          <w:t>Economic, cultural and social objectives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_Toc211250735 \h </w:instrText>
        </w:r>
        <w:r w:rsidR="00503BEF" w:rsidRPr="002471F3">
          <w:rPr>
            <w:noProof/>
            <w:webHidden/>
            <w:szCs w:val="22"/>
          </w:rPr>
        </w:r>
        <w:r w:rsidR="00503BEF" w:rsidRPr="002471F3">
          <w:rPr>
            <w:noProof/>
            <w:webHidden/>
            <w:szCs w:val="22"/>
          </w:rPr>
          <w:fldChar w:fldCharType="separate"/>
        </w:r>
        <w:r w:rsidR="00503BEF">
          <w:rPr>
            <w:noProof/>
            <w:webHidden/>
            <w:szCs w:val="22"/>
          </w:rPr>
          <w:t>23</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6" w:history="1">
        <w:r w:rsidR="00503BEF" w:rsidRPr="002471F3">
          <w:rPr>
            <w:i/>
            <w:noProof/>
            <w:szCs w:val="22"/>
          </w:rPr>
          <w:t>Specific technical and legal questions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_Toc211250736 \h </w:instrText>
        </w:r>
        <w:r w:rsidR="00503BEF" w:rsidRPr="002471F3">
          <w:rPr>
            <w:noProof/>
            <w:webHidden/>
            <w:szCs w:val="22"/>
          </w:rPr>
        </w:r>
        <w:r w:rsidR="00503BEF" w:rsidRPr="002471F3">
          <w:rPr>
            <w:noProof/>
            <w:webHidden/>
            <w:szCs w:val="22"/>
          </w:rPr>
          <w:fldChar w:fldCharType="separate"/>
        </w:r>
        <w:r w:rsidR="00503BEF">
          <w:rPr>
            <w:noProof/>
            <w:webHidden/>
            <w:szCs w:val="22"/>
          </w:rPr>
          <w:t>24</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7" w:history="1">
        <w:r w:rsidR="00503BEF" w:rsidRPr="002471F3">
          <w:rPr>
            <w:i/>
            <w:noProof/>
            <w:szCs w:val="22"/>
          </w:rPr>
          <w:t>Operational questions:  rights management and compliance</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_Toc211250737 \h </w:instrText>
        </w:r>
        <w:r w:rsidR="00503BEF" w:rsidRPr="002471F3">
          <w:rPr>
            <w:noProof/>
            <w:webHidden/>
            <w:szCs w:val="22"/>
          </w:rPr>
        </w:r>
        <w:r w:rsidR="00503BEF" w:rsidRPr="002471F3">
          <w:rPr>
            <w:noProof/>
            <w:webHidden/>
            <w:szCs w:val="22"/>
          </w:rPr>
          <w:fldChar w:fldCharType="separate"/>
        </w:r>
        <w:r w:rsidR="00503BEF">
          <w:rPr>
            <w:noProof/>
            <w:webHidden/>
            <w:szCs w:val="22"/>
          </w:rPr>
          <w:t>24</w:t>
        </w:r>
        <w:r w:rsidR="00503BEF" w:rsidRPr="002471F3">
          <w:rPr>
            <w:noProof/>
            <w:webHidden/>
            <w:szCs w:val="22"/>
          </w:rPr>
          <w:fldChar w:fldCharType="end"/>
        </w:r>
      </w:hyperlink>
    </w:p>
    <w:p w:rsidR="00503BEF" w:rsidRPr="002471F3" w:rsidRDefault="002D4277" w:rsidP="00503BEF">
      <w:pPr>
        <w:tabs>
          <w:tab w:val="left" w:pos="720"/>
          <w:tab w:val="right" w:leader="dot" w:pos="9061"/>
        </w:tabs>
        <w:ind w:left="480" w:hanging="240"/>
        <w:rPr>
          <w:noProof/>
          <w:szCs w:val="22"/>
        </w:rPr>
      </w:pPr>
      <w:hyperlink w:anchor="_Toc211250738" w:history="1">
        <w:r w:rsidR="00503BEF" w:rsidRPr="002471F3">
          <w:rPr>
            <w:bCs/>
            <w:i/>
            <w:iCs/>
            <w:noProof/>
            <w:szCs w:val="22"/>
          </w:rPr>
          <w:t>D.</w:t>
        </w:r>
        <w:r w:rsidR="00503BEF" w:rsidRPr="002471F3">
          <w:rPr>
            <w:noProof/>
            <w:szCs w:val="22"/>
          </w:rPr>
          <w:tab/>
        </w:r>
        <w:r w:rsidR="00503BEF" w:rsidRPr="002471F3">
          <w:rPr>
            <w:bCs/>
            <w:i/>
            <w:iCs/>
            <w:noProof/>
            <w:szCs w:val="22"/>
          </w:rPr>
          <w:t>Options which exist or might be developed to address any identified gaps, including  legal and other options, whether at the international, regional or national level</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_Toc211250738 \h </w:instrText>
        </w:r>
        <w:r w:rsidR="00503BEF" w:rsidRPr="002471F3">
          <w:rPr>
            <w:noProof/>
            <w:webHidden/>
            <w:szCs w:val="22"/>
          </w:rPr>
        </w:r>
        <w:r w:rsidR="00503BEF" w:rsidRPr="002471F3">
          <w:rPr>
            <w:noProof/>
            <w:webHidden/>
            <w:szCs w:val="22"/>
          </w:rPr>
          <w:fldChar w:fldCharType="separate"/>
        </w:r>
        <w:r w:rsidR="00503BEF">
          <w:rPr>
            <w:noProof/>
            <w:webHidden/>
            <w:szCs w:val="22"/>
          </w:rPr>
          <w:t>25</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39" w:history="1">
        <w:r w:rsidR="00503BEF" w:rsidRPr="002471F3">
          <w:rPr>
            <w:i/>
            <w:noProof/>
            <w:szCs w:val="22"/>
          </w:rPr>
          <w:t>Literary and artistic productions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_Toc211250739 \h </w:instrText>
        </w:r>
        <w:r w:rsidR="00503BEF" w:rsidRPr="002471F3">
          <w:rPr>
            <w:noProof/>
            <w:webHidden/>
            <w:szCs w:val="22"/>
          </w:rPr>
        </w:r>
        <w:r w:rsidR="00503BEF" w:rsidRPr="002471F3">
          <w:rPr>
            <w:noProof/>
            <w:webHidden/>
            <w:szCs w:val="22"/>
          </w:rPr>
          <w:fldChar w:fldCharType="separate"/>
        </w:r>
        <w:r w:rsidR="00503BEF">
          <w:rPr>
            <w:noProof/>
            <w:webHidden/>
            <w:szCs w:val="22"/>
          </w:rPr>
          <w:t>25</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0" w:history="1">
        <w:r w:rsidR="00503BEF" w:rsidRPr="002471F3">
          <w:rPr>
            <w:i/>
            <w:noProof/>
            <w:szCs w:val="22"/>
          </w:rPr>
          <w:t>Recognition of communal rights and interests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_Toc211250740 \h </w:instrText>
        </w:r>
        <w:r w:rsidR="00503BEF" w:rsidRPr="002471F3">
          <w:rPr>
            <w:noProof/>
            <w:webHidden/>
            <w:szCs w:val="22"/>
          </w:rPr>
        </w:r>
        <w:r w:rsidR="00503BEF" w:rsidRPr="002471F3">
          <w:rPr>
            <w:noProof/>
            <w:webHidden/>
            <w:szCs w:val="22"/>
          </w:rPr>
          <w:fldChar w:fldCharType="separate"/>
        </w:r>
        <w:r w:rsidR="00503BEF">
          <w:rPr>
            <w:noProof/>
            <w:webHidden/>
            <w:szCs w:val="22"/>
          </w:rPr>
          <w:t>25</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1" w:history="1">
        <w:r w:rsidR="00503BEF" w:rsidRPr="002471F3">
          <w:rPr>
            <w:i/>
            <w:noProof/>
            <w:szCs w:val="22"/>
          </w:rPr>
          <w:t>Communal moral rights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_Toc211250741 \h </w:instrText>
        </w:r>
        <w:r w:rsidR="00503BEF" w:rsidRPr="002471F3">
          <w:rPr>
            <w:noProof/>
            <w:webHidden/>
            <w:szCs w:val="22"/>
          </w:rPr>
        </w:r>
        <w:r w:rsidR="00503BEF" w:rsidRPr="002471F3">
          <w:rPr>
            <w:noProof/>
            <w:webHidden/>
            <w:szCs w:val="22"/>
          </w:rPr>
          <w:fldChar w:fldCharType="separate"/>
        </w:r>
        <w:r w:rsidR="00503BEF">
          <w:rPr>
            <w:noProof/>
            <w:webHidden/>
            <w:szCs w:val="22"/>
          </w:rPr>
          <w:t>25</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2" w:history="1">
        <w:r w:rsidR="00503BEF" w:rsidRPr="002471F3">
          <w:rPr>
            <w:i/>
            <w:noProof/>
            <w:szCs w:val="22"/>
          </w:rPr>
          <w:t>Clarification of scope of Article 15.4 of the Berne Convention</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_Toc211250742 \h </w:instrText>
        </w:r>
        <w:r w:rsidR="00503BEF" w:rsidRPr="002471F3">
          <w:rPr>
            <w:noProof/>
            <w:webHidden/>
            <w:szCs w:val="22"/>
          </w:rPr>
        </w:r>
        <w:r w:rsidR="00503BEF" w:rsidRPr="002471F3">
          <w:rPr>
            <w:noProof/>
            <w:webHidden/>
            <w:szCs w:val="22"/>
          </w:rPr>
          <w:fldChar w:fldCharType="separate"/>
        </w:r>
        <w:r w:rsidR="00503BEF">
          <w:rPr>
            <w:noProof/>
            <w:webHidden/>
            <w:szCs w:val="22"/>
          </w:rPr>
          <w:t>26</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3" w:history="1">
        <w:r w:rsidR="00503BEF" w:rsidRPr="002471F3">
          <w:rPr>
            <w:i/>
            <w:noProof/>
            <w:szCs w:val="22"/>
          </w:rPr>
          <w:t>Domaine public payant</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_Toc211250743 \h </w:instrText>
        </w:r>
        <w:r w:rsidR="00503BEF" w:rsidRPr="002471F3">
          <w:rPr>
            <w:noProof/>
            <w:webHidden/>
            <w:szCs w:val="22"/>
          </w:rPr>
        </w:r>
        <w:r w:rsidR="00503BEF" w:rsidRPr="002471F3">
          <w:rPr>
            <w:noProof/>
            <w:webHidden/>
            <w:szCs w:val="22"/>
          </w:rPr>
          <w:fldChar w:fldCharType="separate"/>
        </w:r>
        <w:r w:rsidR="00503BEF">
          <w:rPr>
            <w:noProof/>
            <w:webHidden/>
            <w:szCs w:val="22"/>
          </w:rPr>
          <w:t>26</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4" w:history="1">
        <w:r w:rsidR="00503BEF" w:rsidRPr="002471F3">
          <w:rPr>
            <w:i/>
            <w:noProof/>
            <w:szCs w:val="22"/>
          </w:rPr>
          <w:t>Orphan works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_Toc211250744 \h </w:instrText>
        </w:r>
        <w:r w:rsidR="00503BEF" w:rsidRPr="002471F3">
          <w:rPr>
            <w:noProof/>
            <w:webHidden/>
            <w:szCs w:val="22"/>
          </w:rPr>
        </w:r>
        <w:r w:rsidR="00503BEF" w:rsidRPr="002471F3">
          <w:rPr>
            <w:noProof/>
            <w:webHidden/>
            <w:szCs w:val="22"/>
          </w:rPr>
          <w:fldChar w:fldCharType="separate"/>
        </w:r>
        <w:r w:rsidR="00503BEF">
          <w:rPr>
            <w:noProof/>
            <w:webHidden/>
            <w:szCs w:val="22"/>
          </w:rPr>
          <w:t>26</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5" w:history="1">
        <w:r w:rsidR="00503BEF" w:rsidRPr="002471F3">
          <w:rPr>
            <w:i/>
            <w:noProof/>
            <w:szCs w:val="22"/>
          </w:rPr>
          <w:t>Resale right</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_Toc211250745 \h </w:instrText>
        </w:r>
        <w:r w:rsidR="00503BEF" w:rsidRPr="002471F3">
          <w:rPr>
            <w:noProof/>
            <w:webHidden/>
            <w:szCs w:val="22"/>
          </w:rPr>
        </w:r>
        <w:r w:rsidR="00503BEF" w:rsidRPr="002471F3">
          <w:rPr>
            <w:noProof/>
            <w:webHidden/>
            <w:szCs w:val="22"/>
          </w:rPr>
          <w:fldChar w:fldCharType="separate"/>
        </w:r>
        <w:r w:rsidR="00503BEF">
          <w:rPr>
            <w:noProof/>
            <w:webHidden/>
            <w:szCs w:val="22"/>
          </w:rPr>
          <w:t>27</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6" w:history="1">
        <w:r w:rsidR="00503BEF" w:rsidRPr="002471F3">
          <w:rPr>
            <w:i/>
            <w:noProof/>
            <w:szCs w:val="22"/>
          </w:rPr>
          <w:t xml:space="preserve">Use of </w:t>
        </w:r>
        <w:r w:rsidR="00503BEF">
          <w:rPr>
            <w:i/>
            <w:noProof/>
            <w:szCs w:val="22"/>
          </w:rPr>
          <w:t xml:space="preserve">distinctive signes and </w:t>
        </w:r>
        <w:r w:rsidR="00503BEF" w:rsidRPr="002471F3">
          <w:rPr>
            <w:i/>
            <w:noProof/>
            <w:szCs w:val="22"/>
          </w:rPr>
          <w:t>unfair competition principles to combat misappropriation of reputation associated with TCEs (“style”)</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_Toc211250746 \h </w:instrText>
        </w:r>
        <w:r w:rsidR="00503BEF" w:rsidRPr="002471F3">
          <w:rPr>
            <w:noProof/>
            <w:webHidden/>
            <w:szCs w:val="22"/>
          </w:rPr>
        </w:r>
        <w:r w:rsidR="00503BEF" w:rsidRPr="002471F3">
          <w:rPr>
            <w:noProof/>
            <w:webHidden/>
            <w:szCs w:val="22"/>
          </w:rPr>
          <w:fldChar w:fldCharType="separate"/>
        </w:r>
        <w:r w:rsidR="00503BEF">
          <w:rPr>
            <w:noProof/>
            <w:webHidden/>
            <w:szCs w:val="22"/>
          </w:rPr>
          <w:t>27</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7" w:history="1">
        <w:r w:rsidR="00503BEF" w:rsidRPr="002471F3">
          <w:rPr>
            <w:i/>
            <w:noProof/>
            <w:szCs w:val="22"/>
          </w:rPr>
          <w:t>Derivative works and the defensive protection of literary and artistic productions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_Toc211250747 \h </w:instrText>
        </w:r>
        <w:r w:rsidR="00503BEF" w:rsidRPr="002471F3">
          <w:rPr>
            <w:noProof/>
            <w:webHidden/>
            <w:szCs w:val="22"/>
          </w:rPr>
        </w:r>
        <w:r w:rsidR="00503BEF" w:rsidRPr="002471F3">
          <w:rPr>
            <w:noProof/>
            <w:webHidden/>
            <w:szCs w:val="22"/>
          </w:rPr>
          <w:fldChar w:fldCharType="separate"/>
        </w:r>
        <w:r w:rsidR="00503BEF">
          <w:rPr>
            <w:noProof/>
            <w:webHidden/>
            <w:szCs w:val="22"/>
          </w:rPr>
          <w:t>28</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8" w:history="1">
        <w:r w:rsidR="00503BEF" w:rsidRPr="002471F3">
          <w:rPr>
            <w:i/>
            <w:noProof/>
            <w:szCs w:val="22"/>
          </w:rPr>
          <w:t>Protocols, codes of conduct, contracts and other practical tools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_Toc211250748 \h </w:instrText>
        </w:r>
        <w:r w:rsidR="00503BEF" w:rsidRPr="002471F3">
          <w:rPr>
            <w:noProof/>
            <w:webHidden/>
            <w:szCs w:val="22"/>
          </w:rPr>
        </w:r>
        <w:r w:rsidR="00503BEF" w:rsidRPr="002471F3">
          <w:rPr>
            <w:noProof/>
            <w:webHidden/>
            <w:szCs w:val="22"/>
          </w:rPr>
          <w:fldChar w:fldCharType="separate"/>
        </w:r>
        <w:r w:rsidR="00503BEF">
          <w:rPr>
            <w:noProof/>
            <w:webHidden/>
            <w:szCs w:val="22"/>
          </w:rPr>
          <w:t>29</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49" w:history="1">
        <w:r w:rsidR="00503BEF" w:rsidRPr="002471F3">
          <w:rPr>
            <w:i/>
            <w:noProof/>
            <w:szCs w:val="22"/>
          </w:rPr>
          <w:t>Registers and databases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_Toc211250749 \h </w:instrText>
        </w:r>
        <w:r w:rsidR="00503BEF" w:rsidRPr="002471F3">
          <w:rPr>
            <w:noProof/>
            <w:webHidden/>
            <w:szCs w:val="22"/>
          </w:rPr>
        </w:r>
        <w:r w:rsidR="00503BEF" w:rsidRPr="002471F3">
          <w:rPr>
            <w:noProof/>
            <w:webHidden/>
            <w:szCs w:val="22"/>
          </w:rPr>
          <w:fldChar w:fldCharType="separate"/>
        </w:r>
        <w:r w:rsidR="00503BEF">
          <w:rPr>
            <w:noProof/>
            <w:webHidden/>
            <w:szCs w:val="22"/>
          </w:rPr>
          <w:t>29</w:t>
        </w:r>
        <w:r w:rsidR="00503BEF" w:rsidRPr="002471F3">
          <w:rPr>
            <w:noProof/>
            <w:webHidden/>
            <w:szCs w:val="22"/>
          </w:rPr>
          <w:fldChar w:fldCharType="end"/>
        </w:r>
      </w:hyperlink>
    </w:p>
    <w:p w:rsidR="00503BEF" w:rsidRPr="002471F3" w:rsidRDefault="002D4277" w:rsidP="00503BEF">
      <w:pPr>
        <w:tabs>
          <w:tab w:val="right" w:leader="dot" w:pos="9061"/>
        </w:tabs>
        <w:ind w:left="720"/>
        <w:rPr>
          <w:noProof/>
          <w:szCs w:val="22"/>
        </w:rPr>
      </w:pPr>
      <w:hyperlink w:anchor="_Toc211250750" w:history="1">
        <w:r w:rsidR="00503BEF" w:rsidRPr="002471F3">
          <w:rPr>
            <w:i/>
            <w:noProof/>
            <w:szCs w:val="22"/>
          </w:rPr>
          <w:t>Collective management</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_Toc211250750 \h </w:instrText>
        </w:r>
        <w:r w:rsidR="00503BEF" w:rsidRPr="002471F3">
          <w:rPr>
            <w:noProof/>
            <w:webHidden/>
            <w:szCs w:val="22"/>
          </w:rPr>
        </w:r>
        <w:r w:rsidR="00503BEF" w:rsidRPr="002471F3">
          <w:rPr>
            <w:noProof/>
            <w:webHidden/>
            <w:szCs w:val="22"/>
          </w:rPr>
          <w:fldChar w:fldCharType="separate"/>
        </w:r>
        <w:r w:rsidR="00503BEF">
          <w:rPr>
            <w:noProof/>
            <w:webHidden/>
            <w:szCs w:val="22"/>
          </w:rPr>
          <w:t>30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51" w:history="1">
        <w:r w:rsidR="00503BEF" w:rsidRPr="002471F3">
          <w:rPr>
            <w:i/>
            <w:noProof/>
            <w:szCs w:val="22"/>
          </w:rPr>
          <w:t>Performances of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_Toc211250751 \h </w:instrText>
        </w:r>
        <w:r w:rsidR="00503BEF" w:rsidRPr="002471F3">
          <w:rPr>
            <w:noProof/>
            <w:webHidden/>
            <w:szCs w:val="22"/>
          </w:rPr>
        </w:r>
        <w:r w:rsidR="00503BEF" w:rsidRPr="002471F3">
          <w:rPr>
            <w:noProof/>
            <w:webHidden/>
            <w:szCs w:val="22"/>
          </w:rPr>
          <w:fldChar w:fldCharType="separate"/>
        </w:r>
        <w:r w:rsidR="00503BEF">
          <w:rPr>
            <w:noProof/>
            <w:webHidden/>
            <w:szCs w:val="22"/>
          </w:rPr>
          <w:t>30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52" w:history="1">
        <w:r w:rsidR="00503BEF" w:rsidRPr="002471F3">
          <w:rPr>
            <w:i/>
            <w:noProof/>
            <w:szCs w:val="22"/>
          </w:rPr>
          <w:t>Designs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_Toc211250752 \h </w:instrText>
        </w:r>
        <w:r w:rsidR="00503BEF" w:rsidRPr="002471F3">
          <w:rPr>
            <w:noProof/>
            <w:webHidden/>
            <w:szCs w:val="22"/>
          </w:rPr>
        </w:r>
        <w:r w:rsidR="00503BEF" w:rsidRPr="002471F3">
          <w:rPr>
            <w:noProof/>
            <w:webHidden/>
            <w:szCs w:val="22"/>
          </w:rPr>
          <w:fldChar w:fldCharType="separate"/>
        </w:r>
        <w:r w:rsidR="00503BEF">
          <w:rPr>
            <w:noProof/>
            <w:webHidden/>
            <w:szCs w:val="22"/>
          </w:rPr>
          <w:t>30</w:t>
        </w:r>
        <w:r w:rsidR="00503BEF" w:rsidRPr="002471F3">
          <w:rPr>
            <w:noProof/>
            <w:webHidden/>
            <w:szCs w:val="22"/>
          </w:rPr>
          <w:fldChar w:fldCharType="end"/>
        </w:r>
      </w:hyperlink>
    </w:p>
    <w:p w:rsidR="00503BEF" w:rsidRPr="002471F3" w:rsidRDefault="002D4277" w:rsidP="00503BEF">
      <w:pPr>
        <w:tabs>
          <w:tab w:val="right" w:leader="dot" w:pos="9061"/>
        </w:tabs>
        <w:ind w:left="480"/>
        <w:rPr>
          <w:noProof/>
          <w:szCs w:val="22"/>
        </w:rPr>
      </w:pPr>
      <w:hyperlink w:anchor="_Toc211250753" w:history="1">
        <w:r w:rsidR="00503BEF" w:rsidRPr="002471F3">
          <w:rPr>
            <w:i/>
            <w:noProof/>
            <w:szCs w:val="22"/>
          </w:rPr>
          <w:t>Secret TCEs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_Toc211250753 \h </w:instrText>
        </w:r>
        <w:r w:rsidR="00503BEF" w:rsidRPr="002471F3">
          <w:rPr>
            <w:noProof/>
            <w:webHidden/>
            <w:szCs w:val="22"/>
          </w:rPr>
        </w:r>
        <w:r w:rsidR="00503BEF" w:rsidRPr="002471F3">
          <w:rPr>
            <w:noProof/>
            <w:webHidden/>
            <w:szCs w:val="22"/>
          </w:rPr>
          <w:fldChar w:fldCharType="separate"/>
        </w:r>
        <w:r w:rsidR="00503BEF">
          <w:rPr>
            <w:noProof/>
            <w:webHidden/>
            <w:szCs w:val="22"/>
          </w:rPr>
          <w:t>30</w:t>
        </w:r>
        <w:r w:rsidR="00503BEF" w:rsidRPr="002471F3">
          <w:rPr>
            <w:noProof/>
            <w:webHidden/>
            <w:szCs w:val="22"/>
          </w:rPr>
          <w:fldChar w:fldCharType="end"/>
        </w:r>
      </w:hyperlink>
    </w:p>
    <w:p w:rsidR="00503BEF" w:rsidRPr="002471F3" w:rsidRDefault="002D4277" w:rsidP="00503BEF">
      <w:pPr>
        <w:tabs>
          <w:tab w:val="right" w:leader="dot" w:pos="9061"/>
        </w:tabs>
        <w:ind w:left="480"/>
        <w:rPr>
          <w:rFonts w:ascii="Times New Roman" w:hAnsi="Times New Roman" w:cs="Times New Roman"/>
          <w:noProof/>
          <w:sz w:val="24"/>
          <w:szCs w:val="24"/>
        </w:rPr>
      </w:pPr>
      <w:hyperlink w:anchor="_Toc211250754" w:history="1">
        <w:r w:rsidR="00503BEF" w:rsidRPr="002471F3">
          <w:rPr>
            <w:i/>
            <w:noProof/>
            <w:szCs w:val="22"/>
          </w:rPr>
          <w:t>Indigenous and traditional names, words and symbols</w:t>
        </w:r>
        <w:r w:rsidR="00503BEF" w:rsidRPr="002471F3">
          <w:rPr>
            <w:noProof/>
            <w:webHidden/>
            <w:szCs w:val="22"/>
          </w:rPr>
          <w:tab/>
        </w:r>
        <w:r w:rsidR="00503BEF" w:rsidRPr="002471F3">
          <w:rPr>
            <w:noProof/>
            <w:webHidden/>
            <w:szCs w:val="22"/>
          </w:rPr>
          <w:fldChar w:fldCharType="begin"/>
        </w:r>
        <w:r w:rsidR="00503BEF" w:rsidRPr="002471F3">
          <w:rPr>
            <w:noProof/>
            <w:webHidden/>
            <w:szCs w:val="22"/>
          </w:rPr>
          <w:instrText xml:space="preserve"> PAGEREF _Toc211250754 \h </w:instrText>
        </w:r>
        <w:r w:rsidR="00503BEF" w:rsidRPr="002471F3">
          <w:rPr>
            <w:noProof/>
            <w:webHidden/>
            <w:szCs w:val="22"/>
          </w:rPr>
        </w:r>
        <w:r w:rsidR="00503BEF" w:rsidRPr="002471F3">
          <w:rPr>
            <w:noProof/>
            <w:webHidden/>
            <w:szCs w:val="22"/>
          </w:rPr>
          <w:fldChar w:fldCharType="separate"/>
        </w:r>
        <w:r w:rsidR="00503BEF">
          <w:rPr>
            <w:noProof/>
            <w:webHidden/>
            <w:szCs w:val="22"/>
          </w:rPr>
          <w:t>31</w:t>
        </w:r>
        <w:r w:rsidR="00503BEF" w:rsidRPr="002471F3">
          <w:rPr>
            <w:noProof/>
            <w:webHidden/>
            <w:szCs w:val="22"/>
          </w:rPr>
          <w:fldChar w:fldCharType="end"/>
        </w:r>
      </w:hyperlink>
    </w:p>
    <w:p w:rsidR="00503BEF" w:rsidRPr="002471F3" w:rsidRDefault="00503BEF" w:rsidP="00503BEF">
      <w:r w:rsidRPr="002471F3">
        <w:rPr>
          <w:rFonts w:ascii="Times New Roman" w:eastAsia="Times New Roman" w:hAnsi="Times New Roman" w:cs="Times New Roman"/>
          <w:sz w:val="24"/>
          <w:lang w:eastAsia="en-US"/>
        </w:rPr>
        <w:fldChar w:fldCharType="end"/>
      </w:r>
    </w:p>
    <w:p w:rsidR="00503BEF" w:rsidRPr="002471F3" w:rsidRDefault="00503BEF" w:rsidP="00503BEF">
      <w:pPr>
        <w:rPr>
          <w:lang w:val="it-IT"/>
        </w:rPr>
      </w:pPr>
      <w:r w:rsidRPr="002471F3">
        <w:rPr>
          <w:lang w:val="it-IT"/>
        </w:rPr>
        <w:br w:type="page"/>
      </w:r>
    </w:p>
    <w:p w:rsidR="00503BEF" w:rsidRPr="002471F3" w:rsidRDefault="00503BEF" w:rsidP="00503BEF">
      <w:bookmarkStart w:id="4" w:name="_Toc199928108"/>
      <w:bookmarkStart w:id="5" w:name="_Toc200178787"/>
      <w:bookmarkStart w:id="6" w:name="_Toc211250703"/>
      <w:r w:rsidRPr="002471F3">
        <w:lastRenderedPageBreak/>
        <w:t>I.</w:t>
      </w:r>
      <w:r w:rsidRPr="002471F3">
        <w:tab/>
        <w:t>REFERENCES AND OTHER MATERIALS USED FOR PREPARATION OF THIS ANALYSIS</w:t>
      </w:r>
      <w:bookmarkEnd w:id="4"/>
      <w:bookmarkEnd w:id="5"/>
      <w:bookmarkEnd w:id="6"/>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Much of the information contained in this document </w:t>
      </w:r>
      <w:proofErr w:type="gramStart"/>
      <w:r w:rsidRPr="002471F3">
        <w:t>has been drawn</w:t>
      </w:r>
      <w:proofErr w:type="gramEnd"/>
      <w:r w:rsidRPr="002471F3">
        <w:t xml:space="preserve">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w:t>
      </w:r>
      <w:proofErr w:type="gramStart"/>
      <w:r w:rsidRPr="002471F3">
        <w:t>is drawn</w:t>
      </w:r>
      <w:proofErr w:type="gramEnd"/>
      <w:r w:rsidRPr="002471F3">
        <w:t xml:space="preserve"> to document WIPO/GRTKF/IC/6/3.  These documents and materials are all available on WIPO’s website at </w:t>
      </w:r>
      <w:hyperlink r:id="rId14" w:history="1">
        <w:r w:rsidRPr="00291D05">
          <w:rPr>
            <w:rStyle w:val="Hyperlink"/>
          </w:rPr>
          <w:t>https://www.wipo.int/tk/en/folklore/</w:t>
        </w:r>
      </w:hyperlink>
      <w:r w:rsidRPr="00E92994">
        <w:t>.</w:t>
      </w:r>
      <w:r>
        <w:t xml:space="preserve">  </w:t>
      </w:r>
      <w:r w:rsidRPr="002471F3">
        <w:t xml:space="preserve">Several other publications, documents and articles </w:t>
      </w:r>
      <w:proofErr w:type="gramStart"/>
      <w:r w:rsidRPr="002471F3">
        <w:t>have also been consulted</w:t>
      </w:r>
      <w:proofErr w:type="gramEnd"/>
      <w:r w:rsidRPr="002471F3">
        <w:t>.</w:t>
      </w:r>
      <w:r w:rsidRPr="002471F3">
        <w:rPr>
          <w:vertAlign w:val="superscript"/>
        </w:rPr>
        <w:footnoteReference w:id="7"/>
      </w:r>
    </w:p>
    <w:p w:rsidR="00503BEF" w:rsidRPr="002471F3" w:rsidRDefault="00503BEF" w:rsidP="00503BEF"/>
    <w:p w:rsidR="00503BEF" w:rsidRPr="002471F3" w:rsidRDefault="00503BEF" w:rsidP="00503BEF"/>
    <w:p w:rsidR="00503BEF" w:rsidRPr="002471F3" w:rsidRDefault="00503BEF" w:rsidP="00503BEF">
      <w:bookmarkStart w:id="7" w:name="_Toc199928109"/>
      <w:bookmarkStart w:id="8" w:name="_Toc200178788"/>
      <w:bookmarkStart w:id="9" w:name="_Toc211250704"/>
      <w:r w:rsidRPr="002471F3">
        <w:t>II.</w:t>
      </w:r>
      <w:r w:rsidRPr="002471F3">
        <w:tab/>
        <w:t>WORKING DEFINITIONS AND OTHER BASES UPON WHICH THE ANALYSIS IS CONDUCTED</w:t>
      </w:r>
      <w:bookmarkEnd w:id="7"/>
      <w:bookmarkEnd w:id="8"/>
      <w:bookmarkEnd w:id="9"/>
    </w:p>
    <w:p w:rsidR="00503BEF" w:rsidRPr="002471F3" w:rsidRDefault="00503BEF" w:rsidP="00503BEF"/>
    <w:p w:rsidR="00503BEF" w:rsidRPr="002471F3" w:rsidRDefault="00503BEF" w:rsidP="00503BEF">
      <w:pPr>
        <w:rPr>
          <w:i/>
          <w:u w:val="single"/>
        </w:rPr>
      </w:pPr>
      <w:bookmarkStart w:id="10" w:name="_Toc199928110"/>
      <w:bookmarkStart w:id="11" w:name="_Toc200178789"/>
      <w:bookmarkStart w:id="12" w:name="_Toc211250705"/>
      <w:r w:rsidRPr="002471F3">
        <w:rPr>
          <w:i/>
          <w:u w:val="single"/>
        </w:rPr>
        <w:t>Traditional cultural expressions</w:t>
      </w:r>
      <w:bookmarkEnd w:id="10"/>
      <w:bookmarkEnd w:id="11"/>
      <w:bookmarkEnd w:id="12"/>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There is no internationally settled or accepted definition of a “traditional cultural expression” or “expression of folklore” </w:t>
      </w:r>
      <w:proofErr w:type="gramStart"/>
      <w:r w:rsidRPr="002471F3">
        <w:t>(both terms will be used interchangeably in this document and abbreviated to “TCEs”)</w:t>
      </w:r>
      <w:proofErr w:type="gramEnd"/>
      <w:r w:rsidRPr="002471F3">
        <w:t>.  There are, however, many definitions in national and regional laws and in international instruments.</w:t>
      </w:r>
      <w:r w:rsidRPr="002471F3">
        <w:rPr>
          <w:vertAlign w:val="superscript"/>
        </w:rPr>
        <w:footnoteReference w:id="8"/>
      </w:r>
      <w:r w:rsidRPr="002471F3">
        <w:t xml:space="preserve">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Defining the subject matter of protection has long been one of the most fundamental challenges associated with the protection of TCEs.  How TCEs </w:t>
      </w:r>
      <w:proofErr w:type="gramStart"/>
      <w:r w:rsidRPr="002471F3">
        <w:t>are defined</w:t>
      </w:r>
      <w:proofErr w:type="gramEnd"/>
      <w:r w:rsidRPr="002471F3">
        <w:t xml:space="preserve"> can determine the extent to which and how they may be protected by IP.  While this draft analysis does not seek to suggest a particular definition of TCEs, some understanding of what </w:t>
      </w:r>
      <w:proofErr w:type="gramStart"/>
      <w:r w:rsidRPr="002471F3">
        <w:t>is meant</w:t>
      </w:r>
      <w:proofErr w:type="gramEnd"/>
      <w:r w:rsidRPr="002471F3">
        <w:t xml:space="preserve"> by the term is indispensable to the preparation of the analysis.</w:t>
      </w:r>
    </w:p>
    <w:p w:rsidR="00503BEF" w:rsidRPr="002471F3" w:rsidRDefault="00503BEF" w:rsidP="00503BEF">
      <w:pPr>
        <w:contextualSpacing/>
      </w:pPr>
    </w:p>
    <w:p w:rsidR="00503BEF" w:rsidRPr="002471F3" w:rsidRDefault="00503BEF" w:rsidP="00503BEF">
      <w:pPr>
        <w:numPr>
          <w:ilvl w:val="0"/>
          <w:numId w:val="34"/>
        </w:numPr>
        <w:ind w:left="0" w:firstLine="0"/>
        <w:contextualSpacing/>
      </w:pPr>
      <w:proofErr w:type="gramStart"/>
      <w:r w:rsidRPr="002471F3">
        <w:t>It is not therefore the purpose of this document to suggest a single definition or even suggest that a definition is necessary at the international level, a question on which participants in the IGC have different views.</w:t>
      </w:r>
      <w:proofErr w:type="gramEnd"/>
      <w:r w:rsidRPr="002471F3">
        <w:t xml:space="preserve">  However, for purposes of this analysis only, it is useful to delineate what </w:t>
      </w:r>
      <w:proofErr w:type="gramStart"/>
      <w:r w:rsidRPr="002471F3">
        <w:t>is meant</w:t>
      </w:r>
      <w:proofErr w:type="gramEnd"/>
      <w:r w:rsidRPr="002471F3">
        <w:t xml:space="preserve"> by the term “traditional cultural expression”.</w:t>
      </w:r>
    </w:p>
    <w:p w:rsidR="00503BEF" w:rsidRPr="002471F3" w:rsidRDefault="00503BEF" w:rsidP="00503BEF"/>
    <w:p w:rsidR="00503BEF" w:rsidRPr="002471F3" w:rsidRDefault="00503BEF" w:rsidP="00503BEF">
      <w:pPr>
        <w:rPr>
          <w:i/>
        </w:rPr>
      </w:pPr>
      <w:bookmarkStart w:id="13" w:name="_Toc199928111"/>
      <w:bookmarkStart w:id="14" w:name="_Toc200178790"/>
      <w:bookmarkStart w:id="15" w:name="_Toc211250706"/>
      <w:r w:rsidRPr="002471F3">
        <w:rPr>
          <w:i/>
        </w:rPr>
        <w:t>Characteristics of TCEs</w:t>
      </w:r>
      <w:bookmarkEnd w:id="13"/>
      <w:bookmarkEnd w:id="14"/>
      <w:bookmarkEnd w:id="15"/>
    </w:p>
    <w:p w:rsidR="00503BEF" w:rsidRPr="002471F3" w:rsidRDefault="00503BEF" w:rsidP="00503BEF"/>
    <w:p w:rsidR="00503BEF" w:rsidRDefault="00503BEF" w:rsidP="00503BEF">
      <w:pPr>
        <w:numPr>
          <w:ilvl w:val="0"/>
          <w:numId w:val="34"/>
        </w:numPr>
        <w:ind w:left="0" w:firstLine="0"/>
        <w:contextualSpacing/>
      </w:pPr>
      <w:r w:rsidRPr="002471F3">
        <w:t xml:space="preserve">The characteristics of TCEs </w:t>
      </w:r>
      <w:proofErr w:type="gramStart"/>
      <w:r w:rsidRPr="002471F3">
        <w:t>have been discussed</w:t>
      </w:r>
      <w:proofErr w:type="gramEnd"/>
      <w:r w:rsidRPr="002471F3">
        <w:t xml:space="preserve"> at length in earlier documents and materials.</w:t>
      </w:r>
      <w:r w:rsidRPr="002471F3">
        <w:rPr>
          <w:vertAlign w:val="superscript"/>
        </w:rPr>
        <w:footnoteReference w:id="9"/>
      </w:r>
      <w:r w:rsidRPr="002471F3">
        <w:t xml:space="preserve">  </w:t>
      </w:r>
    </w:p>
    <w:p w:rsidR="00503BEF" w:rsidRPr="002471F3" w:rsidRDefault="00503BEF" w:rsidP="00503BEF">
      <w:pPr>
        <w:contextualSpacing/>
      </w:pPr>
    </w:p>
    <w:p w:rsidR="00503BEF" w:rsidRPr="002471F3" w:rsidRDefault="00503BEF" w:rsidP="00503BEF">
      <w:pPr>
        <w:numPr>
          <w:ilvl w:val="0"/>
          <w:numId w:val="34"/>
        </w:numPr>
        <w:ind w:left="0" w:firstLine="0"/>
        <w:contextualSpacing/>
      </w:pPr>
      <w:r w:rsidRPr="002471F3">
        <w:t xml:space="preserve">For purposes of this analysis, two points </w:t>
      </w:r>
      <w:proofErr w:type="gramStart"/>
      <w:r w:rsidRPr="002471F3">
        <w:t>may be recalled</w:t>
      </w:r>
      <w:proofErr w:type="gramEnd"/>
      <w:r w:rsidRPr="002471F3">
        <w:t>.  First, TCEs may comprise pre</w:t>
      </w:r>
      <w:r w:rsidRPr="002471F3">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w:t>
      </w:r>
      <w:r w:rsidRPr="002471F3">
        <w:lastRenderedPageBreak/>
        <w:t xml:space="preserve">revivals and recreations in between.  TCEs, part of living heritage, </w:t>
      </w:r>
      <w:proofErr w:type="gramStart"/>
      <w:r w:rsidRPr="002471F3">
        <w:t>are constantly recreated</w:t>
      </w:r>
      <w:proofErr w:type="gramEnd"/>
      <w:r w:rsidRPr="002471F3">
        <w:t xml:space="preserve"> by communities and groups in response to their environment and their interaction with nature and their history, and provide them with a sense of identity and continuity.  A distinction </w:t>
      </w:r>
      <w:proofErr w:type="gramStart"/>
      <w:r w:rsidRPr="002471F3">
        <w:t>may, therefore, be made</w:t>
      </w:r>
      <w:proofErr w:type="gramEnd"/>
      <w:r w:rsidRPr="002471F3">
        <w:t xml:space="preserve"> between pre-existing TCEs and contemporary interpretations and adaptations of them.  </w:t>
      </w:r>
    </w:p>
    <w:p w:rsidR="00503BEF" w:rsidRPr="002471F3" w:rsidRDefault="00503BEF" w:rsidP="00503BEF">
      <w:pPr>
        <w:contextualSpacing/>
      </w:pPr>
    </w:p>
    <w:p w:rsidR="00503BEF" w:rsidRPr="002471F3" w:rsidRDefault="00503BEF" w:rsidP="00503BEF">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503BEF" w:rsidRPr="002471F3" w:rsidRDefault="00503BEF" w:rsidP="00503BEF">
      <w:pPr>
        <w:contextualSpacing/>
      </w:pPr>
    </w:p>
    <w:p w:rsidR="00503BEF" w:rsidRPr="002471F3" w:rsidRDefault="00503BEF" w:rsidP="00503BEF">
      <w:pPr>
        <w:numPr>
          <w:ilvl w:val="0"/>
          <w:numId w:val="34"/>
        </w:numPr>
        <w:contextualSpacing/>
      </w:pPr>
      <w:r w:rsidRPr="002471F3">
        <w:t xml:space="preserve">In summary, in general terms TCEs: </w:t>
      </w:r>
    </w:p>
    <w:p w:rsidR="00503BEF" w:rsidRPr="002471F3" w:rsidRDefault="00503BEF" w:rsidP="00503BEF"/>
    <w:p w:rsidR="00503BEF" w:rsidRDefault="00503BEF" w:rsidP="00503BEF">
      <w:pPr>
        <w:numPr>
          <w:ilvl w:val="0"/>
          <w:numId w:val="11"/>
        </w:numPr>
        <w:ind w:left="990" w:hanging="630"/>
      </w:pPr>
      <w:r w:rsidRPr="002471F3">
        <w:t xml:space="preserve">are the products of creative intellectual activity, </w:t>
      </w:r>
    </w:p>
    <w:p w:rsidR="00503BEF" w:rsidRPr="002471F3" w:rsidRDefault="00503BEF" w:rsidP="00503BEF">
      <w:pPr>
        <w:ind w:left="990"/>
      </w:pPr>
    </w:p>
    <w:p w:rsidR="00503BEF" w:rsidRDefault="00503BEF" w:rsidP="00503BEF">
      <w:pPr>
        <w:numPr>
          <w:ilvl w:val="0"/>
          <w:numId w:val="11"/>
        </w:numPr>
        <w:ind w:left="990" w:hanging="630"/>
      </w:pPr>
      <w:r w:rsidRPr="002471F3">
        <w:t xml:space="preserve">have been handed down from one generation to another, either orally or by imitation, </w:t>
      </w:r>
    </w:p>
    <w:p w:rsidR="00503BEF" w:rsidRPr="002471F3" w:rsidRDefault="00503BEF" w:rsidP="00503BEF">
      <w:pPr>
        <w:ind w:left="990"/>
      </w:pPr>
    </w:p>
    <w:p w:rsidR="00503BEF" w:rsidRDefault="00503BEF" w:rsidP="00503BEF">
      <w:pPr>
        <w:numPr>
          <w:ilvl w:val="0"/>
          <w:numId w:val="11"/>
        </w:numPr>
        <w:ind w:left="990" w:hanging="630"/>
      </w:pPr>
      <w:r w:rsidRPr="002471F3">
        <w:t xml:space="preserve">reflect a community’s cultural and social identity, </w:t>
      </w:r>
    </w:p>
    <w:p w:rsidR="00503BEF" w:rsidRPr="002471F3" w:rsidRDefault="00503BEF" w:rsidP="00503BEF">
      <w:pPr>
        <w:ind w:left="990"/>
      </w:pPr>
    </w:p>
    <w:p w:rsidR="00503BEF" w:rsidRDefault="00503BEF" w:rsidP="00503BEF">
      <w:pPr>
        <w:numPr>
          <w:ilvl w:val="0"/>
          <w:numId w:val="11"/>
        </w:numPr>
        <w:ind w:left="990" w:hanging="630"/>
      </w:pPr>
      <w:r w:rsidRPr="002471F3">
        <w:t>consist of characteristic elements of a community’s heritage,</w:t>
      </w:r>
    </w:p>
    <w:p w:rsidR="00503BEF" w:rsidRPr="002471F3" w:rsidRDefault="00503BEF" w:rsidP="00503BEF">
      <w:pPr>
        <w:ind w:left="990"/>
      </w:pPr>
    </w:p>
    <w:p w:rsidR="00503BEF" w:rsidRDefault="00503BEF" w:rsidP="00503BEF">
      <w:pPr>
        <w:numPr>
          <w:ilvl w:val="0"/>
          <w:numId w:val="11"/>
        </w:numPr>
        <w:ind w:left="990" w:hanging="630"/>
      </w:pPr>
      <w:r w:rsidRPr="002471F3">
        <w:t xml:space="preserve">are often made by authors unknown and/or </w:t>
      </w:r>
      <w:proofErr w:type="spellStart"/>
      <w:r w:rsidRPr="002471F3">
        <w:t>unlocatable</w:t>
      </w:r>
      <w:proofErr w:type="spellEnd"/>
      <w:r w:rsidRPr="002471F3">
        <w:t xml:space="preserve"> and/or by communities</w:t>
      </w:r>
      <w:r w:rsidRPr="002471F3">
        <w:rPr>
          <w:lang w:val="en-AU"/>
        </w:rPr>
        <w:t>,</w:t>
      </w:r>
      <w:r w:rsidRPr="002471F3">
        <w:t xml:space="preserve"> </w:t>
      </w:r>
    </w:p>
    <w:p w:rsidR="00503BEF" w:rsidRPr="002471F3" w:rsidRDefault="00503BEF" w:rsidP="00503BEF">
      <w:pPr>
        <w:ind w:left="990"/>
      </w:pPr>
    </w:p>
    <w:p w:rsidR="00503BEF" w:rsidRDefault="00503BEF" w:rsidP="00503BEF">
      <w:pPr>
        <w:numPr>
          <w:ilvl w:val="0"/>
          <w:numId w:val="11"/>
        </w:numPr>
        <w:ind w:left="990" w:hanging="630"/>
      </w:pPr>
      <w:r w:rsidRPr="002471F3">
        <w:t xml:space="preserve">are often primarily created for spiritual and religious purposes, </w:t>
      </w:r>
    </w:p>
    <w:p w:rsidR="00503BEF" w:rsidRPr="002471F3" w:rsidRDefault="00503BEF" w:rsidP="00503BEF">
      <w:pPr>
        <w:ind w:left="990"/>
      </w:pPr>
    </w:p>
    <w:p w:rsidR="00503BEF" w:rsidRDefault="00503BEF" w:rsidP="00503BEF">
      <w:pPr>
        <w:numPr>
          <w:ilvl w:val="0"/>
          <w:numId w:val="11"/>
        </w:numPr>
        <w:ind w:left="990" w:hanging="630"/>
      </w:pPr>
      <w:r w:rsidRPr="002471F3">
        <w:t xml:space="preserve">often make use of natural resources in their creation and reproduction, and </w:t>
      </w:r>
    </w:p>
    <w:p w:rsidR="00503BEF" w:rsidRPr="002471F3" w:rsidRDefault="00503BEF" w:rsidP="00503BEF">
      <w:pPr>
        <w:ind w:left="990"/>
      </w:pPr>
    </w:p>
    <w:p w:rsidR="00503BEF" w:rsidRPr="002471F3" w:rsidRDefault="00503BEF" w:rsidP="00503BEF">
      <w:pPr>
        <w:numPr>
          <w:ilvl w:val="0"/>
          <w:numId w:val="11"/>
        </w:numPr>
        <w:ind w:left="990" w:hanging="630"/>
      </w:pPr>
      <w:proofErr w:type="gramStart"/>
      <w:r w:rsidRPr="002471F3">
        <w:t>are</w:t>
      </w:r>
      <w:proofErr w:type="gramEnd"/>
      <w:r w:rsidRPr="002471F3">
        <w:t xml:space="preserve"> constantly evolving, developing and being recreated within the community.</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The term “community” </w:t>
      </w:r>
      <w:proofErr w:type="gramStart"/>
      <w:r w:rsidRPr="002471F3">
        <w:t>is used</w:t>
      </w:r>
      <w:proofErr w:type="gramEnd"/>
      <w:r w:rsidRPr="002471F3">
        <w:t xml:space="preserve"> in this draft analysis, in line with past practice in documents prepared for the IGC, to refer broadly to indigenous peoples and traditional, local and other cultural communities.  The use of these terms </w:t>
      </w:r>
      <w:proofErr w:type="gramStart"/>
      <w:r w:rsidRPr="002471F3">
        <w:t>is not intended</w:t>
      </w:r>
      <w:proofErr w:type="gramEnd"/>
      <w:r w:rsidRPr="002471F3">
        <w:t xml:space="preserve">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503BEF" w:rsidRPr="002471F3" w:rsidRDefault="00503BEF" w:rsidP="00503BEF"/>
    <w:p w:rsidR="00503BEF" w:rsidRPr="002471F3" w:rsidRDefault="00503BEF" w:rsidP="00503BEF">
      <w:pPr>
        <w:rPr>
          <w:i/>
        </w:rPr>
      </w:pPr>
      <w:bookmarkStart w:id="16" w:name="_Toc199928112"/>
      <w:bookmarkStart w:id="17" w:name="_Toc200178791"/>
      <w:bookmarkStart w:id="18" w:name="_Toc211250707"/>
      <w:r w:rsidRPr="002471F3">
        <w:rPr>
          <w:i/>
        </w:rPr>
        <w:t>Forms of TCEs</w:t>
      </w:r>
      <w:bookmarkEnd w:id="16"/>
      <w:bookmarkEnd w:id="17"/>
      <w:bookmarkEnd w:id="18"/>
    </w:p>
    <w:p w:rsidR="00503BEF" w:rsidRPr="002471F3" w:rsidRDefault="00503BEF" w:rsidP="00503BEF"/>
    <w:p w:rsidR="00503BEF" w:rsidRPr="002471F3" w:rsidRDefault="00503BEF" w:rsidP="00503BEF">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It is proposed, however, that this analysis be as focused and concrete as possible by addressing certain specific </w:t>
      </w:r>
      <w:proofErr w:type="gramStart"/>
      <w:r w:rsidRPr="002471F3">
        <w:t>TCEs which</w:t>
      </w:r>
      <w:proofErr w:type="gramEnd"/>
      <w:r w:rsidRPr="002471F3">
        <w:t xml:space="preserve">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words, names </w:t>
      </w:r>
      <w:r w:rsidRPr="002471F3">
        <w:lastRenderedPageBreak/>
        <w:t xml:space="preserve">and symbols.  </w:t>
      </w:r>
      <w:r w:rsidRPr="002471F3">
        <w:br/>
      </w:r>
    </w:p>
    <w:p w:rsidR="00503BEF" w:rsidRPr="002471F3" w:rsidRDefault="00503BEF" w:rsidP="00503BEF">
      <w:pPr>
        <w:numPr>
          <w:ilvl w:val="0"/>
          <w:numId w:val="34"/>
        </w:numPr>
        <w:ind w:left="0" w:firstLine="0"/>
        <w:contextualSpacing/>
      </w:pPr>
      <w:r w:rsidRPr="002471F3">
        <w:t>These examples demonstrate that the protection of TCEs may refer to protection of (</w:t>
      </w:r>
      <w:proofErr w:type="spellStart"/>
      <w:r w:rsidRPr="002471F3">
        <w:t>i</w:t>
      </w:r>
      <w:proofErr w:type="spellEnd"/>
      <w:r w:rsidRPr="002471F3">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503BEF" w:rsidRPr="002471F3" w:rsidRDefault="00503BEF" w:rsidP="00503BEF">
      <w:pPr>
        <w:numPr>
          <w:ilvl w:val="0"/>
          <w:numId w:val="34"/>
        </w:numPr>
        <w:ind w:left="0" w:firstLine="0"/>
        <w:contextualSpacing/>
      </w:pPr>
      <w:r w:rsidRPr="002471F3">
        <w:t xml:space="preserve">The third category relating to the method of manufacture of TCEs such as crafts, musical instruments and textiles refers more to what </w:t>
      </w:r>
      <w:proofErr w:type="gramStart"/>
      <w:r w:rsidRPr="002471F3">
        <w:t>is treated</w:t>
      </w:r>
      <w:proofErr w:type="gramEnd"/>
      <w:r w:rsidRPr="002471F3">
        <w:t xml:space="preserve"> as “traditional knowledge” </w:t>
      </w:r>
      <w:proofErr w:type="spellStart"/>
      <w:r w:rsidRPr="002471F3">
        <w:rPr>
          <w:i/>
        </w:rPr>
        <w:t>stricto</w:t>
      </w:r>
      <w:proofErr w:type="spellEnd"/>
      <w:r w:rsidRPr="002471F3">
        <w:rPr>
          <w:i/>
        </w:rPr>
        <w:t xml:space="preserve"> </w:t>
      </w:r>
      <w:proofErr w:type="spellStart"/>
      <w:r w:rsidRPr="002471F3">
        <w:rPr>
          <w:i/>
        </w:rPr>
        <w:t>sensu</w:t>
      </w:r>
      <w:proofErr w:type="spellEnd"/>
      <w:r w:rsidRPr="002471F3">
        <w:t xml:space="preserve"> (TK) in the Committee’s work.  TK </w:t>
      </w:r>
      <w:proofErr w:type="gramStart"/>
      <w:r w:rsidRPr="002471F3">
        <w:t>is addressed</w:t>
      </w:r>
      <w:proofErr w:type="gramEnd"/>
      <w:r w:rsidRPr="002471F3">
        <w:t xml:space="preserve"> in a coordinated and complementary manner in document WIPO/GRTKF/IC/37/6.  [Note from the Secretariat:  this too is an updated version of the TK gap analysis prepared in 2008, as explained above).</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503BEF" w:rsidRPr="002471F3" w:rsidRDefault="00503BEF" w:rsidP="00503BEF"/>
    <w:p w:rsidR="00503BEF" w:rsidRDefault="00503BEF" w:rsidP="00503BEF">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503BEF" w:rsidRPr="002471F3" w:rsidRDefault="00503BEF" w:rsidP="00503BEF">
      <w:pPr>
        <w:ind w:left="990"/>
      </w:pPr>
    </w:p>
    <w:p w:rsidR="00503BEF" w:rsidRDefault="00503BEF" w:rsidP="00503BEF">
      <w:pPr>
        <w:numPr>
          <w:ilvl w:val="0"/>
          <w:numId w:val="12"/>
        </w:numPr>
        <w:ind w:left="990" w:hanging="630"/>
      </w:pPr>
      <w:r w:rsidRPr="002471F3">
        <w:t>performances of TCEs;</w:t>
      </w:r>
    </w:p>
    <w:p w:rsidR="00503BEF" w:rsidRPr="002471F3" w:rsidRDefault="00503BEF" w:rsidP="00503BEF">
      <w:pPr>
        <w:ind w:left="990"/>
      </w:pPr>
    </w:p>
    <w:p w:rsidR="00503BEF" w:rsidRDefault="00503BEF" w:rsidP="00503BEF">
      <w:pPr>
        <w:numPr>
          <w:ilvl w:val="0"/>
          <w:numId w:val="12"/>
        </w:numPr>
        <w:ind w:left="990" w:hanging="630"/>
      </w:pPr>
      <w:r w:rsidRPr="002471F3">
        <w:t xml:space="preserve">designs embodied in handicrafts and other creative arts; </w:t>
      </w:r>
    </w:p>
    <w:p w:rsidR="00503BEF" w:rsidRPr="002471F3" w:rsidRDefault="00503BEF" w:rsidP="00503BEF">
      <w:pPr>
        <w:ind w:left="990"/>
      </w:pPr>
    </w:p>
    <w:p w:rsidR="00503BEF" w:rsidRDefault="00503BEF" w:rsidP="00503BEF">
      <w:pPr>
        <w:numPr>
          <w:ilvl w:val="0"/>
          <w:numId w:val="12"/>
        </w:numPr>
        <w:ind w:left="990" w:hanging="630"/>
      </w:pPr>
      <w:r w:rsidRPr="002471F3">
        <w:t xml:space="preserve">secret TCEs;  and </w:t>
      </w:r>
    </w:p>
    <w:p w:rsidR="00503BEF" w:rsidRPr="002471F3" w:rsidRDefault="00503BEF" w:rsidP="00503BEF">
      <w:pPr>
        <w:ind w:left="990"/>
      </w:pPr>
    </w:p>
    <w:p w:rsidR="00503BEF" w:rsidRPr="002471F3" w:rsidRDefault="00503BEF" w:rsidP="00503BEF">
      <w:pPr>
        <w:numPr>
          <w:ilvl w:val="0"/>
          <w:numId w:val="12"/>
        </w:numPr>
        <w:ind w:left="990" w:hanging="630"/>
      </w:pPr>
      <w:proofErr w:type="gramStart"/>
      <w:r w:rsidRPr="002471F3">
        <w:t>indigenous</w:t>
      </w:r>
      <w:proofErr w:type="gramEnd"/>
      <w:r w:rsidRPr="002471F3">
        <w:t xml:space="preserve"> and traditional names, words and symbols.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This focus </w:t>
      </w:r>
      <w:proofErr w:type="gramStart"/>
      <w:r w:rsidRPr="002471F3">
        <w:t>is intended</w:t>
      </w:r>
      <w:proofErr w:type="gramEnd"/>
      <w:r w:rsidRPr="002471F3">
        <w:t xml:space="preserve"> to enable this analysis to be as concrete and specific as possible.  It </w:t>
      </w:r>
      <w:proofErr w:type="gramStart"/>
      <w:r w:rsidRPr="002471F3">
        <w:t>does not, however, suggest</w:t>
      </w:r>
      <w:proofErr w:type="gramEnd"/>
      <w:r w:rsidRPr="002471F3">
        <w:t xml:space="preserve"> that there are </w:t>
      </w:r>
      <w:proofErr w:type="spellStart"/>
      <w:r w:rsidRPr="002471F3">
        <w:t>not</w:t>
      </w:r>
      <w:proofErr w:type="spellEnd"/>
      <w:r w:rsidRPr="002471F3">
        <w:t xml:space="preserve"> other forms of TCEs and elements of the intangible cultural heritage that are also valuable and vulnerable. </w:t>
      </w:r>
    </w:p>
    <w:p w:rsidR="00503BEF" w:rsidRPr="002471F3" w:rsidRDefault="00503BEF" w:rsidP="00503BEF"/>
    <w:p w:rsidR="00503BEF" w:rsidRPr="002471F3" w:rsidRDefault="00503BEF" w:rsidP="00503BEF">
      <w:pPr>
        <w:rPr>
          <w:i/>
          <w:u w:val="single"/>
        </w:rPr>
      </w:pPr>
      <w:bookmarkStart w:id="19" w:name="_Toc199928113"/>
      <w:bookmarkStart w:id="20" w:name="_Toc200178792"/>
      <w:bookmarkStart w:id="21" w:name="_Toc211250708"/>
      <w:r w:rsidRPr="002471F3">
        <w:rPr>
          <w:i/>
          <w:u w:val="single"/>
        </w:rPr>
        <w:t>The meaning of “protection”</w:t>
      </w:r>
      <w:bookmarkEnd w:id="19"/>
      <w:bookmarkEnd w:id="20"/>
      <w:bookmarkEnd w:id="21"/>
    </w:p>
    <w:p w:rsidR="00503BEF" w:rsidRPr="002471F3" w:rsidRDefault="00503BEF" w:rsidP="00503BEF">
      <w:pPr>
        <w:rPr>
          <w:u w:val="single"/>
        </w:rPr>
      </w:pPr>
    </w:p>
    <w:p w:rsidR="00503BEF" w:rsidRPr="002471F3" w:rsidRDefault="00503BEF" w:rsidP="00503BEF">
      <w:pPr>
        <w:rPr>
          <w:i/>
        </w:rPr>
      </w:pPr>
      <w:bookmarkStart w:id="22" w:name="_Toc199928114"/>
      <w:bookmarkStart w:id="23" w:name="_Toc200178793"/>
      <w:bookmarkStart w:id="24" w:name="_Toc211250709"/>
      <w:r w:rsidRPr="002471F3">
        <w:rPr>
          <w:i/>
        </w:rPr>
        <w:t>General features of intellectual property protection</w:t>
      </w:r>
      <w:bookmarkEnd w:id="22"/>
      <w:bookmarkEnd w:id="23"/>
      <w:bookmarkEnd w:id="24"/>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IP systems are diverse in nature and in terms of the policy </w:t>
      </w:r>
      <w:proofErr w:type="gramStart"/>
      <w:r w:rsidRPr="002471F3">
        <w:t>goals</w:t>
      </w:r>
      <w:proofErr w:type="gramEnd"/>
      <w:r w:rsidRPr="002471F3">
        <w:t xml:space="preserve"> they seek to achieve.  Copyright, for example, is the right of an author to control the exploitation of his or her intellectual creations.  Copyright </w:t>
      </w:r>
      <w:proofErr w:type="gramStart"/>
      <w:r w:rsidRPr="002471F3">
        <w:t>does not, however, provide</w:t>
      </w:r>
      <w:proofErr w:type="gramEnd"/>
      <w:r w:rsidRPr="002471F3">
        <w:t xml:space="preserv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w:t>
      </w:r>
      <w:proofErr w:type="gramStart"/>
      <w:r w:rsidRPr="002471F3">
        <w:t>signs which</w:t>
      </w:r>
      <w:proofErr w:type="gramEnd"/>
      <w:r w:rsidRPr="002471F3">
        <w:t xml:space="preserve"> is likely to mislead consumers.</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w:t>
      </w:r>
      <w:r w:rsidRPr="002471F3">
        <w:lastRenderedPageBreak/>
        <w:t xml:space="preserve">rights himself or herself, to authorize others to do so (i.e., the right can be licensed), and/or to prevent others from doing so.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IP protection does not necessarily comprise the grant of property rights – for example, moral rights under copyright provide control over how a work </w:t>
      </w:r>
      <w:proofErr w:type="gramStart"/>
      <w:r w:rsidRPr="002471F3">
        <w:t>is used</w:t>
      </w:r>
      <w:proofErr w:type="gramEnd"/>
      <w:r w:rsidRPr="002471F3">
        <w:t>,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503BEF" w:rsidRPr="002471F3" w:rsidRDefault="00503BEF" w:rsidP="00503BEF"/>
    <w:p w:rsidR="00503BEF" w:rsidRPr="002471F3" w:rsidRDefault="00503BEF" w:rsidP="00503BEF">
      <w:pPr>
        <w:contextualSpacing/>
        <w:rPr>
          <w:i/>
        </w:rPr>
      </w:pPr>
      <w:bookmarkStart w:id="25" w:name="_Toc199928115"/>
      <w:bookmarkStart w:id="26" w:name="_Toc200178794"/>
      <w:bookmarkStart w:id="27" w:name="_Toc211250710"/>
      <w:r w:rsidRPr="002471F3">
        <w:rPr>
          <w:i/>
        </w:rPr>
        <w:t>Forms of IP protection most relevant to TCEs</w:t>
      </w:r>
      <w:bookmarkEnd w:id="25"/>
      <w:bookmarkEnd w:id="26"/>
      <w:bookmarkEnd w:id="27"/>
    </w:p>
    <w:p w:rsidR="00503BEF" w:rsidRPr="002471F3" w:rsidRDefault="00503BEF" w:rsidP="00503BEF"/>
    <w:p w:rsidR="00503BEF" w:rsidRPr="002471F3" w:rsidRDefault="00503BEF" w:rsidP="00503BEF">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w:t>
      </w:r>
      <w:proofErr w:type="gramStart"/>
      <w:r w:rsidRPr="002471F3">
        <w:t>In so</w:t>
      </w:r>
      <w:proofErr w:type="gramEnd"/>
      <w:r w:rsidRPr="002471F3">
        <w:t xml:space="preserve"> far as names, signs and symbols are concerned, IP systems which protect marks and indications, as well as laws relating to unfair competition, are the most relevant.</w:t>
      </w:r>
    </w:p>
    <w:p w:rsidR="00503BEF" w:rsidRPr="002471F3" w:rsidRDefault="00503BEF" w:rsidP="00503BEF"/>
    <w:p w:rsidR="00503BEF" w:rsidRPr="002471F3" w:rsidRDefault="00503BEF" w:rsidP="00503BEF">
      <w:pPr>
        <w:rPr>
          <w:i/>
        </w:rPr>
      </w:pPr>
      <w:bookmarkStart w:id="28" w:name="_Toc199928116"/>
      <w:bookmarkStart w:id="29" w:name="_Toc200178795"/>
      <w:bookmarkStart w:id="30" w:name="_Toc211250711"/>
      <w:r w:rsidRPr="002471F3">
        <w:rPr>
          <w:i/>
        </w:rPr>
        <w:t>Relevant international IP conventions and treaties</w:t>
      </w:r>
      <w:bookmarkEnd w:id="28"/>
      <w:bookmarkEnd w:id="29"/>
      <w:bookmarkEnd w:id="30"/>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w:t>
      </w:r>
      <w:proofErr w:type="gramStart"/>
      <w:r w:rsidRPr="002471F3">
        <w:t>first and foremost</w:t>
      </w:r>
      <w:proofErr w:type="gramEnd"/>
      <w:r w:rsidRPr="002471F3">
        <w:t xml:space="preserve"> a matter for domestic law.  International treaties also, importantly, facilitate enforcement of rights in foreign jurisdictions </w:t>
      </w:r>
      <w:proofErr w:type="gramStart"/>
      <w:r w:rsidRPr="002471F3">
        <w:t>on the basis of</w:t>
      </w:r>
      <w:proofErr w:type="gramEnd"/>
      <w:r w:rsidRPr="002471F3">
        <w:t xml:space="preserve"> national treatment and reciprocity.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The main international IP conventions and treaties that will be referred to in this analysis are:  </w:t>
      </w:r>
    </w:p>
    <w:p w:rsidR="00503BEF" w:rsidRPr="002471F3" w:rsidRDefault="00503BEF" w:rsidP="00503BEF"/>
    <w:p w:rsidR="00503BEF" w:rsidRDefault="00503BEF" w:rsidP="00503BEF">
      <w:pPr>
        <w:numPr>
          <w:ilvl w:val="0"/>
          <w:numId w:val="13"/>
        </w:numPr>
      </w:pPr>
      <w:r w:rsidRPr="002471F3">
        <w:t>the International Convention for the Protection of Performers, the Producers of Phonograms and Broadcasting Organizations, 1961 (the “Rome Convention, 1961”);</w:t>
      </w:r>
    </w:p>
    <w:p w:rsidR="00503BEF" w:rsidRPr="002471F3" w:rsidRDefault="00503BEF" w:rsidP="00503BEF">
      <w:pPr>
        <w:ind w:left="720"/>
      </w:pPr>
    </w:p>
    <w:p w:rsidR="00503BEF" w:rsidRDefault="00503BEF" w:rsidP="00503BEF">
      <w:pPr>
        <w:numPr>
          <w:ilvl w:val="0"/>
          <w:numId w:val="13"/>
        </w:numPr>
      </w:pPr>
      <w:r w:rsidRPr="002471F3">
        <w:t>the Paris Convention for the Protection of Industrial Property, 1967 (the “Paris Convention, 1967”);</w:t>
      </w:r>
    </w:p>
    <w:p w:rsidR="00503BEF" w:rsidRPr="002471F3" w:rsidRDefault="00503BEF" w:rsidP="00503BEF">
      <w:pPr>
        <w:ind w:left="720"/>
      </w:pPr>
    </w:p>
    <w:p w:rsidR="00503BEF" w:rsidRDefault="00503BEF" w:rsidP="00503BEF">
      <w:pPr>
        <w:numPr>
          <w:ilvl w:val="0"/>
          <w:numId w:val="13"/>
        </w:numPr>
      </w:pPr>
      <w:r w:rsidRPr="002471F3">
        <w:t>the Berne Convention for the Protection of Literary and Artistic Works, 1971 (the “Berne Convention, 1971”);</w:t>
      </w:r>
    </w:p>
    <w:p w:rsidR="00503BEF" w:rsidRPr="002471F3" w:rsidRDefault="00503BEF" w:rsidP="00503BEF">
      <w:pPr>
        <w:ind w:left="720"/>
      </w:pPr>
    </w:p>
    <w:p w:rsidR="00503BEF" w:rsidRDefault="00503BEF" w:rsidP="00503BEF">
      <w:pPr>
        <w:numPr>
          <w:ilvl w:val="0"/>
          <w:numId w:val="13"/>
        </w:numPr>
      </w:pPr>
      <w:r w:rsidRPr="002471F3">
        <w:t>the Convention for the Protection of Producers of Phonograms Against Unauthorized Duplication of their Phonograms, 1971 (the “Phonograms Convention, 1971”);</w:t>
      </w:r>
    </w:p>
    <w:p w:rsidR="00503BEF" w:rsidRPr="002471F3" w:rsidRDefault="00503BEF" w:rsidP="00503BEF">
      <w:pPr>
        <w:ind w:left="720"/>
      </w:pPr>
    </w:p>
    <w:p w:rsidR="00503BEF" w:rsidRDefault="00503BEF" w:rsidP="00503BEF">
      <w:pPr>
        <w:numPr>
          <w:ilvl w:val="0"/>
          <w:numId w:val="13"/>
        </w:numPr>
      </w:pPr>
      <w:r w:rsidRPr="002471F3">
        <w:t>the TRIPS Agreement, 1994;</w:t>
      </w:r>
    </w:p>
    <w:p w:rsidR="00503BEF" w:rsidRPr="002471F3" w:rsidRDefault="00503BEF" w:rsidP="00503BEF">
      <w:pPr>
        <w:ind w:left="720"/>
      </w:pPr>
    </w:p>
    <w:p w:rsidR="00503BEF" w:rsidRDefault="00503BEF" w:rsidP="00503BEF">
      <w:pPr>
        <w:numPr>
          <w:ilvl w:val="0"/>
          <w:numId w:val="13"/>
        </w:numPr>
      </w:pPr>
      <w:r w:rsidRPr="002471F3">
        <w:t xml:space="preserve">the WIPO Copyright Treaty, 1996 (the “WCT, 1996”); </w:t>
      </w:r>
    </w:p>
    <w:p w:rsidR="00503BEF" w:rsidRPr="002471F3" w:rsidRDefault="00503BEF" w:rsidP="00503BEF">
      <w:pPr>
        <w:ind w:left="720"/>
      </w:pPr>
    </w:p>
    <w:p w:rsidR="00503BEF" w:rsidRDefault="00503BEF" w:rsidP="00503BEF">
      <w:pPr>
        <w:numPr>
          <w:ilvl w:val="0"/>
          <w:numId w:val="13"/>
        </w:numPr>
      </w:pPr>
      <w:r w:rsidRPr="002471F3">
        <w:t>the WIPO Performances and Phonograms Treaty, 1996 (the “WPPT, 1996”);  and,</w:t>
      </w:r>
    </w:p>
    <w:p w:rsidR="00503BEF" w:rsidRPr="002471F3" w:rsidRDefault="00503BEF" w:rsidP="00503BEF">
      <w:pPr>
        <w:ind w:left="720"/>
      </w:pPr>
    </w:p>
    <w:p w:rsidR="00503BEF" w:rsidRPr="002471F3" w:rsidRDefault="00503BEF" w:rsidP="00503BEF">
      <w:pPr>
        <w:numPr>
          <w:ilvl w:val="0"/>
          <w:numId w:val="13"/>
        </w:numPr>
      </w:pPr>
      <w:proofErr w:type="gramStart"/>
      <w:r w:rsidRPr="002471F3">
        <w:lastRenderedPageBreak/>
        <w:t>the</w:t>
      </w:r>
      <w:proofErr w:type="gramEnd"/>
      <w:r w:rsidRPr="002471F3">
        <w:t xml:space="preserve"> Beijing Treaty on Audiovisual Performances, 2012 (the “Beijing Treaty, 2012”) (treaty not yet in force).</w:t>
      </w:r>
      <w:r w:rsidRPr="002471F3">
        <w:rPr>
          <w:vertAlign w:val="superscript"/>
        </w:rPr>
        <w:footnoteReference w:id="14"/>
      </w:r>
    </w:p>
    <w:p w:rsidR="00503BEF" w:rsidRPr="002471F3" w:rsidRDefault="00503BEF" w:rsidP="00503BEF"/>
    <w:p w:rsidR="00503BEF" w:rsidRPr="002471F3" w:rsidRDefault="00503BEF" w:rsidP="00503BEF">
      <w:pPr>
        <w:rPr>
          <w:i/>
        </w:rPr>
      </w:pPr>
      <w:bookmarkStart w:id="31" w:name="_Toc200178796"/>
      <w:bookmarkStart w:id="32" w:name="_Toc211250712"/>
      <w:r w:rsidRPr="002471F3">
        <w:rPr>
          <w:i/>
        </w:rPr>
        <w:t>“Protection” and not “safeguarding”, “preservation” or “promotion”</w:t>
      </w:r>
      <w:bookmarkEnd w:id="31"/>
      <w:bookmarkEnd w:id="32"/>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w:t>
      </w:r>
      <w:proofErr w:type="gramStart"/>
      <w:r w:rsidRPr="002471F3">
        <w:t>might be addressed</w:t>
      </w:r>
      <w:proofErr w:type="gramEnd"/>
      <w:r w:rsidRPr="002471F3">
        <w:t xml:space="preserve"> not by IP-type measures but by measures and programs for the safeguarding, preservation and promotion of cultural heritage.  Furthermore, communities use other tools, such as those developed under their customary laws, to prevent the undesired use of their TCEs.  It </w:t>
      </w:r>
      <w:proofErr w:type="gramStart"/>
      <w:r w:rsidRPr="002471F3">
        <w:t>has also been pointed out</w:t>
      </w:r>
      <w:proofErr w:type="gramEnd"/>
      <w:r w:rsidRPr="002471F3">
        <w:t xml:space="preserve"> that the appropriate use of traditional names, words and symbols and other TCEs can help to preserve and promote indigenous cultures. </w:t>
      </w:r>
    </w:p>
    <w:p w:rsidR="00503BEF" w:rsidRPr="002471F3" w:rsidRDefault="00503BEF" w:rsidP="00503BEF"/>
    <w:p w:rsidR="00503BEF" w:rsidRPr="002471F3" w:rsidRDefault="00503BEF" w:rsidP="00503BEF">
      <w:pPr>
        <w:rPr>
          <w:i/>
        </w:rPr>
      </w:pPr>
      <w:bookmarkStart w:id="33" w:name="_Toc199928117"/>
      <w:bookmarkStart w:id="34" w:name="_Toc200178797"/>
      <w:bookmarkStart w:id="35" w:name="_Toc211250713"/>
      <w:r w:rsidRPr="002471F3">
        <w:rPr>
          <w:i/>
        </w:rPr>
        <w:t>Objectives in relation to the protection of TCEs</w:t>
      </w:r>
      <w:bookmarkEnd w:id="33"/>
      <w:bookmarkEnd w:id="34"/>
      <w:bookmarkEnd w:id="35"/>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Previous documents have cited a variety of </w:t>
      </w:r>
      <w:proofErr w:type="gramStart"/>
      <w:r w:rsidRPr="002471F3">
        <w:t>objectives which</w:t>
      </w:r>
      <w:proofErr w:type="gramEnd"/>
      <w:r w:rsidRPr="002471F3">
        <w:t xml:space="preserve"> States and communities have identified in relation to TCEs.</w:t>
      </w:r>
      <w:r w:rsidRPr="002471F3">
        <w:rPr>
          <w:iCs/>
          <w:vertAlign w:val="superscript"/>
        </w:rPr>
        <w:footnoteReference w:id="15"/>
      </w:r>
      <w:r w:rsidRPr="002471F3">
        <w:t xml:space="preserve">  Some of these are general objectives while others </w:t>
      </w:r>
      <w:proofErr w:type="gramStart"/>
      <w:r w:rsidRPr="002471F3">
        <w:t>are more directly related</w:t>
      </w:r>
      <w:proofErr w:type="gramEnd"/>
      <w:r w:rsidRPr="002471F3">
        <w:t xml:space="preserve"> to IP and the protection of TCEs.  Furthermore, the United Nations Declaration on the Rights of Indigenous Peoples </w:t>
      </w:r>
      <w:proofErr w:type="gramStart"/>
      <w:r w:rsidRPr="002471F3">
        <w:t>has been cited</w:t>
      </w:r>
      <w:proofErr w:type="gramEnd"/>
      <w:r w:rsidRPr="002471F3">
        <w:t xml:space="preserve"> as a source that reflects the aspirations of indigenous peoples.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To provide this analysis with an appropriately specific focus, and in line with previous discussions and the IGC’s decision of February 2008, it </w:t>
      </w:r>
      <w:proofErr w:type="gramStart"/>
      <w:r w:rsidRPr="002471F3">
        <w:t>is proposed</w:t>
      </w:r>
      <w:proofErr w:type="gramEnd"/>
      <w:r w:rsidRPr="002471F3">
        <w:t xml:space="preserve"> that the immediate focus of this analysis be on those objectives that are specifically related to the IP protection of TCEs.  </w:t>
      </w:r>
    </w:p>
    <w:p w:rsidR="00503BEF" w:rsidRPr="002471F3" w:rsidRDefault="00503BEF" w:rsidP="00503BEF"/>
    <w:p w:rsidR="00503BEF" w:rsidRPr="002471F3" w:rsidRDefault="00503BEF" w:rsidP="00503BEF">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503BEF" w:rsidRPr="002471F3" w:rsidRDefault="00503BEF" w:rsidP="00503BEF">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503BEF" w:rsidRPr="002471F3" w:rsidRDefault="00503BEF" w:rsidP="00503BEF">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503BEF" w:rsidRPr="002471F3" w:rsidRDefault="00503BEF" w:rsidP="00503BEF">
      <w:pPr>
        <w:numPr>
          <w:ilvl w:val="0"/>
          <w:numId w:val="14"/>
        </w:numPr>
      </w:pPr>
      <w:proofErr w:type="gramStart"/>
      <w:r w:rsidRPr="002471F3">
        <w:lastRenderedPageBreak/>
        <w:t>protection</w:t>
      </w:r>
      <w:proofErr w:type="gramEnd"/>
      <w:r w:rsidRPr="002471F3">
        <w:t xml:space="preserve"> against IP:  communities are also concerned to prevent others from gaining or maintaining IP over TCEs and derivations and adaptations of them.  This entails the use of defensive mechanisms to block or pre</w:t>
      </w:r>
      <w:r w:rsidRPr="002471F3">
        <w:noBreakHyphen/>
        <w:t xml:space="preserve">empt third parties’ IP rights that </w:t>
      </w:r>
      <w:proofErr w:type="gramStart"/>
      <w:r w:rsidRPr="002471F3">
        <w:t>are considered</w:t>
      </w:r>
      <w:proofErr w:type="gramEnd"/>
      <w:r w:rsidRPr="002471F3">
        <w:t xml:space="preserve"> prejudicial to the community’s interests, or IP rights that have been obtained without the consent of the community (“defensive protection”).</w:t>
      </w:r>
    </w:p>
    <w:p w:rsidR="00503BEF" w:rsidRPr="002471F3" w:rsidRDefault="00503BEF" w:rsidP="00503BEF"/>
    <w:p w:rsidR="00503BEF" w:rsidRPr="002471F3" w:rsidRDefault="00503BEF" w:rsidP="00503BEF">
      <w:pPr>
        <w:rPr>
          <w:i/>
        </w:rPr>
      </w:pPr>
      <w:bookmarkStart w:id="36" w:name="_Toc199928118"/>
      <w:bookmarkStart w:id="37" w:name="_Toc200178798"/>
      <w:bookmarkStart w:id="38" w:name="_Toc211250714"/>
      <w:r w:rsidRPr="002471F3">
        <w:rPr>
          <w:i/>
        </w:rPr>
        <w:t>Specific forms of protection desired for TCEs</w:t>
      </w:r>
      <w:bookmarkEnd w:id="36"/>
      <w:bookmarkEnd w:id="37"/>
      <w:bookmarkEnd w:id="38"/>
    </w:p>
    <w:p w:rsidR="00503BEF" w:rsidRPr="002471F3" w:rsidRDefault="00503BEF" w:rsidP="00503BEF"/>
    <w:p w:rsidR="00503BEF" w:rsidRPr="002471F3" w:rsidRDefault="00503BEF" w:rsidP="00503BEF">
      <w:pPr>
        <w:numPr>
          <w:ilvl w:val="0"/>
          <w:numId w:val="40"/>
        </w:numPr>
        <w:ind w:left="0" w:firstLine="0"/>
        <w:contextualSpacing/>
      </w:pPr>
      <w:r w:rsidRPr="002471F3">
        <w:t xml:space="preserve">The ways in which different forms of TCEs </w:t>
      </w:r>
      <w:proofErr w:type="gramStart"/>
      <w:r w:rsidRPr="002471F3">
        <w:t>are used</w:t>
      </w:r>
      <w:proofErr w:type="gramEnd"/>
      <w:r w:rsidRPr="002471F3">
        <w:t xml:space="preserve"> around the world are varied.  Previous Committee documents set out examples of the kinds of appropriations of cultural expressions that indigenous communities draw attention </w:t>
      </w:r>
      <w:proofErr w:type="gramStart"/>
      <w:r w:rsidRPr="002471F3">
        <w:t>to</w:t>
      </w:r>
      <w:proofErr w:type="gramEnd"/>
      <w:r w:rsidRPr="002471F3">
        <w:t>.</w:t>
      </w:r>
      <w:r w:rsidRPr="002471F3">
        <w:rPr>
          <w:vertAlign w:val="superscript"/>
        </w:rPr>
        <w:footnoteReference w:id="16"/>
      </w:r>
      <w:r w:rsidRPr="002471F3">
        <w:t xml:space="preserve">  </w:t>
      </w:r>
    </w:p>
    <w:p w:rsidR="00503BEF" w:rsidRPr="002471F3" w:rsidRDefault="00503BEF" w:rsidP="00503BEF"/>
    <w:p w:rsidR="00503BEF" w:rsidRPr="002471F3" w:rsidRDefault="00503BEF" w:rsidP="00503BEF">
      <w:pPr>
        <w:numPr>
          <w:ilvl w:val="0"/>
          <w:numId w:val="40"/>
        </w:numPr>
        <w:ind w:left="0" w:firstLine="0"/>
        <w:contextualSpacing/>
      </w:pPr>
      <w:r w:rsidRPr="002471F3">
        <w:t xml:space="preserve">These actual examples suggest that such communities and other stakeholders call for: </w:t>
      </w:r>
    </w:p>
    <w:p w:rsidR="00503BEF" w:rsidRPr="002471F3" w:rsidRDefault="00503BEF" w:rsidP="00503BEF"/>
    <w:p w:rsidR="00503BEF" w:rsidRPr="002471F3" w:rsidRDefault="00503BEF" w:rsidP="00503BEF">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503BEF" w:rsidRPr="002471F3" w:rsidRDefault="00503BEF" w:rsidP="00503BEF">
      <w:pPr>
        <w:numPr>
          <w:ilvl w:val="0"/>
          <w:numId w:val="15"/>
        </w:numPr>
      </w:pPr>
      <w:r w:rsidRPr="002471F3">
        <w:t xml:space="preserve">prevention of insulting, derogatory and/or culturally and spiritually offensive uses of TCEs;  </w:t>
      </w:r>
      <w:r w:rsidRPr="002471F3">
        <w:br/>
      </w:r>
    </w:p>
    <w:p w:rsidR="00503BEF" w:rsidRPr="002471F3" w:rsidRDefault="00503BEF" w:rsidP="00503BEF">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503BEF" w:rsidRPr="002471F3" w:rsidRDefault="00503BEF" w:rsidP="00503BEF">
      <w:pPr>
        <w:numPr>
          <w:ilvl w:val="0"/>
          <w:numId w:val="15"/>
        </w:numPr>
      </w:pPr>
      <w:r w:rsidRPr="002471F3">
        <w:t>prevention of the failure to acknowledge source when TCEs are used;</w:t>
      </w:r>
      <w:r w:rsidRPr="002471F3">
        <w:br/>
      </w:r>
    </w:p>
    <w:p w:rsidR="00503BEF" w:rsidRPr="002471F3" w:rsidRDefault="00503BEF" w:rsidP="00503BEF">
      <w:pPr>
        <w:numPr>
          <w:ilvl w:val="0"/>
          <w:numId w:val="15"/>
        </w:numPr>
      </w:pPr>
      <w:r w:rsidRPr="002471F3">
        <w:t xml:space="preserve">defensive protection of TCEs (meaning, the protection of TCEs against the obtaining of IP rights over the TCEs or adaptations thereof);  and </w:t>
      </w:r>
      <w:r w:rsidRPr="002471F3">
        <w:br/>
      </w:r>
    </w:p>
    <w:p w:rsidR="00503BEF" w:rsidRPr="002471F3" w:rsidRDefault="00503BEF" w:rsidP="00503BEF">
      <w:pPr>
        <w:numPr>
          <w:ilvl w:val="0"/>
          <w:numId w:val="15"/>
        </w:numPr>
      </w:pPr>
      <w:proofErr w:type="gramStart"/>
      <w:r w:rsidRPr="002471F3">
        <w:t>unauthorized</w:t>
      </w:r>
      <w:proofErr w:type="gramEnd"/>
      <w:r w:rsidRPr="002471F3">
        <w:t xml:space="preserve"> disclosure of confidential or secret TCEs.</w:t>
      </w:r>
    </w:p>
    <w:p w:rsidR="00503BEF" w:rsidRPr="002471F3" w:rsidRDefault="00503BEF" w:rsidP="00503BEF"/>
    <w:p w:rsidR="00503BEF" w:rsidRPr="002471F3" w:rsidRDefault="00503BEF" w:rsidP="00503BEF">
      <w:pPr>
        <w:numPr>
          <w:ilvl w:val="0"/>
          <w:numId w:val="40"/>
        </w:numPr>
        <w:ind w:left="0" w:firstLine="0"/>
        <w:contextualSpacing/>
      </w:pPr>
      <w:r w:rsidRPr="002471F3">
        <w:t xml:space="preserve">To clarify options and to give this analysis a practical and applied focus, it </w:t>
      </w:r>
      <w:proofErr w:type="gramStart"/>
      <w:r w:rsidRPr="002471F3">
        <w:t>is proposed</w:t>
      </w:r>
      <w:proofErr w:type="gramEnd"/>
      <w:r w:rsidRPr="002471F3">
        <w:t xml:space="preserve"> to base this analysis on these six main forms of protection as identified and discussed in previous documents.</w:t>
      </w:r>
    </w:p>
    <w:p w:rsidR="00503BEF" w:rsidRPr="002471F3" w:rsidRDefault="00503BEF" w:rsidP="00503BEF"/>
    <w:p w:rsidR="00503BEF" w:rsidRPr="002471F3" w:rsidRDefault="00503BEF" w:rsidP="00503BEF">
      <w:pPr>
        <w:numPr>
          <w:ilvl w:val="0"/>
          <w:numId w:val="40"/>
        </w:numPr>
        <w:ind w:left="0" w:firstLine="0"/>
        <w:contextualSpacing/>
      </w:pPr>
      <w:r w:rsidRPr="002471F3">
        <w:t>In respect of defensive protection of TCEs, it is proposed to focus specifically on calls for the protection against the unauthorized (</w:t>
      </w:r>
      <w:proofErr w:type="spellStart"/>
      <w:r w:rsidRPr="002471F3">
        <w:t>i</w:t>
      </w:r>
      <w:proofErr w:type="spellEnd"/>
      <w:r w:rsidRPr="002471F3">
        <w:t xml:space="preserve">) exercise of copyright and design rights in works derived from TCEs, including handicrafts, and (ii) acquisition of trademark protection in respect of indigenous and traditional names, words and symbols.  </w:t>
      </w:r>
    </w:p>
    <w:p w:rsidR="00503BEF" w:rsidRPr="002471F3" w:rsidRDefault="00503BEF" w:rsidP="00503BEF"/>
    <w:p w:rsidR="00503BEF" w:rsidRPr="002471F3" w:rsidRDefault="00503BEF" w:rsidP="00503BEF">
      <w:pPr>
        <w:rPr>
          <w:bCs/>
          <w:i/>
          <w:iCs/>
          <w:u w:val="single"/>
        </w:rPr>
      </w:pPr>
      <w:bookmarkStart w:id="39" w:name="_Toc199928119"/>
      <w:bookmarkStart w:id="40" w:name="_Toc200178799"/>
      <w:bookmarkStart w:id="41" w:name="_Toc211250715"/>
      <w:r w:rsidRPr="002471F3">
        <w:rPr>
          <w:bCs/>
          <w:i/>
          <w:iCs/>
          <w:u w:val="single"/>
        </w:rPr>
        <w:t>The meaning of “gaps”</w:t>
      </w:r>
      <w:bookmarkEnd w:id="39"/>
      <w:bookmarkEnd w:id="40"/>
      <w:bookmarkEnd w:id="41"/>
    </w:p>
    <w:p w:rsidR="00503BEF" w:rsidRPr="002471F3" w:rsidRDefault="00503BEF" w:rsidP="00503BEF"/>
    <w:p w:rsidR="00503BEF" w:rsidRPr="002471F3" w:rsidRDefault="00503BEF" w:rsidP="00503BEF">
      <w:pPr>
        <w:numPr>
          <w:ilvl w:val="0"/>
          <w:numId w:val="40"/>
        </w:numPr>
        <w:ind w:left="0" w:firstLine="0"/>
        <w:contextualSpacing/>
      </w:pPr>
      <w:r w:rsidRPr="002471F3">
        <w:t>The decision of the IGC at its Twelfth Session requires an analysis of “gaps” in relation to “obligations, provisions and possibilities which already exist at the international level to provide protection for TCEs/</w:t>
      </w:r>
      <w:proofErr w:type="spellStart"/>
      <w:r w:rsidRPr="002471F3">
        <w:t>EoFs</w:t>
      </w:r>
      <w:proofErr w:type="spellEnd"/>
      <w:r w:rsidRPr="002471F3">
        <w:t xml:space="preserve">.”  </w:t>
      </w:r>
    </w:p>
    <w:p w:rsidR="00503BEF" w:rsidRPr="002471F3" w:rsidRDefault="00503BEF" w:rsidP="00503BEF"/>
    <w:p w:rsidR="00503BEF" w:rsidRPr="002471F3" w:rsidRDefault="00503BEF" w:rsidP="00503BEF">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t>
      </w:r>
      <w:proofErr w:type="gramStart"/>
      <w:r w:rsidRPr="002471F3">
        <w:t>whether or not</w:t>
      </w:r>
      <w:proofErr w:type="gramEnd"/>
      <w:r w:rsidRPr="002471F3">
        <w:t xml:space="preserve"> it should be filled, is a matter for decision by Member States. </w:t>
      </w:r>
    </w:p>
    <w:p w:rsidR="00503BEF" w:rsidRPr="002471F3" w:rsidRDefault="00503BEF" w:rsidP="00503BEF"/>
    <w:p w:rsidR="00503BEF" w:rsidRPr="002471F3" w:rsidRDefault="00503BEF" w:rsidP="00503BEF">
      <w:pPr>
        <w:numPr>
          <w:ilvl w:val="0"/>
          <w:numId w:val="40"/>
        </w:numPr>
        <w:ind w:left="0" w:firstLine="0"/>
        <w:contextualSpacing/>
      </w:pPr>
      <w:r w:rsidRPr="002471F3">
        <w:lastRenderedPageBreak/>
        <w:t>Proceeding pragmatically, however, in order to respond to the IGC’s decision, identifying gaps could be undertaken with reference to:</w:t>
      </w:r>
      <w:r w:rsidRPr="002471F3">
        <w:br/>
      </w:r>
    </w:p>
    <w:p w:rsidR="00503BEF" w:rsidRPr="002471F3" w:rsidRDefault="00503BEF" w:rsidP="00503BEF">
      <w:pPr>
        <w:numPr>
          <w:ilvl w:val="0"/>
          <w:numId w:val="16"/>
        </w:numPr>
      </w:pPr>
      <w:r w:rsidRPr="002471F3">
        <w:t>the forms of protection desired by States and communities (referred to above);  and/or</w:t>
      </w:r>
      <w:r w:rsidRPr="002471F3">
        <w:br/>
      </w:r>
    </w:p>
    <w:p w:rsidR="00503BEF" w:rsidRPr="002471F3" w:rsidRDefault="00503BEF" w:rsidP="00503BEF">
      <w:pPr>
        <w:numPr>
          <w:ilvl w:val="0"/>
          <w:numId w:val="16"/>
        </w:numPr>
      </w:pPr>
      <w:proofErr w:type="gramStart"/>
      <w:r w:rsidRPr="002471F3">
        <w:t>specific</w:t>
      </w:r>
      <w:proofErr w:type="gramEnd"/>
      <w:r w:rsidRPr="002471F3">
        <w:t xml:space="preserve"> technical perceived shortcomings of the existing IP system in relation to TCEs.  Previous completed </w:t>
      </w:r>
      <w:proofErr w:type="gramStart"/>
      <w:r w:rsidRPr="002471F3">
        <w:t>questionnaires and in other documents and materials prepared for the IGC</w:t>
      </w:r>
      <w:r w:rsidRPr="002471F3">
        <w:rPr>
          <w:vertAlign w:val="superscript"/>
        </w:rPr>
        <w:t xml:space="preserve"> </w:t>
      </w:r>
      <w:r w:rsidRPr="002471F3">
        <w:t>have cited</w:t>
      </w:r>
      <w:proofErr w:type="gramEnd"/>
      <w:r w:rsidRPr="002471F3">
        <w:t xml:space="preserve"> and discussed these at length.</w:t>
      </w:r>
      <w:r w:rsidRPr="002471F3">
        <w:rPr>
          <w:vertAlign w:val="superscript"/>
        </w:rPr>
        <w:footnoteReference w:id="17"/>
      </w:r>
      <w:r w:rsidRPr="002471F3">
        <w:t xml:space="preserve">   </w:t>
      </w:r>
    </w:p>
    <w:p w:rsidR="00503BEF" w:rsidRDefault="00503BEF" w:rsidP="00503BEF"/>
    <w:p w:rsidR="00503BEF" w:rsidRPr="002471F3" w:rsidRDefault="00503BEF" w:rsidP="00503BEF">
      <w:pPr>
        <w:numPr>
          <w:ilvl w:val="0"/>
          <w:numId w:val="40"/>
        </w:numPr>
        <w:ind w:left="0" w:firstLine="0"/>
        <w:contextualSpacing/>
      </w:pPr>
      <w:r w:rsidRPr="002471F3">
        <w:t xml:space="preserve">The desired forms of protection </w:t>
      </w:r>
      <w:proofErr w:type="gramStart"/>
      <w:r w:rsidRPr="002471F3">
        <w:t>have been identified</w:t>
      </w:r>
      <w:proofErr w:type="gramEnd"/>
      <w:r w:rsidRPr="002471F3">
        <w:t xml:space="preserve"> above.  The following have been suggested as specific, technical limitations of the IP systems most relevant to TCEs:</w:t>
      </w:r>
    </w:p>
    <w:p w:rsidR="00503BEF" w:rsidRPr="002471F3" w:rsidRDefault="00503BEF" w:rsidP="00503BEF">
      <w:pPr>
        <w:rPr>
          <w:u w:val="single"/>
        </w:rPr>
      </w:pPr>
    </w:p>
    <w:p w:rsidR="00503BEF" w:rsidRDefault="00503BEF" w:rsidP="00503BEF">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w:t>
      </w:r>
      <w:proofErr w:type="gramStart"/>
      <w:r w:rsidRPr="002471F3">
        <w:t>has been suggested</w:t>
      </w:r>
      <w:proofErr w:type="gramEnd"/>
      <w:r w:rsidRPr="002471F3">
        <w:t xml:space="preserve"> that traditional designs are not “new” or “original” for industrial designs protection.  On the other hand, adaptations of TCEs can be protected as “original” copyright works and designs, leading to calls for “defensive protection” (see further below);  </w:t>
      </w:r>
    </w:p>
    <w:p w:rsidR="00503BEF" w:rsidRPr="002471F3" w:rsidRDefault="00503BEF" w:rsidP="00503BEF">
      <w:pPr>
        <w:ind w:left="720"/>
      </w:pPr>
    </w:p>
    <w:p w:rsidR="00503BEF" w:rsidRDefault="00503BEF" w:rsidP="00503BEF">
      <w:pPr>
        <w:numPr>
          <w:ilvl w:val="0"/>
          <w:numId w:val="17"/>
        </w:numPr>
      </w:pPr>
      <w:r w:rsidRPr="002471F3">
        <w:rPr>
          <w:i/>
        </w:rPr>
        <w:t>“Ownership”</w:t>
      </w:r>
      <w:r w:rsidRPr="002471F3">
        <w:t xml:space="preserve">: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2471F3">
        <w:t>unlocatable</w:t>
      </w:r>
      <w:proofErr w:type="spellEnd"/>
      <w:r w:rsidRPr="002471F3">
        <w:t>.  The very concept of “ownership” in the IP sense may also be alien to many indigenous peoples (see further under “Conceptual divide” below);</w:t>
      </w:r>
    </w:p>
    <w:p w:rsidR="00503BEF" w:rsidRPr="002471F3" w:rsidRDefault="00503BEF" w:rsidP="00503BEF">
      <w:pPr>
        <w:ind w:left="720"/>
      </w:pPr>
    </w:p>
    <w:p w:rsidR="00503BEF" w:rsidRDefault="00503BEF" w:rsidP="00503BEF">
      <w:pPr>
        <w:numPr>
          <w:ilvl w:val="0"/>
          <w:numId w:val="17"/>
        </w:numPr>
      </w:pPr>
      <w:r w:rsidRPr="002471F3">
        <w:rPr>
          <w:i/>
        </w:rPr>
        <w:t>Fixation</w:t>
      </w:r>
      <w:r w:rsidRPr="002471F3">
        <w:t xml:space="preserve">:  the fixation requirement in many national copyright laws prevents intangible and oral expressions of culture, such as tales, dances or songs, from </w:t>
      </w:r>
      <w:proofErr w:type="gramStart"/>
      <w:r w:rsidRPr="002471F3">
        <w:t>being protected</w:t>
      </w:r>
      <w:proofErr w:type="gramEnd"/>
      <w:r w:rsidRPr="002471F3">
        <w:t xml:space="preserve">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503BEF" w:rsidRPr="002471F3" w:rsidRDefault="00503BEF" w:rsidP="00503BEF">
      <w:pPr>
        <w:ind w:left="720"/>
      </w:pPr>
    </w:p>
    <w:p w:rsidR="00503BEF" w:rsidRDefault="00503BEF" w:rsidP="00503BEF">
      <w:pPr>
        <w:numPr>
          <w:ilvl w:val="0"/>
          <w:numId w:val="17"/>
        </w:numPr>
      </w:pPr>
      <w:r w:rsidRPr="002471F3">
        <w:rPr>
          <w:i/>
        </w:rPr>
        <w:t>Term of protection</w:t>
      </w:r>
      <w:r w:rsidRPr="002471F3">
        <w:t xml:space="preserve">:  the limited term of protection in copyright, related rights and industrial designs protection </w:t>
      </w:r>
      <w:proofErr w:type="gramStart"/>
      <w:r w:rsidRPr="002471F3">
        <w:t>is claimed</w:t>
      </w:r>
      <w:proofErr w:type="gramEnd"/>
      <w:r w:rsidRPr="002471F3">
        <w:t xml:space="preserve">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503BEF" w:rsidRPr="002471F3" w:rsidRDefault="00503BEF" w:rsidP="00503BEF">
      <w:pPr>
        <w:ind w:left="720"/>
      </w:pPr>
    </w:p>
    <w:p w:rsidR="00503BEF" w:rsidRDefault="00503BEF" w:rsidP="00503BEF">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503BEF" w:rsidRPr="002471F3" w:rsidRDefault="00503BEF" w:rsidP="00503BEF">
      <w:pPr>
        <w:ind w:left="720"/>
      </w:pPr>
    </w:p>
    <w:p w:rsidR="00503BEF" w:rsidRPr="002471F3" w:rsidRDefault="00503BEF" w:rsidP="00503BEF">
      <w:pPr>
        <w:numPr>
          <w:ilvl w:val="0"/>
          <w:numId w:val="17"/>
        </w:numPr>
      </w:pPr>
      <w:r w:rsidRPr="002471F3">
        <w:rPr>
          <w:i/>
        </w:rPr>
        <w:t>Exceptions and limitations:</w:t>
      </w:r>
      <w:r w:rsidRPr="002471F3">
        <w:t xml:space="preserve">  aside from the limited term of protection for most forms of IP, it </w:t>
      </w:r>
      <w:proofErr w:type="gramStart"/>
      <w:r w:rsidRPr="002471F3">
        <w:t>has been argued</w:t>
      </w:r>
      <w:proofErr w:type="gramEnd"/>
      <w:r w:rsidRPr="002471F3">
        <w:t xml:space="preserve">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w:t>
      </w:r>
      <w:r w:rsidRPr="002471F3">
        <w:lastRenderedPageBreak/>
        <w:t xml:space="preserve">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503BEF" w:rsidRPr="002471F3" w:rsidRDefault="00503BEF" w:rsidP="00503BEF">
      <w:pPr>
        <w:numPr>
          <w:ilvl w:val="0"/>
          <w:numId w:val="17"/>
        </w:numPr>
      </w:pPr>
      <w:r w:rsidRPr="002471F3">
        <w:rPr>
          <w:i/>
        </w:rPr>
        <w:t>Defensive protection</w:t>
      </w:r>
      <w:r w:rsidRPr="002471F3">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2" w:name="_Toc199928120"/>
      <w:bookmarkStart w:id="43" w:name="_Toc200178800"/>
    </w:p>
    <w:p w:rsidR="00503BEF" w:rsidRPr="002471F3" w:rsidRDefault="00503BEF" w:rsidP="00503BEF"/>
    <w:p w:rsidR="00503BEF" w:rsidRPr="002471F3" w:rsidRDefault="00503BEF" w:rsidP="00503BEF">
      <w:pPr>
        <w:rPr>
          <w:i/>
        </w:rPr>
      </w:pPr>
      <w:r w:rsidRPr="002471F3">
        <w:rPr>
          <w:i/>
        </w:rPr>
        <w:t>Gaps not directly addressed</w:t>
      </w:r>
      <w:bookmarkEnd w:id="42"/>
      <w:bookmarkEnd w:id="43"/>
      <w:r w:rsidRPr="002471F3">
        <w:rPr>
          <w:i/>
        </w:rPr>
        <w:t xml:space="preserve"> in this analysis</w:t>
      </w:r>
    </w:p>
    <w:p w:rsidR="00503BEF" w:rsidRPr="002471F3" w:rsidRDefault="00503BEF" w:rsidP="00503BEF"/>
    <w:p w:rsidR="00503BEF" w:rsidRPr="002471F3" w:rsidRDefault="00503BEF" w:rsidP="00503BEF">
      <w:pPr>
        <w:numPr>
          <w:ilvl w:val="0"/>
          <w:numId w:val="36"/>
        </w:numPr>
        <w:tabs>
          <w:tab w:val="left" w:pos="0"/>
        </w:tabs>
        <w:ind w:left="0" w:firstLine="0"/>
        <w:contextualSpacing/>
      </w:pPr>
      <w:r w:rsidRPr="002471F3">
        <w:rPr>
          <w:i/>
        </w:rPr>
        <w:t>Conceptual divide</w:t>
      </w:r>
      <w:r w:rsidRPr="002471F3">
        <w:t xml:space="preserve">:  The suggested focus on these specific and technical perceived shortcomings in existing IP systems </w:t>
      </w:r>
      <w:proofErr w:type="gramStart"/>
      <w:r w:rsidRPr="002471F3">
        <w:t>is not intended</w:t>
      </w:r>
      <w:proofErr w:type="gramEnd"/>
      <w:r w:rsidRPr="002471F3">
        <w:t xml:space="preserve">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w:t>
      </w:r>
      <w:proofErr w:type="gramStart"/>
      <w:r w:rsidRPr="002471F3">
        <w:t>has been stated</w:t>
      </w:r>
      <w:proofErr w:type="gramEnd"/>
      <w:r w:rsidRPr="002471F3">
        <w:t xml:space="preserve">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503BEF" w:rsidRPr="002471F3" w:rsidRDefault="00503BEF" w:rsidP="00503BEF">
      <w:pPr>
        <w:tabs>
          <w:tab w:val="left" w:pos="0"/>
        </w:tabs>
        <w:contextualSpacing/>
      </w:pPr>
    </w:p>
    <w:p w:rsidR="00503BEF" w:rsidRPr="002471F3" w:rsidRDefault="00503BEF" w:rsidP="00503BEF">
      <w:pPr>
        <w:numPr>
          <w:ilvl w:val="0"/>
          <w:numId w:val="36"/>
        </w:numPr>
        <w:tabs>
          <w:tab w:val="left" w:pos="0"/>
        </w:tabs>
        <w:ind w:left="0" w:firstLine="0"/>
        <w:contextualSpacing/>
      </w:pPr>
      <w:r w:rsidRPr="002471F3">
        <w:t xml:space="preserve">This analysis cannot fully address let alone offer solutions for these more fundamental differences.  The copyright system </w:t>
      </w:r>
      <w:proofErr w:type="gramStart"/>
      <w:r w:rsidRPr="002471F3">
        <w:t>is intended</w:t>
      </w:r>
      <w:proofErr w:type="gramEnd"/>
      <w:r w:rsidRPr="002471F3">
        <w:t xml:space="preserve">, in essence, to permit the commercial exploitation of creative works in as fair and balanced a manner as possible.  On the other hand, many TCEs </w:t>
      </w:r>
      <w:proofErr w:type="gramStart"/>
      <w:r w:rsidRPr="002471F3">
        <w:t>are created</w:t>
      </w:r>
      <w:proofErr w:type="gramEnd"/>
      <w:r w:rsidRPr="002471F3">
        <w:t xml:space="preserve"> primarily for spiritual and religious purposes and not to reach as broad a public as possible.  </w:t>
      </w:r>
      <w:proofErr w:type="gramStart"/>
      <w:r w:rsidRPr="002471F3">
        <w:t>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w:t>
      </w:r>
      <w:proofErr w:type="gramEnd"/>
      <w:r w:rsidRPr="002471F3">
        <w:t xml:space="preserve">  The UN Declaration on the Rights of Indigenous Peoples </w:t>
      </w:r>
      <w:proofErr w:type="gramStart"/>
      <w:r w:rsidRPr="002471F3">
        <w:t>has been cited</w:t>
      </w:r>
      <w:proofErr w:type="gramEnd"/>
      <w:r w:rsidRPr="002471F3">
        <w:t xml:space="preserve"> as a source that reflects the aspirations of indigenous peoples in this regard.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proofErr w:type="gramStart"/>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w:t>
      </w:r>
      <w:proofErr w:type="gramEnd"/>
      <w:r w:rsidRPr="002471F3">
        <w:t xml:space="preserve">  </w:t>
      </w:r>
      <w:proofErr w:type="spellStart"/>
      <w:r w:rsidRPr="002471F3">
        <w:t>Janke</w:t>
      </w:r>
      <w:proofErr w:type="spellEnd"/>
      <w:r w:rsidRPr="002471F3">
        <w:t xml:space="preserve"> in her studies for WIPO testifies to these operational obstacles, for example, in her chapter on “Use of Trade Marks to Protect Traditional Cultural Expressions”.  Numerous suggestions </w:t>
      </w:r>
      <w:proofErr w:type="gramStart"/>
      <w:r w:rsidRPr="002471F3">
        <w:t>have been made</w:t>
      </w:r>
      <w:proofErr w:type="gramEnd"/>
      <w:r w:rsidRPr="002471F3">
        <w:t xml:space="preserv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rPr>
          <w:bCs/>
        </w:rPr>
      </w:pPr>
      <w:r w:rsidRPr="002471F3">
        <w:rPr>
          <w:i/>
        </w:rPr>
        <w:t>Shared TCEs</w:t>
      </w:r>
      <w:r w:rsidRPr="002471F3">
        <w:t xml:space="preserve">:  Third, a significant and recurring problem with regard to the protection of TCEs is locating ownership of TCEs that </w:t>
      </w:r>
      <w:proofErr w:type="gramStart"/>
      <w:r w:rsidRPr="002471F3">
        <w:t>are shared</w:t>
      </w:r>
      <w:proofErr w:type="gramEnd"/>
      <w:r w:rsidRPr="002471F3">
        <w:t xml:space="preserve"> by more than one community either in the same national territory or in different territories.  Options for addressing this issue include co</w:t>
      </w:r>
      <w:r w:rsidRPr="002471F3">
        <w:noBreakHyphen/>
        <w:t xml:space="preserve">ownership of rights and allowing communities separately to hold rights in the same or similar TCEs.  Emphasis </w:t>
      </w:r>
      <w:proofErr w:type="gramStart"/>
      <w:r w:rsidRPr="002471F3">
        <w:t>has been placed</w:t>
      </w:r>
      <w:proofErr w:type="gramEnd"/>
      <w:r w:rsidRPr="002471F3">
        <w:t xml:space="preserve">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sidRPr="002471F3">
        <w:rPr>
          <w:i/>
        </w:rPr>
        <w:t>Gaps inherent in IP systems</w:t>
      </w:r>
      <w:r w:rsidRPr="002471F3">
        <w:t>:  Finally, there is an attempt to highlight both (</w:t>
      </w:r>
      <w:proofErr w:type="spellStart"/>
      <w:r w:rsidRPr="002471F3">
        <w:t>i</w:t>
      </w:r>
      <w:proofErr w:type="spellEnd"/>
      <w:r w:rsidRPr="002471F3">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w:t>
      </w:r>
      <w:proofErr w:type="gramStart"/>
      <w:r w:rsidRPr="002471F3">
        <w:rPr>
          <w:bCs/>
        </w:rPr>
        <w:t>need not necessarily be considered</w:t>
      </w:r>
      <w:proofErr w:type="gramEnd"/>
      <w:r w:rsidRPr="002471F3">
        <w:rPr>
          <w:bCs/>
        </w:rPr>
        <w:t xml:space="preserve"> a misappropriation, especially if the source of the TCE is acknowledged.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w:t>
      </w:r>
      <w:proofErr w:type="gramStart"/>
      <w:r w:rsidRPr="002471F3">
        <w:t>however and have been discussed by the Committee</w:t>
      </w:r>
      <w:proofErr w:type="gramEnd"/>
      <w:r w:rsidRPr="002471F3">
        <w:t xml:space="preserve"> and could be discussed further. </w:t>
      </w:r>
    </w:p>
    <w:p w:rsidR="00503BEF" w:rsidRPr="002471F3" w:rsidRDefault="00503BEF" w:rsidP="00503BEF">
      <w:pPr>
        <w:tabs>
          <w:tab w:val="left" w:pos="0"/>
        </w:tabs>
      </w:pPr>
    </w:p>
    <w:p w:rsidR="00503BEF" w:rsidRPr="002471F3" w:rsidRDefault="00503BEF" w:rsidP="00503BEF">
      <w:pPr>
        <w:tabs>
          <w:tab w:val="left" w:pos="0"/>
        </w:tabs>
        <w:rPr>
          <w:i/>
        </w:rPr>
      </w:pPr>
      <w:r w:rsidRPr="002471F3">
        <w:rPr>
          <w:i/>
        </w:rPr>
        <w:t>Gaps in the context of a tiered approach to scope of protection</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w:t>
      </w:r>
      <w:proofErr w:type="gramStart"/>
      <w:r w:rsidRPr="002471F3">
        <w:t>general public</w:t>
      </w:r>
      <w:proofErr w:type="gramEnd"/>
      <w:r w:rsidRPr="002471F3">
        <w:t xml:space="preserve"> to TCEs that are secret, sacred or not known outside the community and controlled by the beneficiaries.  For example, it posits that exclusive economic rights might be appropriate for some forms of TCEs (for instance, secret and sacred TCEs), whereas a moral rights-based model </w:t>
      </w:r>
      <w:proofErr w:type="gramStart"/>
      <w:r w:rsidRPr="002471F3">
        <w:t>might, for example, be</w:t>
      </w:r>
      <w:proofErr w:type="gramEnd"/>
      <w:r w:rsidRPr="002471F3">
        <w:t xml:space="preserve"> appropriate for TCEs that are publicly available or widely known but still attributable to specific indigenous peoples and local communities.  </w:t>
      </w:r>
    </w:p>
    <w:p w:rsidR="00503BEF" w:rsidRPr="002471F3" w:rsidRDefault="00503BEF" w:rsidP="00503BEF">
      <w:pPr>
        <w:tabs>
          <w:tab w:val="left" w:pos="0"/>
        </w:tabs>
        <w:contextualSpacing/>
      </w:pPr>
    </w:p>
    <w:p w:rsidR="00503BEF" w:rsidRPr="002471F3" w:rsidRDefault="00503BEF" w:rsidP="00503BEF">
      <w:pPr>
        <w:numPr>
          <w:ilvl w:val="0"/>
          <w:numId w:val="36"/>
        </w:numPr>
        <w:tabs>
          <w:tab w:val="left" w:pos="0"/>
        </w:tabs>
        <w:ind w:left="0" w:firstLine="0"/>
        <w:contextualSpacing/>
      </w:pPr>
      <w:proofErr w:type="gramStart"/>
      <w:r w:rsidRPr="002471F3">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w:t>
      </w:r>
      <w:proofErr w:type="gramEnd"/>
      <w:r w:rsidRPr="002471F3">
        <w:t xml:space="preserve"> </w:t>
      </w:r>
    </w:p>
    <w:p w:rsidR="00503BEF" w:rsidRPr="002471F3" w:rsidRDefault="00503BEF" w:rsidP="00503BEF">
      <w:pPr>
        <w:tabs>
          <w:tab w:val="left" w:pos="0"/>
        </w:tabs>
      </w:pPr>
    </w:p>
    <w:p w:rsidR="00503BEF" w:rsidRPr="002471F3" w:rsidRDefault="00503BEF" w:rsidP="00503BEF">
      <w:pPr>
        <w:tabs>
          <w:tab w:val="left" w:pos="0"/>
        </w:tabs>
        <w:rPr>
          <w:bCs/>
          <w:i/>
          <w:iCs/>
          <w:u w:val="single"/>
        </w:rPr>
      </w:pPr>
      <w:bookmarkStart w:id="44" w:name="_Toc211250716"/>
      <w:r w:rsidRPr="002471F3">
        <w:rPr>
          <w:bCs/>
          <w:i/>
          <w:iCs/>
          <w:u w:val="single"/>
        </w:rPr>
        <w:t>Summary</w:t>
      </w:r>
      <w:bookmarkEnd w:id="44"/>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sidRPr="002471F3">
        <w:t xml:space="preserve">The table below summarizes the structure of this analysis as suggested above.  This methodical approach </w:t>
      </w:r>
      <w:proofErr w:type="gramStart"/>
      <w:r w:rsidRPr="002471F3">
        <w:t>has been adopted</w:t>
      </w:r>
      <w:proofErr w:type="gramEnd"/>
      <w:r w:rsidRPr="002471F3">
        <w:t xml:space="preserve"> to facilitate the preparation and reading of this analysis.  However, in practice, the issues rarely arise in such a disaggregated and “neat” way.  It </w:t>
      </w:r>
      <w:proofErr w:type="gramStart"/>
      <w:r w:rsidRPr="002471F3">
        <w:t>may also be considered</w:t>
      </w:r>
      <w:proofErr w:type="gramEnd"/>
      <w:r w:rsidRPr="002471F3">
        <w:t xml:space="preserve"> how extensively communities do or are able to take advantage of individual options that may exist within current IP systems.  Furthermore, TCEs </w:t>
      </w:r>
      <w:proofErr w:type="gramStart"/>
      <w:r w:rsidRPr="002471F3">
        <w:t>are often closely bound up</w:t>
      </w:r>
      <w:proofErr w:type="gramEnd"/>
      <w:r w:rsidRPr="002471F3">
        <w:t xml:space="preserve"> with forms of TK (see WIPO/GRTKF/IC/37/6)).  The approach taken is, therefore, somewhat artificial when measured against what does or may happen in practice.  However, it </w:t>
      </w:r>
      <w:proofErr w:type="gramStart"/>
      <w:r w:rsidRPr="002471F3">
        <w:t xml:space="preserve">is </w:t>
      </w:r>
      <w:r w:rsidRPr="002471F3">
        <w:lastRenderedPageBreak/>
        <w:t>suggested</w:t>
      </w:r>
      <w:proofErr w:type="gramEnd"/>
      <w:r w:rsidRPr="002471F3">
        <w:t xml:space="preserve"> that such a methodical and structured approach may facilitate the discussions of the IGC.</w:t>
      </w:r>
    </w:p>
    <w:p w:rsidR="00503BEF" w:rsidRPr="002471F3" w:rsidRDefault="00503BEF" w:rsidP="00503B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503BEF" w:rsidRPr="002471F3" w:rsidTr="007D6ED6">
        <w:tc>
          <w:tcPr>
            <w:tcW w:w="2808" w:type="dxa"/>
            <w:shd w:val="clear" w:color="auto" w:fill="CCCCCC"/>
          </w:tcPr>
          <w:p w:rsidR="00503BEF" w:rsidRPr="002471F3" w:rsidRDefault="00503BEF" w:rsidP="007D6ED6">
            <w:pPr>
              <w:rPr>
                <w:b/>
                <w:bCs/>
              </w:rPr>
            </w:pPr>
            <w:r w:rsidRPr="002471F3">
              <w:rPr>
                <w:b/>
                <w:bCs/>
              </w:rPr>
              <w:t>TCE subject matter:</w:t>
            </w:r>
          </w:p>
          <w:p w:rsidR="00503BEF" w:rsidRPr="002471F3" w:rsidRDefault="00503BEF" w:rsidP="007D6ED6">
            <w:pPr>
              <w:rPr>
                <w:b/>
                <w:bCs/>
              </w:rPr>
            </w:pPr>
          </w:p>
        </w:tc>
        <w:tc>
          <w:tcPr>
            <w:tcW w:w="3510" w:type="dxa"/>
            <w:shd w:val="clear" w:color="auto" w:fill="CCCCCC"/>
          </w:tcPr>
          <w:p w:rsidR="00503BEF" w:rsidRPr="002471F3" w:rsidRDefault="00503BEF" w:rsidP="007D6ED6">
            <w:pPr>
              <w:rPr>
                <w:b/>
                <w:bCs/>
              </w:rPr>
            </w:pPr>
            <w:r w:rsidRPr="002471F3">
              <w:rPr>
                <w:b/>
                <w:bCs/>
              </w:rPr>
              <w:t>Desired protection:</w:t>
            </w:r>
          </w:p>
        </w:tc>
        <w:tc>
          <w:tcPr>
            <w:tcW w:w="2910" w:type="dxa"/>
            <w:shd w:val="clear" w:color="auto" w:fill="CCCCCC"/>
          </w:tcPr>
          <w:p w:rsidR="00503BEF" w:rsidRPr="002471F3" w:rsidRDefault="00503BEF" w:rsidP="007D6ED6">
            <w:pPr>
              <w:rPr>
                <w:b/>
                <w:bCs/>
              </w:rPr>
            </w:pPr>
            <w:r w:rsidRPr="002471F3">
              <w:rPr>
                <w:b/>
                <w:bCs/>
              </w:rPr>
              <w:t>Perceived shortcomings:</w:t>
            </w:r>
          </w:p>
        </w:tc>
      </w:tr>
      <w:tr w:rsidR="00503BEF" w:rsidRPr="002471F3" w:rsidTr="007D6ED6">
        <w:tc>
          <w:tcPr>
            <w:tcW w:w="2808" w:type="dxa"/>
            <w:shd w:val="clear" w:color="auto" w:fill="CCCCCC"/>
          </w:tcPr>
          <w:p w:rsidR="00503BEF" w:rsidRPr="002471F3" w:rsidRDefault="00503BEF" w:rsidP="007D6ED6">
            <w:pPr>
              <w:numPr>
                <w:ilvl w:val="0"/>
                <w:numId w:val="7"/>
              </w:numPr>
              <w:tabs>
                <w:tab w:val="clear" w:pos="567"/>
              </w:tabs>
              <w:ind w:left="360" w:hanging="360"/>
            </w:pPr>
            <w:r w:rsidRPr="002471F3">
              <w:t>literary and artistic productions such as traditional music and visual art</w:t>
            </w:r>
          </w:p>
          <w:p w:rsidR="00503BEF" w:rsidRPr="002471F3" w:rsidRDefault="00503BEF" w:rsidP="007D6ED6">
            <w:pPr>
              <w:numPr>
                <w:ilvl w:val="0"/>
                <w:numId w:val="7"/>
              </w:numPr>
              <w:tabs>
                <w:tab w:val="clear" w:pos="567"/>
              </w:tabs>
              <w:ind w:left="360" w:hanging="360"/>
            </w:pPr>
            <w:r w:rsidRPr="002471F3">
              <w:t>performances of TCEs</w:t>
            </w:r>
          </w:p>
          <w:p w:rsidR="00503BEF" w:rsidRPr="002471F3" w:rsidRDefault="00503BEF" w:rsidP="007D6ED6">
            <w:pPr>
              <w:numPr>
                <w:ilvl w:val="0"/>
                <w:numId w:val="7"/>
              </w:numPr>
              <w:tabs>
                <w:tab w:val="clear" w:pos="567"/>
              </w:tabs>
              <w:ind w:left="360" w:hanging="360"/>
            </w:pPr>
            <w:r w:rsidRPr="002471F3">
              <w:t>designs</w:t>
            </w:r>
          </w:p>
          <w:p w:rsidR="00503BEF" w:rsidRPr="002471F3" w:rsidRDefault="00503BEF" w:rsidP="007D6ED6">
            <w:pPr>
              <w:numPr>
                <w:ilvl w:val="0"/>
                <w:numId w:val="7"/>
              </w:numPr>
              <w:tabs>
                <w:tab w:val="clear" w:pos="567"/>
              </w:tabs>
              <w:ind w:left="360" w:hanging="360"/>
            </w:pPr>
            <w:r w:rsidRPr="002471F3">
              <w:t xml:space="preserve">secret TCEs </w:t>
            </w:r>
          </w:p>
          <w:p w:rsidR="00503BEF" w:rsidRPr="002471F3" w:rsidRDefault="00503BEF" w:rsidP="007D6ED6">
            <w:pPr>
              <w:numPr>
                <w:ilvl w:val="0"/>
                <w:numId w:val="7"/>
              </w:numPr>
              <w:tabs>
                <w:tab w:val="clear" w:pos="567"/>
              </w:tabs>
              <w:ind w:left="360" w:hanging="360"/>
            </w:pPr>
            <w:r w:rsidRPr="002471F3">
              <w:t>indigenous and traditional names, words and symbols</w:t>
            </w:r>
          </w:p>
        </w:tc>
        <w:tc>
          <w:tcPr>
            <w:tcW w:w="3510" w:type="dxa"/>
            <w:shd w:val="clear" w:color="auto" w:fill="CCCCCC"/>
          </w:tcPr>
          <w:p w:rsidR="00503BEF" w:rsidRPr="002471F3" w:rsidRDefault="00503BEF" w:rsidP="007D6ED6">
            <w:pPr>
              <w:numPr>
                <w:ilvl w:val="0"/>
                <w:numId w:val="8"/>
              </w:numPr>
              <w:tabs>
                <w:tab w:val="clear" w:pos="567"/>
              </w:tabs>
              <w:ind w:left="413" w:hanging="360"/>
            </w:pPr>
            <w:r w:rsidRPr="002471F3">
              <w:t>protection of TCEs against unauthorized use</w:t>
            </w:r>
          </w:p>
          <w:p w:rsidR="00503BEF" w:rsidRPr="002471F3" w:rsidRDefault="00503BEF" w:rsidP="007D6ED6">
            <w:pPr>
              <w:numPr>
                <w:ilvl w:val="0"/>
                <w:numId w:val="8"/>
              </w:numPr>
              <w:tabs>
                <w:tab w:val="clear" w:pos="567"/>
              </w:tabs>
              <w:ind w:left="413" w:hanging="360"/>
            </w:pPr>
            <w:r w:rsidRPr="002471F3">
              <w:t>prevention of insulting, derogatory and/or culturally and spiritually offensive uses of TCEs</w:t>
            </w:r>
          </w:p>
          <w:p w:rsidR="00503BEF" w:rsidRPr="002471F3" w:rsidRDefault="00503BEF" w:rsidP="007D6ED6">
            <w:pPr>
              <w:numPr>
                <w:ilvl w:val="0"/>
                <w:numId w:val="8"/>
              </w:numPr>
              <w:tabs>
                <w:tab w:val="clear" w:pos="567"/>
              </w:tabs>
              <w:ind w:left="413" w:hanging="360"/>
            </w:pPr>
            <w:r w:rsidRPr="002471F3">
              <w:t>prevention of false and misleading claims to authenticity and origin</w:t>
            </w:r>
          </w:p>
          <w:p w:rsidR="00503BEF" w:rsidRPr="002471F3" w:rsidRDefault="00503BEF" w:rsidP="007D6ED6">
            <w:pPr>
              <w:numPr>
                <w:ilvl w:val="0"/>
                <w:numId w:val="8"/>
              </w:numPr>
              <w:tabs>
                <w:tab w:val="clear" w:pos="567"/>
              </w:tabs>
              <w:ind w:left="413" w:hanging="360"/>
            </w:pPr>
            <w:r w:rsidRPr="002471F3">
              <w:t>the failure to acknowledge source when TCEs are used</w:t>
            </w:r>
          </w:p>
          <w:p w:rsidR="00503BEF" w:rsidRPr="002471F3" w:rsidRDefault="00503BEF" w:rsidP="007D6ED6">
            <w:pPr>
              <w:numPr>
                <w:ilvl w:val="0"/>
                <w:numId w:val="8"/>
              </w:numPr>
              <w:tabs>
                <w:tab w:val="clear" w:pos="567"/>
              </w:tabs>
              <w:ind w:left="413" w:hanging="360"/>
            </w:pPr>
            <w:r w:rsidRPr="002471F3">
              <w:t>defensive protection of TCEs</w:t>
            </w:r>
          </w:p>
          <w:p w:rsidR="00503BEF" w:rsidRPr="002471F3" w:rsidRDefault="00503BEF" w:rsidP="007D6ED6">
            <w:pPr>
              <w:numPr>
                <w:ilvl w:val="0"/>
                <w:numId w:val="8"/>
              </w:numPr>
              <w:tabs>
                <w:tab w:val="clear" w:pos="567"/>
              </w:tabs>
              <w:ind w:left="413" w:hanging="360"/>
            </w:pPr>
            <w:r w:rsidRPr="002471F3">
              <w:t>unauthorized disclosure of confidential or secret TCEs</w:t>
            </w:r>
          </w:p>
          <w:p w:rsidR="00503BEF" w:rsidRPr="002471F3" w:rsidRDefault="00503BEF" w:rsidP="007D6ED6">
            <w:pPr>
              <w:ind w:left="254"/>
            </w:pPr>
          </w:p>
        </w:tc>
        <w:tc>
          <w:tcPr>
            <w:tcW w:w="2910" w:type="dxa"/>
            <w:shd w:val="clear" w:color="auto" w:fill="CCCCCC"/>
          </w:tcPr>
          <w:p w:rsidR="00503BEF" w:rsidRPr="002471F3" w:rsidRDefault="00503BEF" w:rsidP="007D6ED6">
            <w:pPr>
              <w:numPr>
                <w:ilvl w:val="1"/>
                <w:numId w:val="7"/>
              </w:numPr>
              <w:ind w:left="432" w:hanging="450"/>
            </w:pPr>
            <w:r w:rsidRPr="002471F3">
              <w:t>the originality requirement</w:t>
            </w:r>
          </w:p>
          <w:p w:rsidR="00503BEF" w:rsidRPr="002471F3" w:rsidRDefault="00503BEF" w:rsidP="007D6ED6">
            <w:pPr>
              <w:numPr>
                <w:ilvl w:val="1"/>
                <w:numId w:val="7"/>
              </w:numPr>
              <w:ind w:left="432" w:hanging="450"/>
            </w:pPr>
            <w:r w:rsidRPr="002471F3">
              <w:t>ownership</w:t>
            </w:r>
          </w:p>
          <w:p w:rsidR="00503BEF" w:rsidRPr="002471F3" w:rsidRDefault="00503BEF" w:rsidP="007D6ED6">
            <w:pPr>
              <w:numPr>
                <w:ilvl w:val="1"/>
                <w:numId w:val="7"/>
              </w:numPr>
              <w:ind w:left="432" w:hanging="450"/>
            </w:pPr>
            <w:r w:rsidRPr="002471F3">
              <w:t>fixation</w:t>
            </w:r>
          </w:p>
          <w:p w:rsidR="00503BEF" w:rsidRPr="002471F3" w:rsidRDefault="00503BEF" w:rsidP="007D6ED6">
            <w:pPr>
              <w:numPr>
                <w:ilvl w:val="1"/>
                <w:numId w:val="7"/>
              </w:numPr>
              <w:ind w:left="432" w:hanging="450"/>
            </w:pPr>
            <w:r w:rsidRPr="002471F3">
              <w:t>term</w:t>
            </w:r>
          </w:p>
          <w:p w:rsidR="00503BEF" w:rsidRPr="002471F3" w:rsidRDefault="00503BEF" w:rsidP="007D6ED6">
            <w:pPr>
              <w:numPr>
                <w:ilvl w:val="0"/>
                <w:numId w:val="7"/>
              </w:numPr>
              <w:ind w:left="432" w:hanging="450"/>
            </w:pPr>
            <w:r w:rsidRPr="002471F3">
              <w:t>formalities</w:t>
            </w:r>
          </w:p>
          <w:p w:rsidR="00503BEF" w:rsidRPr="002471F3" w:rsidRDefault="00503BEF" w:rsidP="007D6ED6">
            <w:pPr>
              <w:numPr>
                <w:ilvl w:val="0"/>
                <w:numId w:val="7"/>
              </w:numPr>
              <w:ind w:left="432" w:hanging="450"/>
            </w:pPr>
            <w:r w:rsidRPr="002471F3">
              <w:t>exceptions and limitations</w:t>
            </w:r>
          </w:p>
          <w:p w:rsidR="00503BEF" w:rsidRPr="002471F3" w:rsidRDefault="00503BEF" w:rsidP="007D6ED6">
            <w:pPr>
              <w:numPr>
                <w:ilvl w:val="0"/>
                <w:numId w:val="8"/>
              </w:numPr>
              <w:ind w:left="432" w:hanging="450"/>
            </w:pPr>
            <w:r w:rsidRPr="002471F3">
              <w:t>defensive protection</w:t>
            </w:r>
          </w:p>
        </w:tc>
      </w:tr>
    </w:tbl>
    <w:p w:rsidR="00503BEF" w:rsidRPr="002471F3" w:rsidRDefault="00503BEF" w:rsidP="00503BEF"/>
    <w:p w:rsidR="00503BEF" w:rsidRPr="002471F3" w:rsidRDefault="00503BEF" w:rsidP="00503BEF">
      <w:bookmarkStart w:id="45" w:name="_Toc199928123"/>
      <w:bookmarkStart w:id="46" w:name="_Toc200178801"/>
      <w:bookmarkStart w:id="47" w:name="_Toc211250717"/>
      <w:r w:rsidRPr="002471F3">
        <w:t>III.</w:t>
      </w:r>
      <w:r w:rsidRPr="002471F3">
        <w:tab/>
        <w:t>THE ANALYSIS</w:t>
      </w:r>
      <w:bookmarkEnd w:id="45"/>
      <w:bookmarkEnd w:id="46"/>
      <w:bookmarkEnd w:id="47"/>
    </w:p>
    <w:p w:rsidR="00503BEF" w:rsidRPr="002471F3" w:rsidRDefault="00503BEF" w:rsidP="00503BEF"/>
    <w:p w:rsidR="00503BEF" w:rsidRPr="002471F3" w:rsidRDefault="00503BEF" w:rsidP="00503BEF">
      <w:pPr>
        <w:ind w:left="630" w:hanging="630"/>
        <w:rPr>
          <w:bCs/>
          <w:i/>
          <w:iCs/>
        </w:rPr>
      </w:pPr>
      <w:bookmarkStart w:id="48" w:name="_Toc200178802"/>
      <w:bookmarkStart w:id="49"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w:t>
      </w:r>
      <w:proofErr w:type="spellStart"/>
      <w:r w:rsidRPr="002471F3">
        <w:rPr>
          <w:bCs/>
          <w:i/>
          <w:iCs/>
          <w:u w:val="single"/>
        </w:rPr>
        <w:t>EoFs</w:t>
      </w:r>
      <w:bookmarkEnd w:id="48"/>
      <w:bookmarkEnd w:id="49"/>
      <w:proofErr w:type="spellEnd"/>
    </w:p>
    <w:p w:rsidR="00503BEF" w:rsidRPr="002471F3" w:rsidRDefault="00503BEF" w:rsidP="00503BEF"/>
    <w:p w:rsidR="00503BEF" w:rsidRPr="002471F3" w:rsidRDefault="00503BEF" w:rsidP="00503BEF">
      <w:pPr>
        <w:rPr>
          <w:i/>
          <w:u w:val="single"/>
        </w:rPr>
      </w:pPr>
      <w:bookmarkStart w:id="50" w:name="_Toc199928124"/>
      <w:bookmarkStart w:id="51" w:name="_Toc200178803"/>
      <w:bookmarkStart w:id="52" w:name="_Toc211250719"/>
      <w:r w:rsidRPr="002471F3">
        <w:rPr>
          <w:i/>
        </w:rPr>
        <w:t>Literary and artistic productions</w:t>
      </w:r>
      <w:bookmarkEnd w:id="50"/>
      <w:bookmarkEnd w:id="51"/>
      <w:bookmarkEnd w:id="52"/>
    </w:p>
    <w:p w:rsidR="00503BEF" w:rsidRPr="002471F3" w:rsidRDefault="00503BEF" w:rsidP="00503BEF"/>
    <w:p w:rsidR="00503BEF" w:rsidRPr="002471F3" w:rsidRDefault="00503BEF" w:rsidP="00503BEF">
      <w:pPr>
        <w:numPr>
          <w:ilvl w:val="0"/>
          <w:numId w:val="36"/>
        </w:numPr>
        <w:ind w:left="0" w:firstLine="0"/>
        <w:contextualSpacing/>
      </w:pPr>
      <w:proofErr w:type="gramStart"/>
      <w:r w:rsidRPr="002471F3">
        <w:t>Literary and artistic productions are typically protected by copyright law, embodied, at the international level in the Berne Convention, 1971, the TRIPS Agreement, 1994 and the WCT, 1996</w:t>
      </w:r>
      <w:proofErr w:type="gramEnd"/>
      <w:r w:rsidRPr="002471F3">
        <w:t xml:space="preserve">.  Therefore, in respect of </w:t>
      </w:r>
      <w:r w:rsidRPr="002471F3">
        <w:rPr>
          <w:i/>
        </w:rPr>
        <w:t>traditional</w:t>
      </w:r>
      <w:r w:rsidRPr="002471F3">
        <w:t xml:space="preserve"> literary and artistic productions, reference </w:t>
      </w:r>
      <w:proofErr w:type="gramStart"/>
      <w:r w:rsidRPr="002471F3">
        <w:t>is made</w:t>
      </w:r>
      <w:proofErr w:type="gramEnd"/>
      <w:r w:rsidRPr="002471F3">
        <w:t xml:space="preserve"> to these international instruments.</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rsidRPr="002471F3">
        <w:t>Under these instruments, the following obligations, provisions and possibilities exist to protect literary and artistic TCEs:</w:t>
      </w:r>
    </w:p>
    <w:p w:rsidR="00503BEF" w:rsidRPr="002471F3" w:rsidRDefault="00503BEF" w:rsidP="00503BEF"/>
    <w:p w:rsidR="00503BEF" w:rsidRPr="002471F3" w:rsidRDefault="00503BEF" w:rsidP="00503BEF">
      <w:pPr>
        <w:numPr>
          <w:ilvl w:val="0"/>
          <w:numId w:val="18"/>
        </w:numPr>
        <w:ind w:hanging="450"/>
      </w:pPr>
      <w:r w:rsidRPr="002471F3">
        <w:t xml:space="preserve">Traditional literary and artistic productions which are sufficiently “original” and for which the author or authors are known, may be protected as copyright works.  “Originality” </w:t>
      </w:r>
      <w:proofErr w:type="gramStart"/>
      <w:r w:rsidRPr="002471F3">
        <w:t>is not defined</w:t>
      </w:r>
      <w:proofErr w:type="gramEnd"/>
      <w:r w:rsidRPr="002471F3">
        <w:t xml:space="preserve">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w:t>
      </w:r>
      <w:r w:rsidRPr="002471F3">
        <w:lastRenderedPageBreak/>
        <w:t>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503BEF" w:rsidRPr="002471F3" w:rsidRDefault="00503BEF" w:rsidP="00503BEF">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w:t>
      </w:r>
      <w:proofErr w:type="gramStart"/>
      <w:r w:rsidRPr="002471F3">
        <w:t>TCEs which</w:t>
      </w:r>
      <w:proofErr w:type="gramEnd"/>
      <w:r w:rsidRPr="002471F3">
        <w:t xml:space="preserve"> have no identifiable author.  National legislation should designate a “competent authority” to represent the author in such cases, and other countries </w:t>
      </w:r>
      <w:proofErr w:type="gramStart"/>
      <w:r w:rsidRPr="002471F3">
        <w:t>may be notified</w:t>
      </w:r>
      <w:proofErr w:type="gramEnd"/>
      <w:r w:rsidRPr="002471F3">
        <w:t xml:space="preserve">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xml:space="preserve">, although some other countries have enacted protection based on Article 15.4.  It </w:t>
      </w:r>
      <w:proofErr w:type="gramStart"/>
      <w:r w:rsidRPr="002471F3">
        <w:t>is suggested</w:t>
      </w:r>
      <w:proofErr w:type="gramEnd"/>
      <w:r w:rsidRPr="002471F3">
        <w:t xml:space="preserve">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In other words, protection for unpublished works of unknown authors exists under the Convention</w:t>
      </w:r>
      <w:proofErr w:type="gramStart"/>
      <w:r w:rsidRPr="002471F3">
        <w:t>;  the</w:t>
      </w:r>
      <w:proofErr w:type="gramEnd"/>
      <w:r w:rsidRPr="002471F3">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w:t>
      </w:r>
      <w:proofErr w:type="gramStart"/>
      <w:r w:rsidRPr="002471F3">
        <w:t>50 year</w:t>
      </w:r>
      <w:proofErr w:type="gramEnd"/>
      <w:r w:rsidRPr="002471F3">
        <w:t xml:space="preserve"> term in the Convention is only a minimum term and Member States could in their national laws provide for a longer term (Article 7.6).  A country </w:t>
      </w:r>
      <w:proofErr w:type="gramStart"/>
      <w:r w:rsidRPr="002471F3">
        <w:t>could therefore, in theory, provide</w:t>
      </w:r>
      <w:proofErr w:type="gramEnd"/>
      <w:r w:rsidRPr="002471F3">
        <w:t xml:space="preserve"> for a hundred year or even a thousand year term for works under Article 15.4.  However, in international situations, the “comparison of terms” provision in Article 7.8 of the Convention would apply unless national legislation provides otherwise.  This means that (</w:t>
      </w:r>
      <w:proofErr w:type="spellStart"/>
      <w:r w:rsidRPr="002471F3">
        <w:t>i</w:t>
      </w:r>
      <w:proofErr w:type="spellEnd"/>
      <w:r w:rsidRPr="002471F3">
        <w:t xml:space="preserve">) the duration of protection is governed by the term in the country where protection is claimed, but (ii) if the term in that country </w:t>
      </w:r>
      <w:proofErr w:type="gramStart"/>
      <w:r w:rsidRPr="002471F3">
        <w:t>is</w:t>
      </w:r>
      <w:proofErr w:type="gramEnd"/>
      <w:r w:rsidRPr="002471F3">
        <w:t xml:space="preserve">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w:t>
      </w:r>
      <w:proofErr w:type="gramStart"/>
      <w:r w:rsidRPr="002471F3">
        <w:t>provided that</w:t>
      </w:r>
      <w:proofErr w:type="gramEnd"/>
      <w:r w:rsidRPr="002471F3">
        <w:t xml:space="preserve"> such agreements grant to authors more extensive rights than those granted by the Convention, or contain other provisions not contrary to the Convention.  Article 7.3 provides that countries </w:t>
      </w:r>
      <w:proofErr w:type="gramStart"/>
      <w:r w:rsidRPr="002471F3">
        <w:t>are</w:t>
      </w:r>
      <w:proofErr w:type="gramEnd"/>
      <w:r w:rsidRPr="002471F3">
        <w:t xml:space="preserve"> not required to protect anonymous works in respect of which it is reasonable to presume that the author has been dead for 50 years. </w:t>
      </w:r>
    </w:p>
    <w:p w:rsidR="00503BEF" w:rsidRPr="002471F3" w:rsidRDefault="00503BEF" w:rsidP="00503BEF">
      <w:pPr>
        <w:ind w:left="990" w:hanging="450"/>
      </w:pPr>
    </w:p>
    <w:p w:rsidR="00503BEF" w:rsidRPr="002471F3" w:rsidRDefault="00503BEF" w:rsidP="00503BEF">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can be protected as compilations and databases.  In addition, in some jurisdictions, there is special </w:t>
      </w:r>
      <w:r w:rsidRPr="002471F3">
        <w:rPr>
          <w:i/>
        </w:rPr>
        <w:t>sui generis</w:t>
      </w:r>
      <w:r w:rsidRPr="002471F3">
        <w:t xml:space="preserve"> protection for databases.  See also under “Registers and databases” below.</w:t>
      </w:r>
    </w:p>
    <w:p w:rsidR="00503BEF" w:rsidRDefault="00503BEF" w:rsidP="00503BEF">
      <w:r>
        <w:br w:type="page"/>
      </w:r>
    </w:p>
    <w:p w:rsidR="00503BEF" w:rsidRPr="002471F3" w:rsidRDefault="00503BEF" w:rsidP="00503BEF">
      <w:pPr>
        <w:numPr>
          <w:ilvl w:val="0"/>
          <w:numId w:val="36"/>
        </w:numPr>
        <w:ind w:left="0" w:firstLine="0"/>
        <w:contextualSpacing/>
      </w:pPr>
      <w:r w:rsidRPr="002471F3">
        <w:lastRenderedPageBreak/>
        <w:t xml:space="preserve">For all these works protected as copyright ((a) to (c), above): </w:t>
      </w:r>
    </w:p>
    <w:p w:rsidR="00503BEF" w:rsidRPr="002471F3" w:rsidRDefault="00503BEF" w:rsidP="00503BEF"/>
    <w:p w:rsidR="00503BEF" w:rsidRPr="002471F3" w:rsidRDefault="00503BEF" w:rsidP="00503BEF">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503BEF" w:rsidRPr="002471F3" w:rsidRDefault="00503BEF" w:rsidP="00503BEF">
      <w:pPr>
        <w:tabs>
          <w:tab w:val="num" w:pos="1080"/>
          <w:tab w:val="left" w:pos="1170"/>
        </w:tabs>
        <w:ind w:left="990" w:hanging="450"/>
      </w:pPr>
    </w:p>
    <w:p w:rsidR="00503BEF" w:rsidRPr="002471F3" w:rsidRDefault="00503BEF" w:rsidP="00503BEF">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will be published or disclosed).  Moral rights are considered by many to be particularly useful for TCEs. </w:t>
      </w:r>
    </w:p>
    <w:p w:rsidR="00503BEF" w:rsidRPr="002471F3" w:rsidRDefault="00503BEF" w:rsidP="00503BEF">
      <w:pPr>
        <w:tabs>
          <w:tab w:val="num" w:pos="1080"/>
          <w:tab w:val="left" w:pos="1170"/>
        </w:tabs>
        <w:ind w:left="1080" w:hanging="540"/>
      </w:pPr>
    </w:p>
    <w:p w:rsidR="00503BEF" w:rsidRPr="002471F3" w:rsidRDefault="00503BEF" w:rsidP="00503BEF">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rsidRPr="002471F3">
        <w:t xml:space="preserve">There are no formalities attached to copyright protection.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on the basis of “national treatment.” </w:t>
      </w:r>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It should be noted that in many jurisdictions recordings of TCEs such as music are protected under “related rights” law.  With respect to such works:  </w:t>
      </w:r>
    </w:p>
    <w:p w:rsidR="00503BEF" w:rsidRPr="002471F3" w:rsidRDefault="00503BEF" w:rsidP="00503BEF"/>
    <w:p w:rsidR="00503BEF" w:rsidRPr="002471F3" w:rsidRDefault="00503BEF" w:rsidP="00503BEF">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“Performances of TCEs”).  According to an Agreed </w:t>
      </w:r>
      <w:r w:rsidRPr="002471F3">
        <w:lastRenderedPageBreak/>
        <w:t xml:space="preserve">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503BEF" w:rsidRPr="002471F3" w:rsidRDefault="00503BEF" w:rsidP="00503BEF">
      <w:pPr>
        <w:tabs>
          <w:tab w:val="num" w:pos="1170"/>
        </w:tabs>
        <w:ind w:left="1080" w:hanging="540"/>
      </w:pPr>
    </w:p>
    <w:p w:rsidR="00503BEF" w:rsidRPr="002471F3" w:rsidRDefault="00503BEF" w:rsidP="00503BEF">
      <w:pPr>
        <w:rPr>
          <w:i/>
        </w:rPr>
      </w:pPr>
      <w:bookmarkStart w:id="53" w:name="_Toc199928125"/>
      <w:bookmarkStart w:id="54" w:name="_Toc200178804"/>
      <w:bookmarkStart w:id="55" w:name="_Toc211250720"/>
      <w:r w:rsidRPr="002471F3">
        <w:rPr>
          <w:i/>
        </w:rPr>
        <w:t>Performances of TCEs</w:t>
      </w:r>
      <w:bookmarkEnd w:id="53"/>
      <w:bookmarkEnd w:id="54"/>
      <w:bookmarkEnd w:id="55"/>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rsidRPr="002471F3">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503BEF" w:rsidRPr="002471F3" w:rsidRDefault="00503BEF" w:rsidP="00503BEF"/>
    <w:p w:rsidR="00503BEF" w:rsidRPr="002471F3" w:rsidRDefault="00503BEF" w:rsidP="00503BEF">
      <w:pPr>
        <w:numPr>
          <w:ilvl w:val="0"/>
          <w:numId w:val="36"/>
        </w:numPr>
        <w:ind w:left="0" w:firstLine="0"/>
        <w:contextualSpacing/>
      </w:pPr>
      <w:r w:rsidRPr="002471F3">
        <w:t>When it enters into force, the Beijing Treaty will provide protection to performers, whose performances have been fixed in audiovisual media, such as film and television, as well as musicians with respect to their performances directly fixed or recorded in an audiovisual fixation.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was fixed.</w:t>
      </w:r>
      <w:r w:rsidRPr="002471F3">
        <w:rPr>
          <w:vertAlign w:val="superscript"/>
        </w:rPr>
        <w:footnoteReference w:id="30"/>
      </w:r>
      <w:r w:rsidRPr="002471F3">
        <w:t xml:space="preserve">  </w:t>
      </w:r>
    </w:p>
    <w:p w:rsidR="00503BEF" w:rsidRPr="002471F3" w:rsidRDefault="00503BEF" w:rsidP="00503BEF"/>
    <w:p w:rsidR="00503BEF" w:rsidRPr="002471F3" w:rsidRDefault="00503BEF" w:rsidP="00503BEF">
      <w:pPr>
        <w:numPr>
          <w:ilvl w:val="0"/>
          <w:numId w:val="36"/>
        </w:numPr>
        <w:ind w:left="0" w:firstLine="0"/>
        <w:contextualSpacing/>
      </w:pPr>
      <w:r w:rsidRPr="002471F3">
        <w:t>It might be said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are fixed in an audiovisual media.  The actual extent of this protection at the national level depends on the extent to which and how countries have ratified and implemented those treaties.  It may be noted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503BEF" w:rsidRPr="002471F3" w:rsidRDefault="00503BEF" w:rsidP="00503BEF"/>
    <w:p w:rsidR="00503BEF" w:rsidRPr="002471F3" w:rsidRDefault="00503BEF" w:rsidP="00503BEF">
      <w:pPr>
        <w:rPr>
          <w:i/>
        </w:rPr>
      </w:pPr>
      <w:bookmarkStart w:id="56" w:name="_Toc199928126"/>
      <w:bookmarkStart w:id="57" w:name="_Toc200178805"/>
      <w:bookmarkStart w:id="58" w:name="_Toc211250721"/>
      <w:r w:rsidRPr="002471F3">
        <w:rPr>
          <w:i/>
        </w:rPr>
        <w:t>Designs</w:t>
      </w:r>
      <w:bookmarkEnd w:id="56"/>
      <w:bookmarkEnd w:id="57"/>
      <w:bookmarkEnd w:id="58"/>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w:t>
      </w:r>
      <w:r w:rsidRPr="002471F3">
        <w:lastRenderedPageBreak/>
        <w:t>other documents cited examples from China and Kazakhstan.</w:t>
      </w:r>
      <w:r w:rsidRPr="002471F3">
        <w:rPr>
          <w:vertAlign w:val="superscript"/>
        </w:rPr>
        <w:footnoteReference w:id="33"/>
      </w:r>
      <w:r w:rsidRPr="002471F3">
        <w:t xml:space="preserve">  On the other hand, underlying designs from the distant past and copies of them would not be protected.  There is, however, less experience with the protection of traditional designs.  </w:t>
      </w:r>
      <w:bookmarkStart w:id="59" w:name="_Toc199928127"/>
      <w:bookmarkStart w:id="60" w:name="_Toc200178806"/>
      <w:bookmarkStart w:id="61" w:name="_Toc211250722"/>
    </w:p>
    <w:p w:rsidR="00503BEF" w:rsidRPr="002471F3" w:rsidRDefault="00503BEF" w:rsidP="00503BEF">
      <w:pPr>
        <w:contextualSpacing/>
      </w:pPr>
    </w:p>
    <w:p w:rsidR="00503BEF" w:rsidRPr="002471F3" w:rsidRDefault="00503BEF" w:rsidP="00503BEF">
      <w:pPr>
        <w:numPr>
          <w:ilvl w:val="0"/>
          <w:numId w:val="36"/>
        </w:numPr>
        <w:ind w:left="0" w:firstLine="0"/>
        <w:contextualSpacing/>
      </w:pPr>
      <w:r w:rsidRPr="002471F3">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2471F3">
        <w:rPr>
          <w:vertAlign w:val="superscript"/>
        </w:rPr>
        <w:footnoteReference w:id="34"/>
      </w:r>
    </w:p>
    <w:p w:rsidR="00503BEF" w:rsidRPr="002471F3" w:rsidRDefault="00503BEF" w:rsidP="00503BEF">
      <w:pPr>
        <w:rPr>
          <w:i/>
        </w:rPr>
      </w:pPr>
    </w:p>
    <w:p w:rsidR="00503BEF" w:rsidRPr="002471F3" w:rsidRDefault="00503BEF" w:rsidP="00503BEF">
      <w:pPr>
        <w:rPr>
          <w:i/>
        </w:rPr>
      </w:pPr>
      <w:r w:rsidRPr="002471F3">
        <w:rPr>
          <w:i/>
        </w:rPr>
        <w:t>Secret TCEs</w:t>
      </w:r>
      <w:bookmarkEnd w:id="59"/>
      <w:bookmarkEnd w:id="60"/>
      <w:bookmarkEnd w:id="61"/>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2471F3">
        <w:rPr>
          <w:i/>
          <w:iCs/>
        </w:rPr>
        <w:t xml:space="preserve">Foster vs. </w:t>
      </w:r>
      <w:proofErr w:type="spellStart"/>
      <w:r w:rsidRPr="002471F3">
        <w:rPr>
          <w:i/>
          <w:iCs/>
        </w:rPr>
        <w:t>Mountford</w:t>
      </w:r>
      <w:proofErr w:type="spellEnd"/>
      <w:r w:rsidRPr="002471F3">
        <w:rPr>
          <w:i/>
          <w:iCs/>
        </w:rPr>
        <w:t xml:space="preserve">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 xml:space="preserve">oster vs. </w:t>
      </w:r>
      <w:proofErr w:type="spellStart"/>
      <w:r w:rsidRPr="002471F3">
        <w:rPr>
          <w:i/>
          <w:iCs/>
        </w:rPr>
        <w:t>Mountford</w:t>
      </w:r>
      <w:proofErr w:type="spellEnd"/>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503BEF" w:rsidRPr="002471F3" w:rsidRDefault="00503BEF" w:rsidP="00503BEF"/>
    <w:p w:rsidR="00503BEF" w:rsidRPr="002471F3" w:rsidRDefault="00503BEF" w:rsidP="00503BEF">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proofErr w:type="spellStart"/>
      <w:r w:rsidRPr="002471F3">
        <w:rPr>
          <w:i/>
        </w:rPr>
        <w:t>Mountford</w:t>
      </w:r>
      <w:proofErr w:type="spellEnd"/>
      <w:r w:rsidRPr="002471F3">
        <w:t xml:space="preserve"> case (see further under “Protocols, Codes of Conduct, Contracts and other Practical Tools” below).  WIPO has established a searchable database of such codes and protocols at </w:t>
      </w:r>
      <w:hyperlink r:id="rId15" w:history="1">
        <w:r w:rsidRPr="0014681E">
          <w:rPr>
            <w:rStyle w:val="Hyperlink"/>
            <w:color w:val="auto"/>
            <w:u w:val="none"/>
          </w:rPr>
          <w:t>https://www.wipo.int/tk/en/databases/creative_heritage/</w:t>
        </w:r>
      </w:hyperlink>
      <w:r w:rsidRPr="0014681E">
        <w:t xml:space="preserve">.  </w:t>
      </w:r>
    </w:p>
    <w:p w:rsidR="00503BEF" w:rsidRPr="002471F3" w:rsidRDefault="00503BEF" w:rsidP="00503BEF"/>
    <w:p w:rsidR="00503BEF" w:rsidRPr="002471F3" w:rsidRDefault="00503BEF" w:rsidP="00503BEF">
      <w:pPr>
        <w:rPr>
          <w:i/>
        </w:rPr>
      </w:pPr>
      <w:bookmarkStart w:id="62" w:name="_Toc199928128"/>
      <w:bookmarkStart w:id="63" w:name="_Toc200178807"/>
      <w:bookmarkStart w:id="64" w:name="_Toc211250723"/>
      <w:r w:rsidRPr="002471F3">
        <w:rPr>
          <w:i/>
        </w:rPr>
        <w:t>Indigenous and traditional names, words and symbols</w:t>
      </w:r>
      <w:bookmarkEnd w:id="62"/>
      <w:bookmarkEnd w:id="63"/>
      <w:bookmarkEnd w:id="64"/>
      <w:r w:rsidRPr="002471F3">
        <w:rPr>
          <w:i/>
        </w:rPr>
        <w:br/>
      </w:r>
    </w:p>
    <w:p w:rsidR="00503BEF" w:rsidRPr="002471F3" w:rsidRDefault="00503BEF" w:rsidP="00503BEF">
      <w:pPr>
        <w:numPr>
          <w:ilvl w:val="0"/>
          <w:numId w:val="36"/>
        </w:numPr>
        <w:ind w:left="0" w:firstLine="0"/>
        <w:contextualSpacing/>
      </w:pPr>
      <w:r w:rsidRPr="002471F3">
        <w:t>There are two aspects here, namely:</w:t>
      </w:r>
      <w:r w:rsidRPr="002471F3">
        <w:br/>
      </w:r>
    </w:p>
    <w:p w:rsidR="00503BEF" w:rsidRDefault="00503BEF" w:rsidP="00503BEF">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503BEF" w:rsidRPr="002471F3" w:rsidRDefault="00503BEF" w:rsidP="00503BEF">
      <w:pPr>
        <w:ind w:left="990"/>
      </w:pPr>
    </w:p>
    <w:p w:rsidR="00503BEF" w:rsidRPr="002471F3" w:rsidRDefault="00503BEF" w:rsidP="00503BEF">
      <w:pPr>
        <w:numPr>
          <w:ilvl w:val="0"/>
          <w:numId w:val="20"/>
        </w:numPr>
        <w:tabs>
          <w:tab w:val="clear" w:pos="990"/>
        </w:tabs>
      </w:pPr>
      <w:r w:rsidRPr="002471F3">
        <w:rPr>
          <w:i/>
        </w:rPr>
        <w:lastRenderedPageBreak/>
        <w:t>Positive protection</w:t>
      </w:r>
      <w:r w:rsidRPr="002471F3">
        <w:t>:  the positive protection by communities of indigenous names, words and symbols as trademarks, certification and collective marks, and geographical indications.</w:t>
      </w:r>
    </w:p>
    <w:p w:rsidR="00503BEF" w:rsidRPr="002471F3" w:rsidRDefault="00503BEF" w:rsidP="00503BEF"/>
    <w:p w:rsidR="00503BEF" w:rsidRPr="002471F3" w:rsidRDefault="00503BEF" w:rsidP="00503BEF">
      <w:pPr>
        <w:numPr>
          <w:ilvl w:val="0"/>
          <w:numId w:val="36"/>
        </w:numPr>
        <w:tabs>
          <w:tab w:val="left" w:pos="540"/>
        </w:tabs>
        <w:ind w:left="0" w:firstLine="0"/>
        <w:contextualSpacing/>
      </w:pPr>
      <w:r w:rsidRPr="002471F3">
        <w:t xml:space="preserve">In respect of defensive protection, Article 6 </w:t>
      </w:r>
      <w:proofErr w:type="spellStart"/>
      <w:r w:rsidRPr="002471F3">
        <w:rPr>
          <w:i/>
        </w:rPr>
        <w:t>quinquies</w:t>
      </w:r>
      <w:proofErr w:type="spellEnd"/>
      <w:r w:rsidRPr="002471F3">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rsidRPr="002471F3">
        <w:t xml:space="preserve">The general law of unfair competition, including protection against “passing off”, is also applicable and useful in this context.  </w:t>
      </w:r>
    </w:p>
    <w:p w:rsidR="00503BEF" w:rsidRPr="002471F3" w:rsidRDefault="00503BEF" w:rsidP="00503BEF"/>
    <w:p w:rsidR="00503BEF" w:rsidRPr="002471F3" w:rsidRDefault="00503BEF" w:rsidP="00503BEF">
      <w:pPr>
        <w:numPr>
          <w:ilvl w:val="0"/>
          <w:numId w:val="36"/>
        </w:numPr>
        <w:ind w:left="0" w:firstLine="0"/>
        <w:contextualSpacing/>
      </w:pPr>
      <w:r w:rsidRPr="002471F3">
        <w:t>In respect of positive protection, international principles and procedures are available to communities who wish to register trademarks which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503BEF" w:rsidRPr="002471F3" w:rsidRDefault="00503BEF" w:rsidP="00503BEF"/>
    <w:p w:rsidR="00503BEF" w:rsidRPr="002471F3" w:rsidRDefault="00503BEF" w:rsidP="00503BEF">
      <w:pPr>
        <w:ind w:left="450" w:hanging="450"/>
        <w:rPr>
          <w:bCs/>
          <w:i/>
          <w:iCs/>
        </w:rPr>
      </w:pPr>
      <w:bookmarkStart w:id="65" w:name="_Toc200178808"/>
      <w:bookmarkStart w:id="66"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5"/>
      <w:bookmarkEnd w:id="66"/>
    </w:p>
    <w:p w:rsidR="00503BEF" w:rsidRPr="002471F3" w:rsidRDefault="00503BEF" w:rsidP="00503BEF"/>
    <w:p w:rsidR="00503BEF" w:rsidRPr="002471F3" w:rsidRDefault="00503BEF" w:rsidP="00503BEF">
      <w:pPr>
        <w:rPr>
          <w:i/>
        </w:rPr>
      </w:pPr>
      <w:bookmarkStart w:id="67" w:name="_Toc199928129"/>
      <w:bookmarkStart w:id="68" w:name="_Toc200178809"/>
      <w:bookmarkStart w:id="69" w:name="_Toc211250725"/>
      <w:r w:rsidRPr="002471F3">
        <w:rPr>
          <w:i/>
        </w:rPr>
        <w:t>Literary and artistic productions</w:t>
      </w:r>
      <w:bookmarkEnd w:id="67"/>
      <w:bookmarkEnd w:id="68"/>
      <w:bookmarkEnd w:id="69"/>
    </w:p>
    <w:p w:rsidR="00503BEF" w:rsidRPr="002471F3" w:rsidRDefault="00503BEF" w:rsidP="00503BEF"/>
    <w:p w:rsidR="00503BEF" w:rsidRPr="002471F3" w:rsidRDefault="00503BEF" w:rsidP="00503BEF">
      <w:pPr>
        <w:numPr>
          <w:ilvl w:val="0"/>
          <w:numId w:val="36"/>
        </w:numPr>
        <w:ind w:left="540" w:hanging="540"/>
        <w:contextualSpacing/>
      </w:pPr>
      <w:r w:rsidRPr="002471F3">
        <w:t>The following gaps may be identified:</w:t>
      </w:r>
      <w:r w:rsidRPr="002471F3">
        <w:rPr>
          <w:vertAlign w:val="superscript"/>
        </w:rPr>
        <w:footnoteReference w:id="38"/>
      </w:r>
    </w:p>
    <w:p w:rsidR="00503BEF" w:rsidRPr="002471F3" w:rsidRDefault="00503BEF" w:rsidP="00503BEF"/>
    <w:p w:rsidR="00503BEF" w:rsidRPr="002471F3" w:rsidRDefault="00503BEF" w:rsidP="00503BEF">
      <w:pPr>
        <w:numPr>
          <w:ilvl w:val="0"/>
          <w:numId w:val="21"/>
        </w:numPr>
        <w:tabs>
          <w:tab w:val="num" w:pos="1080"/>
        </w:tabs>
      </w:pPr>
      <w:r w:rsidRPr="002471F3">
        <w:rPr>
          <w:i/>
        </w:rPr>
        <w:t>The “originality” requirement</w:t>
      </w:r>
      <w:r w:rsidRPr="002471F3">
        <w:t>:  TCEs which are mere imitations or recreations of pre-existing TCEs are unlikely to meet the “originality” requirement and, therefore, to be protected as conventional copyright works.  This means that their creators are unlikely to be vested with economic rights (it should be noted that moral rights can also apply to works in the “public domain”, including perhaps pre</w:t>
      </w:r>
      <w:r w:rsidRPr="002471F3">
        <w:noBreakHyphen/>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503BEF" w:rsidRPr="002471F3" w:rsidRDefault="00503BEF" w:rsidP="00503BEF">
      <w:pPr>
        <w:numPr>
          <w:ilvl w:val="0"/>
          <w:numId w:val="21"/>
        </w:numPr>
        <w:tabs>
          <w:tab w:val="num" w:pos="1080"/>
        </w:tabs>
      </w:pPr>
      <w:r w:rsidRPr="002471F3">
        <w:rPr>
          <w:i/>
        </w:rPr>
        <w:t>Protection of “style”</w:t>
      </w:r>
      <w:r w:rsidRPr="002471F3">
        <w:t>:  One of the claims most frequently heard is that the “style” of an indigenous production has been imitated or misappropriated.  Copyright and designs laws permit the imitation of the non</w:t>
      </w:r>
      <w:r w:rsidRPr="002471F3">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2471F3">
        <w:rPr>
          <w:i/>
        </w:rPr>
        <w:t>per se</w:t>
      </w:r>
      <w:r w:rsidRPr="002471F3">
        <w:t xml:space="preserve"> prevent the traditional “style” of the protected work from being appropriated.  Elements of style may be protected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is based on the use of a style or distinctive imagery or symbols.  It is in fact often the </w:t>
      </w:r>
      <w:r w:rsidRPr="002471F3">
        <w:lastRenderedPageBreak/>
        <w:t xml:space="preserve">reputation associated with a TCE, as embodied or represented by its distinctive “style”, that is the object of misappropriation. </w:t>
      </w:r>
    </w:p>
    <w:p w:rsidR="00503BEF" w:rsidRPr="002471F3" w:rsidRDefault="00503BEF" w:rsidP="00503BEF">
      <w:pPr>
        <w:tabs>
          <w:tab w:val="num" w:pos="1170"/>
        </w:tabs>
        <w:ind w:left="1170" w:hanging="540"/>
      </w:pPr>
    </w:p>
    <w:p w:rsidR="00503BEF" w:rsidRPr="002471F3" w:rsidRDefault="00503BEF" w:rsidP="00503BEF">
      <w:pPr>
        <w:numPr>
          <w:ilvl w:val="0"/>
          <w:numId w:val="21"/>
        </w:numPr>
      </w:pPr>
      <w:r w:rsidRPr="002471F3">
        <w:rPr>
          <w:i/>
        </w:rPr>
        <w:t>Ownership</w:t>
      </w:r>
      <w:r w:rsidRPr="002471F3">
        <w:t>:  In cases of underlying and pre-existing TCEs, in some national systems protection may not be available under copyright for productions in respect of which there is no identifiable author or authors but rather a community or other collective which seeks protection</w:t>
      </w:r>
      <w:r w:rsidRPr="002471F3">
        <w:rPr>
          <w:bCs/>
          <w:iCs/>
        </w:rPr>
        <w:t xml:space="preserve">.  In other words, productions which have </w:t>
      </w:r>
      <w:r w:rsidRPr="002471F3">
        <w:t>been collectively developed over time by unknown authors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503BEF" w:rsidRPr="002471F3" w:rsidRDefault="00503BEF" w:rsidP="00503BEF">
      <w:pPr>
        <w:tabs>
          <w:tab w:val="num" w:pos="990"/>
        </w:tabs>
        <w:ind w:left="990" w:hanging="360"/>
        <w:rPr>
          <w:bCs/>
          <w:iCs/>
        </w:rPr>
      </w:pPr>
    </w:p>
    <w:p w:rsidR="00503BEF" w:rsidRPr="002471F3" w:rsidRDefault="00503BEF" w:rsidP="00503BEF">
      <w:pPr>
        <w:numPr>
          <w:ilvl w:val="0"/>
          <w:numId w:val="21"/>
        </w:numPr>
        <w:rPr>
          <w:bCs/>
          <w:iCs/>
        </w:rPr>
      </w:pPr>
      <w:r w:rsidRPr="002471F3">
        <w:rPr>
          <w:i/>
        </w:rPr>
        <w:t>Term of protection</w:t>
      </w:r>
      <w:r w:rsidRPr="002471F3">
        <w:t>: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503BEF" w:rsidRPr="002471F3" w:rsidRDefault="00503BEF" w:rsidP="00503BEF">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2471F3">
        <w:br/>
      </w:r>
    </w:p>
    <w:p w:rsidR="00503BEF" w:rsidRPr="002471F3" w:rsidRDefault="00503BEF" w:rsidP="00503BEF">
      <w:pPr>
        <w:numPr>
          <w:ilvl w:val="0"/>
          <w:numId w:val="21"/>
        </w:numPr>
      </w:pPr>
      <w:r w:rsidRPr="002471F3">
        <w:rPr>
          <w:i/>
        </w:rPr>
        <w:t>Defensive protection</w:t>
      </w:r>
      <w:r w:rsidRPr="002471F3">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 xml:space="preserve">packaging” in the form of digital enhancement, colorization and the like, </w:t>
      </w:r>
      <w:r w:rsidRPr="002471F3">
        <w:lastRenderedPageBreak/>
        <w:t>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rsidR="00503BEF" w:rsidRPr="002471F3" w:rsidRDefault="00503BEF" w:rsidP="00503BEF">
      <w:pPr>
        <w:tabs>
          <w:tab w:val="num" w:pos="1170"/>
        </w:tabs>
        <w:ind w:left="1170" w:hanging="540"/>
      </w:pPr>
    </w:p>
    <w:p w:rsidR="00503BEF" w:rsidRPr="002471F3" w:rsidRDefault="00503BEF" w:rsidP="00503BEF">
      <w:pPr>
        <w:numPr>
          <w:ilvl w:val="0"/>
          <w:numId w:val="21"/>
        </w:numPr>
        <w:tabs>
          <w:tab w:val="num" w:pos="1080"/>
        </w:tabs>
      </w:pPr>
      <w:r w:rsidRPr="002471F3">
        <w:rPr>
          <w:i/>
        </w:rPr>
        <w:t>Ownership of recordings and documentation</w:t>
      </w:r>
      <w:r w:rsidRPr="002471F3">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6" w:history="1">
        <w:r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503BEF" w:rsidRPr="002471F3" w:rsidRDefault="00503BEF" w:rsidP="00503BEF">
      <w:pPr>
        <w:numPr>
          <w:ilvl w:val="0"/>
          <w:numId w:val="36"/>
        </w:numPr>
        <w:ind w:left="540" w:hanging="540"/>
        <w:contextualSpacing/>
      </w:pPr>
      <w:r w:rsidRPr="002471F3">
        <w:t>Examples:</w:t>
      </w:r>
    </w:p>
    <w:p w:rsidR="00503BEF" w:rsidRPr="002471F3" w:rsidRDefault="00503BEF" w:rsidP="00503BEF"/>
    <w:p w:rsidR="00503BEF" w:rsidRPr="002471F3" w:rsidRDefault="00503BEF" w:rsidP="00503BEF">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503BEF" w:rsidRPr="002471F3" w:rsidRDefault="00503BEF" w:rsidP="00503BEF">
      <w:pPr>
        <w:tabs>
          <w:tab w:val="num" w:pos="1170"/>
        </w:tabs>
        <w:ind w:left="990" w:hanging="360"/>
      </w:pPr>
    </w:p>
    <w:p w:rsidR="00503BEF" w:rsidRPr="002471F3" w:rsidRDefault="00503BEF" w:rsidP="00503BEF">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503BEF" w:rsidRPr="002471F3" w:rsidRDefault="00503BEF" w:rsidP="00503BEF">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503BEF" w:rsidRPr="002471F3" w:rsidRDefault="00503BEF" w:rsidP="00503BEF">
      <w:pPr>
        <w:numPr>
          <w:ilvl w:val="0"/>
          <w:numId w:val="22"/>
        </w:numPr>
        <w:tabs>
          <w:tab w:val="num" w:pos="1080"/>
        </w:tabs>
      </w:pPr>
      <w:r w:rsidRPr="002471F3">
        <w:lastRenderedPageBreak/>
        <w:t xml:space="preserve">a sculpture incorporates a sacred traditional symbol.  The sculptor claims copyright in the sculpture but the community alleges that he used their symbol without consent; </w:t>
      </w:r>
      <w:r w:rsidRPr="002471F3">
        <w:br/>
      </w:r>
    </w:p>
    <w:p w:rsidR="00503BEF" w:rsidRPr="002471F3" w:rsidRDefault="00503BEF" w:rsidP="00503BEF">
      <w:pPr>
        <w:numPr>
          <w:ilvl w:val="0"/>
          <w:numId w:val="22"/>
        </w:numPr>
        <w:tabs>
          <w:tab w:val="num" w:pos="1080"/>
        </w:tabs>
      </w:pPr>
      <w:r w:rsidRPr="002471F3">
        <w:t>ethnographic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503BEF" w:rsidRPr="002471F3" w:rsidRDefault="00503BEF" w:rsidP="00503BEF"/>
    <w:p w:rsidR="00503BEF" w:rsidRPr="002471F3" w:rsidRDefault="00503BEF" w:rsidP="00503BEF">
      <w:pPr>
        <w:rPr>
          <w:i/>
        </w:rPr>
      </w:pPr>
      <w:bookmarkStart w:id="70" w:name="_Toc199928130"/>
      <w:bookmarkStart w:id="71" w:name="_Toc200178810"/>
      <w:bookmarkStart w:id="72" w:name="_Toc211250726"/>
      <w:r w:rsidRPr="002471F3">
        <w:rPr>
          <w:i/>
        </w:rPr>
        <w:t>Performances of TCEs</w:t>
      </w:r>
      <w:bookmarkEnd w:id="70"/>
      <w:bookmarkEnd w:id="71"/>
      <w:bookmarkEnd w:id="72"/>
    </w:p>
    <w:p w:rsidR="00503BEF" w:rsidRPr="002471F3" w:rsidRDefault="00503BEF" w:rsidP="00503BEF"/>
    <w:p w:rsidR="00503BEF" w:rsidRPr="002471F3" w:rsidRDefault="00503BEF" w:rsidP="00503BEF">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503BEF" w:rsidRPr="002471F3" w:rsidRDefault="00503BEF" w:rsidP="00503BEF"/>
    <w:p w:rsidR="00503BEF" w:rsidRPr="002471F3" w:rsidRDefault="00503BEF" w:rsidP="00503BEF">
      <w:pPr>
        <w:numPr>
          <w:ilvl w:val="0"/>
          <w:numId w:val="23"/>
        </w:numPr>
        <w:tabs>
          <w:tab w:val="num" w:pos="900"/>
        </w:tabs>
        <w:ind w:left="900"/>
      </w:pPr>
      <w:r w:rsidRPr="002471F3">
        <w:t xml:space="preserve">the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rsidRPr="002471F3">
        <w:t>as the Beijing Treaty, 2012 is not yet in force, only certain aural performances are currently protected under the WPPT, 1996.  This applies to all performances, not merely performances of TCEs.  ;</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rsidRPr="002471F3">
        <w:t>again,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rsidRPr="002471F3">
        <w:t xml:space="preserve">performers’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2471F3">
        <w:br/>
      </w:r>
    </w:p>
    <w:p w:rsidR="00503BEF" w:rsidRPr="002471F3" w:rsidRDefault="00503BEF" w:rsidP="00503BEF">
      <w:pPr>
        <w:numPr>
          <w:ilvl w:val="0"/>
          <w:numId w:val="42"/>
        </w:numPr>
        <w:ind w:left="0" w:firstLine="0"/>
        <w:contextualSpacing/>
      </w:pPr>
      <w:r w:rsidRPr="002471F3">
        <w:t>Examples:  Video recordings of live performances of songs and dances by indigenous persons have been made and they have been subsequently reproduced and published on DVDs and posted on the Internet.</w:t>
      </w:r>
    </w:p>
    <w:p w:rsidR="00503BEF" w:rsidRPr="002471F3" w:rsidRDefault="00503BEF" w:rsidP="00503BEF"/>
    <w:p w:rsidR="00503BEF" w:rsidRPr="002471F3" w:rsidRDefault="00503BEF" w:rsidP="00503BEF">
      <w:pPr>
        <w:rPr>
          <w:i/>
        </w:rPr>
      </w:pPr>
      <w:bookmarkStart w:id="73" w:name="_Toc199928131"/>
      <w:bookmarkStart w:id="74" w:name="_Toc200178811"/>
      <w:bookmarkStart w:id="75" w:name="_Toc211250727"/>
      <w:r w:rsidRPr="002471F3">
        <w:rPr>
          <w:i/>
        </w:rPr>
        <w:t>Designs</w:t>
      </w:r>
      <w:bookmarkEnd w:id="73"/>
      <w:bookmarkEnd w:id="74"/>
      <w:bookmarkEnd w:id="75"/>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Examples:  Designs embodied in hand-woven or hand-made textiles, carpets, weavings and garments have been copied and commercialized by non-indigenous persons.</w:t>
      </w:r>
    </w:p>
    <w:p w:rsidR="00503BEF" w:rsidRDefault="00503BEF" w:rsidP="00503BEF"/>
    <w:p w:rsidR="00503BEF" w:rsidRPr="002471F3" w:rsidRDefault="00503BEF" w:rsidP="00503BEF">
      <w:pPr>
        <w:rPr>
          <w:i/>
        </w:rPr>
      </w:pPr>
      <w:bookmarkStart w:id="76" w:name="_Toc199928132"/>
      <w:bookmarkStart w:id="77" w:name="_Toc200178812"/>
      <w:bookmarkStart w:id="78" w:name="_Toc211250728"/>
      <w:r w:rsidRPr="002471F3">
        <w:rPr>
          <w:i/>
        </w:rPr>
        <w:t>Secret TCEs</w:t>
      </w:r>
      <w:bookmarkEnd w:id="76"/>
      <w:bookmarkEnd w:id="77"/>
      <w:bookmarkEnd w:id="78"/>
    </w:p>
    <w:p w:rsidR="00503BEF" w:rsidRPr="002471F3" w:rsidRDefault="00503BEF" w:rsidP="00503BEF"/>
    <w:p w:rsidR="00503BEF" w:rsidRPr="002471F3" w:rsidRDefault="00503BEF" w:rsidP="00503BEF">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w:t>
      </w:r>
      <w:r w:rsidRPr="002471F3">
        <w:lastRenderedPageBreak/>
        <w:t xml:space="preserve">the </w:t>
      </w:r>
      <w:proofErr w:type="spellStart"/>
      <w:r w:rsidRPr="002471F3">
        <w:rPr>
          <w:i/>
        </w:rPr>
        <w:t>Mountford</w:t>
      </w:r>
      <w:proofErr w:type="spellEnd"/>
      <w:r w:rsidRPr="002471F3">
        <w:t xml:space="preserve"> case referred to above shows, often causes cultural and spiritual rather than economic harm.  This might therefore be considered a gap in the protection provided to undisclosed and confidential information.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 xml:space="preserve">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 </w:t>
      </w:r>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Example:  Confidential information disclosed to an anthropologist has been published by the anthropologist (see </w:t>
      </w:r>
      <w:proofErr w:type="spellStart"/>
      <w:r w:rsidRPr="002471F3">
        <w:rPr>
          <w:i/>
        </w:rPr>
        <w:t>Mountford</w:t>
      </w:r>
      <w:proofErr w:type="spellEnd"/>
      <w:r w:rsidRPr="002471F3">
        <w:t xml:space="preserve"> case, above).  In certain cases, museums, archives and other such institutions have inadvertently disclosed confidential information. </w:t>
      </w:r>
    </w:p>
    <w:p w:rsidR="00503BEF" w:rsidRPr="002471F3" w:rsidRDefault="00503BEF" w:rsidP="00503BEF"/>
    <w:p w:rsidR="00503BEF" w:rsidRPr="002471F3" w:rsidRDefault="00503BEF" w:rsidP="00503BEF">
      <w:pPr>
        <w:rPr>
          <w:i/>
        </w:rPr>
      </w:pPr>
      <w:bookmarkStart w:id="79" w:name="_Toc199928133"/>
      <w:bookmarkStart w:id="80" w:name="_Toc200178813"/>
      <w:bookmarkStart w:id="81" w:name="_Toc211250729"/>
      <w:r w:rsidRPr="002471F3">
        <w:rPr>
          <w:i/>
        </w:rPr>
        <w:t>Indigenous and traditional names, words and symbols</w:t>
      </w:r>
      <w:bookmarkEnd w:id="79"/>
      <w:bookmarkEnd w:id="80"/>
      <w:bookmarkEnd w:id="81"/>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503BEF" w:rsidRPr="002471F3" w:rsidRDefault="00503BEF" w:rsidP="00503BEF"/>
    <w:p w:rsidR="00503BEF" w:rsidRPr="002471F3" w:rsidRDefault="00503BEF" w:rsidP="00503BEF">
      <w:pPr>
        <w:numPr>
          <w:ilvl w:val="0"/>
          <w:numId w:val="42"/>
        </w:numPr>
        <w:ind w:left="0" w:firstLine="0"/>
        <w:contextualSpacing/>
      </w:pPr>
      <w:r w:rsidRPr="002471F3">
        <w:t>Although this protection seems generally adequate, a “gap” may exist in that “contrary to morality” and “contrary to public order”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
    <w:p w:rsidR="00503BEF" w:rsidRPr="002471F3" w:rsidRDefault="00503BEF" w:rsidP="00503BEF">
      <w:pPr>
        <w:contextualSpacing/>
      </w:pPr>
    </w:p>
    <w:p w:rsidR="00503BEF" w:rsidRPr="002471F3" w:rsidRDefault="00503BEF" w:rsidP="00503BEF">
      <w:pPr>
        <w:numPr>
          <w:ilvl w:val="0"/>
          <w:numId w:val="42"/>
        </w:numPr>
        <w:ind w:left="0" w:firstLine="0"/>
        <w:contextualSpacing/>
        <w:rPr>
          <w:bCs/>
          <w:iCs/>
        </w:rPr>
      </w:pPr>
      <w:r w:rsidRPr="002471F3">
        <w:t>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503BEF" w:rsidRPr="002471F3" w:rsidRDefault="00503BEF" w:rsidP="00503BEF"/>
    <w:p w:rsidR="00503BEF" w:rsidRPr="002471F3" w:rsidRDefault="00503BEF" w:rsidP="00503BEF">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503BEF" w:rsidRPr="002471F3" w:rsidRDefault="00503BEF" w:rsidP="00503BEF">
      <w:pPr>
        <w:rPr>
          <w:bCs/>
          <w:iCs/>
        </w:rPr>
      </w:pPr>
    </w:p>
    <w:p w:rsidR="00503BEF" w:rsidRPr="002471F3" w:rsidRDefault="00503BEF" w:rsidP="00503BEF">
      <w:pPr>
        <w:numPr>
          <w:ilvl w:val="0"/>
          <w:numId w:val="42"/>
        </w:numPr>
        <w:ind w:left="0" w:firstLine="0"/>
        <w:contextualSpacing/>
      </w:pPr>
      <w:r w:rsidRPr="002471F3">
        <w:rPr>
          <w:bCs/>
          <w:iCs/>
        </w:rPr>
        <w:t>Example:  T</w:t>
      </w:r>
      <w:r w:rsidRPr="002471F3">
        <w:t xml:space="preserve">he commercial use of indigenous words, names and symbols by </w:t>
      </w:r>
    </w:p>
    <w:p w:rsidR="00503BEF" w:rsidRPr="002471F3" w:rsidRDefault="00503BEF" w:rsidP="00503BEF">
      <w:r w:rsidRPr="002471F3">
        <w:t>non-indigenous entities in respect of corporate logos, sports gear, fashion, sports teams, games and toys, motor cars, weapons, and alcoholic products.</w:t>
      </w:r>
    </w:p>
    <w:p w:rsidR="00503BEF" w:rsidRPr="002471F3" w:rsidRDefault="00503BEF" w:rsidP="00503BEF">
      <w:pPr>
        <w:rPr>
          <w:bCs/>
          <w:iCs/>
        </w:rPr>
      </w:pPr>
    </w:p>
    <w:p w:rsidR="00503BEF" w:rsidRDefault="00503BEF" w:rsidP="00503BEF">
      <w:pPr>
        <w:rPr>
          <w:bCs/>
          <w:i/>
          <w:iCs/>
        </w:rPr>
      </w:pPr>
      <w:bookmarkStart w:id="82" w:name="_Toc199928134"/>
      <w:bookmarkStart w:id="83" w:name="_Toc200178814"/>
      <w:bookmarkStart w:id="84" w:name="_Toc211250730"/>
      <w:r>
        <w:rPr>
          <w:bCs/>
          <w:i/>
          <w:iCs/>
        </w:rPr>
        <w:br w:type="page"/>
      </w:r>
    </w:p>
    <w:p w:rsidR="00503BEF" w:rsidRPr="002471F3" w:rsidRDefault="00503BEF" w:rsidP="00503BEF">
      <w:pPr>
        <w:rPr>
          <w:bCs/>
          <w:i/>
          <w:iCs/>
        </w:rPr>
      </w:pPr>
      <w:r w:rsidRPr="002471F3">
        <w:rPr>
          <w:bCs/>
          <w:i/>
          <w:iCs/>
        </w:rPr>
        <w:lastRenderedPageBreak/>
        <w:t>C.</w:t>
      </w:r>
      <w:r w:rsidRPr="002471F3">
        <w:rPr>
          <w:bCs/>
          <w:i/>
          <w:iCs/>
        </w:rPr>
        <w:tab/>
      </w:r>
      <w:r w:rsidRPr="002471F3">
        <w:rPr>
          <w:bCs/>
          <w:i/>
          <w:iCs/>
          <w:u w:val="single"/>
        </w:rPr>
        <w:t>Considerations relevant to determining whether those gaps need to be addressed</w:t>
      </w:r>
      <w:bookmarkEnd w:id="82"/>
      <w:bookmarkEnd w:id="83"/>
      <w:bookmarkEnd w:id="84"/>
    </w:p>
    <w:p w:rsidR="00503BEF" w:rsidRPr="002471F3" w:rsidRDefault="00503BEF" w:rsidP="00503BEF"/>
    <w:p w:rsidR="00503BEF" w:rsidRPr="002471F3" w:rsidRDefault="00503BEF" w:rsidP="00503BEF">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503BEF" w:rsidRPr="002471F3" w:rsidRDefault="00503BEF" w:rsidP="00503BEF"/>
    <w:p w:rsidR="00503BEF" w:rsidRPr="002471F3" w:rsidRDefault="00503BEF" w:rsidP="00503BEF">
      <w:pPr>
        <w:rPr>
          <w:i/>
        </w:rPr>
      </w:pPr>
      <w:bookmarkStart w:id="85" w:name="_Toc199928135"/>
      <w:bookmarkStart w:id="86" w:name="_Toc200178815"/>
      <w:bookmarkStart w:id="87" w:name="_Toc211250731"/>
      <w:r w:rsidRPr="002471F3">
        <w:rPr>
          <w:i/>
        </w:rPr>
        <w:t>Whether to address gaps at the international, regional, national and/or local levels</w:t>
      </w:r>
      <w:bookmarkEnd w:id="85"/>
      <w:bookmarkEnd w:id="86"/>
      <w:bookmarkEnd w:id="87"/>
    </w:p>
    <w:p w:rsidR="00503BEF" w:rsidRPr="002471F3" w:rsidRDefault="00503BEF" w:rsidP="00503BEF"/>
    <w:p w:rsidR="00503BEF" w:rsidRPr="002471F3" w:rsidRDefault="00503BEF" w:rsidP="00503BEF">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could be addressed at the regional, national and/or local levels.  This document does not address the range of options available in terms of the kinds of instruments that States may wish to adopt, which are fully discussed in document WIPO/GRTKF/IC/12/6. </w:t>
      </w:r>
    </w:p>
    <w:p w:rsidR="00503BEF" w:rsidRPr="002471F3" w:rsidRDefault="00503BEF" w:rsidP="00503BEF"/>
    <w:p w:rsidR="00503BEF" w:rsidRPr="002471F3" w:rsidRDefault="00503BEF" w:rsidP="00503BEF">
      <w:pPr>
        <w:rPr>
          <w:i/>
        </w:rPr>
      </w:pPr>
      <w:bookmarkStart w:id="88" w:name="_Toc199928136"/>
      <w:bookmarkStart w:id="89" w:name="_Toc200178816"/>
      <w:bookmarkStart w:id="90" w:name="_Toc211250732"/>
      <w:r w:rsidRPr="002471F3">
        <w:rPr>
          <w:i/>
        </w:rPr>
        <w:t>Legislative, practice, capacity-building</w:t>
      </w:r>
      <w:bookmarkEnd w:id="88"/>
      <w:bookmarkEnd w:id="89"/>
      <w:bookmarkEnd w:id="90"/>
    </w:p>
    <w:p w:rsidR="00503BEF" w:rsidRPr="002471F3" w:rsidRDefault="00503BEF" w:rsidP="00503BEF"/>
    <w:p w:rsidR="00503BEF" w:rsidRPr="002471F3" w:rsidRDefault="00503BEF" w:rsidP="00503BEF">
      <w:pPr>
        <w:numPr>
          <w:ilvl w:val="0"/>
          <w:numId w:val="42"/>
        </w:numPr>
        <w:ind w:left="0" w:firstLine="0"/>
        <w:contextualSpacing/>
      </w:pPr>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
    <w:p w:rsidR="00503BEF" w:rsidRPr="002471F3" w:rsidRDefault="00503BEF" w:rsidP="00503BEF"/>
    <w:p w:rsidR="00503BEF" w:rsidRPr="002471F3" w:rsidRDefault="00503BEF" w:rsidP="00503BEF">
      <w:pPr>
        <w:rPr>
          <w:i/>
        </w:rPr>
      </w:pPr>
      <w:bookmarkStart w:id="91" w:name="_Toc199928137"/>
      <w:bookmarkStart w:id="92" w:name="_Toc200178817"/>
      <w:bookmarkStart w:id="93" w:name="_Toc211250733"/>
      <w:r w:rsidRPr="002471F3">
        <w:rPr>
          <w:i/>
        </w:rPr>
        <w:t>The legal and policy environment</w:t>
      </w:r>
      <w:bookmarkEnd w:id="91"/>
      <w:bookmarkEnd w:id="92"/>
      <w:bookmarkEnd w:id="93"/>
    </w:p>
    <w:p w:rsidR="00503BEF" w:rsidRPr="002471F3" w:rsidRDefault="00503BEF" w:rsidP="00503BEF"/>
    <w:p w:rsidR="00503BEF" w:rsidRPr="002471F3" w:rsidRDefault="00503BEF" w:rsidP="00503BEF">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503BEF" w:rsidRPr="002471F3" w:rsidRDefault="00503BEF" w:rsidP="00503BEF"/>
    <w:p w:rsidR="00503BEF" w:rsidRPr="002471F3" w:rsidRDefault="00503BEF" w:rsidP="00503BEF">
      <w:pPr>
        <w:rPr>
          <w:i/>
        </w:rPr>
      </w:pPr>
      <w:bookmarkStart w:id="94" w:name="_Toc199928138"/>
      <w:bookmarkStart w:id="95" w:name="_Toc200178818"/>
      <w:bookmarkStart w:id="96" w:name="_Toc211250734"/>
      <w:r w:rsidRPr="002471F3">
        <w:rPr>
          <w:i/>
        </w:rPr>
        <w:t>Policy questions</w:t>
      </w:r>
      <w:bookmarkEnd w:id="94"/>
      <w:bookmarkEnd w:id="95"/>
      <w:bookmarkEnd w:id="96"/>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Committee participants may also wish to consider why the gaps identified arise in the first place and the policy implications of addressing them.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503BEF" w:rsidRPr="002471F3" w:rsidRDefault="00503BEF" w:rsidP="00503BEF"/>
    <w:p w:rsidR="00503BEF" w:rsidRPr="002471F3" w:rsidRDefault="00503BEF" w:rsidP="00503BEF">
      <w:pPr>
        <w:numPr>
          <w:ilvl w:val="0"/>
          <w:numId w:val="42"/>
        </w:numPr>
        <w:ind w:left="0" w:firstLine="0"/>
        <w:contextualSpacing/>
      </w:pPr>
      <w:r w:rsidRPr="002471F3">
        <w:lastRenderedPageBreak/>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rsidR="00503BEF" w:rsidRPr="002471F3" w:rsidRDefault="00503BEF" w:rsidP="00503BEF"/>
    <w:p w:rsidR="00503BEF" w:rsidRPr="002471F3" w:rsidRDefault="00503BEF" w:rsidP="00503BEF">
      <w:pPr>
        <w:rPr>
          <w:i/>
        </w:rPr>
      </w:pPr>
      <w:bookmarkStart w:id="97" w:name="_Toc199928139"/>
      <w:bookmarkStart w:id="98" w:name="_Toc200178819"/>
      <w:bookmarkStart w:id="99" w:name="_Toc211250735"/>
      <w:r w:rsidRPr="002471F3">
        <w:rPr>
          <w:i/>
        </w:rPr>
        <w:t>Economic, cultural and social objectives</w:t>
      </w:r>
      <w:bookmarkEnd w:id="97"/>
      <w:bookmarkEnd w:id="98"/>
      <w:bookmarkEnd w:id="99"/>
    </w:p>
    <w:p w:rsidR="00503BEF" w:rsidRPr="002471F3" w:rsidRDefault="00503BEF" w:rsidP="00503BEF"/>
    <w:p w:rsidR="00503BEF" w:rsidRPr="002471F3" w:rsidRDefault="00503BEF" w:rsidP="00503BEF">
      <w:pPr>
        <w:numPr>
          <w:ilvl w:val="0"/>
          <w:numId w:val="42"/>
        </w:numPr>
        <w:ind w:left="0" w:firstLine="0"/>
        <w:contextualSpacing/>
      </w:pPr>
      <w:r w:rsidRPr="002471F3">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503BEF" w:rsidRPr="002471F3" w:rsidRDefault="00503BEF" w:rsidP="00503BEF"/>
    <w:p w:rsidR="00503BEF" w:rsidRDefault="00503BEF" w:rsidP="00503BEF">
      <w:pPr>
        <w:numPr>
          <w:ilvl w:val="0"/>
          <w:numId w:val="24"/>
        </w:numPr>
        <w:ind w:left="900"/>
      </w:pPr>
      <w:r w:rsidRPr="002471F3">
        <w:t>recognizing the value of TCEs;</w:t>
      </w:r>
    </w:p>
    <w:p w:rsidR="00503BEF" w:rsidRPr="002471F3" w:rsidRDefault="00503BEF" w:rsidP="00503BEF">
      <w:pPr>
        <w:ind w:left="900"/>
      </w:pPr>
    </w:p>
    <w:p w:rsidR="00503BEF" w:rsidRDefault="00503BEF" w:rsidP="00503BEF">
      <w:pPr>
        <w:numPr>
          <w:ilvl w:val="0"/>
          <w:numId w:val="24"/>
        </w:numPr>
        <w:ind w:left="900"/>
      </w:pPr>
      <w:r w:rsidRPr="002471F3">
        <w:t>promoting respect for TCEs;</w:t>
      </w:r>
    </w:p>
    <w:p w:rsidR="00503BEF" w:rsidRPr="002471F3" w:rsidRDefault="00503BEF" w:rsidP="00503BEF">
      <w:pPr>
        <w:ind w:left="900"/>
      </w:pPr>
    </w:p>
    <w:p w:rsidR="00503BEF" w:rsidRDefault="00503BEF" w:rsidP="00503BEF">
      <w:pPr>
        <w:numPr>
          <w:ilvl w:val="0"/>
          <w:numId w:val="24"/>
        </w:numPr>
        <w:ind w:left="900"/>
      </w:pPr>
      <w:r w:rsidRPr="002471F3">
        <w:t>meeting the actual needs of communities;</w:t>
      </w:r>
    </w:p>
    <w:p w:rsidR="00503BEF" w:rsidRPr="002471F3" w:rsidRDefault="00503BEF" w:rsidP="00503BEF">
      <w:pPr>
        <w:ind w:left="900"/>
      </w:pPr>
    </w:p>
    <w:p w:rsidR="00503BEF" w:rsidRDefault="00503BEF" w:rsidP="00503BEF">
      <w:pPr>
        <w:numPr>
          <w:ilvl w:val="0"/>
          <w:numId w:val="24"/>
        </w:numPr>
        <w:tabs>
          <w:tab w:val="num" w:pos="1170"/>
        </w:tabs>
        <w:ind w:left="900"/>
      </w:pPr>
      <w:r w:rsidRPr="002471F3">
        <w:t>preventing the misappropriation of TCEs, as well as offensive, derogatory and unauthorized uses of TCEs;</w:t>
      </w:r>
    </w:p>
    <w:p w:rsidR="00503BEF" w:rsidRPr="002471F3" w:rsidRDefault="00503BEF" w:rsidP="00503BEF">
      <w:pPr>
        <w:tabs>
          <w:tab w:val="num" w:pos="1170"/>
        </w:tabs>
        <w:ind w:left="900"/>
      </w:pPr>
    </w:p>
    <w:p w:rsidR="00503BEF" w:rsidRDefault="00503BEF" w:rsidP="00503BEF">
      <w:pPr>
        <w:numPr>
          <w:ilvl w:val="0"/>
          <w:numId w:val="24"/>
        </w:numPr>
        <w:ind w:left="900"/>
      </w:pPr>
      <w:r w:rsidRPr="002471F3">
        <w:t>empowering communities;</w:t>
      </w:r>
    </w:p>
    <w:p w:rsidR="00503BEF" w:rsidRPr="002471F3" w:rsidRDefault="00503BEF" w:rsidP="00503BEF">
      <w:pPr>
        <w:ind w:left="900"/>
      </w:pPr>
    </w:p>
    <w:p w:rsidR="00503BEF" w:rsidRDefault="00503BEF" w:rsidP="00503BEF">
      <w:pPr>
        <w:numPr>
          <w:ilvl w:val="0"/>
          <w:numId w:val="24"/>
        </w:numPr>
        <w:ind w:left="900"/>
      </w:pPr>
      <w:r w:rsidRPr="002471F3">
        <w:t>supporting customary practices and community cooperation;</w:t>
      </w:r>
    </w:p>
    <w:p w:rsidR="00503BEF" w:rsidRPr="002471F3" w:rsidRDefault="00503BEF" w:rsidP="00503BEF">
      <w:pPr>
        <w:ind w:left="900"/>
      </w:pPr>
    </w:p>
    <w:p w:rsidR="00503BEF" w:rsidRDefault="00503BEF" w:rsidP="00503BEF">
      <w:pPr>
        <w:numPr>
          <w:ilvl w:val="0"/>
          <w:numId w:val="24"/>
        </w:numPr>
        <w:ind w:left="900"/>
      </w:pPr>
      <w:r w:rsidRPr="002471F3">
        <w:t>contributing to the safeguarding of traditional cultures;</w:t>
      </w:r>
    </w:p>
    <w:p w:rsidR="00503BEF" w:rsidRPr="002471F3" w:rsidRDefault="00503BEF" w:rsidP="00503BEF">
      <w:pPr>
        <w:ind w:left="900"/>
      </w:pPr>
    </w:p>
    <w:p w:rsidR="00503BEF" w:rsidRDefault="00503BEF" w:rsidP="00503BEF">
      <w:pPr>
        <w:numPr>
          <w:ilvl w:val="0"/>
          <w:numId w:val="24"/>
        </w:numPr>
        <w:ind w:left="900"/>
      </w:pPr>
      <w:r w:rsidRPr="002471F3">
        <w:t>encouraging community innovation and creativity;</w:t>
      </w:r>
    </w:p>
    <w:p w:rsidR="00503BEF" w:rsidRPr="002471F3" w:rsidRDefault="00503BEF" w:rsidP="00503BEF">
      <w:pPr>
        <w:ind w:left="900"/>
      </w:pPr>
    </w:p>
    <w:p w:rsidR="00503BEF" w:rsidRDefault="00503BEF" w:rsidP="00503BEF">
      <w:pPr>
        <w:numPr>
          <w:ilvl w:val="0"/>
          <w:numId w:val="24"/>
        </w:numPr>
        <w:ind w:left="900"/>
      </w:pPr>
      <w:r w:rsidRPr="002471F3">
        <w:t>promoting intellectual and artistic freedom, research and cultural exchange on equitable terms;</w:t>
      </w:r>
    </w:p>
    <w:p w:rsidR="00503BEF" w:rsidRPr="002471F3" w:rsidRDefault="00503BEF" w:rsidP="00503BEF">
      <w:pPr>
        <w:ind w:left="900"/>
      </w:pPr>
    </w:p>
    <w:p w:rsidR="00503BEF" w:rsidRDefault="00503BEF" w:rsidP="00503BEF">
      <w:pPr>
        <w:numPr>
          <w:ilvl w:val="0"/>
          <w:numId w:val="24"/>
        </w:numPr>
        <w:ind w:left="900"/>
      </w:pPr>
      <w:r w:rsidRPr="002471F3">
        <w:t>contributing to cultural diversity;</w:t>
      </w:r>
    </w:p>
    <w:p w:rsidR="00503BEF" w:rsidRPr="002471F3" w:rsidRDefault="00503BEF" w:rsidP="00503BEF">
      <w:pPr>
        <w:ind w:left="900"/>
      </w:pPr>
    </w:p>
    <w:p w:rsidR="00503BEF" w:rsidRDefault="00503BEF" w:rsidP="00503BEF">
      <w:pPr>
        <w:numPr>
          <w:ilvl w:val="0"/>
          <w:numId w:val="24"/>
        </w:numPr>
        <w:ind w:left="900"/>
      </w:pPr>
      <w:r w:rsidRPr="002471F3">
        <w:t>promoting community development and legitimate trading activities;</w:t>
      </w:r>
    </w:p>
    <w:p w:rsidR="00503BEF" w:rsidRPr="002471F3" w:rsidRDefault="00503BEF" w:rsidP="00503BEF">
      <w:pPr>
        <w:ind w:left="900"/>
      </w:pPr>
    </w:p>
    <w:p w:rsidR="00503BEF" w:rsidRDefault="00503BEF" w:rsidP="00503BEF">
      <w:pPr>
        <w:numPr>
          <w:ilvl w:val="0"/>
          <w:numId w:val="24"/>
        </w:numPr>
        <w:ind w:left="900"/>
      </w:pPr>
      <w:r w:rsidRPr="002471F3">
        <w:t>precluding unauthorized IP rights;</w:t>
      </w:r>
    </w:p>
    <w:p w:rsidR="00503BEF" w:rsidRPr="002471F3" w:rsidRDefault="00503BEF" w:rsidP="00503BEF">
      <w:pPr>
        <w:ind w:left="900"/>
      </w:pPr>
    </w:p>
    <w:p w:rsidR="00503BEF" w:rsidRDefault="00503BEF" w:rsidP="00503BEF">
      <w:pPr>
        <w:numPr>
          <w:ilvl w:val="0"/>
          <w:numId w:val="24"/>
        </w:numPr>
        <w:ind w:left="900"/>
      </w:pPr>
      <w:r w:rsidRPr="002471F3">
        <w:t>enhancing certainty, transparency and mutual confidence;</w:t>
      </w:r>
    </w:p>
    <w:p w:rsidR="00503BEF" w:rsidRPr="002471F3" w:rsidRDefault="00503BEF" w:rsidP="00503BEF">
      <w:pPr>
        <w:ind w:left="900"/>
      </w:pPr>
    </w:p>
    <w:p w:rsidR="00503BEF" w:rsidRDefault="00503BEF" w:rsidP="00503BEF">
      <w:pPr>
        <w:numPr>
          <w:ilvl w:val="0"/>
          <w:numId w:val="24"/>
        </w:numPr>
        <w:tabs>
          <w:tab w:val="num" w:pos="1170"/>
        </w:tabs>
        <w:ind w:left="900"/>
      </w:pPr>
      <w:r w:rsidRPr="002471F3">
        <w:t>controlling ways in which TCEs are used beyond the traditional and customary context;</w:t>
      </w:r>
    </w:p>
    <w:p w:rsidR="00503BEF" w:rsidRPr="002471F3" w:rsidRDefault="00503BEF" w:rsidP="00503BEF">
      <w:pPr>
        <w:tabs>
          <w:tab w:val="num" w:pos="1170"/>
        </w:tabs>
        <w:ind w:left="900"/>
      </w:pPr>
    </w:p>
    <w:p w:rsidR="00503BEF" w:rsidRDefault="00503BEF" w:rsidP="00503BEF">
      <w:pPr>
        <w:numPr>
          <w:ilvl w:val="0"/>
          <w:numId w:val="24"/>
        </w:numPr>
        <w:ind w:left="900"/>
      </w:pPr>
      <w:r w:rsidRPr="002471F3">
        <w:t>promoting the equitable sharing of benefits arising from the use of TCEs with free prior informed consent;</w:t>
      </w:r>
    </w:p>
    <w:p w:rsidR="00503BEF" w:rsidRPr="002471F3" w:rsidRDefault="00503BEF" w:rsidP="00503BEF">
      <w:pPr>
        <w:ind w:left="900"/>
      </w:pPr>
    </w:p>
    <w:p w:rsidR="00503BEF" w:rsidRDefault="00503BEF" w:rsidP="00503BEF">
      <w:pPr>
        <w:numPr>
          <w:ilvl w:val="0"/>
          <w:numId w:val="24"/>
        </w:numPr>
        <w:ind w:left="900"/>
      </w:pPr>
      <w:r w:rsidRPr="002471F3">
        <w:t>recognizing rights already acquired by third parties and providing for legal certainty and a rich and accessible public domain;</w:t>
      </w:r>
    </w:p>
    <w:p w:rsidR="00503BEF" w:rsidRPr="002471F3" w:rsidRDefault="00503BEF" w:rsidP="00503BEF">
      <w:pPr>
        <w:ind w:left="900"/>
      </w:pPr>
    </w:p>
    <w:p w:rsidR="00503BEF" w:rsidRPr="002471F3" w:rsidRDefault="00503BEF" w:rsidP="00503BEF">
      <w:pPr>
        <w:numPr>
          <w:ilvl w:val="0"/>
          <w:numId w:val="24"/>
        </w:numPr>
        <w:ind w:left="900"/>
      </w:pPr>
      <w:r w:rsidRPr="002471F3">
        <w:t>assisting in the prevention of the erroneous grant or intellectual property rights over TCEs.</w:t>
      </w:r>
    </w:p>
    <w:p w:rsidR="00503BEF" w:rsidRPr="002471F3" w:rsidRDefault="00503BEF" w:rsidP="00503BEF"/>
    <w:p w:rsidR="00503BEF" w:rsidRPr="002471F3" w:rsidRDefault="00503BEF" w:rsidP="00503BEF">
      <w:pPr>
        <w:rPr>
          <w:i/>
        </w:rPr>
      </w:pPr>
      <w:bookmarkStart w:id="100" w:name="_Toc199928140"/>
      <w:bookmarkStart w:id="101" w:name="_Toc200178820"/>
      <w:bookmarkStart w:id="102" w:name="_Toc211250736"/>
      <w:r w:rsidRPr="002471F3">
        <w:rPr>
          <w:i/>
        </w:rPr>
        <w:t>Specific technical and legal questions</w:t>
      </w:r>
      <w:bookmarkEnd w:id="100"/>
      <w:bookmarkEnd w:id="101"/>
      <w:bookmarkEnd w:id="102"/>
    </w:p>
    <w:p w:rsidR="00503BEF" w:rsidRPr="002471F3" w:rsidRDefault="00503BEF" w:rsidP="00503BEF"/>
    <w:p w:rsidR="00503BEF" w:rsidRPr="002471F3" w:rsidRDefault="00503BEF" w:rsidP="00503BEF">
      <w:pPr>
        <w:numPr>
          <w:ilvl w:val="0"/>
          <w:numId w:val="42"/>
        </w:numPr>
        <w:ind w:left="0" w:firstLine="0"/>
        <w:contextualSpacing/>
      </w:pPr>
      <w:r w:rsidRPr="002471F3">
        <w:t>Committee participants may also wish to assess the addressing of gaps in relation to the specific technical and legal questions that have been previously identified as necessary to consider in relation to IP and TCEs.  These are:</w:t>
      </w:r>
    </w:p>
    <w:p w:rsidR="00503BEF" w:rsidRPr="002471F3" w:rsidRDefault="00503BEF" w:rsidP="00503BEF"/>
    <w:p w:rsidR="00503BEF" w:rsidRDefault="00503BEF" w:rsidP="00503BEF">
      <w:pPr>
        <w:numPr>
          <w:ilvl w:val="0"/>
          <w:numId w:val="25"/>
        </w:numPr>
        <w:tabs>
          <w:tab w:val="num" w:pos="1080"/>
        </w:tabs>
        <w:ind w:left="1080" w:hanging="540"/>
      </w:pPr>
      <w:r w:rsidRPr="002471F3">
        <w:t>what are the desired objectives of IP protection for TCEs?</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rsidRPr="002471F3">
        <w:t>what TCEs should be protected?</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rsidRPr="002471F3">
        <w:t>who should benefit from any such protection or hold the rights to protectable TCEs?</w:t>
      </w:r>
    </w:p>
    <w:p w:rsidR="00503BEF" w:rsidRPr="002471F3" w:rsidRDefault="00503BEF" w:rsidP="00503BEF">
      <w:pPr>
        <w:tabs>
          <w:tab w:val="num" w:pos="1080"/>
        </w:tabs>
        <w:ind w:left="1080"/>
      </w:pPr>
    </w:p>
    <w:p w:rsidR="00503BEF" w:rsidRDefault="00503BEF" w:rsidP="00503BEF">
      <w:pPr>
        <w:numPr>
          <w:ilvl w:val="0"/>
          <w:numId w:val="25"/>
        </w:numPr>
        <w:tabs>
          <w:tab w:val="num" w:pos="720"/>
        </w:tabs>
      </w:pPr>
      <w:r w:rsidRPr="002471F3">
        <w:t>what forms of behaviors or acts in relation to the protectable TCEs should be considered unacceptable or illegal?</w:t>
      </w:r>
    </w:p>
    <w:p w:rsidR="00503BEF" w:rsidRPr="002471F3" w:rsidRDefault="00503BEF" w:rsidP="00503BEF">
      <w:pPr>
        <w:ind w:left="900"/>
      </w:pPr>
    </w:p>
    <w:p w:rsidR="00503BEF" w:rsidRDefault="00503BEF" w:rsidP="00503BEF">
      <w:pPr>
        <w:numPr>
          <w:ilvl w:val="0"/>
          <w:numId w:val="25"/>
        </w:numPr>
        <w:tabs>
          <w:tab w:val="num" w:pos="1080"/>
        </w:tabs>
        <w:ind w:left="1080" w:hanging="540"/>
      </w:pPr>
      <w:r w:rsidRPr="002471F3">
        <w:t>should there be any exceptions or limitations attaching to protectable TCEs?</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rsidRPr="002471F3">
        <w:t>for how long should protection be accorded?</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rsidRPr="002471F3">
        <w:t>should there be any formalities (such as examination and registration)?</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rsidRPr="002471F3">
        <w:t>how should the rights be administered?</w:t>
      </w:r>
    </w:p>
    <w:p w:rsidR="00503BEF" w:rsidRPr="002471F3" w:rsidRDefault="00503BEF" w:rsidP="00503BEF">
      <w:pPr>
        <w:tabs>
          <w:tab w:val="num" w:pos="1080"/>
        </w:tabs>
        <w:ind w:left="1080"/>
      </w:pPr>
    </w:p>
    <w:p w:rsidR="00503BEF" w:rsidRDefault="00503BEF" w:rsidP="00503BEF">
      <w:pPr>
        <w:numPr>
          <w:ilvl w:val="0"/>
          <w:numId w:val="25"/>
        </w:numPr>
        <w:tabs>
          <w:tab w:val="num" w:pos="990"/>
        </w:tabs>
      </w:pPr>
      <w:r w:rsidRPr="002471F3">
        <w:t>what sanctions or penalties should apply to behavior or acts considered to be unacceptable or illegal?</w:t>
      </w:r>
    </w:p>
    <w:p w:rsidR="00503BEF" w:rsidRPr="002471F3" w:rsidRDefault="00503BEF" w:rsidP="00503BEF">
      <w:pPr>
        <w:tabs>
          <w:tab w:val="num" w:pos="990"/>
        </w:tabs>
        <w:ind w:left="900"/>
      </w:pPr>
    </w:p>
    <w:p w:rsidR="00503BEF" w:rsidRDefault="00503BEF" w:rsidP="00503BEF">
      <w:pPr>
        <w:numPr>
          <w:ilvl w:val="0"/>
          <w:numId w:val="25"/>
        </w:numPr>
        <w:tabs>
          <w:tab w:val="num" w:pos="1080"/>
        </w:tabs>
        <w:ind w:left="1080" w:hanging="540"/>
      </w:pPr>
      <w:r w:rsidRPr="002471F3">
        <w:t>should newly recognized rights in TCEs have retrospective effect?</w:t>
      </w:r>
    </w:p>
    <w:p w:rsidR="00503BEF" w:rsidRPr="002471F3" w:rsidRDefault="00503BEF" w:rsidP="00503BEF">
      <w:pPr>
        <w:tabs>
          <w:tab w:val="num" w:pos="1080"/>
        </w:tabs>
        <w:ind w:left="1080"/>
      </w:pPr>
    </w:p>
    <w:p w:rsidR="00503BEF" w:rsidRPr="002471F3" w:rsidRDefault="00503BEF" w:rsidP="00503BEF">
      <w:pPr>
        <w:numPr>
          <w:ilvl w:val="0"/>
          <w:numId w:val="25"/>
        </w:numPr>
        <w:tabs>
          <w:tab w:val="num" w:pos="1080"/>
        </w:tabs>
        <w:ind w:left="1080" w:hanging="540"/>
      </w:pPr>
      <w:r w:rsidRPr="002471F3">
        <w:t>how should foreign right holders/beneficiaries be treated?</w:t>
      </w:r>
    </w:p>
    <w:p w:rsidR="00503BEF" w:rsidRPr="002471F3" w:rsidRDefault="00503BEF" w:rsidP="00503BEF"/>
    <w:p w:rsidR="00503BEF" w:rsidRPr="002471F3" w:rsidRDefault="00503BEF" w:rsidP="00503BEF">
      <w:pPr>
        <w:rPr>
          <w:i/>
        </w:rPr>
      </w:pPr>
      <w:bookmarkStart w:id="103" w:name="_Toc199928141"/>
      <w:bookmarkStart w:id="104" w:name="_Toc200178821"/>
      <w:bookmarkStart w:id="105" w:name="_Toc211250737"/>
      <w:r w:rsidRPr="002471F3">
        <w:rPr>
          <w:i/>
        </w:rPr>
        <w:t>Operational questions:  rights management and compliance</w:t>
      </w:r>
      <w:bookmarkEnd w:id="103"/>
      <w:bookmarkEnd w:id="104"/>
      <w:bookmarkEnd w:id="105"/>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503BEF" w:rsidRPr="002471F3" w:rsidRDefault="00503BEF" w:rsidP="00503BEF"/>
    <w:p w:rsidR="00503BEF" w:rsidRDefault="00503BEF" w:rsidP="00503BEF">
      <w:pPr>
        <w:rPr>
          <w:bCs/>
          <w:i/>
          <w:iCs/>
        </w:rPr>
      </w:pPr>
      <w:bookmarkStart w:id="106" w:name="_Toc199928142"/>
      <w:bookmarkStart w:id="107" w:name="_Toc200178822"/>
      <w:bookmarkStart w:id="108" w:name="_Toc211250738"/>
      <w:r>
        <w:rPr>
          <w:bCs/>
          <w:i/>
          <w:iCs/>
        </w:rPr>
        <w:br w:type="page"/>
      </w:r>
    </w:p>
    <w:p w:rsidR="00503BEF" w:rsidRPr="002471F3" w:rsidRDefault="00503BEF" w:rsidP="00503BEF">
      <w:pPr>
        <w:ind w:left="540" w:hanging="540"/>
        <w:rPr>
          <w:bCs/>
          <w:i/>
          <w:iCs/>
        </w:rPr>
      </w:pPr>
      <w:r w:rsidRPr="002471F3">
        <w:rPr>
          <w:bCs/>
          <w:i/>
          <w:iCs/>
        </w:rPr>
        <w:lastRenderedPageBreak/>
        <w:t>D.</w:t>
      </w:r>
      <w:r w:rsidRPr="002471F3">
        <w:rPr>
          <w:bCs/>
          <w:i/>
          <w:iCs/>
        </w:rPr>
        <w:tab/>
      </w:r>
      <w:r w:rsidRPr="002471F3">
        <w:rPr>
          <w:bCs/>
          <w:i/>
          <w:iCs/>
          <w:u w:val="single"/>
        </w:rPr>
        <w:t>Options which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6"/>
      <w:bookmarkEnd w:id="107"/>
      <w:bookmarkEnd w:id="108"/>
    </w:p>
    <w:p w:rsidR="00503BEF" w:rsidRPr="002471F3" w:rsidRDefault="00503BEF" w:rsidP="00503BEF"/>
    <w:p w:rsidR="00503BEF" w:rsidRPr="002471F3" w:rsidRDefault="00503BEF" w:rsidP="00503BEF">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have been analyzed and compared in previous Committee documents.</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rights which are protected indefinitely.  Whether to enact such a law is a political and policy decision for Member States, taking into account policy, operational and technical considerations such as those suggested above.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be tailored to the particular qualities of TCEs.  The options are not necessarily mutually-exclusive.  </w:t>
      </w:r>
    </w:p>
    <w:p w:rsidR="00503BEF" w:rsidRPr="002471F3" w:rsidRDefault="00503BEF" w:rsidP="00503BEF"/>
    <w:p w:rsidR="00503BEF" w:rsidRPr="002471F3" w:rsidRDefault="00503BEF" w:rsidP="00503BEF">
      <w:pPr>
        <w:rPr>
          <w:i/>
        </w:rPr>
      </w:pPr>
      <w:bookmarkStart w:id="109" w:name="_Toc199928143"/>
      <w:bookmarkStart w:id="110" w:name="_Toc200178823"/>
      <w:bookmarkStart w:id="111" w:name="_Toc211250739"/>
      <w:r w:rsidRPr="002471F3">
        <w:rPr>
          <w:i/>
        </w:rPr>
        <w:t>Literary and artistic productions</w:t>
      </w:r>
      <w:bookmarkEnd w:id="109"/>
      <w:bookmarkEnd w:id="110"/>
      <w:bookmarkEnd w:id="111"/>
    </w:p>
    <w:p w:rsidR="00503BEF" w:rsidRPr="002471F3" w:rsidRDefault="00503BEF" w:rsidP="00503BEF">
      <w:pPr>
        <w:rPr>
          <w:i/>
        </w:rPr>
      </w:pPr>
    </w:p>
    <w:p w:rsidR="00503BEF" w:rsidRPr="002471F3" w:rsidRDefault="00503BEF" w:rsidP="00503BEF">
      <w:pPr>
        <w:rPr>
          <w:i/>
          <w:iCs/>
          <w:u w:val="single"/>
        </w:rPr>
      </w:pPr>
      <w:bookmarkStart w:id="112" w:name="_Toc199928144"/>
      <w:bookmarkStart w:id="113" w:name="_Toc200178824"/>
      <w:bookmarkStart w:id="114" w:name="_Toc211250740"/>
      <w:r w:rsidRPr="002471F3">
        <w:rPr>
          <w:i/>
          <w:iCs/>
          <w:u w:val="single"/>
        </w:rPr>
        <w:t>Recognition of communal rights and interests</w:t>
      </w:r>
      <w:bookmarkEnd w:id="112"/>
      <w:bookmarkEnd w:id="113"/>
      <w:bookmarkEnd w:id="114"/>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Courts have been prepared to recognize communal interests in a copyright work.  In the Australian case of </w:t>
      </w:r>
      <w:proofErr w:type="spellStart"/>
      <w:r w:rsidRPr="002471F3">
        <w:rPr>
          <w:i/>
        </w:rPr>
        <w:t>Bulun</w:t>
      </w:r>
      <w:proofErr w:type="spellEnd"/>
      <w:r w:rsidRPr="002471F3">
        <w:rPr>
          <w:i/>
        </w:rPr>
        <w:t xml:space="preserve"> </w:t>
      </w:r>
      <w:proofErr w:type="spellStart"/>
      <w:r w:rsidRPr="002471F3">
        <w:rPr>
          <w:i/>
        </w:rPr>
        <w:t>Bulun</w:t>
      </w:r>
      <w:proofErr w:type="spellEnd"/>
      <w:r w:rsidRPr="002471F3">
        <w:rPr>
          <w:i/>
        </w:rPr>
        <w:t xml:space="preserve"> v. R &amp; T Textiles (Pty) Ltd (1998) 41 IPR 513</w:t>
      </w:r>
      <w:r w:rsidRPr="002471F3">
        <w:rPr>
          <w:vertAlign w:val="superscript"/>
        </w:rPr>
        <w:footnoteReference w:id="50"/>
      </w:r>
      <w:r w:rsidRPr="002471F3">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rsidR="00503BEF" w:rsidRPr="002471F3" w:rsidRDefault="00503BEF" w:rsidP="00503BEF"/>
    <w:p w:rsidR="00503BEF" w:rsidRPr="002471F3" w:rsidRDefault="00503BEF" w:rsidP="00503BEF">
      <w:pPr>
        <w:rPr>
          <w:i/>
          <w:iCs/>
          <w:u w:val="single"/>
        </w:rPr>
      </w:pPr>
      <w:bookmarkStart w:id="115" w:name="_Toc199928145"/>
      <w:bookmarkStart w:id="116" w:name="_Toc200178825"/>
      <w:bookmarkStart w:id="117" w:name="_Toc211250741"/>
      <w:r w:rsidRPr="002471F3">
        <w:rPr>
          <w:i/>
          <w:iCs/>
          <w:u w:val="single"/>
        </w:rPr>
        <w:t>Communal moral rights</w:t>
      </w:r>
      <w:bookmarkEnd w:id="115"/>
      <w:bookmarkEnd w:id="116"/>
      <w:bookmarkEnd w:id="117"/>
    </w:p>
    <w:p w:rsidR="00503BEF" w:rsidRPr="002471F3" w:rsidRDefault="00503BEF" w:rsidP="00503BEF"/>
    <w:p w:rsidR="00503BEF" w:rsidRPr="002471F3" w:rsidRDefault="00503BEF" w:rsidP="00503BEF">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to be a possible tool for indigenous peoples to prevent derogatory treatment of works drawing on their traditions, customs and beliefs.  Aspects of the proposed draft Bill were criticized by indigenous people and other interests.  The Bill, however, did not proceed to law.</w:t>
      </w:r>
    </w:p>
    <w:p w:rsidR="00503BEF" w:rsidRPr="002471F3" w:rsidRDefault="00503BEF" w:rsidP="00503BEF"/>
    <w:p w:rsidR="00503BEF" w:rsidRPr="002471F3" w:rsidRDefault="00503BEF" w:rsidP="00503BEF">
      <w:pPr>
        <w:numPr>
          <w:ilvl w:val="0"/>
          <w:numId w:val="42"/>
        </w:numPr>
        <w:ind w:left="0" w:firstLine="0"/>
        <w:contextualSpacing/>
      </w:pPr>
      <w:r w:rsidRPr="002471F3">
        <w:lastRenderedPageBreak/>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503BEF" w:rsidRPr="002471F3" w:rsidRDefault="00503BEF" w:rsidP="00503BEF"/>
    <w:p w:rsidR="00503BEF" w:rsidRPr="002471F3" w:rsidRDefault="00503BEF" w:rsidP="00503BEF">
      <w:pPr>
        <w:rPr>
          <w:i/>
          <w:iCs/>
          <w:u w:val="single"/>
        </w:rPr>
      </w:pPr>
      <w:bookmarkStart w:id="118" w:name="_Toc199928146"/>
      <w:bookmarkStart w:id="119" w:name="_Toc200178826"/>
      <w:bookmarkStart w:id="120"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18"/>
      <w:bookmarkEnd w:id="119"/>
      <w:bookmarkEnd w:id="120"/>
    </w:p>
    <w:p w:rsidR="00503BEF" w:rsidRPr="002471F3" w:rsidRDefault="00503BEF" w:rsidP="00503BEF"/>
    <w:p w:rsidR="00503BEF" w:rsidRPr="002471F3" w:rsidRDefault="00503BEF" w:rsidP="00503BEF">
      <w:pPr>
        <w:numPr>
          <w:ilvl w:val="0"/>
          <w:numId w:val="42"/>
        </w:numPr>
        <w:ind w:left="0" w:firstLine="0"/>
        <w:contextualSpacing/>
      </w:pPr>
      <w:r w:rsidRPr="002471F3">
        <w:t>Article 15.4 of the Berne Convention has been of very limited use in practice.  It might be worth exploring the reasons therefore.  It has been suggested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These options could include clarifying that (</w:t>
      </w:r>
      <w:proofErr w:type="spellStart"/>
      <w:r w:rsidRPr="002471F3">
        <w:t>i</w:t>
      </w:r>
      <w:proofErr w:type="spellEnd"/>
      <w:r w:rsidRPr="002471F3">
        <w:t xml:space="preserve">)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503BEF" w:rsidRPr="002471F3" w:rsidRDefault="00503BEF" w:rsidP="00503BEF"/>
    <w:p w:rsidR="00503BEF" w:rsidRPr="002471F3" w:rsidRDefault="00503BEF" w:rsidP="00503BEF">
      <w:pPr>
        <w:numPr>
          <w:ilvl w:val="0"/>
          <w:numId w:val="42"/>
        </w:numPr>
        <w:ind w:left="0" w:firstLine="0"/>
        <w:contextualSpacing/>
      </w:pPr>
      <w:r w:rsidRPr="002471F3">
        <w:t>No time limit is set in the Model Provisions, the Panama Law and the Pacific Regional Framework.  It has been suggested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has also been suggested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503BEF" w:rsidRPr="002471F3" w:rsidRDefault="00503BEF" w:rsidP="00503BEF"/>
    <w:p w:rsidR="00503BEF" w:rsidRPr="002471F3" w:rsidRDefault="00503BEF" w:rsidP="00503BEF">
      <w:pPr>
        <w:rPr>
          <w:i/>
          <w:iCs/>
          <w:u w:val="single"/>
        </w:rPr>
      </w:pPr>
      <w:bookmarkStart w:id="121" w:name="_Toc200178827"/>
      <w:bookmarkStart w:id="122" w:name="_Toc211250743"/>
      <w:r w:rsidRPr="002471F3">
        <w:rPr>
          <w:i/>
          <w:iCs/>
          <w:u w:val="single"/>
        </w:rPr>
        <w:t xml:space="preserve">Domaine public </w:t>
      </w:r>
      <w:proofErr w:type="spellStart"/>
      <w:r w:rsidRPr="002471F3">
        <w:rPr>
          <w:i/>
          <w:iCs/>
          <w:u w:val="single"/>
        </w:rPr>
        <w:t>payant</w:t>
      </w:r>
      <w:bookmarkEnd w:id="121"/>
      <w:bookmarkEnd w:id="122"/>
      <w:proofErr w:type="spellEnd"/>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copyright which would exclude works from the creative cycle.  A broadly similar approach has also been referred to as a “compensatory liability regime”. </w:t>
      </w:r>
    </w:p>
    <w:p w:rsidR="00503BEF" w:rsidRPr="002471F3" w:rsidRDefault="00503BEF" w:rsidP="00503BEF"/>
    <w:p w:rsidR="00503BEF" w:rsidRPr="002471F3" w:rsidRDefault="00503BEF" w:rsidP="00503BEF">
      <w:pPr>
        <w:rPr>
          <w:i/>
          <w:iCs/>
          <w:u w:val="single"/>
        </w:rPr>
      </w:pPr>
      <w:bookmarkStart w:id="123" w:name="_Toc199928147"/>
      <w:bookmarkStart w:id="124" w:name="_Toc200178828"/>
      <w:bookmarkStart w:id="125" w:name="_Toc211250744"/>
      <w:r w:rsidRPr="002471F3">
        <w:rPr>
          <w:i/>
          <w:iCs/>
          <w:u w:val="single"/>
        </w:rPr>
        <w:t>Orphan works</w:t>
      </w:r>
      <w:bookmarkEnd w:id="123"/>
      <w:bookmarkEnd w:id="124"/>
      <w:bookmarkEnd w:id="125"/>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“Orphan” works refer to copyright works of which the author is unknown or </w:t>
      </w:r>
      <w:proofErr w:type="spellStart"/>
      <w:r w:rsidRPr="002471F3">
        <w:t>unlocatable</w:t>
      </w:r>
      <w:proofErr w:type="spellEnd"/>
      <w:r w:rsidRPr="002471F3">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w:t>
      </w:r>
      <w:r w:rsidRPr="002471F3">
        <w:lastRenderedPageBreak/>
        <w:t xml:space="preserve">context of TCEs, where there is often no single fixed expression by a single identifiable author, it could be argued that a given TCE resembles an “orphaned” work and that, therefore, laws or current proposals which address </w:t>
      </w:r>
      <w:proofErr w:type="spellStart"/>
      <w:r w:rsidRPr="002471F3">
        <w:t>unlocatable</w:t>
      </w:r>
      <w:proofErr w:type="spellEnd"/>
      <w:r w:rsidRPr="002471F3">
        <w:t xml:space="preserve"> authors may provide ideas or options for the protection of TCEs.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 xml:space="preserve">A number of jurisdictions are considering or have already adopted legislation.  Canada, for example, has implemented legislation that creates a compulsory licensing scheme allowing for the use of published works to be issued by the national copyright authority on behalf of </w:t>
      </w:r>
      <w:proofErr w:type="spellStart"/>
      <w:r w:rsidRPr="002471F3">
        <w:t>unlocatable</w:t>
      </w:r>
      <w:proofErr w:type="spellEnd"/>
      <w:r w:rsidRPr="002471F3">
        <w:t xml:space="preserv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6" w:name="_Toc199928148"/>
      <w:bookmarkStart w:id="127" w:name="_Toc200178829"/>
      <w:bookmarkStart w:id="128" w:name="_Toc211250745"/>
    </w:p>
    <w:p w:rsidR="00503BEF" w:rsidRPr="002471F3" w:rsidRDefault="00503BEF" w:rsidP="00503BEF">
      <w:pPr>
        <w:rPr>
          <w:i/>
          <w:iCs/>
          <w:u w:val="single"/>
        </w:rPr>
      </w:pPr>
    </w:p>
    <w:p w:rsidR="00503BEF" w:rsidRPr="002471F3" w:rsidRDefault="00503BEF" w:rsidP="00503BEF">
      <w:pPr>
        <w:rPr>
          <w:i/>
          <w:iCs/>
          <w:u w:val="single"/>
        </w:rPr>
      </w:pPr>
      <w:r w:rsidRPr="002471F3">
        <w:rPr>
          <w:i/>
          <w:iCs/>
          <w:u w:val="single"/>
        </w:rPr>
        <w:t>Resale right</w:t>
      </w:r>
      <w:bookmarkEnd w:id="126"/>
      <w:bookmarkEnd w:id="127"/>
      <w:bookmarkEnd w:id="128"/>
    </w:p>
    <w:p w:rsidR="00503BEF" w:rsidRPr="002471F3" w:rsidRDefault="00503BEF" w:rsidP="00503BEF"/>
    <w:p w:rsidR="00503BEF" w:rsidRPr="002471F3" w:rsidRDefault="00503BEF" w:rsidP="00503BEF">
      <w:pPr>
        <w:numPr>
          <w:ilvl w:val="0"/>
          <w:numId w:val="42"/>
        </w:numPr>
        <w:ind w:left="0" w:firstLine="0"/>
        <w:contextualSpacing/>
      </w:pPr>
      <w:r w:rsidRPr="002471F3">
        <w:t>Resale rights (</w:t>
      </w:r>
      <w:r w:rsidRPr="002471F3">
        <w:rPr>
          <w:i/>
        </w:rPr>
        <w:t>le droit de suite</w:t>
      </w:r>
      <w:r w:rsidRPr="002471F3">
        <w:t>) are provided for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503BEF" w:rsidRPr="002471F3" w:rsidRDefault="00503BEF" w:rsidP="00503BEF"/>
    <w:p w:rsidR="00503BEF" w:rsidRPr="002471F3" w:rsidRDefault="00503BEF" w:rsidP="00503BEF">
      <w:pPr>
        <w:rPr>
          <w:i/>
          <w:iCs/>
          <w:u w:val="single"/>
        </w:rPr>
      </w:pPr>
      <w:bookmarkStart w:id="129" w:name="_Toc199928149"/>
      <w:bookmarkStart w:id="130" w:name="_Toc200178830"/>
      <w:bookmarkStart w:id="131" w:name="_Toc211250746"/>
      <w:r w:rsidRPr="002471F3">
        <w:rPr>
          <w:i/>
          <w:iCs/>
          <w:u w:val="single"/>
        </w:rPr>
        <w:t>Use of distinctive signs and unfair competition principles to combat misappropriation of reputation associated with TCEs (“style”)</w:t>
      </w:r>
      <w:bookmarkEnd w:id="129"/>
      <w:bookmarkEnd w:id="130"/>
      <w:bookmarkEnd w:id="131"/>
    </w:p>
    <w:p w:rsidR="00503BEF" w:rsidRPr="002471F3" w:rsidRDefault="00503BEF" w:rsidP="00503BEF">
      <w:pPr>
        <w:rPr>
          <w:i/>
        </w:rPr>
      </w:pPr>
    </w:p>
    <w:p w:rsidR="00503BEF" w:rsidRPr="002471F3" w:rsidRDefault="00503BEF" w:rsidP="00503BEF">
      <w:pPr>
        <w:numPr>
          <w:ilvl w:val="0"/>
          <w:numId w:val="42"/>
        </w:numPr>
        <w:ind w:left="0" w:firstLine="0"/>
        <w:contextualSpacing/>
      </w:pPr>
      <w:r w:rsidRPr="002471F3">
        <w:t>Options in this regard include:</w:t>
      </w:r>
    </w:p>
    <w:p w:rsidR="00503BEF" w:rsidRPr="002471F3" w:rsidRDefault="00503BEF" w:rsidP="00503BEF"/>
    <w:p w:rsidR="00503BEF" w:rsidRPr="002471F3" w:rsidRDefault="00503BEF" w:rsidP="00503BEF">
      <w:pPr>
        <w:numPr>
          <w:ilvl w:val="0"/>
          <w:numId w:val="26"/>
        </w:numPr>
        <w:tabs>
          <w:tab w:val="num" w:pos="1080"/>
        </w:tabs>
        <w:contextualSpacing/>
      </w:pPr>
      <w:bookmarkStart w:id="132" w:name="_Toc57022962"/>
      <w:bookmarkStart w:id="133" w:name="_Toc57023364"/>
      <w:bookmarkStart w:id="134" w:name="_Toc57110273"/>
      <w:bookmarkStart w:id="135" w:name="_Toc57193375"/>
      <w:bookmarkStart w:id="136" w:name="_Toc57203931"/>
      <w:bookmarkStart w:id="137" w:name="_Toc57342709"/>
      <w:bookmarkStart w:id="138" w:name="_Toc57342785"/>
      <w:bookmarkStart w:id="139" w:name="_Toc57445683"/>
      <w:bookmarkStart w:id="140" w:name="_Toc57546160"/>
      <w:bookmarkStart w:id="141" w:name="_Toc57548025"/>
      <w:bookmarkStart w:id="142" w:name="_Toc57551957"/>
      <w:bookmarkStart w:id="143" w:name="_Toc57614804"/>
      <w:bookmarkStart w:id="144" w:name="_Toc57691225"/>
      <w:bookmarkStart w:id="145" w:name="_Toc57722233"/>
      <w:bookmarkStart w:id="146" w:name="_Toc58408944"/>
      <w:bookmarkStart w:id="147" w:name="_Toc58908794"/>
      <w:bookmarkStart w:id="148" w:name="_Toc59514330"/>
      <w:bookmarkStart w:id="149"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is based on the use of a style or distinctive imagery or symbols.  This discussion can also be applied to traditional designs.</w:t>
      </w:r>
    </w:p>
    <w:p w:rsidR="00503BEF" w:rsidRPr="002471F3" w:rsidRDefault="00503BEF" w:rsidP="00503BEF">
      <w:pPr>
        <w:tabs>
          <w:tab w:val="num" w:pos="1080"/>
        </w:tabs>
        <w:ind w:left="990" w:hanging="360"/>
      </w:pPr>
    </w:p>
    <w:p w:rsidR="00503BEF" w:rsidRPr="002471F3" w:rsidRDefault="00503BEF" w:rsidP="00503BEF">
      <w:pPr>
        <w:numPr>
          <w:ilvl w:val="0"/>
          <w:numId w:val="26"/>
        </w:numPr>
        <w:tabs>
          <w:tab w:val="num" w:pos="1080"/>
        </w:tabs>
      </w:pPr>
      <w:r w:rsidRPr="002471F3">
        <w:rPr>
          <w:i/>
        </w:rPr>
        <w:t>Certification marks</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2471F3">
        <w:t xml:space="preserve">:  Indigenous communities in several countries have registered certification and/or collective trademarks or “authenticity labels”, such as Australia, </w:t>
      </w:r>
      <w:r w:rsidRPr="002471F3">
        <w:lastRenderedPageBreak/>
        <w:t>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503BEF" w:rsidRPr="002471F3" w:rsidRDefault="00503BEF" w:rsidP="00503BEF">
      <w:pPr>
        <w:tabs>
          <w:tab w:val="num" w:pos="1080"/>
        </w:tabs>
        <w:ind w:left="990" w:hanging="360"/>
      </w:pPr>
    </w:p>
    <w:p w:rsidR="00503BEF" w:rsidRPr="002471F3" w:rsidRDefault="00503BEF" w:rsidP="00503BEF">
      <w:pPr>
        <w:numPr>
          <w:ilvl w:val="0"/>
          <w:numId w:val="26"/>
        </w:numPr>
      </w:pPr>
      <w:bookmarkStart w:id="150" w:name="_Toc57022963"/>
      <w:bookmarkStart w:id="151" w:name="_Toc57023365"/>
      <w:bookmarkStart w:id="152" w:name="_Toc57110274"/>
      <w:bookmarkStart w:id="153" w:name="_Toc57193376"/>
      <w:bookmarkStart w:id="154" w:name="_Toc57203932"/>
      <w:bookmarkStart w:id="155" w:name="_Toc57342710"/>
      <w:bookmarkStart w:id="156" w:name="_Toc57342786"/>
      <w:bookmarkStart w:id="157" w:name="_Toc57445684"/>
      <w:bookmarkStart w:id="158" w:name="_Toc57546161"/>
      <w:bookmarkStart w:id="159" w:name="_Toc57548026"/>
      <w:bookmarkStart w:id="160" w:name="_Toc57551958"/>
      <w:bookmarkStart w:id="161" w:name="_Toc57614805"/>
      <w:bookmarkStart w:id="162" w:name="_Toc57691226"/>
      <w:bookmarkStart w:id="163" w:name="_Toc57722234"/>
      <w:bookmarkStart w:id="164" w:name="_Toc58408945"/>
      <w:bookmarkStart w:id="165" w:name="_Toc58908795"/>
      <w:bookmarkStart w:id="166" w:name="_Toc59514331"/>
      <w:bookmarkStart w:id="167" w:name="_Toc59522743"/>
      <w:r w:rsidRPr="002471F3">
        <w:t>‘</w:t>
      </w:r>
      <w:r w:rsidRPr="002471F3">
        <w:rPr>
          <w:i/>
        </w:rPr>
        <w:t>Truth in advertising’ and labeling laws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503BEF" w:rsidRPr="002471F3" w:rsidRDefault="00503BEF" w:rsidP="00503BEF">
      <w:pPr>
        <w:tabs>
          <w:tab w:val="num" w:pos="990"/>
        </w:tabs>
        <w:ind w:left="990" w:hanging="360"/>
      </w:pPr>
    </w:p>
    <w:p w:rsidR="00503BEF" w:rsidRPr="002471F3" w:rsidRDefault="00503BEF" w:rsidP="00503BEF">
      <w:pPr>
        <w:numPr>
          <w:ilvl w:val="0"/>
          <w:numId w:val="26"/>
        </w:numPr>
      </w:pPr>
      <w:bookmarkStart w:id="168" w:name="_Toc52876161"/>
      <w:bookmarkStart w:id="169" w:name="_Toc54667770"/>
      <w:bookmarkStart w:id="170" w:name="_Toc57022964"/>
      <w:bookmarkStart w:id="171" w:name="_Toc57023366"/>
      <w:bookmarkStart w:id="172" w:name="_Toc57110275"/>
      <w:bookmarkStart w:id="173" w:name="_Toc57193377"/>
      <w:bookmarkStart w:id="174" w:name="_Toc57203933"/>
      <w:bookmarkStart w:id="175" w:name="_Toc57342711"/>
      <w:bookmarkStart w:id="176" w:name="_Toc57342787"/>
      <w:bookmarkStart w:id="177" w:name="_Toc57445685"/>
      <w:bookmarkStart w:id="178" w:name="_Toc57546162"/>
      <w:bookmarkStart w:id="179" w:name="_Toc57548027"/>
      <w:bookmarkStart w:id="180" w:name="_Toc57551959"/>
      <w:bookmarkStart w:id="181" w:name="_Toc57614806"/>
      <w:bookmarkStart w:id="182" w:name="_Toc57691227"/>
      <w:bookmarkStart w:id="183" w:name="_Toc57722235"/>
      <w:bookmarkStart w:id="184" w:name="_Toc58408946"/>
      <w:bookmarkStart w:id="185" w:name="_Toc58908796"/>
      <w:bookmarkStart w:id="186" w:name="_Toc59514332"/>
      <w:bookmarkStart w:id="187" w:name="_Toc59522744"/>
      <w:r w:rsidRPr="002471F3">
        <w:rPr>
          <w:i/>
        </w:rPr>
        <w:t>Geographical indications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503BEF" w:rsidRPr="002471F3" w:rsidRDefault="00503BEF" w:rsidP="00503BEF">
      <w:pPr>
        <w:tabs>
          <w:tab w:val="num" w:pos="990"/>
        </w:tabs>
        <w:ind w:left="990" w:hanging="360"/>
      </w:pPr>
    </w:p>
    <w:p w:rsidR="00503BEF" w:rsidRPr="002471F3" w:rsidRDefault="00503BEF" w:rsidP="00503BEF">
      <w:pPr>
        <w:numPr>
          <w:ilvl w:val="0"/>
          <w:numId w:val="26"/>
        </w:numPr>
      </w:pPr>
      <w:bookmarkStart w:id="188" w:name="_Toc57022965"/>
      <w:bookmarkStart w:id="189" w:name="_Toc57023367"/>
      <w:bookmarkStart w:id="190" w:name="_Toc57110276"/>
      <w:bookmarkStart w:id="191" w:name="_Toc57193378"/>
      <w:bookmarkStart w:id="192" w:name="_Toc57203934"/>
      <w:bookmarkStart w:id="193" w:name="_Toc57342712"/>
      <w:bookmarkStart w:id="194" w:name="_Toc57342788"/>
      <w:bookmarkStart w:id="195" w:name="_Toc57445686"/>
      <w:bookmarkStart w:id="196" w:name="_Toc57546163"/>
      <w:bookmarkStart w:id="197" w:name="_Toc57548028"/>
      <w:bookmarkStart w:id="198" w:name="_Toc57551960"/>
      <w:bookmarkStart w:id="199" w:name="_Toc57614807"/>
      <w:bookmarkStart w:id="200" w:name="_Toc57691228"/>
      <w:bookmarkStart w:id="201" w:name="_Toc57722236"/>
      <w:bookmarkStart w:id="202" w:name="_Toc58408947"/>
      <w:bookmarkStart w:id="203" w:name="_Toc58908797"/>
      <w:bookmarkStart w:id="204" w:name="_Toc59514333"/>
      <w:bookmarkStart w:id="205" w:name="_Toc59522745"/>
      <w:r w:rsidRPr="002471F3">
        <w:rPr>
          <w:i/>
        </w:rPr>
        <w:t>Unfair competition</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471F3">
        <w:rPr>
          <w:i/>
        </w:rPr>
        <w:t xml:space="preserve"> or trade practices law</w:t>
      </w:r>
      <w:bookmarkEnd w:id="202"/>
      <w:bookmarkEnd w:id="203"/>
      <w:bookmarkEnd w:id="204"/>
      <w:bookmarkEnd w:id="205"/>
      <w:r w:rsidRPr="002471F3">
        <w:t>:  The general principles of unfair competition law, as embodied in Article 10</w:t>
      </w:r>
      <w:r w:rsidRPr="002471F3">
        <w:rPr>
          <w:i/>
        </w:rPr>
        <w:t>bis</w:t>
      </w:r>
      <w:r w:rsidRPr="002471F3">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style souvenirs were ‘authentic,’ ‘certified authentic’ and/or ‘Australian Aboriginal art,’ and it was held that these representations were likely to mislead consumers because the majority of the pool of artists who produced the souvenirs were not Aboriginal or of Aboriginal descent.</w:t>
      </w:r>
      <w:r w:rsidRPr="002471F3">
        <w:rPr>
          <w:vertAlign w:val="superscript"/>
        </w:rPr>
        <w:footnoteReference w:id="65"/>
      </w:r>
      <w:bookmarkStart w:id="206" w:name="_Toc199928150"/>
      <w:bookmarkStart w:id="207" w:name="_Toc200178831"/>
      <w:r w:rsidRPr="002471F3">
        <w:t xml:space="preserve"> </w:t>
      </w:r>
    </w:p>
    <w:p w:rsidR="00503BEF" w:rsidRPr="002471F3" w:rsidRDefault="00503BEF" w:rsidP="00503BEF">
      <w:pPr>
        <w:ind w:left="1170"/>
      </w:pPr>
    </w:p>
    <w:p w:rsidR="00503BEF" w:rsidRPr="002471F3" w:rsidRDefault="00503BEF" w:rsidP="00503BEF">
      <w:pPr>
        <w:rPr>
          <w:i/>
          <w:iCs/>
          <w:u w:val="single"/>
        </w:rPr>
      </w:pPr>
      <w:bookmarkStart w:id="208" w:name="_Toc211250747"/>
      <w:r w:rsidRPr="002471F3">
        <w:rPr>
          <w:i/>
          <w:iCs/>
          <w:u w:val="single"/>
        </w:rPr>
        <w:t>Derivative works and the defensive protection of literary and artistic productions</w:t>
      </w:r>
      <w:bookmarkEnd w:id="206"/>
      <w:bookmarkEnd w:id="207"/>
      <w:bookmarkEnd w:id="208"/>
      <w:r w:rsidRPr="002471F3">
        <w:rPr>
          <w:i/>
          <w:iCs/>
          <w:u w:val="single"/>
        </w:rPr>
        <w:t xml:space="preserve"> </w:t>
      </w:r>
    </w:p>
    <w:p w:rsidR="00503BEF" w:rsidRPr="002471F3" w:rsidRDefault="00503BEF" w:rsidP="00503BEF"/>
    <w:p w:rsidR="00503BEF" w:rsidRPr="002471F3" w:rsidRDefault="00503BEF" w:rsidP="00503BEF">
      <w:pPr>
        <w:numPr>
          <w:ilvl w:val="0"/>
          <w:numId w:val="42"/>
        </w:numPr>
        <w:ind w:left="0" w:firstLine="0"/>
        <w:contextualSpacing/>
      </w:pPr>
      <w:r w:rsidRPr="002471F3">
        <w:t>This raises a number of fundamental policy issues which have been discussed at length in previous documents.</w:t>
      </w:r>
      <w:r w:rsidRPr="002471F3">
        <w:rPr>
          <w:vertAlign w:val="superscript"/>
        </w:rPr>
        <w:footnoteReference w:id="66"/>
      </w:r>
      <w:r w:rsidRPr="002471F3">
        <w:t xml:space="preserve">  </w:t>
      </w:r>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2471F3">
        <w:t>rightsholder</w:t>
      </w:r>
      <w:proofErr w:type="spellEnd"/>
      <w:r w:rsidRPr="002471F3">
        <w:t xml:space="preserve">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“traditional cultural expression”.  </w:t>
      </w:r>
    </w:p>
    <w:p w:rsidR="00503BEF" w:rsidRPr="002471F3" w:rsidRDefault="00503BEF" w:rsidP="00503BEF"/>
    <w:p w:rsidR="00503BEF" w:rsidRPr="002471F3" w:rsidRDefault="00503BEF" w:rsidP="00503BEF">
      <w:pPr>
        <w:numPr>
          <w:ilvl w:val="0"/>
          <w:numId w:val="42"/>
        </w:numPr>
        <w:ind w:left="0" w:firstLine="0"/>
        <w:contextualSpacing/>
      </w:pPr>
      <w:r w:rsidRPr="002471F3">
        <w:lastRenderedPageBreak/>
        <w:t xml:space="preserve">It should be noted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503BEF" w:rsidRPr="002471F3" w:rsidRDefault="00503BEF" w:rsidP="00503BEF"/>
    <w:p w:rsidR="00503BEF" w:rsidRPr="002471F3" w:rsidRDefault="00503BEF" w:rsidP="00503BEF">
      <w:pPr>
        <w:rPr>
          <w:i/>
          <w:iCs/>
          <w:u w:val="single"/>
        </w:rPr>
      </w:pPr>
      <w:bookmarkStart w:id="209" w:name="_Toc199928151"/>
      <w:bookmarkStart w:id="210" w:name="_Toc200178832"/>
      <w:bookmarkStart w:id="211" w:name="_Toc211250748"/>
      <w:r w:rsidRPr="002471F3">
        <w:rPr>
          <w:i/>
          <w:iCs/>
          <w:u w:val="single"/>
        </w:rPr>
        <w:t>Protocols, codes of conduct, contracts and other practical tools</w:t>
      </w:r>
      <w:bookmarkEnd w:id="209"/>
      <w:bookmarkEnd w:id="210"/>
      <w:bookmarkEnd w:id="211"/>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was published by WIPO in 2010.</w:t>
      </w:r>
      <w:r w:rsidRPr="002471F3">
        <w:rPr>
          <w:vertAlign w:val="superscript"/>
        </w:rPr>
        <w:footnoteReference w:id="68"/>
      </w:r>
      <w:r w:rsidRPr="002471F3">
        <w:t xml:space="preserve">.  The Project also provides training to communities in cultural documentation, archiving and IP management.  A pilot of this training program, for the </w:t>
      </w:r>
      <w:proofErr w:type="spellStart"/>
      <w:r w:rsidRPr="002471F3">
        <w:t>Maasai</w:t>
      </w:r>
      <w:proofErr w:type="spellEnd"/>
      <w:r w:rsidRPr="002471F3">
        <w:t xml:space="preserve"> community of </w:t>
      </w:r>
      <w:proofErr w:type="spellStart"/>
      <w:r w:rsidRPr="002471F3">
        <w:t>Laikipia</w:t>
      </w:r>
      <w:proofErr w:type="spellEnd"/>
      <w:r w:rsidRPr="002471F3">
        <w:t>, Kenya took place in September 2008.</w:t>
      </w:r>
      <w:r w:rsidRPr="002471F3">
        <w:rPr>
          <w:vertAlign w:val="superscript"/>
        </w:rPr>
        <w:footnoteReference w:id="69"/>
      </w:r>
      <w:r w:rsidRPr="002471F3">
        <w:t xml:space="preserve">  In 2011, the program was run with the Maroon and Rastafari communities in Jamaica, taking into account lessons learned from the </w:t>
      </w:r>
      <w:proofErr w:type="spellStart"/>
      <w:r w:rsidRPr="002471F3">
        <w:t>Maasai</w:t>
      </w:r>
      <w:proofErr w:type="spellEnd"/>
      <w:r w:rsidRPr="002471F3">
        <w:t xml:space="preserve"> experience.  The training has been offered by WIPO in collaboration with the American </w:t>
      </w:r>
      <w:proofErr w:type="spellStart"/>
      <w:r w:rsidRPr="002471F3">
        <w:t>Folklife</w:t>
      </w:r>
      <w:proofErr w:type="spellEnd"/>
      <w:r w:rsidRPr="002471F3">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7" w:history="1">
        <w:r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503BEF" w:rsidRPr="002471F3" w:rsidRDefault="00503BEF" w:rsidP="00503BEF"/>
    <w:p w:rsidR="00503BEF" w:rsidRPr="002471F3" w:rsidRDefault="00503BEF" w:rsidP="00503BEF">
      <w:pPr>
        <w:rPr>
          <w:i/>
          <w:iCs/>
          <w:u w:val="single"/>
        </w:rPr>
      </w:pPr>
      <w:bookmarkStart w:id="212" w:name="_Toc199928152"/>
      <w:bookmarkStart w:id="213" w:name="_Toc200178833"/>
      <w:bookmarkStart w:id="214" w:name="_Toc211250749"/>
      <w:r w:rsidRPr="002471F3">
        <w:rPr>
          <w:i/>
          <w:iCs/>
          <w:u w:val="single"/>
        </w:rPr>
        <w:t>Registers and databases</w:t>
      </w:r>
      <w:bookmarkEnd w:id="212"/>
      <w:bookmarkEnd w:id="213"/>
      <w:bookmarkEnd w:id="214"/>
    </w:p>
    <w:p w:rsidR="00503BEF" w:rsidRPr="002471F3" w:rsidRDefault="00503BEF" w:rsidP="00503BEF"/>
    <w:p w:rsidR="00503BEF" w:rsidRPr="002471F3" w:rsidRDefault="00503BEF" w:rsidP="00503BEF">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503BEF" w:rsidRPr="002471F3" w:rsidRDefault="00503BEF" w:rsidP="00503BEF">
      <w:pPr>
        <w:contextualSpacing/>
        <w:rPr>
          <w:i/>
          <w:iCs/>
          <w:u w:val="single"/>
        </w:rPr>
      </w:pPr>
    </w:p>
    <w:p w:rsidR="00503BEF" w:rsidRPr="002471F3" w:rsidRDefault="00503BEF" w:rsidP="00503BEF">
      <w:pPr>
        <w:numPr>
          <w:ilvl w:val="0"/>
          <w:numId w:val="42"/>
        </w:numPr>
        <w:ind w:left="0" w:firstLine="0"/>
        <w:contextualSpacing/>
        <w:rPr>
          <w:i/>
          <w:iCs/>
          <w:u w:val="single"/>
        </w:rPr>
      </w:pPr>
      <w:r w:rsidRPr="002471F3">
        <w:lastRenderedPageBreak/>
        <w:t xml:space="preserve">Registers, inventories, databases and lists can serve </w:t>
      </w:r>
      <w:r w:rsidRPr="002471F3">
        <w:rPr>
          <w:i/>
        </w:rPr>
        <w:t>inter alia</w:t>
      </w:r>
      <w:r w:rsidRPr="002471F3">
        <w:t xml:space="preserve"> to:  (</w:t>
      </w:r>
      <w:proofErr w:type="spellStart"/>
      <w:r w:rsidRPr="002471F3">
        <w:t>i</w:t>
      </w:r>
      <w:proofErr w:type="spellEnd"/>
      <w:r w:rsidRPr="002471F3">
        <w:t xml:space="preserve">)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5" w:name="_Toc200178834"/>
      <w:bookmarkStart w:id="216" w:name="_Toc211250750"/>
    </w:p>
    <w:p w:rsidR="00503BEF" w:rsidRPr="002471F3" w:rsidRDefault="00503BEF" w:rsidP="00503BEF">
      <w:pPr>
        <w:rPr>
          <w:i/>
          <w:iCs/>
          <w:u w:val="single"/>
        </w:rPr>
      </w:pPr>
    </w:p>
    <w:p w:rsidR="00503BEF" w:rsidRPr="002471F3" w:rsidRDefault="00503BEF" w:rsidP="00503BEF">
      <w:pPr>
        <w:rPr>
          <w:i/>
          <w:iCs/>
          <w:u w:val="single"/>
        </w:rPr>
      </w:pPr>
      <w:r w:rsidRPr="002471F3">
        <w:rPr>
          <w:i/>
          <w:iCs/>
          <w:u w:val="single"/>
        </w:rPr>
        <w:t>Collective management</w:t>
      </w:r>
      <w:bookmarkEnd w:id="215"/>
      <w:bookmarkEnd w:id="216"/>
    </w:p>
    <w:p w:rsidR="00503BEF" w:rsidRPr="002471F3" w:rsidRDefault="00503BEF" w:rsidP="00503BEF"/>
    <w:p w:rsidR="00503BEF" w:rsidRPr="002471F3" w:rsidRDefault="00503BEF" w:rsidP="00503BEF">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503BEF" w:rsidRPr="002471F3" w:rsidRDefault="00503BEF" w:rsidP="00503BEF"/>
    <w:p w:rsidR="00503BEF" w:rsidRPr="002471F3" w:rsidRDefault="00503BEF" w:rsidP="00503BEF">
      <w:pPr>
        <w:rPr>
          <w:i/>
        </w:rPr>
      </w:pPr>
      <w:bookmarkStart w:id="217" w:name="_Toc199928153"/>
      <w:bookmarkStart w:id="218" w:name="_Toc200178835"/>
      <w:bookmarkStart w:id="219" w:name="_Toc211250751"/>
      <w:r w:rsidRPr="002471F3">
        <w:rPr>
          <w:i/>
        </w:rPr>
        <w:t>Performances of TCEs</w:t>
      </w:r>
      <w:bookmarkEnd w:id="217"/>
      <w:bookmarkEnd w:id="218"/>
      <w:bookmarkEnd w:id="219"/>
    </w:p>
    <w:p w:rsidR="00503BEF" w:rsidRPr="002471F3" w:rsidRDefault="00503BEF" w:rsidP="00503BEF"/>
    <w:p w:rsidR="00503BEF" w:rsidRPr="002471F3" w:rsidRDefault="00503BEF" w:rsidP="00503BEF">
      <w:pPr>
        <w:numPr>
          <w:ilvl w:val="0"/>
          <w:numId w:val="42"/>
        </w:numPr>
        <w:ind w:left="0" w:firstLine="0"/>
        <w:contextualSpacing/>
      </w:pPr>
      <w:r w:rsidRPr="002471F3">
        <w:t xml:space="preserve">Performances of TCEs are already protected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503BEF" w:rsidRPr="002471F3" w:rsidRDefault="00503BEF" w:rsidP="00503BEF"/>
    <w:p w:rsidR="00503BEF" w:rsidRPr="002471F3" w:rsidRDefault="00503BEF" w:rsidP="00503BEF">
      <w:pPr>
        <w:rPr>
          <w:i/>
        </w:rPr>
      </w:pPr>
      <w:bookmarkStart w:id="220" w:name="_Toc199928154"/>
      <w:bookmarkStart w:id="221" w:name="_Toc200178836"/>
      <w:bookmarkStart w:id="222" w:name="_Toc211250752"/>
      <w:r w:rsidRPr="002471F3">
        <w:rPr>
          <w:i/>
        </w:rPr>
        <w:t>Designs</w:t>
      </w:r>
      <w:bookmarkEnd w:id="220"/>
      <w:bookmarkEnd w:id="221"/>
      <w:bookmarkEnd w:id="222"/>
    </w:p>
    <w:p w:rsidR="00503BEF" w:rsidRPr="002471F3" w:rsidRDefault="00503BEF" w:rsidP="00503BEF"/>
    <w:p w:rsidR="00503BEF" w:rsidRPr="002471F3" w:rsidRDefault="00503BEF" w:rsidP="00503BEF">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503BEF" w:rsidRPr="002471F3" w:rsidRDefault="00503BEF" w:rsidP="00503BEF"/>
    <w:p w:rsidR="00503BEF" w:rsidRPr="002471F3" w:rsidRDefault="00503BEF" w:rsidP="00503BEF">
      <w:pPr>
        <w:rPr>
          <w:i/>
        </w:rPr>
      </w:pPr>
      <w:bookmarkStart w:id="223" w:name="_Toc199928155"/>
      <w:bookmarkStart w:id="224" w:name="_Toc200178837"/>
      <w:bookmarkStart w:id="225" w:name="_Toc211250753"/>
      <w:r w:rsidRPr="002471F3">
        <w:rPr>
          <w:i/>
        </w:rPr>
        <w:t>Secret TCEs</w:t>
      </w:r>
      <w:bookmarkEnd w:id="223"/>
      <w:bookmarkEnd w:id="224"/>
      <w:bookmarkEnd w:id="225"/>
    </w:p>
    <w:p w:rsidR="00503BEF" w:rsidRPr="002471F3" w:rsidRDefault="00503BEF" w:rsidP="00503BEF"/>
    <w:p w:rsidR="00503BEF" w:rsidRPr="002471F3" w:rsidRDefault="00503BEF" w:rsidP="00503BEF">
      <w:pPr>
        <w:numPr>
          <w:ilvl w:val="0"/>
          <w:numId w:val="42"/>
        </w:numPr>
        <w:ind w:left="0" w:firstLine="0"/>
        <w:contextualSpacing/>
      </w:pPr>
      <w:r w:rsidRPr="002471F3">
        <w:t>The following may be options for addressing the gaps identified above:</w:t>
      </w:r>
    </w:p>
    <w:p w:rsidR="00503BEF" w:rsidRPr="002471F3" w:rsidRDefault="00503BEF" w:rsidP="00503BEF"/>
    <w:p w:rsidR="00503BEF" w:rsidRPr="002471F3" w:rsidRDefault="00503BEF" w:rsidP="00503BEF">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community which has </w:t>
      </w:r>
      <w:r w:rsidRPr="002471F3">
        <w:t xml:space="preserve">relied on the verbal commitments of a researcher not to disclose any secret information revealed to him or her would be able to use this doctrine to prevent the researcher from disclosing the information.  This could be another basis on which to address cases such as </w:t>
      </w:r>
      <w:proofErr w:type="spellStart"/>
      <w:r w:rsidRPr="002471F3">
        <w:rPr>
          <w:i/>
        </w:rPr>
        <w:t>Mountford</w:t>
      </w:r>
      <w:proofErr w:type="spellEnd"/>
      <w:r w:rsidRPr="002471F3">
        <w:t xml:space="preserve">.  Use of such a doctrine could also protect information that is not necessarily commercially valuable. </w:t>
      </w:r>
    </w:p>
    <w:p w:rsidR="00503BEF" w:rsidRPr="002471F3" w:rsidRDefault="00503BEF" w:rsidP="00503BEF">
      <w:pPr>
        <w:tabs>
          <w:tab w:val="num" w:pos="810"/>
        </w:tabs>
        <w:ind w:left="990" w:hanging="360"/>
      </w:pPr>
    </w:p>
    <w:p w:rsidR="00503BEF" w:rsidRPr="002471F3" w:rsidRDefault="00503BEF" w:rsidP="00503BEF">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503BEF" w:rsidRPr="002471F3" w:rsidRDefault="00503BEF" w:rsidP="00503BEF">
      <w:pPr>
        <w:tabs>
          <w:tab w:val="num" w:pos="810"/>
        </w:tabs>
        <w:ind w:left="990" w:hanging="360"/>
      </w:pPr>
    </w:p>
    <w:p w:rsidR="00503BEF" w:rsidRPr="002471F3" w:rsidRDefault="00503BEF" w:rsidP="00503BEF">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w:t>
      </w:r>
      <w:r w:rsidRPr="002471F3">
        <w:lastRenderedPageBreak/>
        <w:t xml:space="preserve">and consent forms, be used to control access to and use of the TCEs on terms set by the community. </w:t>
      </w:r>
    </w:p>
    <w:p w:rsidR="00503BEF" w:rsidRPr="002471F3" w:rsidRDefault="00503BEF" w:rsidP="00503BEF"/>
    <w:p w:rsidR="00503BEF" w:rsidRPr="002471F3" w:rsidRDefault="00503BEF" w:rsidP="00503BEF">
      <w:pPr>
        <w:rPr>
          <w:i/>
        </w:rPr>
      </w:pPr>
      <w:bookmarkStart w:id="226" w:name="_Toc199928156"/>
      <w:bookmarkStart w:id="227" w:name="_Toc200178838"/>
      <w:bookmarkStart w:id="228" w:name="_Toc211250754"/>
      <w:r w:rsidRPr="002471F3">
        <w:rPr>
          <w:i/>
        </w:rPr>
        <w:t>Indigenous and traditional names, words and symbols</w:t>
      </w:r>
      <w:bookmarkEnd w:id="226"/>
      <w:bookmarkEnd w:id="227"/>
      <w:bookmarkEnd w:id="228"/>
      <w:r w:rsidRPr="002471F3">
        <w:rPr>
          <w:i/>
        </w:rPr>
        <w:br/>
      </w:r>
    </w:p>
    <w:p w:rsidR="00503BEF" w:rsidRPr="002471F3" w:rsidRDefault="00503BEF" w:rsidP="00503BEF">
      <w:pPr>
        <w:numPr>
          <w:ilvl w:val="0"/>
          <w:numId w:val="42"/>
        </w:numPr>
        <w:ind w:left="0" w:firstLine="0"/>
        <w:contextualSpacing/>
      </w:pPr>
      <w:r w:rsidRPr="002471F3">
        <w:t>In respect of defensive protection, certain regional organizations and States have already taken steps to prevent the unauthorized registration of indigenous marks as trademarks.  These are national measures or measures applicable within an regional organization, and they could be adopted more widely.  These are reported on in detail in previous documents and include, for example:</w:t>
      </w:r>
    </w:p>
    <w:p w:rsidR="00503BEF" w:rsidRPr="002471F3" w:rsidRDefault="00503BEF" w:rsidP="00503BEF"/>
    <w:p w:rsidR="00503BEF" w:rsidRPr="002471F3" w:rsidRDefault="00503BEF" w:rsidP="00503BEF">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503BEF" w:rsidRPr="002471F3" w:rsidRDefault="00503BEF" w:rsidP="00503BEF">
      <w:pPr>
        <w:tabs>
          <w:tab w:val="num" w:pos="900"/>
        </w:tabs>
        <w:ind w:left="900" w:hanging="333"/>
      </w:pPr>
    </w:p>
    <w:p w:rsidR="00503BEF" w:rsidRPr="002471F3" w:rsidRDefault="00503BEF" w:rsidP="00503BEF">
      <w:pPr>
        <w:numPr>
          <w:ilvl w:val="0"/>
          <w:numId w:val="27"/>
        </w:numPr>
        <w:tabs>
          <w:tab w:val="num" w:pos="900"/>
        </w:tabs>
        <w:ind w:left="900" w:hanging="333"/>
      </w:pPr>
      <w:r w:rsidRPr="002471F3">
        <w:t>the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503BEF" w:rsidRPr="002471F3" w:rsidRDefault="00503BEF" w:rsidP="00503BEF">
      <w:pPr>
        <w:numPr>
          <w:ilvl w:val="0"/>
          <w:numId w:val="27"/>
        </w:numPr>
        <w:tabs>
          <w:tab w:val="num" w:pos="900"/>
        </w:tabs>
        <w:ind w:left="900" w:hanging="333"/>
      </w:pPr>
      <w:r w:rsidRPr="002471F3">
        <w:t>the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503BEF" w:rsidRPr="002471F3" w:rsidRDefault="00503BEF" w:rsidP="00503BEF">
      <w:pPr>
        <w:ind w:left="1080"/>
      </w:pPr>
    </w:p>
    <w:p w:rsidR="00503BEF" w:rsidRDefault="00503BEF" w:rsidP="00503BEF">
      <w:pPr>
        <w:ind w:left="6030"/>
      </w:pPr>
      <w:r w:rsidRPr="002471F3">
        <w:t xml:space="preserve">[Annex II follows]   </w:t>
      </w:r>
    </w:p>
    <w:p w:rsidR="00503BEF" w:rsidRPr="008B2CC1" w:rsidRDefault="00503BEF" w:rsidP="00503BEF"/>
    <w:p w:rsidR="00503BEF" w:rsidRDefault="00503BEF" w:rsidP="00503BEF">
      <w:pPr>
        <w:rPr>
          <w:caps/>
          <w:sz w:val="24"/>
        </w:rPr>
        <w:sectPr w:rsidR="00503BEF" w:rsidSect="007D6ED6">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03BEF" w:rsidRDefault="00503BEF" w:rsidP="00503BEF">
      <w:pPr>
        <w:jc w:val="center"/>
        <w:rPr>
          <w:szCs w:val="22"/>
        </w:rPr>
      </w:pPr>
      <w:r>
        <w:rPr>
          <w:szCs w:val="22"/>
        </w:rPr>
        <w:lastRenderedPageBreak/>
        <w:t>ANNEX II</w:t>
      </w:r>
    </w:p>
    <w:p w:rsidR="00503BEF" w:rsidRPr="002471F3" w:rsidRDefault="00503BEF" w:rsidP="00503BEF">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9"/>
        <w:gridCol w:w="3522"/>
        <w:gridCol w:w="3531"/>
        <w:gridCol w:w="3560"/>
      </w:tblGrid>
      <w:tr w:rsidR="00503BEF" w:rsidRPr="002471F3" w:rsidTr="007D6ED6">
        <w:trPr>
          <w:trHeight w:val="552"/>
          <w:tblHeader/>
        </w:trPr>
        <w:tc>
          <w:tcPr>
            <w:tcW w:w="3701" w:type="dxa"/>
            <w:vAlign w:val="center"/>
          </w:tcPr>
          <w:p w:rsidR="00503BEF" w:rsidRPr="002471F3" w:rsidRDefault="00503BEF" w:rsidP="007D6ED6">
            <w:pPr>
              <w:rPr>
                <w:i/>
                <w:szCs w:val="22"/>
              </w:rPr>
            </w:pPr>
            <w:r w:rsidRPr="002471F3">
              <w:rPr>
                <w:b/>
                <w:i/>
                <w:szCs w:val="22"/>
              </w:rPr>
              <w:t>Protection desired for</w:t>
            </w:r>
          </w:p>
        </w:tc>
        <w:tc>
          <w:tcPr>
            <w:tcW w:w="3702" w:type="dxa"/>
            <w:vAlign w:val="center"/>
          </w:tcPr>
          <w:p w:rsidR="00503BEF" w:rsidRPr="002471F3" w:rsidRDefault="00503BEF" w:rsidP="007D6ED6">
            <w:pPr>
              <w:rPr>
                <w:i/>
                <w:szCs w:val="22"/>
              </w:rPr>
            </w:pPr>
            <w:r w:rsidRPr="002471F3">
              <w:rPr>
                <w:b/>
                <w:bCs/>
                <w:i/>
                <w:szCs w:val="22"/>
              </w:rPr>
              <w:t>A. Existing Protection</w:t>
            </w:r>
          </w:p>
        </w:tc>
        <w:tc>
          <w:tcPr>
            <w:tcW w:w="3702" w:type="dxa"/>
            <w:vAlign w:val="center"/>
          </w:tcPr>
          <w:p w:rsidR="00503BEF" w:rsidRPr="002471F3" w:rsidRDefault="00503BEF" w:rsidP="007D6ED6">
            <w:pPr>
              <w:rPr>
                <w:i/>
                <w:szCs w:val="22"/>
              </w:rPr>
            </w:pPr>
            <w:r w:rsidRPr="002471F3">
              <w:rPr>
                <w:b/>
                <w:bCs/>
                <w:i/>
                <w:szCs w:val="22"/>
              </w:rPr>
              <w:t>B. Gaps</w:t>
            </w:r>
          </w:p>
        </w:tc>
        <w:tc>
          <w:tcPr>
            <w:tcW w:w="3702" w:type="dxa"/>
            <w:vAlign w:val="center"/>
          </w:tcPr>
          <w:p w:rsidR="00503BEF" w:rsidRPr="002471F3" w:rsidRDefault="00503BEF" w:rsidP="007D6ED6">
            <w:pPr>
              <w:ind w:firstLine="145"/>
              <w:rPr>
                <w:i/>
                <w:szCs w:val="22"/>
              </w:rPr>
            </w:pPr>
            <w:r w:rsidRPr="002471F3">
              <w:rPr>
                <w:b/>
                <w:bCs/>
                <w:i/>
                <w:szCs w:val="22"/>
              </w:rPr>
              <w:t>D. Options</w:t>
            </w:r>
          </w:p>
        </w:tc>
      </w:tr>
      <w:tr w:rsidR="00503BEF" w:rsidRPr="002471F3" w:rsidTr="007D6ED6">
        <w:trPr>
          <w:trHeight w:val="7632"/>
        </w:trPr>
        <w:tc>
          <w:tcPr>
            <w:tcW w:w="3701" w:type="dxa"/>
          </w:tcPr>
          <w:p w:rsidR="00503BEF" w:rsidRPr="002471F3" w:rsidRDefault="00503BEF" w:rsidP="007D6ED6">
            <w:pPr>
              <w:rPr>
                <w:i/>
                <w:szCs w:val="22"/>
              </w:rPr>
            </w:pPr>
          </w:p>
          <w:p w:rsidR="00503BEF" w:rsidRPr="002471F3" w:rsidRDefault="00503BEF" w:rsidP="007D6ED6">
            <w:pPr>
              <w:rPr>
                <w:i/>
                <w:szCs w:val="22"/>
              </w:rPr>
            </w:pPr>
            <w:r w:rsidRPr="002471F3">
              <w:rPr>
                <w:i/>
                <w:szCs w:val="22"/>
              </w:rPr>
              <w:t>Literary and Artistic Productions</w:t>
            </w:r>
          </w:p>
        </w:tc>
        <w:tc>
          <w:tcPr>
            <w:tcW w:w="3702" w:type="dxa"/>
          </w:tcPr>
          <w:p w:rsidR="00503BEF" w:rsidRPr="002471F3" w:rsidRDefault="00503BEF" w:rsidP="007D6ED6">
            <w:pPr>
              <w:rPr>
                <w:b/>
                <w:bCs/>
                <w:i/>
                <w:szCs w:val="22"/>
              </w:rPr>
            </w:pPr>
          </w:p>
          <w:p w:rsidR="00503BEF" w:rsidRPr="00D15756" w:rsidRDefault="00503BEF" w:rsidP="007D6ED6">
            <w:pPr>
              <w:numPr>
                <w:ilvl w:val="0"/>
                <w:numId w:val="28"/>
              </w:numPr>
              <w:ind w:left="439"/>
              <w:contextualSpacing/>
              <w:rPr>
                <w:bCs/>
                <w:szCs w:val="22"/>
              </w:rPr>
            </w:pPr>
            <w:r w:rsidRPr="00D15756">
              <w:rPr>
                <w:bCs/>
                <w:szCs w:val="22"/>
              </w:rPr>
              <w:t xml:space="preserve">Copyright protection for contemporary expressions of traditional cultures </w:t>
            </w:r>
          </w:p>
          <w:p w:rsidR="00503BEF" w:rsidRPr="00D15756" w:rsidRDefault="00503BEF" w:rsidP="007D6ED6">
            <w:pPr>
              <w:ind w:left="439"/>
              <w:contextualSpacing/>
              <w:rPr>
                <w:bCs/>
                <w:szCs w:val="22"/>
              </w:rPr>
            </w:pPr>
          </w:p>
          <w:p w:rsidR="00503BEF" w:rsidRPr="00D15756" w:rsidRDefault="00503BEF" w:rsidP="007D6ED6">
            <w:pPr>
              <w:numPr>
                <w:ilvl w:val="0"/>
                <w:numId w:val="28"/>
              </w:numPr>
              <w:ind w:left="439"/>
              <w:contextualSpacing/>
              <w:rPr>
                <w:bCs/>
                <w:szCs w:val="22"/>
              </w:rPr>
            </w:pPr>
            <w:r w:rsidRPr="00D15756">
              <w:rPr>
                <w:bCs/>
                <w:szCs w:val="22"/>
              </w:rPr>
              <w:t>Article 15.4 of the Berne Convention – copyright protection for unpublished works of unknown authors</w:t>
            </w:r>
          </w:p>
          <w:p w:rsidR="00503BEF" w:rsidRPr="00D15756" w:rsidRDefault="00503BEF" w:rsidP="007D6ED6">
            <w:pPr>
              <w:ind w:left="720"/>
              <w:contextualSpacing/>
              <w:rPr>
                <w:bCs/>
                <w:szCs w:val="22"/>
              </w:rPr>
            </w:pPr>
          </w:p>
          <w:p w:rsidR="00503BEF" w:rsidRPr="00D15756" w:rsidRDefault="00503BEF" w:rsidP="007D6ED6">
            <w:pPr>
              <w:numPr>
                <w:ilvl w:val="0"/>
                <w:numId w:val="28"/>
              </w:numPr>
              <w:ind w:left="439"/>
              <w:contextualSpacing/>
              <w:rPr>
                <w:bCs/>
                <w:szCs w:val="22"/>
              </w:rPr>
            </w:pPr>
            <w:r w:rsidRPr="00D15756">
              <w:rPr>
                <w:bCs/>
                <w:szCs w:val="22"/>
              </w:rPr>
              <w:t xml:space="preserve">Collections, compilations and databases of TCEs </w:t>
            </w:r>
          </w:p>
          <w:p w:rsidR="00503BEF" w:rsidRPr="00D15756" w:rsidRDefault="00503BEF" w:rsidP="007D6ED6">
            <w:pPr>
              <w:ind w:left="720"/>
              <w:contextualSpacing/>
              <w:rPr>
                <w:bCs/>
                <w:szCs w:val="22"/>
              </w:rPr>
            </w:pPr>
          </w:p>
          <w:p w:rsidR="00503BEF" w:rsidRPr="00D15756" w:rsidRDefault="00503BEF" w:rsidP="007D6ED6">
            <w:pPr>
              <w:numPr>
                <w:ilvl w:val="0"/>
                <w:numId w:val="28"/>
              </w:numPr>
              <w:ind w:left="439"/>
              <w:contextualSpacing/>
              <w:rPr>
                <w:szCs w:val="22"/>
              </w:rPr>
            </w:pPr>
            <w:r w:rsidRPr="00D15756">
              <w:rPr>
                <w:bCs/>
                <w:szCs w:val="22"/>
              </w:rPr>
              <w:t>Recordings and documentation of TCEs</w:t>
            </w:r>
          </w:p>
          <w:p w:rsidR="00503BEF" w:rsidRPr="00D15756" w:rsidRDefault="00503BEF" w:rsidP="007D6ED6">
            <w:pPr>
              <w:ind w:left="720"/>
              <w:contextualSpacing/>
              <w:rPr>
                <w:szCs w:val="22"/>
              </w:rPr>
            </w:pPr>
          </w:p>
          <w:p w:rsidR="00503BEF" w:rsidRPr="002471F3" w:rsidRDefault="00503BEF" w:rsidP="007D6ED6">
            <w:pPr>
              <w:ind w:left="439"/>
              <w:contextualSpacing/>
              <w:rPr>
                <w:b/>
                <w:bCs/>
                <w:i/>
                <w:szCs w:val="22"/>
              </w:rPr>
            </w:pPr>
          </w:p>
        </w:tc>
        <w:tc>
          <w:tcPr>
            <w:tcW w:w="3702" w:type="dxa"/>
          </w:tcPr>
          <w:p w:rsidR="00503BEF" w:rsidRPr="002471F3" w:rsidRDefault="00503BEF" w:rsidP="007D6ED6">
            <w:pPr>
              <w:rPr>
                <w:b/>
                <w:bCs/>
                <w:i/>
                <w:szCs w:val="22"/>
              </w:rPr>
            </w:pPr>
          </w:p>
          <w:p w:rsidR="00503BEF" w:rsidRPr="00D15756" w:rsidRDefault="00503BEF" w:rsidP="007D6ED6">
            <w:pPr>
              <w:numPr>
                <w:ilvl w:val="0"/>
                <w:numId w:val="29"/>
              </w:numPr>
              <w:ind w:left="517" w:hanging="450"/>
              <w:contextualSpacing/>
              <w:rPr>
                <w:szCs w:val="22"/>
              </w:rPr>
            </w:pPr>
            <w:r w:rsidRPr="00D15756">
              <w:rPr>
                <w:szCs w:val="22"/>
              </w:rPr>
              <w:t>New TCEs based on pre-existing TCEs are unlikely to meet the ‘originality’ requirement</w:t>
            </w:r>
          </w:p>
          <w:p w:rsidR="00503BEF" w:rsidRPr="00D15756" w:rsidRDefault="00503BEF" w:rsidP="007D6ED6">
            <w:pPr>
              <w:ind w:left="517"/>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Copyright law provides protection to the particular expression of a work, but not to underlying ideas, which may make protection of “styles” difficult</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No explicit communal rights protection</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Term of protection limited</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The “public domain” and other exceptions and limitations</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Derivative works, adaptations and defensive protection</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rsidRPr="00D15756">
              <w:rPr>
                <w:szCs w:val="22"/>
              </w:rPr>
              <w:t>Rights in recordings and documentation</w:t>
            </w:r>
          </w:p>
          <w:p w:rsidR="00503BEF" w:rsidRPr="00D15756" w:rsidRDefault="00503BEF" w:rsidP="007D6ED6">
            <w:pPr>
              <w:ind w:left="720"/>
              <w:contextualSpacing/>
              <w:rPr>
                <w:szCs w:val="22"/>
              </w:rPr>
            </w:pPr>
          </w:p>
          <w:p w:rsidR="00503BEF" w:rsidRPr="002471F3" w:rsidRDefault="00503BEF" w:rsidP="007D6ED6">
            <w:pPr>
              <w:ind w:left="517"/>
              <w:contextualSpacing/>
              <w:rPr>
                <w:i/>
                <w:szCs w:val="22"/>
              </w:rPr>
            </w:pPr>
          </w:p>
        </w:tc>
        <w:tc>
          <w:tcPr>
            <w:tcW w:w="3702" w:type="dxa"/>
          </w:tcPr>
          <w:p w:rsidR="00503BEF" w:rsidRPr="002471F3" w:rsidRDefault="00503BEF" w:rsidP="007D6ED6">
            <w:pPr>
              <w:ind w:firstLine="145"/>
              <w:rPr>
                <w:b/>
                <w:bCs/>
                <w:i/>
                <w:szCs w:val="22"/>
              </w:rPr>
            </w:pPr>
          </w:p>
          <w:p w:rsidR="00503BEF" w:rsidRPr="00D15756" w:rsidRDefault="00503BEF" w:rsidP="007D6ED6">
            <w:pPr>
              <w:numPr>
                <w:ilvl w:val="0"/>
                <w:numId w:val="30"/>
              </w:numPr>
              <w:spacing w:before="120" w:after="120"/>
              <w:ind w:left="595"/>
            </w:pPr>
            <w:r w:rsidRPr="00D15756">
              <w:t>Recognition of communal rights</w:t>
            </w:r>
          </w:p>
          <w:p w:rsidR="00503BEF" w:rsidRPr="00D15756" w:rsidRDefault="00503BEF" w:rsidP="007D6ED6">
            <w:pPr>
              <w:numPr>
                <w:ilvl w:val="0"/>
                <w:numId w:val="30"/>
              </w:numPr>
              <w:spacing w:before="120" w:after="120"/>
              <w:ind w:left="595"/>
            </w:pPr>
            <w:r w:rsidRPr="00D15756">
              <w:t>Communal moral rights</w:t>
            </w:r>
          </w:p>
          <w:p w:rsidR="00503BEF" w:rsidRPr="00D15756" w:rsidRDefault="00503BEF" w:rsidP="007D6ED6">
            <w:pPr>
              <w:numPr>
                <w:ilvl w:val="0"/>
                <w:numId w:val="30"/>
              </w:numPr>
              <w:spacing w:before="120" w:after="120"/>
              <w:ind w:left="595"/>
              <w:rPr>
                <w:lang w:val="fr-FR"/>
              </w:rPr>
            </w:pPr>
            <w:r w:rsidRPr="00D15756">
              <w:rPr>
                <w:lang w:val="fr-FR"/>
              </w:rPr>
              <w:t>Clarification of Article 15.4, Berne</w:t>
            </w:r>
          </w:p>
          <w:p w:rsidR="00503BEF" w:rsidRPr="00D15756" w:rsidRDefault="00503BEF" w:rsidP="007D6ED6">
            <w:pPr>
              <w:numPr>
                <w:ilvl w:val="0"/>
                <w:numId w:val="30"/>
              </w:numPr>
              <w:spacing w:before="120" w:after="120"/>
              <w:ind w:left="595"/>
              <w:rPr>
                <w:lang w:val="fr-FR"/>
              </w:rPr>
            </w:pPr>
            <w:r w:rsidRPr="00D15756">
              <w:rPr>
                <w:lang w:val="fr-FR"/>
              </w:rPr>
              <w:t>Domaine public payante</w:t>
            </w:r>
          </w:p>
          <w:p w:rsidR="00503BEF" w:rsidRPr="00D15756" w:rsidRDefault="00503BEF" w:rsidP="007D6ED6">
            <w:pPr>
              <w:numPr>
                <w:ilvl w:val="0"/>
                <w:numId w:val="30"/>
              </w:numPr>
              <w:spacing w:before="120" w:after="120"/>
              <w:ind w:left="595"/>
            </w:pPr>
            <w:r w:rsidRPr="00D15756">
              <w:t>Orphan works</w:t>
            </w:r>
          </w:p>
          <w:p w:rsidR="00503BEF" w:rsidRPr="00D15756" w:rsidRDefault="00503BEF" w:rsidP="007D6ED6">
            <w:pPr>
              <w:numPr>
                <w:ilvl w:val="0"/>
                <w:numId w:val="30"/>
              </w:numPr>
              <w:spacing w:before="120" w:after="120"/>
              <w:ind w:left="595"/>
            </w:pPr>
            <w:r w:rsidRPr="00D15756">
              <w:t>Resale rights</w:t>
            </w:r>
          </w:p>
          <w:p w:rsidR="00503BEF" w:rsidRPr="00D15756" w:rsidRDefault="00503BEF" w:rsidP="007D6ED6">
            <w:pPr>
              <w:numPr>
                <w:ilvl w:val="0"/>
                <w:numId w:val="30"/>
              </w:numPr>
              <w:spacing w:before="120" w:after="120"/>
              <w:ind w:left="595"/>
            </w:pPr>
            <w:r w:rsidRPr="00D15756">
              <w:t>Use of unfair competition principles to combat misappropriation of reputation associated with TCEs (“style”)</w:t>
            </w:r>
          </w:p>
          <w:p w:rsidR="00503BEF" w:rsidRPr="00D15756" w:rsidRDefault="00503BEF" w:rsidP="007D6ED6">
            <w:pPr>
              <w:numPr>
                <w:ilvl w:val="0"/>
                <w:numId w:val="30"/>
              </w:numPr>
              <w:spacing w:before="120" w:after="120"/>
              <w:ind w:left="595"/>
            </w:pPr>
            <w:r w:rsidRPr="00D15756">
              <w:t>Derivative works and the defensive protection of literary and artistic productions</w:t>
            </w:r>
          </w:p>
          <w:p w:rsidR="00503BEF" w:rsidRPr="00D15756" w:rsidRDefault="00503BEF" w:rsidP="007D6ED6">
            <w:pPr>
              <w:numPr>
                <w:ilvl w:val="0"/>
                <w:numId w:val="30"/>
              </w:numPr>
              <w:spacing w:before="120" w:after="120"/>
              <w:ind w:left="595"/>
            </w:pPr>
            <w:r w:rsidRPr="00D15756">
              <w:t>Protocols, codes of conduct, contracts and other practical tools</w:t>
            </w:r>
          </w:p>
          <w:p w:rsidR="00503BEF" w:rsidRPr="00D15756" w:rsidRDefault="00503BEF" w:rsidP="007D6ED6">
            <w:pPr>
              <w:numPr>
                <w:ilvl w:val="0"/>
                <w:numId w:val="30"/>
              </w:numPr>
              <w:spacing w:before="120" w:after="120"/>
              <w:ind w:left="595"/>
            </w:pPr>
            <w:r w:rsidRPr="00D15756">
              <w:t>Special, stand-alone (sui generis) law</w:t>
            </w:r>
          </w:p>
          <w:p w:rsidR="00503BEF" w:rsidRPr="00D15756" w:rsidRDefault="00503BEF" w:rsidP="007D6ED6">
            <w:pPr>
              <w:numPr>
                <w:ilvl w:val="0"/>
                <w:numId w:val="30"/>
              </w:numPr>
              <w:spacing w:before="120" w:after="120"/>
              <w:ind w:left="595"/>
            </w:pPr>
            <w:r w:rsidRPr="00D15756">
              <w:t>Registers and databases</w:t>
            </w:r>
          </w:p>
          <w:p w:rsidR="00503BEF" w:rsidRPr="002471F3" w:rsidRDefault="00503BEF" w:rsidP="007D6ED6">
            <w:pPr>
              <w:numPr>
                <w:ilvl w:val="0"/>
                <w:numId w:val="30"/>
              </w:numPr>
              <w:ind w:left="595"/>
              <w:contextualSpacing/>
              <w:rPr>
                <w:i/>
                <w:szCs w:val="22"/>
              </w:rPr>
            </w:pPr>
            <w:r w:rsidRPr="00D15756">
              <w:t>Collective management</w:t>
            </w:r>
          </w:p>
        </w:tc>
      </w:tr>
    </w:tbl>
    <w:tbl>
      <w:tblPr>
        <w:tblStyle w:val="TableGrid"/>
        <w:tblW w:w="0" w:type="auto"/>
        <w:tblLook w:val="04A0" w:firstRow="1" w:lastRow="0" w:firstColumn="1" w:lastColumn="0" w:noHBand="0" w:noVBand="1"/>
      </w:tblPr>
      <w:tblGrid>
        <w:gridCol w:w="3469"/>
        <w:gridCol w:w="3516"/>
        <w:gridCol w:w="3514"/>
        <w:gridCol w:w="3553"/>
      </w:tblGrid>
      <w:tr w:rsidR="00503BEF" w:rsidRPr="002471F3" w:rsidTr="007D6ED6">
        <w:trPr>
          <w:trHeight w:val="755"/>
        </w:trPr>
        <w:tc>
          <w:tcPr>
            <w:tcW w:w="3607" w:type="dxa"/>
            <w:vAlign w:val="center"/>
          </w:tcPr>
          <w:p w:rsidR="00503BEF" w:rsidRPr="002471F3" w:rsidRDefault="00503BEF" w:rsidP="007D6ED6">
            <w:pPr>
              <w:rPr>
                <w:i/>
                <w:szCs w:val="22"/>
              </w:rPr>
            </w:pPr>
            <w:r w:rsidRPr="002471F3">
              <w:rPr>
                <w:b/>
                <w:i/>
                <w:szCs w:val="22"/>
              </w:rPr>
              <w:lastRenderedPageBreak/>
              <w:t>Protection desired for</w:t>
            </w:r>
          </w:p>
        </w:tc>
        <w:tc>
          <w:tcPr>
            <w:tcW w:w="3627" w:type="dxa"/>
            <w:vAlign w:val="center"/>
          </w:tcPr>
          <w:p w:rsidR="00503BEF" w:rsidRPr="002471F3" w:rsidRDefault="00503BEF" w:rsidP="007D6ED6">
            <w:pPr>
              <w:rPr>
                <w:i/>
                <w:szCs w:val="22"/>
              </w:rPr>
            </w:pPr>
            <w:r w:rsidRPr="002471F3">
              <w:rPr>
                <w:b/>
                <w:bCs/>
                <w:i/>
                <w:szCs w:val="22"/>
              </w:rPr>
              <w:t>A. Existing Protection</w:t>
            </w:r>
          </w:p>
        </w:tc>
        <w:tc>
          <w:tcPr>
            <w:tcW w:w="3626" w:type="dxa"/>
            <w:vAlign w:val="center"/>
          </w:tcPr>
          <w:p w:rsidR="00503BEF" w:rsidRPr="002471F3" w:rsidRDefault="00503BEF" w:rsidP="007D6ED6">
            <w:pPr>
              <w:rPr>
                <w:i/>
                <w:szCs w:val="22"/>
              </w:rPr>
            </w:pPr>
            <w:r w:rsidRPr="002471F3">
              <w:rPr>
                <w:b/>
                <w:bCs/>
                <w:i/>
                <w:szCs w:val="22"/>
              </w:rPr>
              <w:t>B. Gaps</w:t>
            </w:r>
          </w:p>
        </w:tc>
        <w:tc>
          <w:tcPr>
            <w:tcW w:w="3642" w:type="dxa"/>
            <w:vAlign w:val="center"/>
          </w:tcPr>
          <w:p w:rsidR="00503BEF" w:rsidRPr="002471F3" w:rsidRDefault="00503BEF" w:rsidP="007D6ED6">
            <w:pPr>
              <w:ind w:firstLine="145"/>
              <w:rPr>
                <w:i/>
                <w:szCs w:val="22"/>
              </w:rPr>
            </w:pPr>
            <w:r w:rsidRPr="002471F3">
              <w:rPr>
                <w:b/>
                <w:bCs/>
                <w:i/>
                <w:szCs w:val="22"/>
              </w:rPr>
              <w:t>D. Options</w:t>
            </w:r>
          </w:p>
        </w:tc>
      </w:tr>
      <w:tr w:rsidR="00503BEF" w:rsidRPr="002471F3" w:rsidTr="007D6ED6">
        <w:trPr>
          <w:trHeight w:val="2132"/>
        </w:trPr>
        <w:tc>
          <w:tcPr>
            <w:tcW w:w="3607" w:type="dxa"/>
          </w:tcPr>
          <w:p w:rsidR="00503BEF" w:rsidRPr="002471F3" w:rsidRDefault="00503BEF" w:rsidP="007D6ED6">
            <w:pPr>
              <w:rPr>
                <w:i/>
                <w:szCs w:val="22"/>
              </w:rPr>
            </w:pPr>
          </w:p>
          <w:p w:rsidR="00503BEF" w:rsidRPr="002471F3" w:rsidRDefault="00503BEF" w:rsidP="007D6ED6">
            <w:pPr>
              <w:rPr>
                <w:i/>
                <w:szCs w:val="22"/>
              </w:rPr>
            </w:pPr>
            <w:r w:rsidRPr="002471F3">
              <w:rPr>
                <w:i/>
                <w:iCs/>
              </w:rPr>
              <w:t>Performances of TCEs</w:t>
            </w:r>
          </w:p>
        </w:tc>
        <w:tc>
          <w:tcPr>
            <w:tcW w:w="3627" w:type="dxa"/>
          </w:tcPr>
          <w:p w:rsidR="00503BEF" w:rsidRPr="002471F3" w:rsidRDefault="00503BEF" w:rsidP="007D6ED6">
            <w:pPr>
              <w:rPr>
                <w:b/>
                <w:bCs/>
                <w:i/>
                <w:szCs w:val="22"/>
              </w:rPr>
            </w:pPr>
          </w:p>
          <w:p w:rsidR="00503BEF" w:rsidRPr="002446EC" w:rsidRDefault="00503BEF" w:rsidP="007D6ED6">
            <w:pPr>
              <w:numPr>
                <w:ilvl w:val="0"/>
                <w:numId w:val="31"/>
              </w:numPr>
              <w:ind w:left="439"/>
              <w:contextualSpacing/>
              <w:rPr>
                <w:i/>
                <w:szCs w:val="22"/>
              </w:rPr>
            </w:pPr>
            <w:r w:rsidRPr="002471F3">
              <w:rPr>
                <w:bCs/>
                <w:i/>
                <w:szCs w:val="22"/>
              </w:rPr>
              <w:t>Protection provided by the WPPT, 1996</w:t>
            </w:r>
          </w:p>
          <w:p w:rsidR="00503BEF" w:rsidRPr="002471F3" w:rsidRDefault="00503BEF" w:rsidP="007D6ED6">
            <w:pPr>
              <w:ind w:left="439"/>
              <w:contextualSpacing/>
              <w:rPr>
                <w:i/>
                <w:szCs w:val="22"/>
              </w:rPr>
            </w:pPr>
          </w:p>
          <w:p w:rsidR="00503BEF" w:rsidRPr="002471F3" w:rsidRDefault="00503BEF" w:rsidP="007D6ED6">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626" w:type="dxa"/>
          </w:tcPr>
          <w:p w:rsidR="00503BEF" w:rsidRPr="002471F3" w:rsidRDefault="00503BEF" w:rsidP="007D6ED6">
            <w:pPr>
              <w:rPr>
                <w:b/>
                <w:bCs/>
                <w:i/>
                <w:szCs w:val="22"/>
              </w:rPr>
            </w:pPr>
          </w:p>
          <w:p w:rsidR="00503BEF" w:rsidRPr="002471F3" w:rsidRDefault="00503BEF" w:rsidP="007D6ED6">
            <w:pPr>
              <w:numPr>
                <w:ilvl w:val="0"/>
                <w:numId w:val="31"/>
              </w:numPr>
              <w:spacing w:before="120" w:after="120"/>
              <w:ind w:left="427"/>
              <w:contextualSpacing/>
              <w:rPr>
                <w:i/>
                <w:szCs w:val="22"/>
              </w:rPr>
            </w:pPr>
            <w:r w:rsidRPr="002471F3">
              <w:rPr>
                <w:i/>
              </w:rPr>
              <w:t xml:space="preserve">Limited term of protection for fixed performances </w:t>
            </w:r>
          </w:p>
          <w:p w:rsidR="00503BEF" w:rsidRPr="002471F3" w:rsidRDefault="00503BEF" w:rsidP="007D6ED6">
            <w:pPr>
              <w:spacing w:before="120" w:after="120"/>
              <w:ind w:left="427"/>
              <w:contextualSpacing/>
              <w:rPr>
                <w:i/>
                <w:szCs w:val="22"/>
              </w:rPr>
            </w:pPr>
          </w:p>
        </w:tc>
        <w:tc>
          <w:tcPr>
            <w:tcW w:w="3642" w:type="dxa"/>
          </w:tcPr>
          <w:p w:rsidR="00503BEF" w:rsidRPr="002471F3" w:rsidRDefault="00503BEF" w:rsidP="007D6ED6">
            <w:pPr>
              <w:ind w:firstLine="145"/>
              <w:rPr>
                <w:b/>
                <w:bCs/>
                <w:i/>
                <w:szCs w:val="22"/>
              </w:rPr>
            </w:pPr>
          </w:p>
          <w:p w:rsidR="00503BEF" w:rsidRPr="002471F3" w:rsidRDefault="00503BEF" w:rsidP="007D6ED6">
            <w:pPr>
              <w:numPr>
                <w:ilvl w:val="0"/>
                <w:numId w:val="30"/>
              </w:numPr>
              <w:spacing w:before="120" w:after="120"/>
              <w:ind w:left="505"/>
              <w:rPr>
                <w:i/>
              </w:rPr>
            </w:pPr>
            <w:r w:rsidRPr="002471F3">
              <w:rPr>
                <w:i/>
              </w:rPr>
              <w:t>Protocols, codes of conduct, contracts and other practical tools</w:t>
            </w:r>
          </w:p>
          <w:p w:rsidR="00503BEF" w:rsidRPr="002471F3" w:rsidRDefault="00503BEF" w:rsidP="007D6ED6">
            <w:pPr>
              <w:numPr>
                <w:ilvl w:val="0"/>
                <w:numId w:val="30"/>
              </w:numPr>
              <w:spacing w:before="120" w:after="120"/>
              <w:ind w:left="505"/>
              <w:rPr>
                <w:i/>
                <w:szCs w:val="22"/>
              </w:rPr>
            </w:pPr>
            <w:r w:rsidRPr="002471F3">
              <w:rPr>
                <w:i/>
              </w:rPr>
              <w:t>Special, stand-alone law</w:t>
            </w:r>
          </w:p>
        </w:tc>
      </w:tr>
      <w:tr w:rsidR="00503BEF" w:rsidRPr="002471F3" w:rsidTr="007D6ED6">
        <w:trPr>
          <w:trHeight w:val="2856"/>
        </w:trPr>
        <w:tc>
          <w:tcPr>
            <w:tcW w:w="3607" w:type="dxa"/>
          </w:tcPr>
          <w:p w:rsidR="00503BEF" w:rsidRPr="002471F3" w:rsidRDefault="00503BEF" w:rsidP="007D6ED6">
            <w:pPr>
              <w:rPr>
                <w:i/>
                <w:szCs w:val="22"/>
              </w:rPr>
            </w:pPr>
          </w:p>
          <w:p w:rsidR="00503BEF" w:rsidRPr="002471F3" w:rsidRDefault="00503BEF" w:rsidP="007D6ED6">
            <w:pPr>
              <w:rPr>
                <w:i/>
                <w:szCs w:val="22"/>
              </w:rPr>
            </w:pPr>
            <w:r w:rsidRPr="002471F3">
              <w:rPr>
                <w:i/>
                <w:szCs w:val="22"/>
              </w:rPr>
              <w:t>Designs</w:t>
            </w:r>
          </w:p>
        </w:tc>
        <w:tc>
          <w:tcPr>
            <w:tcW w:w="3627" w:type="dxa"/>
          </w:tcPr>
          <w:p w:rsidR="00503BEF" w:rsidRPr="002471F3" w:rsidRDefault="00503BEF" w:rsidP="007D6ED6">
            <w:pPr>
              <w:rPr>
                <w:b/>
                <w:bCs/>
                <w:i/>
                <w:szCs w:val="22"/>
              </w:rPr>
            </w:pPr>
          </w:p>
          <w:p w:rsidR="00503BEF" w:rsidRPr="002471F3" w:rsidRDefault="00503BEF" w:rsidP="007D6ED6">
            <w:pPr>
              <w:numPr>
                <w:ilvl w:val="0"/>
                <w:numId w:val="32"/>
              </w:numPr>
              <w:spacing w:before="120" w:after="120"/>
              <w:ind w:left="439"/>
              <w:rPr>
                <w:i/>
              </w:rPr>
            </w:pPr>
            <w:r w:rsidRPr="002471F3">
              <w:rPr>
                <w:i/>
              </w:rPr>
              <w:t xml:space="preserve">Industrial designs protection for contemporary designs </w:t>
            </w:r>
          </w:p>
          <w:p w:rsidR="00503BEF" w:rsidRPr="002471F3" w:rsidRDefault="00503BEF" w:rsidP="007D6ED6">
            <w:pPr>
              <w:numPr>
                <w:ilvl w:val="0"/>
                <w:numId w:val="32"/>
              </w:numPr>
              <w:ind w:left="439"/>
              <w:contextualSpacing/>
              <w:rPr>
                <w:b/>
                <w:bCs/>
                <w:i/>
                <w:szCs w:val="22"/>
              </w:rPr>
            </w:pPr>
            <w:r w:rsidRPr="002471F3">
              <w:rPr>
                <w:i/>
              </w:rPr>
              <w:t>Collections, compilations and databases of traditional designs</w:t>
            </w:r>
          </w:p>
        </w:tc>
        <w:tc>
          <w:tcPr>
            <w:tcW w:w="3626" w:type="dxa"/>
          </w:tcPr>
          <w:p w:rsidR="00503BEF" w:rsidRPr="002471F3" w:rsidRDefault="00503BEF" w:rsidP="007D6ED6">
            <w:pPr>
              <w:rPr>
                <w:i/>
                <w:szCs w:val="22"/>
              </w:rPr>
            </w:pPr>
          </w:p>
          <w:p w:rsidR="00503BEF" w:rsidRDefault="00503BEF" w:rsidP="007D6ED6">
            <w:pPr>
              <w:numPr>
                <w:ilvl w:val="0"/>
                <w:numId w:val="32"/>
              </w:numPr>
              <w:ind w:left="427"/>
              <w:contextualSpacing/>
              <w:rPr>
                <w:i/>
                <w:szCs w:val="22"/>
              </w:rPr>
            </w:pPr>
            <w:r w:rsidRPr="002471F3">
              <w:rPr>
                <w:i/>
                <w:szCs w:val="22"/>
              </w:rPr>
              <w:t>Pre-existing designs are not protected</w:t>
            </w:r>
          </w:p>
          <w:p w:rsidR="00503BEF" w:rsidRPr="002471F3" w:rsidRDefault="00503BEF" w:rsidP="007D6ED6">
            <w:pPr>
              <w:ind w:left="427"/>
              <w:contextualSpacing/>
              <w:rPr>
                <w:i/>
                <w:szCs w:val="22"/>
              </w:rPr>
            </w:pPr>
          </w:p>
          <w:p w:rsidR="00503BEF" w:rsidRDefault="00503BEF" w:rsidP="007D6ED6">
            <w:pPr>
              <w:numPr>
                <w:ilvl w:val="0"/>
                <w:numId w:val="32"/>
              </w:numPr>
              <w:ind w:left="427"/>
              <w:contextualSpacing/>
              <w:rPr>
                <w:i/>
                <w:szCs w:val="22"/>
              </w:rPr>
            </w:pPr>
            <w:r w:rsidRPr="002471F3">
              <w:rPr>
                <w:i/>
                <w:szCs w:val="22"/>
              </w:rPr>
              <w:t>Term of protection for designs limited</w:t>
            </w:r>
          </w:p>
          <w:p w:rsidR="00503BEF" w:rsidRPr="002471F3" w:rsidRDefault="00503BEF" w:rsidP="007D6ED6">
            <w:pPr>
              <w:contextualSpacing/>
              <w:rPr>
                <w:i/>
                <w:szCs w:val="22"/>
              </w:rPr>
            </w:pPr>
          </w:p>
          <w:p w:rsidR="00503BEF" w:rsidRPr="002471F3" w:rsidRDefault="00503BEF" w:rsidP="007D6ED6">
            <w:pPr>
              <w:numPr>
                <w:ilvl w:val="0"/>
                <w:numId w:val="32"/>
              </w:numPr>
              <w:ind w:left="427"/>
              <w:contextualSpacing/>
              <w:rPr>
                <w:i/>
                <w:szCs w:val="22"/>
              </w:rPr>
            </w:pPr>
            <w:r w:rsidRPr="002471F3">
              <w:rPr>
                <w:i/>
                <w:szCs w:val="22"/>
              </w:rPr>
              <w:t>Formalities</w:t>
            </w:r>
          </w:p>
        </w:tc>
        <w:tc>
          <w:tcPr>
            <w:tcW w:w="3642" w:type="dxa"/>
          </w:tcPr>
          <w:p w:rsidR="00503BEF" w:rsidRPr="002471F3" w:rsidRDefault="00503BEF" w:rsidP="007D6ED6">
            <w:pPr>
              <w:rPr>
                <w:i/>
                <w:szCs w:val="22"/>
              </w:rPr>
            </w:pPr>
          </w:p>
          <w:p w:rsidR="00503BEF" w:rsidRDefault="00503BEF" w:rsidP="007D6ED6">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503BEF" w:rsidRPr="002471F3" w:rsidRDefault="00503BEF" w:rsidP="007D6ED6">
            <w:pPr>
              <w:ind w:left="505"/>
              <w:contextualSpacing/>
              <w:rPr>
                <w:i/>
                <w:szCs w:val="22"/>
              </w:rPr>
            </w:pPr>
          </w:p>
          <w:p w:rsidR="00503BEF" w:rsidRDefault="00503BEF" w:rsidP="007D6ED6">
            <w:pPr>
              <w:numPr>
                <w:ilvl w:val="0"/>
                <w:numId w:val="32"/>
              </w:numPr>
              <w:ind w:left="505"/>
              <w:contextualSpacing/>
              <w:rPr>
                <w:i/>
                <w:szCs w:val="22"/>
              </w:rPr>
            </w:pPr>
            <w:r w:rsidRPr="002471F3">
              <w:rPr>
                <w:i/>
                <w:szCs w:val="22"/>
              </w:rPr>
              <w:t>Protocols, codes of conduct, contracts and other practical tools</w:t>
            </w:r>
          </w:p>
          <w:p w:rsidR="00503BEF" w:rsidRPr="002471F3" w:rsidRDefault="00503BEF" w:rsidP="007D6ED6">
            <w:pPr>
              <w:contextualSpacing/>
              <w:rPr>
                <w:i/>
                <w:szCs w:val="22"/>
              </w:rPr>
            </w:pPr>
          </w:p>
          <w:p w:rsidR="00503BEF" w:rsidRDefault="00503BEF" w:rsidP="007D6ED6">
            <w:pPr>
              <w:numPr>
                <w:ilvl w:val="0"/>
                <w:numId w:val="32"/>
              </w:numPr>
              <w:ind w:left="505"/>
              <w:contextualSpacing/>
              <w:rPr>
                <w:i/>
                <w:szCs w:val="22"/>
              </w:rPr>
            </w:pPr>
            <w:r w:rsidRPr="002471F3">
              <w:rPr>
                <w:i/>
                <w:szCs w:val="22"/>
              </w:rPr>
              <w:t>Special, stand-alone law</w:t>
            </w:r>
          </w:p>
          <w:p w:rsidR="00503BEF" w:rsidRPr="002471F3" w:rsidRDefault="00503BEF" w:rsidP="007D6ED6">
            <w:pPr>
              <w:contextualSpacing/>
              <w:rPr>
                <w:i/>
                <w:szCs w:val="22"/>
              </w:rPr>
            </w:pPr>
          </w:p>
          <w:p w:rsidR="00503BEF" w:rsidRPr="002471F3" w:rsidRDefault="00503BEF" w:rsidP="007D6ED6">
            <w:pPr>
              <w:numPr>
                <w:ilvl w:val="0"/>
                <w:numId w:val="32"/>
              </w:numPr>
              <w:ind w:left="505"/>
              <w:contextualSpacing/>
              <w:rPr>
                <w:i/>
                <w:szCs w:val="22"/>
              </w:rPr>
            </w:pPr>
            <w:r w:rsidRPr="002471F3">
              <w:rPr>
                <w:i/>
                <w:szCs w:val="22"/>
              </w:rPr>
              <w:t>Registers and databases</w:t>
            </w:r>
          </w:p>
          <w:p w:rsidR="00503BEF" w:rsidRPr="002471F3" w:rsidRDefault="00503BEF" w:rsidP="007D6ED6">
            <w:pPr>
              <w:ind w:left="505"/>
              <w:contextualSpacing/>
              <w:rPr>
                <w:i/>
                <w:szCs w:val="22"/>
              </w:rPr>
            </w:pPr>
          </w:p>
        </w:tc>
      </w:tr>
    </w:tbl>
    <w:p w:rsidR="00503BEF" w:rsidRDefault="00503BEF" w:rsidP="00503BEF">
      <w:pPr>
        <w:sectPr w:rsidR="00503BEF" w:rsidSect="007D6ED6">
          <w:headerReference w:type="even" r:id="rId20"/>
          <w:headerReference w:type="default" r:id="rId21"/>
          <w:footerReference w:type="even" r:id="rId22"/>
          <w:footerReference w:type="default" r:id="rId23"/>
          <w:headerReference w:type="first" r:id="rId24"/>
          <w:footerReference w:type="first" r:id="rId25"/>
          <w:endnotePr>
            <w:numFmt w:val="decimal"/>
          </w:endnotePr>
          <w:pgSz w:w="16840" w:h="11907" w:orient="landscape" w:code="9"/>
          <w:pgMar w:top="1418" w:right="1360" w:bottom="1134" w:left="1418" w:header="510" w:footer="1021" w:gutter="0"/>
          <w:cols w:space="720"/>
          <w:titlePg/>
          <w:docGrid w:linePitch="299"/>
        </w:sectPr>
      </w:pPr>
    </w:p>
    <w:p w:rsidR="00503BEF" w:rsidRPr="002471F3" w:rsidRDefault="00503BEF" w:rsidP="00503BEF"/>
    <w:tbl>
      <w:tblPr>
        <w:tblStyle w:val="TableGrid"/>
        <w:tblW w:w="0" w:type="auto"/>
        <w:tblLook w:val="04A0" w:firstRow="1" w:lastRow="0" w:firstColumn="1" w:lastColumn="0" w:noHBand="0" w:noVBand="1"/>
      </w:tblPr>
      <w:tblGrid>
        <w:gridCol w:w="3701"/>
        <w:gridCol w:w="3702"/>
        <w:gridCol w:w="3702"/>
        <w:gridCol w:w="3702"/>
      </w:tblGrid>
      <w:tr w:rsidR="00503BEF" w:rsidRPr="002471F3" w:rsidTr="007D6ED6">
        <w:trPr>
          <w:trHeight w:val="266"/>
        </w:trPr>
        <w:tc>
          <w:tcPr>
            <w:tcW w:w="3701" w:type="dxa"/>
            <w:vAlign w:val="center"/>
          </w:tcPr>
          <w:p w:rsidR="00503BEF" w:rsidRPr="002471F3" w:rsidRDefault="00503BEF" w:rsidP="007D6ED6">
            <w:pPr>
              <w:rPr>
                <w:i/>
                <w:szCs w:val="22"/>
              </w:rPr>
            </w:pPr>
            <w:r w:rsidRPr="002471F3">
              <w:rPr>
                <w:b/>
                <w:i/>
                <w:szCs w:val="22"/>
              </w:rPr>
              <w:t>Protection desired for</w:t>
            </w:r>
          </w:p>
        </w:tc>
        <w:tc>
          <w:tcPr>
            <w:tcW w:w="3702" w:type="dxa"/>
            <w:vAlign w:val="center"/>
          </w:tcPr>
          <w:p w:rsidR="00503BEF" w:rsidRPr="002471F3" w:rsidRDefault="00503BEF" w:rsidP="007D6ED6">
            <w:pPr>
              <w:rPr>
                <w:i/>
                <w:szCs w:val="22"/>
              </w:rPr>
            </w:pPr>
            <w:r w:rsidRPr="002471F3">
              <w:rPr>
                <w:b/>
                <w:bCs/>
                <w:i/>
                <w:szCs w:val="22"/>
              </w:rPr>
              <w:t>A. Existing Protection</w:t>
            </w:r>
          </w:p>
        </w:tc>
        <w:tc>
          <w:tcPr>
            <w:tcW w:w="3702" w:type="dxa"/>
            <w:vAlign w:val="center"/>
          </w:tcPr>
          <w:p w:rsidR="00503BEF" w:rsidRPr="002471F3" w:rsidRDefault="00503BEF" w:rsidP="007D6ED6">
            <w:pPr>
              <w:rPr>
                <w:i/>
                <w:szCs w:val="22"/>
              </w:rPr>
            </w:pPr>
            <w:r w:rsidRPr="002471F3">
              <w:rPr>
                <w:b/>
                <w:bCs/>
                <w:i/>
                <w:szCs w:val="22"/>
              </w:rPr>
              <w:t>B. Gaps</w:t>
            </w:r>
          </w:p>
        </w:tc>
        <w:tc>
          <w:tcPr>
            <w:tcW w:w="3702" w:type="dxa"/>
            <w:vAlign w:val="center"/>
          </w:tcPr>
          <w:p w:rsidR="00503BEF" w:rsidRPr="002471F3" w:rsidRDefault="00503BEF" w:rsidP="007D6ED6">
            <w:pPr>
              <w:ind w:firstLine="145"/>
              <w:rPr>
                <w:i/>
                <w:szCs w:val="22"/>
              </w:rPr>
            </w:pPr>
            <w:r w:rsidRPr="002471F3">
              <w:rPr>
                <w:b/>
                <w:bCs/>
                <w:i/>
                <w:szCs w:val="22"/>
              </w:rPr>
              <w:t>D. Options</w:t>
            </w:r>
          </w:p>
        </w:tc>
      </w:tr>
      <w:tr w:rsidR="00503BEF" w:rsidRPr="002471F3" w:rsidTr="007D6ED6">
        <w:trPr>
          <w:trHeight w:val="6924"/>
        </w:trPr>
        <w:tc>
          <w:tcPr>
            <w:tcW w:w="3701" w:type="dxa"/>
          </w:tcPr>
          <w:p w:rsidR="00503BEF" w:rsidRPr="002471F3" w:rsidRDefault="00503BEF" w:rsidP="007D6ED6">
            <w:pPr>
              <w:rPr>
                <w:i/>
                <w:szCs w:val="22"/>
              </w:rPr>
            </w:pPr>
          </w:p>
          <w:p w:rsidR="00503BEF" w:rsidRPr="002471F3" w:rsidRDefault="00503BEF" w:rsidP="007D6ED6">
            <w:pPr>
              <w:rPr>
                <w:i/>
                <w:szCs w:val="22"/>
              </w:rPr>
            </w:pPr>
            <w:r w:rsidRPr="002471F3">
              <w:rPr>
                <w:i/>
                <w:szCs w:val="22"/>
              </w:rPr>
              <w:t>Secret TCEs</w:t>
            </w: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503BEF" w:rsidRPr="002471F3" w:rsidTr="007D6ED6">
              <w:tc>
                <w:tcPr>
                  <w:tcW w:w="3960" w:type="dxa"/>
                </w:tcPr>
                <w:p w:rsidR="00503BEF" w:rsidRPr="002471F3" w:rsidRDefault="00503BEF" w:rsidP="007D6ED6">
                  <w:pPr>
                    <w:spacing w:before="120" w:after="120"/>
                    <w:rPr>
                      <w:b/>
                      <w:bCs/>
                    </w:rPr>
                  </w:pPr>
                </w:p>
              </w:tc>
            </w:tr>
            <w:tr w:rsidR="00503BEF" w:rsidRPr="002471F3" w:rsidTr="007D6ED6">
              <w:tc>
                <w:tcPr>
                  <w:tcW w:w="3960" w:type="dxa"/>
                </w:tcPr>
                <w:p w:rsidR="00503BEF" w:rsidRPr="002471F3" w:rsidRDefault="00503BEF" w:rsidP="007D6ED6">
                  <w:pPr>
                    <w:numPr>
                      <w:ilvl w:val="0"/>
                      <w:numId w:val="32"/>
                    </w:numPr>
                    <w:spacing w:before="120" w:after="120"/>
                    <w:ind w:left="511"/>
                    <w:contextualSpacing/>
                  </w:pPr>
                  <w:r w:rsidRPr="002471F3">
                    <w:t>Provisions in the TRIPS Agreement and Paris Convention for the protection of unfair competition and undisclosed information</w:t>
                  </w:r>
                </w:p>
                <w:p w:rsidR="00503BEF" w:rsidRPr="002471F3" w:rsidRDefault="00503BEF" w:rsidP="007D6ED6">
                  <w:pPr>
                    <w:spacing w:before="120" w:after="120"/>
                    <w:ind w:left="511"/>
                    <w:contextualSpacing/>
                  </w:pPr>
                </w:p>
                <w:p w:rsidR="00503BEF" w:rsidRDefault="00503BEF" w:rsidP="007D6ED6">
                  <w:pPr>
                    <w:numPr>
                      <w:ilvl w:val="0"/>
                      <w:numId w:val="32"/>
                    </w:numPr>
                    <w:spacing w:before="120" w:after="120"/>
                    <w:ind w:left="511"/>
                    <w:contextualSpacing/>
                  </w:pPr>
                  <w:r w:rsidRPr="002471F3">
                    <w:t>Common law protection for confidential information</w:t>
                  </w:r>
                </w:p>
                <w:p w:rsidR="00503BEF" w:rsidRDefault="00503BEF" w:rsidP="007D6ED6">
                  <w:pPr>
                    <w:spacing w:before="120" w:after="120"/>
                    <w:ind w:left="511"/>
                    <w:contextualSpacing/>
                  </w:pPr>
                </w:p>
                <w:p w:rsidR="00503BEF" w:rsidRPr="002471F3" w:rsidRDefault="00503BEF" w:rsidP="007D6ED6">
                  <w:pPr>
                    <w:spacing w:before="120" w:after="120"/>
                    <w:ind w:left="511"/>
                    <w:contextualSpacing/>
                  </w:pPr>
                </w:p>
              </w:tc>
            </w:tr>
            <w:tr w:rsidR="00503BEF" w:rsidRPr="002471F3" w:rsidTr="007D6ED6">
              <w:tc>
                <w:tcPr>
                  <w:tcW w:w="3960" w:type="dxa"/>
                </w:tcPr>
                <w:p w:rsidR="00503BEF" w:rsidRPr="002471F3" w:rsidRDefault="00503BEF" w:rsidP="007D6ED6">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503BEF" w:rsidRPr="002471F3" w:rsidRDefault="00503BEF" w:rsidP="007D6ED6">
                  <w:pPr>
                    <w:spacing w:before="120" w:after="120"/>
                    <w:ind w:left="511"/>
                    <w:contextualSpacing/>
                  </w:pPr>
                </w:p>
                <w:p w:rsidR="00503BEF" w:rsidRPr="002471F3" w:rsidRDefault="00503BEF" w:rsidP="007D6ED6">
                  <w:pPr>
                    <w:numPr>
                      <w:ilvl w:val="0"/>
                      <w:numId w:val="32"/>
                    </w:numPr>
                    <w:spacing w:before="120" w:after="120"/>
                    <w:ind w:left="511"/>
                    <w:contextualSpacing/>
                  </w:pPr>
                  <w:r w:rsidRPr="002471F3">
                    <w:t xml:space="preserve">Positive protection – use of trademark laws </w:t>
                  </w:r>
                </w:p>
              </w:tc>
            </w:tr>
          </w:tbl>
          <w:p w:rsidR="00503BEF" w:rsidRPr="002471F3" w:rsidRDefault="00503BEF" w:rsidP="007D6ED6">
            <w:pPr>
              <w:ind w:left="439"/>
              <w:contextualSpacing/>
              <w:rPr>
                <w:b/>
                <w:bCs/>
                <w:i/>
              </w:rPr>
            </w:pPr>
          </w:p>
        </w:tc>
        <w:tc>
          <w:tcPr>
            <w:tcW w:w="3702" w:type="dxa"/>
          </w:tcPr>
          <w:p w:rsidR="00503BEF" w:rsidRPr="002471F3" w:rsidRDefault="00503BEF" w:rsidP="007D6ED6">
            <w:pPr>
              <w:ind w:left="427"/>
              <w:contextualSpacing/>
              <w:rPr>
                <w:i/>
                <w:szCs w:val="22"/>
              </w:rPr>
            </w:pPr>
          </w:p>
          <w:p w:rsidR="00503BEF" w:rsidRPr="002471F3" w:rsidRDefault="00503BEF" w:rsidP="007D6ED6">
            <w:pPr>
              <w:ind w:left="427"/>
              <w:contextualSpacing/>
              <w:rPr>
                <w:i/>
                <w:szCs w:val="22"/>
              </w:rPr>
            </w:pPr>
          </w:p>
          <w:p w:rsidR="00503BEF" w:rsidRPr="00D15756" w:rsidRDefault="00503BEF" w:rsidP="007D6ED6">
            <w:pPr>
              <w:numPr>
                <w:ilvl w:val="0"/>
                <w:numId w:val="32"/>
              </w:numPr>
              <w:ind w:left="427" w:hanging="270"/>
              <w:contextualSpacing/>
              <w:rPr>
                <w:szCs w:val="22"/>
              </w:rPr>
            </w:pPr>
            <w:r w:rsidRPr="00D15756">
              <w:rPr>
                <w:szCs w:val="22"/>
              </w:rPr>
              <w:t>Provisions of unfair competition mainly applicable to industrial and commercial information</w:t>
            </w:r>
          </w:p>
          <w:p w:rsidR="00503BEF" w:rsidRPr="00D15756" w:rsidRDefault="00503BEF" w:rsidP="007D6ED6">
            <w:pPr>
              <w:ind w:left="427"/>
              <w:contextualSpacing/>
              <w:rPr>
                <w:szCs w:val="22"/>
              </w:rPr>
            </w:pPr>
          </w:p>
          <w:p w:rsidR="00503BEF" w:rsidRPr="00D15756" w:rsidRDefault="00503BEF" w:rsidP="007D6ED6">
            <w:pPr>
              <w:numPr>
                <w:ilvl w:val="0"/>
                <w:numId w:val="32"/>
              </w:numPr>
              <w:ind w:left="427" w:hanging="270"/>
              <w:contextualSpacing/>
              <w:rPr>
                <w:szCs w:val="22"/>
              </w:rPr>
            </w:pPr>
            <w:r w:rsidRPr="00D15756">
              <w:rPr>
                <w:szCs w:val="22"/>
              </w:rPr>
              <w:t>Definitions of “undisclosed” and “confidential”</w:t>
            </w:r>
          </w:p>
          <w:p w:rsidR="00503BEF" w:rsidRPr="00D15756" w:rsidRDefault="00503BEF" w:rsidP="007D6ED6">
            <w:pPr>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numPr>
                <w:ilvl w:val="0"/>
                <w:numId w:val="32"/>
              </w:numPr>
              <w:ind w:left="427" w:hanging="270"/>
              <w:contextualSpacing/>
              <w:rPr>
                <w:szCs w:val="22"/>
              </w:rPr>
            </w:pPr>
            <w:r w:rsidRPr="00D15756">
              <w:rPr>
                <w:szCs w:val="22"/>
              </w:rPr>
              <w:t>Concepts of “contrary to morality” and “contrary to public order” mainly judged from the general public perspective and not necessarily tailored to TCEs</w:t>
            </w:r>
          </w:p>
          <w:p w:rsidR="00503BEF" w:rsidRPr="002471F3" w:rsidRDefault="00503BEF" w:rsidP="007D6ED6">
            <w:pPr>
              <w:ind w:left="427"/>
              <w:contextualSpacing/>
              <w:rPr>
                <w:i/>
                <w:szCs w:val="22"/>
              </w:rPr>
            </w:pPr>
          </w:p>
        </w:tc>
        <w:tc>
          <w:tcPr>
            <w:tcW w:w="3702" w:type="dxa"/>
          </w:tcPr>
          <w:p w:rsidR="00503BEF" w:rsidRPr="002471F3" w:rsidRDefault="00503BEF" w:rsidP="007D6ED6">
            <w:pPr>
              <w:ind w:left="145"/>
              <w:contextualSpacing/>
              <w:rPr>
                <w:i/>
                <w:szCs w:val="22"/>
              </w:rPr>
            </w:pPr>
          </w:p>
          <w:p w:rsidR="00503BEF" w:rsidRPr="002471F3" w:rsidRDefault="00503BEF" w:rsidP="007D6ED6">
            <w:pPr>
              <w:ind w:left="145"/>
              <w:contextualSpacing/>
              <w:rPr>
                <w:i/>
                <w:szCs w:val="22"/>
              </w:rPr>
            </w:pPr>
          </w:p>
          <w:p w:rsidR="00503BEF" w:rsidRPr="00D15756" w:rsidRDefault="00503BEF" w:rsidP="007D6ED6">
            <w:pPr>
              <w:numPr>
                <w:ilvl w:val="0"/>
                <w:numId w:val="32"/>
              </w:numPr>
              <w:ind w:left="415"/>
              <w:contextualSpacing/>
              <w:rPr>
                <w:szCs w:val="22"/>
              </w:rPr>
            </w:pPr>
            <w:r w:rsidRPr="00D15756">
              <w:rPr>
                <w:szCs w:val="22"/>
              </w:rPr>
              <w:t>Promissory estoppel</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rsidRPr="00D15756">
              <w:rPr>
                <w:szCs w:val="22"/>
              </w:rPr>
              <w:t>Protocols, codes of conduct, contracts and other practical tools</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rsidRPr="00D15756">
              <w:rPr>
                <w:szCs w:val="22"/>
              </w:rPr>
              <w:t>Special, stand-alone law</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rsidRPr="00D15756">
              <w:rPr>
                <w:szCs w:val="22"/>
              </w:rPr>
              <w:t>Registers and databases</w:t>
            </w:r>
          </w:p>
          <w:p w:rsidR="00503BEF" w:rsidRPr="00D15756" w:rsidRDefault="00503BEF" w:rsidP="007D6ED6">
            <w:pPr>
              <w:ind w:left="415"/>
              <w:contextualSpacing/>
              <w:rPr>
                <w:szCs w:val="22"/>
              </w:rPr>
            </w:pP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rsidRPr="00D15756">
              <w:rPr>
                <w:szCs w:val="22"/>
              </w:rPr>
              <w:t>Sui generis” provisions in national trademark laws (NZ, Andean Community, USA)</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rsidRPr="00D15756">
              <w:rPr>
                <w:szCs w:val="22"/>
              </w:rPr>
              <w:t>Protocols, codes of conduct, contracts and other practical tools</w:t>
            </w:r>
          </w:p>
          <w:p w:rsidR="00503BEF" w:rsidRPr="00D15756" w:rsidRDefault="00503BEF" w:rsidP="007D6ED6">
            <w:pPr>
              <w:ind w:left="720"/>
              <w:contextualSpacing/>
              <w:rPr>
                <w:szCs w:val="22"/>
              </w:rPr>
            </w:pPr>
          </w:p>
          <w:p w:rsidR="00503BEF" w:rsidRPr="00D15756" w:rsidRDefault="00503BEF" w:rsidP="007D6ED6">
            <w:pPr>
              <w:numPr>
                <w:ilvl w:val="0"/>
                <w:numId w:val="32"/>
              </w:numPr>
              <w:ind w:left="415"/>
              <w:contextualSpacing/>
              <w:rPr>
                <w:szCs w:val="22"/>
              </w:rPr>
            </w:pPr>
            <w:r w:rsidRPr="00D15756">
              <w:rPr>
                <w:szCs w:val="22"/>
              </w:rPr>
              <w:t>Special, stand-alone law</w:t>
            </w:r>
          </w:p>
          <w:p w:rsidR="00503BEF" w:rsidRPr="00D15756" w:rsidRDefault="00503BEF" w:rsidP="007D6ED6">
            <w:pPr>
              <w:ind w:left="720"/>
              <w:contextualSpacing/>
              <w:rPr>
                <w:szCs w:val="22"/>
              </w:rPr>
            </w:pPr>
          </w:p>
          <w:p w:rsidR="00503BEF" w:rsidRPr="00D15756" w:rsidRDefault="00503BEF" w:rsidP="007D6ED6">
            <w:pPr>
              <w:numPr>
                <w:ilvl w:val="0"/>
                <w:numId w:val="32"/>
              </w:numPr>
              <w:ind w:left="415"/>
              <w:contextualSpacing/>
              <w:rPr>
                <w:szCs w:val="22"/>
              </w:rPr>
            </w:pPr>
            <w:r w:rsidRPr="00D15756">
              <w:rPr>
                <w:szCs w:val="22"/>
              </w:rPr>
              <w:t>Registers and databases</w:t>
            </w:r>
          </w:p>
          <w:p w:rsidR="00503BEF" w:rsidRPr="002471F3" w:rsidRDefault="00503BEF" w:rsidP="007D6ED6">
            <w:pPr>
              <w:ind w:left="505"/>
              <w:contextualSpacing/>
              <w:rPr>
                <w:i/>
                <w:szCs w:val="22"/>
              </w:rPr>
            </w:pPr>
          </w:p>
        </w:tc>
      </w:tr>
    </w:tbl>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503BEF" w:rsidRPr="002471F3" w:rsidTr="007D6ED6">
        <w:tc>
          <w:tcPr>
            <w:tcW w:w="14159" w:type="dxa"/>
            <w:tcBorders>
              <w:bottom w:val="single" w:sz="4" w:space="0" w:color="auto"/>
            </w:tcBorders>
          </w:tcPr>
          <w:p w:rsidR="00503BEF" w:rsidRPr="002471F3" w:rsidRDefault="00503BEF" w:rsidP="007D6ED6">
            <w:pPr>
              <w:spacing w:before="120" w:after="120"/>
              <w:rPr>
                <w:rFonts w:eastAsia="Times New Roman"/>
                <w:b/>
                <w:bCs/>
                <w:szCs w:val="22"/>
                <w:lang w:eastAsia="en-US"/>
              </w:rPr>
            </w:pPr>
            <w:r w:rsidRPr="002471F3">
              <w:rPr>
                <w:rFonts w:eastAsia="Times New Roman"/>
                <w:b/>
                <w:bCs/>
                <w:szCs w:val="22"/>
                <w:lang w:eastAsia="en-US"/>
              </w:rPr>
              <w:lastRenderedPageBreak/>
              <w:t>C. Relevant considerations:</w:t>
            </w:r>
          </w:p>
        </w:tc>
      </w:tr>
      <w:tr w:rsidR="00503BEF" w:rsidRPr="002471F3" w:rsidTr="007D6ED6">
        <w:trPr>
          <w:trHeight w:val="2820"/>
        </w:trPr>
        <w:tc>
          <w:tcPr>
            <w:tcW w:w="14159" w:type="dxa"/>
            <w:tcBorders>
              <w:top w:val="single" w:sz="4" w:space="0" w:color="auto"/>
            </w:tcBorders>
          </w:tcPr>
          <w:p w:rsidR="00503BEF" w:rsidRPr="00D15756" w:rsidRDefault="00503BEF" w:rsidP="007D6ED6">
            <w:pPr>
              <w:spacing w:before="120" w:after="120"/>
              <w:ind w:left="720"/>
              <w:contextualSpacing/>
              <w:rPr>
                <w:rFonts w:eastAsia="Times New Roman"/>
                <w:bCs/>
                <w:szCs w:val="22"/>
                <w:lang w:eastAsia="en-US"/>
              </w:rPr>
            </w:pPr>
          </w:p>
          <w:p w:rsidR="00503BEF" w:rsidRDefault="00503BEF" w:rsidP="007D6ED6">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503BEF" w:rsidRPr="002471F3" w:rsidRDefault="00503BEF" w:rsidP="007D6ED6">
            <w:pPr>
              <w:spacing w:before="120" w:after="120"/>
              <w:ind w:left="720"/>
              <w:contextualSpacing/>
              <w:rPr>
                <w:rFonts w:eastAsia="Times New Roman"/>
                <w:bCs/>
                <w:szCs w:val="22"/>
                <w:lang w:eastAsia="en-US"/>
              </w:rPr>
            </w:pPr>
          </w:p>
          <w:p w:rsidR="00503BEF" w:rsidRDefault="00503BEF" w:rsidP="007D6ED6">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503BEF" w:rsidRPr="002471F3" w:rsidRDefault="00503BEF" w:rsidP="007D6ED6">
            <w:pPr>
              <w:spacing w:before="120" w:after="120"/>
              <w:contextualSpacing/>
              <w:rPr>
                <w:rFonts w:eastAsia="Times New Roman"/>
                <w:bCs/>
                <w:szCs w:val="22"/>
                <w:lang w:val="it-IT" w:eastAsia="en-US"/>
              </w:rPr>
            </w:pPr>
          </w:p>
          <w:p w:rsidR="00503BEF" w:rsidRDefault="00503BEF" w:rsidP="007D6ED6">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503BEF" w:rsidRPr="002471F3" w:rsidRDefault="00503BEF" w:rsidP="007D6ED6">
            <w:pPr>
              <w:spacing w:before="120" w:after="120"/>
              <w:contextualSpacing/>
              <w:rPr>
                <w:rFonts w:eastAsia="Times New Roman"/>
                <w:bCs/>
                <w:szCs w:val="22"/>
                <w:lang w:val="it-IT" w:eastAsia="en-US"/>
              </w:rPr>
            </w:pPr>
          </w:p>
          <w:p w:rsidR="00503BEF" w:rsidRDefault="00503BEF" w:rsidP="007D6ED6">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rsidR="00503BEF" w:rsidRPr="002471F3" w:rsidRDefault="00503BEF" w:rsidP="007D6ED6">
            <w:pPr>
              <w:spacing w:before="120" w:after="120"/>
              <w:contextualSpacing/>
              <w:rPr>
                <w:rFonts w:eastAsia="Times New Roman"/>
                <w:bCs/>
                <w:szCs w:val="22"/>
                <w:lang w:eastAsia="en-US"/>
              </w:rPr>
            </w:pPr>
          </w:p>
        </w:tc>
      </w:tr>
    </w:tbl>
    <w:p w:rsidR="00503BEF" w:rsidRPr="002471F3" w:rsidRDefault="00503BEF" w:rsidP="00503BEF">
      <w:pPr>
        <w:rPr>
          <w:szCs w:val="22"/>
        </w:rPr>
      </w:pPr>
    </w:p>
    <w:p w:rsidR="00503BEF" w:rsidRPr="002471F3" w:rsidRDefault="00503BEF" w:rsidP="00503BEF">
      <w:pPr>
        <w:rPr>
          <w:szCs w:val="22"/>
        </w:rPr>
      </w:pPr>
    </w:p>
    <w:p w:rsidR="002928D3" w:rsidRDefault="00503BEF" w:rsidP="002D4277">
      <w:pPr>
        <w:ind w:left="9900"/>
      </w:pPr>
      <w:r w:rsidRPr="002471F3">
        <w:rPr>
          <w:szCs w:val="22"/>
        </w:rPr>
        <w:t>[End of Annex II and of document]</w:t>
      </w:r>
      <w:bookmarkStart w:id="229" w:name="_GoBack"/>
      <w:bookmarkEnd w:id="229"/>
    </w:p>
    <w:sectPr w:rsidR="002928D3" w:rsidSect="00503BEF">
      <w:headerReference w:type="even" r:id="rId26"/>
      <w:headerReference w:type="default" r:id="rId27"/>
      <w:footerReference w:type="even" r:id="rId28"/>
      <w:footerReference w:type="default" r:id="rId29"/>
      <w:headerReference w:type="first" r:id="rId30"/>
      <w:footerReference w:type="first" r:id="rId3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452" w:rsidRDefault="00A06452">
      <w:r>
        <w:separator/>
      </w:r>
    </w:p>
  </w:endnote>
  <w:endnote w:type="continuationSeparator" w:id="0">
    <w:p w:rsidR="00A06452" w:rsidRDefault="00A06452" w:rsidP="003B38C1">
      <w:r>
        <w:separator/>
      </w:r>
    </w:p>
    <w:p w:rsidR="00A06452" w:rsidRPr="003B38C1" w:rsidRDefault="00A06452" w:rsidP="003B38C1">
      <w:pPr>
        <w:spacing w:after="60"/>
        <w:rPr>
          <w:sz w:val="17"/>
        </w:rPr>
      </w:pPr>
      <w:r>
        <w:rPr>
          <w:sz w:val="17"/>
        </w:rPr>
        <w:t>[Endnote continued from previous page]</w:t>
      </w:r>
    </w:p>
  </w:endnote>
  <w:endnote w:type="continuationNotice" w:id="1">
    <w:p w:rsidR="00A06452" w:rsidRPr="003B38C1" w:rsidRDefault="00A0645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FB" w:rsidRDefault="008408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FB" w:rsidRDefault="008408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FB" w:rsidRDefault="008408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452" w:rsidRDefault="00A06452">
      <w:r>
        <w:separator/>
      </w:r>
    </w:p>
  </w:footnote>
  <w:footnote w:type="continuationSeparator" w:id="0">
    <w:p w:rsidR="00A06452" w:rsidRDefault="00A06452" w:rsidP="008B60B2">
      <w:r>
        <w:separator/>
      </w:r>
    </w:p>
    <w:p w:rsidR="00A06452" w:rsidRPr="00ED77FB" w:rsidRDefault="00A06452" w:rsidP="008B60B2">
      <w:pPr>
        <w:spacing w:after="60"/>
        <w:rPr>
          <w:sz w:val="17"/>
          <w:szCs w:val="17"/>
        </w:rPr>
      </w:pPr>
      <w:r w:rsidRPr="00ED77FB">
        <w:rPr>
          <w:sz w:val="17"/>
          <w:szCs w:val="17"/>
        </w:rPr>
        <w:t>[Footnote continued from previous page]</w:t>
      </w:r>
    </w:p>
  </w:footnote>
  <w:footnote w:type="continuationNotice" w:id="1">
    <w:p w:rsidR="00A06452" w:rsidRPr="00ED77FB" w:rsidRDefault="00A06452" w:rsidP="008B60B2">
      <w:pPr>
        <w:spacing w:before="60"/>
        <w:jc w:val="right"/>
        <w:rPr>
          <w:sz w:val="17"/>
          <w:szCs w:val="17"/>
        </w:rPr>
      </w:pPr>
      <w:r w:rsidRPr="00ED77FB">
        <w:rPr>
          <w:sz w:val="17"/>
          <w:szCs w:val="17"/>
        </w:rPr>
        <w:t>[Footnote continued on next page]</w:t>
      </w:r>
    </w:p>
  </w:footnote>
  <w:footnote w:id="2">
    <w:p w:rsidR="007D6ED6" w:rsidRPr="00E92994" w:rsidRDefault="007D6ED6" w:rsidP="00503BEF">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291D05">
          <w:rPr>
            <w:rStyle w:val="Hyperlink"/>
          </w:rPr>
          <w:t>https://www.wipo.int/tk/en/igc/gap-analyses.html</w:t>
        </w:r>
      </w:hyperlink>
      <w:r>
        <w:t xml:space="preserve">. </w:t>
      </w:r>
    </w:p>
  </w:footnote>
  <w:footnote w:id="3">
    <w:p w:rsidR="007D6ED6" w:rsidRPr="005F3E56" w:rsidRDefault="007D6ED6" w:rsidP="00503BEF">
      <w:pPr>
        <w:pStyle w:val="FootnoteText"/>
      </w:pPr>
      <w:r>
        <w:rPr>
          <w:rStyle w:val="FootnoteReference"/>
        </w:rPr>
        <w:footnoteRef/>
      </w:r>
      <w:r>
        <w:t xml:space="preserve"> </w:t>
      </w:r>
      <w:r w:rsidRPr="00285DB1">
        <w:t>WIPO/GRTKF/IC/13/11.</w:t>
      </w:r>
    </w:p>
  </w:footnote>
  <w:footnote w:id="4">
    <w:p w:rsidR="007D6ED6" w:rsidRPr="006B3EA0" w:rsidRDefault="007D6ED6" w:rsidP="00503BEF">
      <w:pPr>
        <w:pStyle w:val="FootnoteText"/>
      </w:pPr>
      <w:r>
        <w:rPr>
          <w:rStyle w:val="FootnoteReference"/>
        </w:rPr>
        <w:footnoteRef/>
      </w:r>
      <w:r>
        <w:t xml:space="preserve"> </w:t>
      </w:r>
      <w:r w:rsidRPr="00285DB1">
        <w:t>WIPO/GRTKF/IC/13/DECISIONS.</w:t>
      </w:r>
    </w:p>
  </w:footnote>
  <w:footnote w:id="5">
    <w:p w:rsidR="007D6ED6" w:rsidRPr="00E0242C" w:rsidRDefault="007D6ED6" w:rsidP="00503BEF">
      <w:pPr>
        <w:pStyle w:val="FootnoteText"/>
        <w:rPr>
          <w:szCs w:val="18"/>
        </w:rPr>
      </w:pPr>
      <w:r w:rsidRPr="00E0242C">
        <w:rPr>
          <w:rStyle w:val="FootnoteReference"/>
          <w:szCs w:val="18"/>
        </w:rPr>
        <w:footnoteRef/>
      </w:r>
      <w:r>
        <w:rPr>
          <w:szCs w:val="18"/>
        </w:rPr>
        <w:t xml:space="preserve"> </w:t>
      </w:r>
      <w:r w:rsidRPr="00E0242C">
        <w:rPr>
          <w:szCs w:val="18"/>
        </w:rPr>
        <w:t>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/GRTKF/IC/11/4(b);  WIPO/G</w:t>
      </w:r>
      <w:r w:rsidR="002D4277">
        <w:rPr>
          <w:szCs w:val="18"/>
        </w:rPr>
        <w:t xml:space="preserve">RTKF/IC/12/4(a), (b) and (c). </w:t>
      </w:r>
    </w:p>
  </w:footnote>
  <w:footnote w:id="6">
    <w:p w:rsidR="007D6ED6" w:rsidRPr="00E0242C" w:rsidRDefault="007D6ED6" w:rsidP="00503BEF">
      <w:pPr>
        <w:pStyle w:val="FootnoteText"/>
        <w:rPr>
          <w:szCs w:val="18"/>
        </w:rPr>
      </w:pPr>
      <w:r w:rsidRPr="00E0242C">
        <w:rPr>
          <w:rStyle w:val="FootnoteReference"/>
          <w:szCs w:val="18"/>
        </w:rPr>
        <w:footnoteRef/>
      </w:r>
      <w:r>
        <w:rPr>
          <w:szCs w:val="18"/>
        </w:rPr>
        <w:t xml:space="preserve"> </w:t>
      </w:r>
      <w:r w:rsidRPr="00E0242C">
        <w:rPr>
          <w:szCs w:val="18"/>
        </w:rPr>
        <w:t>WIPO, Consolidated Analysis of the Legal Protection of Traditional Cultural Expressions/Expressions of Folklore, 2004</w:t>
      </w:r>
      <w:proofErr w:type="gramStart"/>
      <w:r w:rsidRPr="00E0242C">
        <w:rPr>
          <w:szCs w:val="18"/>
        </w:rPr>
        <w:t xml:space="preserve">;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7D6ED6" w:rsidRPr="00E92994" w:rsidRDefault="007D6ED6" w:rsidP="00503BEF">
      <w:pPr>
        <w:rPr>
          <w:sz w:val="18"/>
          <w:szCs w:val="18"/>
        </w:rPr>
      </w:pPr>
      <w:r w:rsidRPr="00E0242C">
        <w:rPr>
          <w:rStyle w:val="FootnoteReference"/>
          <w:sz w:val="18"/>
          <w:szCs w:val="18"/>
        </w:rPr>
        <w:footnoteRef/>
      </w:r>
      <w:r>
        <w:rPr>
          <w:sz w:val="18"/>
          <w:szCs w:val="18"/>
        </w:rPr>
        <w:t xml:space="preserve"> </w:t>
      </w:r>
      <w:proofErr w:type="gramStart"/>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291D05">
          <w:rPr>
            <w:rStyle w:val="Hyperlink"/>
            <w:sz w:val="18"/>
            <w:szCs w:val="18"/>
          </w:rPr>
          <w:t>https://www.wipo.int/meetings/en/doc_details.jsp?doc_id=373916</w:t>
        </w:r>
      </w:hyperlink>
      <w:r w:rsidRPr="00291D05">
        <w:rPr>
          <w:color w:val="0000FF"/>
          <w:sz w:val="18"/>
          <w:szCs w:val="18"/>
        </w:rPr>
        <w:t>.</w:t>
      </w:r>
      <w:proofErr w:type="gramEnd"/>
    </w:p>
  </w:footnote>
  <w:footnote w:id="8">
    <w:p w:rsidR="007D6ED6" w:rsidRPr="00B72C2A" w:rsidRDefault="007D6ED6" w:rsidP="00503BEF">
      <w:pPr>
        <w:pStyle w:val="FootnoteText"/>
        <w:rPr>
          <w:szCs w:val="18"/>
        </w:rPr>
      </w:pPr>
      <w:r w:rsidRPr="00E92994">
        <w:rPr>
          <w:rStyle w:val="FootnoteReference"/>
          <w:szCs w:val="18"/>
        </w:rPr>
        <w:footnoteRef/>
      </w:r>
      <w:r w:rsidRPr="00E92994">
        <w:rPr>
          <w:szCs w:val="18"/>
        </w:rPr>
        <w:t xml:space="preserve"> WIPO/GRTKF/IC/3/9</w:t>
      </w:r>
      <w:proofErr w:type="gramStart"/>
      <w:r w:rsidRPr="00E92994">
        <w:rPr>
          <w:szCs w:val="18"/>
        </w:rPr>
        <w:t>;  WIPO</w:t>
      </w:r>
      <w:proofErr w:type="gramEnd"/>
      <w:r w:rsidRPr="00E92994">
        <w:rPr>
          <w:szCs w:val="18"/>
        </w:rPr>
        <w:t xml:space="preserve">/GRTKF/IC/9/INF/4.  See also laws database at </w:t>
      </w:r>
      <w:hyperlink r:id="rId3" w:history="1">
        <w:r w:rsidRPr="002D4277">
          <w:rPr>
            <w:rStyle w:val="Hyperlink"/>
            <w:szCs w:val="18"/>
          </w:rPr>
          <w:t>https://www.wipo.int/tk/en/databases/tklaws/</w:t>
        </w:r>
      </w:hyperlink>
      <w:r w:rsidRPr="00E92994">
        <w:rPr>
          <w:szCs w:val="18"/>
        </w:rPr>
        <w:t xml:space="preserve">. </w:t>
      </w:r>
    </w:p>
  </w:footnote>
  <w:footnote w:id="9">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7D6ED6" w:rsidRPr="005B0F9A" w:rsidRDefault="007D6ED6" w:rsidP="00503BEF">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WIPO/GRTKF/IC/5/3</w:t>
      </w:r>
      <w:proofErr w:type="gramStart"/>
      <w:r w:rsidRPr="00830182">
        <w:rPr>
          <w:szCs w:val="18"/>
        </w:rPr>
        <w:t>;  WIPO</w:t>
      </w:r>
      <w:proofErr w:type="gramEnd"/>
      <w:r w:rsidRPr="00830182">
        <w:rPr>
          <w:szCs w:val="18"/>
        </w:rPr>
        <w:t>, Consolidated Analysis.</w:t>
      </w:r>
    </w:p>
  </w:footnote>
  <w:footnote w:id="12">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 xml:space="preserve">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roofErr w:type="gramEnd"/>
    </w:p>
  </w:footnote>
  <w:footnote w:id="13">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w:t>
      </w:r>
      <w:proofErr w:type="gramStart"/>
      <w:r w:rsidRPr="00830182">
        <w:rPr>
          <w:szCs w:val="18"/>
        </w:rPr>
        <w:t>mentioned</w:t>
      </w:r>
      <w:proofErr w:type="gramEnd"/>
      <w:r w:rsidRPr="00830182">
        <w:rPr>
          <w:szCs w:val="18"/>
        </w:rPr>
        <w:t xml:space="preserve"> as it has no bearing on TCEs.</w:t>
      </w:r>
    </w:p>
  </w:footnote>
  <w:footnote w:id="15">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w:t>
      </w:r>
      <w:proofErr w:type="gramStart"/>
      <w:r w:rsidRPr="00830182">
        <w:rPr>
          <w:szCs w:val="18"/>
        </w:rPr>
        <w:t>page</w:t>
      </w:r>
      <w:proofErr w:type="gramEnd"/>
      <w:r w:rsidRPr="00830182">
        <w:rPr>
          <w:szCs w:val="18"/>
        </w:rPr>
        <w:t xml:space="preserve"> 3;  McDonald, p. 45.</w:t>
      </w:r>
    </w:p>
  </w:footnote>
  <w:footnote w:id="19">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It </w:t>
      </w:r>
      <w:proofErr w:type="gramStart"/>
      <w:r w:rsidRPr="00830182">
        <w:rPr>
          <w:szCs w:val="18"/>
        </w:rPr>
        <w:t>may be recalled</w:t>
      </w:r>
      <w:proofErr w:type="gramEnd"/>
      <w:r w:rsidRPr="00830182">
        <w:rPr>
          <w:szCs w:val="18"/>
        </w:rPr>
        <w:t xml:space="preserve"> that copyright is an automatic right and is not dependent upon any formalities.</w:t>
      </w:r>
    </w:p>
  </w:footnote>
  <w:footnote w:id="28">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WIPO/GRTKF/IC/5/3 and </w:t>
      </w:r>
      <w:proofErr w:type="gramStart"/>
      <w:r w:rsidRPr="00830182">
        <w:rPr>
          <w:szCs w:val="18"/>
        </w:rPr>
        <w:t>WIPO,</w:t>
      </w:r>
      <w:proofErr w:type="gramEnd"/>
      <w:r w:rsidRPr="00830182">
        <w:rPr>
          <w:szCs w:val="18"/>
        </w:rPr>
        <w:t xml:space="preserve"> Consolidated Analysis.</w:t>
      </w:r>
    </w:p>
  </w:footnote>
  <w:footnote w:id="34">
    <w:p w:rsidR="007D6ED6" w:rsidRPr="00E0242C" w:rsidRDefault="007D6ED6" w:rsidP="00503BEF">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7D6ED6" w:rsidRPr="0011595F" w:rsidRDefault="007D6ED6" w:rsidP="00503BEF">
      <w:pPr>
        <w:pStyle w:val="FootnoteText"/>
        <w:rPr>
          <w:szCs w:val="18"/>
        </w:rPr>
      </w:pPr>
      <w:r w:rsidRPr="00E0242C">
        <w:rPr>
          <w:rStyle w:val="FootnoteReference"/>
          <w:szCs w:val="18"/>
        </w:rPr>
        <w:footnoteRef/>
      </w:r>
      <w:r>
        <w:rPr>
          <w:szCs w:val="18"/>
        </w:rPr>
        <w:t xml:space="preserve"> </w:t>
      </w:r>
      <w:proofErr w:type="gramStart"/>
      <w:r w:rsidRPr="0011595F">
        <w:rPr>
          <w:szCs w:val="18"/>
        </w:rPr>
        <w:t>WIPO,</w:t>
      </w:r>
      <w:proofErr w:type="gramEnd"/>
      <w:r w:rsidRPr="0011595F">
        <w:rPr>
          <w:szCs w:val="18"/>
        </w:rPr>
        <w:t xml:space="preserve"> Consolidated Analysis.</w:t>
      </w:r>
    </w:p>
  </w:footnote>
  <w:footnote w:id="36">
    <w:p w:rsidR="007D6ED6" w:rsidRPr="00830182" w:rsidRDefault="007D6ED6" w:rsidP="00503BEF">
      <w:pPr>
        <w:pStyle w:val="FootnoteText"/>
        <w:rPr>
          <w:szCs w:val="18"/>
        </w:rPr>
      </w:pPr>
      <w:r w:rsidRPr="0011595F">
        <w:rPr>
          <w:rStyle w:val="FootnoteReference"/>
          <w:szCs w:val="18"/>
        </w:rPr>
        <w:footnoteRef/>
      </w:r>
      <w:r>
        <w:rPr>
          <w:szCs w:val="18"/>
        </w:rPr>
        <w:t xml:space="preserve"> </w:t>
      </w:r>
      <w:proofErr w:type="gramStart"/>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roofErr w:type="gramEnd"/>
    </w:p>
  </w:footnote>
  <w:footnote w:id="37">
    <w:p w:rsidR="007D6ED6" w:rsidRPr="007059F2" w:rsidRDefault="007D6ED6" w:rsidP="00503BEF">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w:t>
      </w:r>
      <w:proofErr w:type="gramStart"/>
      <w:r w:rsidRPr="00830182">
        <w:rPr>
          <w:szCs w:val="18"/>
        </w:rPr>
        <w:t>are generally seen</w:t>
      </w:r>
      <w:proofErr w:type="gramEnd"/>
      <w:r w:rsidRPr="00830182">
        <w:rPr>
          <w:szCs w:val="18"/>
        </w:rPr>
        <w:t xml:space="preserve"> as inadequate, they are not discussed further.  See WIPO/GRTKF/IC/5/3 and WIPO/GRTKF/IC/6/3.  </w:t>
      </w:r>
    </w:p>
  </w:footnote>
  <w:footnote w:id="40">
    <w:p w:rsidR="007D6ED6" w:rsidRPr="005B0F9A" w:rsidRDefault="007D6ED6" w:rsidP="00503BEF">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7D6ED6" w:rsidRPr="00830182" w:rsidRDefault="007D6ED6" w:rsidP="00503BEF">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7D6ED6" w:rsidRPr="00AD4ED2" w:rsidRDefault="007D6ED6" w:rsidP="00503BEF">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w:t>
      </w:r>
      <w:proofErr w:type="gramStart"/>
      <w:r w:rsidRPr="00830182">
        <w:rPr>
          <w:szCs w:val="18"/>
        </w:rPr>
        <w:t>33,</w:t>
      </w:r>
      <w:proofErr w:type="gramEnd"/>
      <w:r w:rsidRPr="00830182">
        <w:rPr>
          <w:szCs w:val="18"/>
        </w:rPr>
        <w:t xml:space="preserve"> and subsequent documents. </w:t>
      </w:r>
    </w:p>
  </w:footnote>
  <w:footnote w:id="48">
    <w:p w:rsidR="007D6ED6" w:rsidRPr="00A97582" w:rsidRDefault="007D6ED6" w:rsidP="00503BEF">
      <w:pPr>
        <w:pStyle w:val="FootnoteText"/>
        <w:rPr>
          <w:i/>
          <w:szCs w:val="18"/>
        </w:rPr>
      </w:pPr>
      <w:r w:rsidRPr="00830182">
        <w:rPr>
          <w:rStyle w:val="FootnoteReference"/>
          <w:szCs w:val="18"/>
        </w:rPr>
        <w:footnoteRef/>
      </w:r>
      <w:r>
        <w:rPr>
          <w:szCs w:val="18"/>
        </w:rPr>
        <w:t xml:space="preserve"> </w:t>
      </w:r>
      <w:hyperlink r:id="rId4" w:history="1">
        <w:r w:rsidRPr="002D4277">
          <w:rPr>
            <w:rStyle w:val="Hyperlink"/>
            <w:szCs w:val="18"/>
          </w:rPr>
          <w:t>https://www.wipo.int/tk/en/databases/tklaws</w:t>
        </w:r>
      </w:hyperlink>
      <w:r w:rsidRPr="00A97582">
        <w:rPr>
          <w:szCs w:val="18"/>
        </w:rPr>
        <w:t xml:space="preserve">. </w:t>
      </w:r>
    </w:p>
  </w:footnote>
  <w:footnote w:id="49">
    <w:p w:rsidR="007D6ED6" w:rsidRPr="00830182" w:rsidRDefault="007D6ED6" w:rsidP="00503BEF">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7D6ED6" w:rsidRPr="00830182" w:rsidRDefault="007D6ED6" w:rsidP="00503BEF">
      <w:pPr>
        <w:pStyle w:val="FootnoteText"/>
        <w:rPr>
          <w:szCs w:val="18"/>
        </w:rPr>
      </w:pPr>
      <w:r w:rsidRPr="00830182">
        <w:rPr>
          <w:rStyle w:val="FootnoteReference"/>
          <w:szCs w:val="18"/>
        </w:rPr>
        <w:footnoteRef/>
      </w:r>
      <w:r>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7D6ED6" w:rsidRPr="00A97582" w:rsidRDefault="007D6ED6" w:rsidP="00503BEF">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2D4277">
          <w:rPr>
            <w:rStyle w:val="Hyperlink"/>
            <w:szCs w:val="18"/>
          </w:rPr>
          <w:t>http://laws-lois.justice.gc.ca/eng/acts/c-42/page-32.html#h-88</w:t>
        </w:r>
      </w:hyperlink>
      <w:r w:rsidR="002D4277">
        <w:rPr>
          <w:szCs w:val="18"/>
        </w:rPr>
        <w:t xml:space="preserve"> </w:t>
      </w:r>
    </w:p>
  </w:footnote>
  <w:footnote w:id="57">
    <w:p w:rsidR="007D6ED6" w:rsidRPr="00A97582" w:rsidRDefault="007D6ED6" w:rsidP="00503BEF">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7D6ED6" w:rsidRPr="00A97582" w:rsidRDefault="002D4277" w:rsidP="00503BEF">
      <w:pPr>
        <w:pStyle w:val="FootnoteText"/>
        <w:rPr>
          <w:szCs w:val="18"/>
        </w:rPr>
      </w:pPr>
      <w:hyperlink r:id="rId6" w:anchor="maincontentSec1" w:history="1">
        <w:r w:rsidR="007D6ED6" w:rsidRPr="002D4277">
          <w:rPr>
            <w:rStyle w:val="Hyperlink"/>
            <w:szCs w:val="18"/>
          </w:rPr>
          <w:t>http://ec.europa.eu/internal_market/copyright/orphan_works/index_en.htm#maincontentSec1</w:t>
        </w:r>
      </w:hyperlink>
      <w:r w:rsidR="007D6ED6" w:rsidRPr="00A97582">
        <w:rPr>
          <w:szCs w:val="18"/>
        </w:rPr>
        <w:t xml:space="preserve">. </w:t>
      </w:r>
    </w:p>
  </w:footnote>
  <w:footnote w:id="58">
    <w:p w:rsidR="007D6ED6" w:rsidRPr="00A97582" w:rsidRDefault="007D6ED6" w:rsidP="00503BEF">
      <w:pPr>
        <w:pStyle w:val="FootnoteText"/>
        <w:rPr>
          <w:szCs w:val="18"/>
        </w:rPr>
      </w:pPr>
      <w:r w:rsidRPr="00A97582">
        <w:rPr>
          <w:rStyle w:val="FootnoteReference"/>
          <w:szCs w:val="18"/>
        </w:rPr>
        <w:footnoteRef/>
      </w:r>
      <w:r w:rsidRPr="00A97582">
        <w:rPr>
          <w:szCs w:val="18"/>
        </w:rPr>
        <w:t xml:space="preserve"> </w:t>
      </w:r>
      <w:hyperlink r:id="rId7" w:history="1">
        <w:r w:rsidRPr="002D4277">
          <w:rPr>
            <w:rStyle w:val="Hyperlink"/>
            <w:szCs w:val="18"/>
          </w:rPr>
          <w:t>https://www.copyright.gov/orphan/</w:t>
        </w:r>
      </w:hyperlink>
      <w:r w:rsidRPr="00A97582">
        <w:rPr>
          <w:szCs w:val="18"/>
        </w:rPr>
        <w:t>.</w:t>
      </w:r>
    </w:p>
  </w:footnote>
  <w:footnote w:id="59">
    <w:p w:rsidR="007D6ED6" w:rsidRPr="0011595F" w:rsidRDefault="007D6ED6" w:rsidP="00503BEF">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7D6ED6" w:rsidRPr="00957A26" w:rsidRDefault="007D6ED6" w:rsidP="00503BEF">
      <w:pPr>
        <w:pStyle w:val="FootnoteText"/>
      </w:pPr>
      <w:r>
        <w:rPr>
          <w:rStyle w:val="FootnoteReference"/>
        </w:rPr>
        <w:footnoteRef/>
      </w:r>
      <w:r>
        <w:t xml:space="preserve"> On the resale </w:t>
      </w:r>
      <w:proofErr w:type="gramStart"/>
      <w:r>
        <w:t>right</w:t>
      </w:r>
      <w:proofErr w:type="gramEnd"/>
      <w:r>
        <w:t xml:space="preserve">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7D6ED6" w:rsidRPr="00B56BA8" w:rsidRDefault="007D6ED6" w:rsidP="00503BEF">
      <w:pPr>
        <w:pStyle w:val="FootnoteText"/>
      </w:pPr>
      <w:r>
        <w:rPr>
          <w:rStyle w:val="FootnoteReference"/>
        </w:rPr>
        <w:footnoteRef/>
      </w:r>
      <w:r>
        <w:t xml:space="preserve"> </w:t>
      </w:r>
      <w:r w:rsidRPr="00B56BA8">
        <w:t xml:space="preserve">One Village One Product Initiative in Oita, Japan uses a certification system.  The OVOP Initiative </w:t>
      </w:r>
      <w:proofErr w:type="gramStart"/>
      <w:r w:rsidRPr="00B56BA8">
        <w:t>has since been introduced</w:t>
      </w:r>
      <w:proofErr w:type="gramEnd"/>
      <w:r w:rsidRPr="00B56BA8">
        <w:t xml:space="preserve"> also in Thailand, Indonesia, Laos and Cambodia.  </w:t>
      </w:r>
    </w:p>
  </w:footnote>
  <w:footnote w:id="62">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7D6ED6" w:rsidRPr="00A975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2D4277">
          <w:rPr>
            <w:rStyle w:val="Hyperlink"/>
            <w:szCs w:val="18"/>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7D6ED6" w:rsidRPr="00A97582" w:rsidRDefault="007D6ED6" w:rsidP="00503BEF">
      <w:pPr>
        <w:pStyle w:val="FootnoteText"/>
        <w:rPr>
          <w:szCs w:val="18"/>
        </w:rPr>
      </w:pPr>
      <w:r w:rsidRPr="00A97582">
        <w:rPr>
          <w:rStyle w:val="FootnoteReference"/>
          <w:szCs w:val="18"/>
        </w:rPr>
        <w:footnoteRef/>
      </w:r>
      <w:r w:rsidRPr="00A97582">
        <w:rPr>
          <w:szCs w:val="18"/>
        </w:rPr>
        <w:t xml:space="preserve"> </w:t>
      </w:r>
      <w:hyperlink r:id="rId9" w:history="1">
        <w:r w:rsidRPr="002D4277">
          <w:rPr>
            <w:rStyle w:val="Hyperlink"/>
            <w:szCs w:val="18"/>
          </w:rPr>
          <w:t>https://www.wipo.int/edocs/pubdocs/en/tk/1023/wipo_pub_1023.pdf</w:t>
        </w:r>
      </w:hyperlink>
      <w:r w:rsidRPr="00A97582">
        <w:rPr>
          <w:szCs w:val="18"/>
        </w:rPr>
        <w:t xml:space="preserve">.  </w:t>
      </w:r>
    </w:p>
  </w:footnote>
  <w:footnote w:id="69">
    <w:p w:rsidR="007D6ED6" w:rsidRPr="00A97582" w:rsidRDefault="007D6ED6" w:rsidP="00503BEF">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Pr="002D4277">
          <w:rPr>
            <w:rStyle w:val="Hyperlink"/>
          </w:rPr>
          <w:t>https://www.wipo.int/wipo_magazine/en/2016/05/article_0003.html</w:t>
        </w:r>
      </w:hyperlink>
      <w:r w:rsidRPr="00A97582">
        <w:rPr>
          <w:szCs w:val="18"/>
        </w:rPr>
        <w:t xml:space="preserve">. </w:t>
      </w:r>
    </w:p>
  </w:footnote>
  <w:footnote w:id="70">
    <w:p w:rsidR="007D6ED6" w:rsidRPr="00830182" w:rsidRDefault="007D6ED6" w:rsidP="00503BEF">
      <w:pPr>
        <w:pStyle w:val="FootnoteText"/>
        <w:rPr>
          <w:szCs w:val="18"/>
        </w:rPr>
      </w:pPr>
      <w:r w:rsidRPr="00A97582">
        <w:rPr>
          <w:rStyle w:val="FootnoteReference"/>
          <w:szCs w:val="18"/>
        </w:rPr>
        <w:footnoteRef/>
      </w:r>
      <w:r w:rsidRPr="00A97582">
        <w:rPr>
          <w:szCs w:val="18"/>
        </w:rPr>
        <w:t xml:space="preserve"> </w:t>
      </w:r>
      <w:hyperlink r:id="rId11" w:history="1">
        <w:r w:rsidRPr="002D4277">
          <w:rPr>
            <w:rStyle w:val="Hyperlink"/>
            <w:szCs w:val="18"/>
          </w:rPr>
          <w:t>https://www.wipo.int/tk/en/resources/surveys.html</w:t>
        </w:r>
      </w:hyperlink>
      <w:r w:rsidRPr="00A97582">
        <w:rPr>
          <w:szCs w:val="18"/>
        </w:rPr>
        <w:t xml:space="preserve">. </w:t>
      </w:r>
    </w:p>
  </w:footnote>
  <w:footnote w:id="71">
    <w:p w:rsidR="007D6ED6" w:rsidRPr="00830182" w:rsidRDefault="007D6ED6" w:rsidP="00503BEF">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7D6ED6" w:rsidRPr="00830182" w:rsidRDefault="007D6ED6" w:rsidP="00503BEF">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7D6ED6" w:rsidRPr="00830182" w:rsidRDefault="007D6ED6" w:rsidP="00503BEF">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2D4277">
          <w:rPr>
            <w:rStyle w:val="Hyperlink"/>
            <w:szCs w:val="18"/>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DD4283">
    <w:pPr>
      <w:jc w:val="right"/>
    </w:pPr>
    <w:r>
      <w:t>WIPO/GRTKF/IC/46/7</w:t>
    </w:r>
  </w:p>
  <w:p w:rsidR="007D6ED6" w:rsidRDefault="007D6ED6" w:rsidP="00DD4283">
    <w:pPr>
      <w:jc w:val="right"/>
    </w:pPr>
    <w:r>
      <w:t xml:space="preserve">Annex I, page </w:t>
    </w:r>
    <w:r>
      <w:fldChar w:fldCharType="begin"/>
    </w:r>
    <w:r>
      <w:instrText xml:space="preserve"> PAGE  \* MERGEFORMAT </w:instrText>
    </w:r>
    <w:r>
      <w:fldChar w:fldCharType="separate"/>
    </w:r>
    <w:r w:rsidR="004A444A">
      <w:rPr>
        <w:noProof/>
      </w:rPr>
      <w:t>2</w:t>
    </w:r>
    <w:r>
      <w:fldChar w:fldCharType="end"/>
    </w:r>
  </w:p>
  <w:p w:rsidR="007D6ED6" w:rsidRDefault="007D6ED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503BEF">
    <w:pPr>
      <w:jc w:val="right"/>
    </w:pPr>
    <w:r>
      <w:t>WIPO/GRTKF/IC/46/7</w:t>
    </w:r>
  </w:p>
  <w:p w:rsidR="007D6ED6" w:rsidRDefault="007D6ED6" w:rsidP="00503BEF">
    <w:pPr>
      <w:jc w:val="right"/>
    </w:pPr>
    <w:r>
      <w:t>Annex II, page 4</w:t>
    </w:r>
  </w:p>
  <w:p w:rsidR="007D6ED6" w:rsidRDefault="007D6ED6" w:rsidP="00477D6B">
    <w:pPr>
      <w:jc w:val="right"/>
    </w:pPr>
  </w:p>
  <w:p w:rsidR="007D6ED6" w:rsidRDefault="007D6ED6"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503BEF">
    <w:pPr>
      <w:jc w:val="right"/>
    </w:pPr>
    <w:r>
      <w:t>WIPO/GRTKF/IC/46/7</w:t>
    </w:r>
  </w:p>
  <w:p w:rsidR="007D6ED6" w:rsidRDefault="007D6ED6" w:rsidP="00503BEF">
    <w:pPr>
      <w:jc w:val="right"/>
    </w:pPr>
    <w:r>
      <w:t>Annex II, page 3</w:t>
    </w:r>
  </w:p>
  <w:p w:rsidR="007D6ED6" w:rsidRDefault="007D6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60517D" w:rsidP="00477D6B">
    <w:pPr>
      <w:jc w:val="right"/>
    </w:pPr>
    <w:r>
      <w:t>WIPO/GRTKF/IC/46</w:t>
    </w:r>
    <w:r w:rsidR="007D6ED6">
      <w:t>/7</w:t>
    </w:r>
  </w:p>
  <w:p w:rsidR="007D6ED6" w:rsidRDefault="007D6ED6" w:rsidP="00477D6B">
    <w:pPr>
      <w:jc w:val="right"/>
    </w:pPr>
    <w:proofErr w:type="gramStart"/>
    <w:r>
      <w:t>page</w:t>
    </w:r>
    <w:proofErr w:type="gramEnd"/>
    <w:r>
      <w:t xml:space="preserve"> </w:t>
    </w:r>
    <w:r>
      <w:fldChar w:fldCharType="begin"/>
    </w:r>
    <w:r>
      <w:instrText xml:space="preserve"> PAGE  \* MERGEFORMAT </w:instrText>
    </w:r>
    <w:r>
      <w:fldChar w:fldCharType="separate"/>
    </w:r>
    <w:r w:rsidR="002D4277">
      <w:rPr>
        <w:noProof/>
      </w:rPr>
      <w:t>2</w:t>
    </w:r>
    <w:r>
      <w:fldChar w:fldCharType="end"/>
    </w:r>
  </w:p>
  <w:p w:rsidR="007D6ED6" w:rsidRDefault="007D6ED6" w:rsidP="00477D6B">
    <w:pPr>
      <w:jc w:val="right"/>
    </w:pPr>
  </w:p>
  <w:p w:rsidR="007D6ED6" w:rsidRDefault="007D6ED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FB" w:rsidRDefault="008408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477D6B">
    <w:pPr>
      <w:jc w:val="right"/>
    </w:pPr>
    <w:r>
      <w:t>WIPO/GRTKF/IC/46/7</w:t>
    </w:r>
  </w:p>
  <w:p w:rsidR="007D6ED6" w:rsidRDefault="007D6ED6" w:rsidP="00477D6B">
    <w:pPr>
      <w:jc w:val="right"/>
    </w:pPr>
    <w:r>
      <w:t xml:space="preserve">Annex I, page </w:t>
    </w:r>
    <w:r>
      <w:fldChar w:fldCharType="begin"/>
    </w:r>
    <w:r>
      <w:instrText xml:space="preserve"> PAGE  \* MERGEFORMAT </w:instrText>
    </w:r>
    <w:r>
      <w:fldChar w:fldCharType="separate"/>
    </w:r>
    <w:r w:rsidR="002D4277">
      <w:rPr>
        <w:noProof/>
      </w:rPr>
      <w:t>31</w:t>
    </w:r>
    <w:r>
      <w:fldChar w:fldCharType="end"/>
    </w:r>
  </w:p>
  <w:p w:rsidR="007D6ED6" w:rsidRDefault="007D6ED6" w:rsidP="00477D6B">
    <w:pPr>
      <w:jc w:val="right"/>
    </w:pPr>
  </w:p>
  <w:p w:rsidR="007D6ED6" w:rsidRDefault="007D6ED6"/>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7D6ED6">
    <w:pPr>
      <w:pStyle w:val="Header"/>
      <w:jc w:val="right"/>
    </w:pPr>
    <w:r>
      <w:t>WIPO/GRTKF/IC/46/7</w:t>
    </w:r>
  </w:p>
  <w:p w:rsidR="007D6ED6" w:rsidRDefault="007D6ED6" w:rsidP="007D6ED6">
    <w:pPr>
      <w:pStyle w:val="Header"/>
      <w:jc w:val="right"/>
    </w:pPr>
    <w:r>
      <w:t>ANNEX I</w:t>
    </w:r>
  </w:p>
  <w:p w:rsidR="007D6ED6" w:rsidRDefault="007D6ED6" w:rsidP="007D6ED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pPr>
      <w:pStyle w:val="Header"/>
    </w:pPr>
  </w:p>
  <w:p w:rsidR="007D6ED6" w:rsidRDefault="007D6ED6"/>
  <w:p w:rsidR="007D6ED6" w:rsidRDefault="007D6ED6">
    <w:r>
      <w:t>W</w:t>
    </w:r>
  </w:p>
  <w:p w:rsidR="007D6ED6" w:rsidRDefault="007D6ED6">
    <w:r>
      <w:t>W</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477D6B">
    <w:pPr>
      <w:jc w:val="right"/>
    </w:pPr>
    <w:r>
      <w:t>WIPO/GRTKF/IC/46/7</w:t>
    </w:r>
  </w:p>
  <w:p w:rsidR="007D6ED6" w:rsidRDefault="007D6ED6" w:rsidP="00477D6B">
    <w:pPr>
      <w:jc w:val="right"/>
    </w:pPr>
    <w:r w:rsidRPr="00E8565A">
      <w:t>Annex II, page 2</w:t>
    </w:r>
  </w:p>
  <w:p w:rsidR="007D6ED6" w:rsidRDefault="007D6ED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8FB" w:rsidRDefault="008408FB" w:rsidP="008408FB">
    <w:pPr>
      <w:jc w:val="right"/>
    </w:pPr>
    <w:r>
      <w:t>WIPO/GRTKF/IC/46/7</w:t>
    </w:r>
  </w:p>
  <w:p w:rsidR="008408FB" w:rsidRDefault="008408FB" w:rsidP="008408FB">
    <w:pPr>
      <w:jc w:val="right"/>
    </w:pPr>
    <w:r>
      <w:t>ANNEX II</w:t>
    </w:r>
  </w:p>
  <w:p w:rsidR="007D6ED6" w:rsidRDefault="007D6ED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ED6" w:rsidRDefault="007D6ED6" w:rsidP="000F2AD2">
    <w:pPr>
      <w:jc w:val="right"/>
    </w:pPr>
  </w:p>
  <w:p w:rsidR="007D6ED6" w:rsidRDefault="007D6ED6"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D6ED6" w:rsidRDefault="007D6ED6" w:rsidP="000F2AD2">
    <w:pPr>
      <w:jc w:val="right"/>
    </w:pPr>
  </w:p>
  <w:p w:rsidR="007D6ED6" w:rsidRDefault="007D6ED6"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21217E"/>
    <w:rsid w:val="002634C4"/>
    <w:rsid w:val="002928D3"/>
    <w:rsid w:val="002D4277"/>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4A444A"/>
    <w:rsid w:val="005019FF"/>
    <w:rsid w:val="00503BEF"/>
    <w:rsid w:val="0053057A"/>
    <w:rsid w:val="00560A29"/>
    <w:rsid w:val="005C6649"/>
    <w:rsid w:val="0060517D"/>
    <w:rsid w:val="00605827"/>
    <w:rsid w:val="00646050"/>
    <w:rsid w:val="006713CA"/>
    <w:rsid w:val="00676C5C"/>
    <w:rsid w:val="0068124C"/>
    <w:rsid w:val="006F6B89"/>
    <w:rsid w:val="007D1613"/>
    <w:rsid w:val="007D6ED6"/>
    <w:rsid w:val="007E4C0E"/>
    <w:rsid w:val="008408FB"/>
    <w:rsid w:val="008A134B"/>
    <w:rsid w:val="008B2CC1"/>
    <w:rsid w:val="008B60B2"/>
    <w:rsid w:val="0090731E"/>
    <w:rsid w:val="00916EE2"/>
    <w:rsid w:val="00966A22"/>
    <w:rsid w:val="0096722F"/>
    <w:rsid w:val="00980843"/>
    <w:rsid w:val="00996229"/>
    <w:rsid w:val="009E2791"/>
    <w:rsid w:val="009E3F6F"/>
    <w:rsid w:val="009F499F"/>
    <w:rsid w:val="00A06452"/>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159A4"/>
    <w:rsid w:val="00C5068F"/>
    <w:rsid w:val="00C86D74"/>
    <w:rsid w:val="00CD04F1"/>
    <w:rsid w:val="00CE356E"/>
    <w:rsid w:val="00D45252"/>
    <w:rsid w:val="00D71B4D"/>
    <w:rsid w:val="00D93D55"/>
    <w:rsid w:val="00DD3F47"/>
    <w:rsid w:val="00DD4283"/>
    <w:rsid w:val="00E15015"/>
    <w:rsid w:val="00E335FE"/>
    <w:rsid w:val="00E54312"/>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1E15BA6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503BEF"/>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503BEF"/>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503BEF"/>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503BEF"/>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503BEF"/>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BE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03B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503BE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503BEF"/>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503BEF"/>
    <w:rPr>
      <w:sz w:val="24"/>
      <w:lang w:val="en-US" w:eastAsia="en-US"/>
    </w:rPr>
  </w:style>
  <w:style w:type="character" w:customStyle="1" w:styleId="Heading6Char">
    <w:name w:val="Heading 6 Char"/>
    <w:basedOn w:val="DefaultParagraphFont"/>
    <w:link w:val="Heading6"/>
    <w:rsid w:val="00503BEF"/>
    <w:rPr>
      <w:sz w:val="24"/>
      <w:lang w:val="en-US" w:eastAsia="en-US"/>
    </w:rPr>
  </w:style>
  <w:style w:type="character" w:customStyle="1" w:styleId="Heading7Char">
    <w:name w:val="Heading 7 Char"/>
    <w:basedOn w:val="DefaultParagraphFont"/>
    <w:link w:val="Heading7"/>
    <w:rsid w:val="00503BEF"/>
    <w:rPr>
      <w:rFonts w:eastAsia="SimSun"/>
      <w:sz w:val="24"/>
      <w:szCs w:val="24"/>
      <w:lang w:val="en-US" w:eastAsia="zh-CN"/>
    </w:rPr>
  </w:style>
  <w:style w:type="character" w:customStyle="1" w:styleId="Heading8Char">
    <w:name w:val="Heading 8 Char"/>
    <w:basedOn w:val="DefaultParagraphFont"/>
    <w:link w:val="Heading8"/>
    <w:rsid w:val="00503BEF"/>
    <w:rPr>
      <w:rFonts w:eastAsia="SimSun"/>
      <w:i/>
      <w:iCs/>
      <w:sz w:val="24"/>
      <w:szCs w:val="24"/>
      <w:lang w:val="en-US" w:eastAsia="zh-CN"/>
    </w:rPr>
  </w:style>
  <w:style w:type="character" w:customStyle="1" w:styleId="Heading9Char">
    <w:name w:val="Heading 9 Char"/>
    <w:basedOn w:val="DefaultParagraphFont"/>
    <w:link w:val="Heading9"/>
    <w:rsid w:val="00503BEF"/>
    <w:rPr>
      <w:rFonts w:ascii="Arial" w:hAnsi="Arial"/>
      <w:i/>
      <w:sz w:val="22"/>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503BEF"/>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503BEF"/>
    <w:rPr>
      <w:rFonts w:ascii="Arial" w:eastAsia="SimSun" w:hAnsi="Arial" w:cs="Arial"/>
      <w:sz w:val="18"/>
      <w:lang w:val="en-US"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503BEF"/>
    <w:rPr>
      <w:rFonts w:ascii="Arial" w:eastAsia="SimSun" w:hAnsi="Arial" w:cs="Arial"/>
      <w:sz w:val="18"/>
      <w:lang w:val="en-US"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503BEF"/>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503BEF"/>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503BEF"/>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503BEF"/>
    <w:rPr>
      <w:rFonts w:ascii="Arial" w:eastAsia="SimSun" w:hAnsi="Arial" w:cs="Arial"/>
      <w:sz w:val="22"/>
      <w:lang w:val="en-US" w:eastAsia="zh-CN"/>
    </w:rPr>
  </w:style>
  <w:style w:type="paragraph" w:styleId="Signature">
    <w:name w:val="Signature"/>
    <w:basedOn w:val="Normal"/>
    <w:link w:val="SignatureChar"/>
    <w:rsid w:val="00676C5C"/>
    <w:pPr>
      <w:ind w:left="5250"/>
    </w:pPr>
  </w:style>
  <w:style w:type="character" w:customStyle="1" w:styleId="SignatureChar">
    <w:name w:val="Signature Char"/>
    <w:basedOn w:val="DefaultParagraphFont"/>
    <w:link w:val="Signature"/>
    <w:rsid w:val="00503BEF"/>
    <w:rPr>
      <w:rFonts w:ascii="Arial" w:eastAsia="SimSun" w:hAnsi="Arial" w:cs="Arial"/>
      <w:sz w:val="22"/>
      <w:lang w:val="en-US" w:eastAsia="zh-CN"/>
    </w:rPr>
  </w:style>
  <w:style w:type="character" w:styleId="FootnoteReference">
    <w:name w:val="footnote reference"/>
    <w:basedOn w:val="DefaultParagraphFont"/>
    <w:unhideWhenUsed/>
    <w:rsid w:val="00503BEF"/>
    <w:rPr>
      <w:vertAlign w:val="superscript"/>
    </w:rPr>
  </w:style>
  <w:style w:type="paragraph" w:styleId="BalloonText">
    <w:name w:val="Balloon Text"/>
    <w:basedOn w:val="Normal"/>
    <w:link w:val="BalloonTextChar"/>
    <w:rsid w:val="00503BEF"/>
    <w:rPr>
      <w:rFonts w:ascii="Tahoma" w:hAnsi="Tahoma" w:cs="Tahoma"/>
      <w:sz w:val="16"/>
      <w:szCs w:val="16"/>
    </w:rPr>
  </w:style>
  <w:style w:type="character" w:customStyle="1" w:styleId="BalloonTextChar">
    <w:name w:val="Balloon Text Char"/>
    <w:basedOn w:val="DefaultParagraphFont"/>
    <w:link w:val="BalloonText"/>
    <w:rsid w:val="00503BEF"/>
    <w:rPr>
      <w:rFonts w:ascii="Tahoma" w:eastAsia="SimSun" w:hAnsi="Tahoma" w:cs="Tahoma"/>
      <w:sz w:val="16"/>
      <w:szCs w:val="16"/>
      <w:lang w:val="en-US" w:eastAsia="zh-CN"/>
    </w:rPr>
  </w:style>
  <w:style w:type="paragraph" w:styleId="BodyTextIndent">
    <w:name w:val="Body Text Indent"/>
    <w:basedOn w:val="Normal"/>
    <w:link w:val="BodyTextIndentChar"/>
    <w:rsid w:val="00503BEF"/>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03BEF"/>
    <w:rPr>
      <w:sz w:val="24"/>
      <w:lang w:val="en-US" w:eastAsia="en-US"/>
    </w:rPr>
  </w:style>
  <w:style w:type="paragraph" w:styleId="Closing">
    <w:name w:val="Closing"/>
    <w:basedOn w:val="Normal"/>
    <w:link w:val="ClosingChar"/>
    <w:rsid w:val="00503BEF"/>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503BEF"/>
    <w:rPr>
      <w:sz w:val="24"/>
      <w:lang w:val="en-US" w:eastAsia="en-US"/>
    </w:rPr>
  </w:style>
  <w:style w:type="paragraph" w:customStyle="1" w:styleId="Committee">
    <w:name w:val="Committee"/>
    <w:basedOn w:val="Normal"/>
    <w:rsid w:val="00503BEF"/>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503BEF"/>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503BEF"/>
  </w:style>
  <w:style w:type="paragraph" w:customStyle="1" w:styleId="Session">
    <w:name w:val="Session"/>
    <w:basedOn w:val="Normal"/>
    <w:rsid w:val="00503BEF"/>
    <w:pPr>
      <w:spacing w:before="60"/>
      <w:jc w:val="center"/>
    </w:pPr>
    <w:rPr>
      <w:rFonts w:eastAsia="Times New Roman" w:cs="Times New Roman"/>
      <w:b/>
      <w:sz w:val="30"/>
      <w:lang w:eastAsia="en-US"/>
    </w:rPr>
  </w:style>
  <w:style w:type="paragraph" w:customStyle="1" w:styleId="Endofdocument">
    <w:name w:val="End of document"/>
    <w:basedOn w:val="Normal"/>
    <w:rsid w:val="00503BEF"/>
    <w:pPr>
      <w:ind w:left="4536"/>
      <w:jc w:val="center"/>
    </w:pPr>
    <w:rPr>
      <w:rFonts w:ascii="Times New Roman" w:eastAsia="Times New Roman" w:hAnsi="Times New Roman" w:cs="Times New Roman"/>
      <w:sz w:val="24"/>
      <w:lang w:eastAsia="en-US"/>
    </w:rPr>
  </w:style>
  <w:style w:type="paragraph" w:styleId="MacroText">
    <w:name w:val="macro"/>
    <w:link w:val="MacroTextChar"/>
    <w:rsid w:val="00503B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503BEF"/>
    <w:rPr>
      <w:rFonts w:ascii="Courier New" w:hAnsi="Courier New"/>
      <w:sz w:val="16"/>
      <w:lang w:val="en-US" w:eastAsia="en-US"/>
    </w:rPr>
  </w:style>
  <w:style w:type="paragraph" w:customStyle="1" w:styleId="Organizer">
    <w:name w:val="Organizer"/>
    <w:basedOn w:val="Normal"/>
    <w:rsid w:val="00503BEF"/>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503BEF"/>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503BEF"/>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503BEF"/>
    <w:rPr>
      <w:rFonts w:ascii="Arial" w:hAnsi="Arial"/>
      <w:b/>
      <w:caps/>
      <w:kern w:val="28"/>
      <w:sz w:val="30"/>
      <w:lang w:val="en-US" w:eastAsia="en-US"/>
    </w:rPr>
  </w:style>
  <w:style w:type="paragraph" w:customStyle="1" w:styleId="TitleofDoc">
    <w:name w:val="Title of Doc"/>
    <w:basedOn w:val="Normal"/>
    <w:rsid w:val="00503BEF"/>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503BEF"/>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503BEF"/>
    <w:rPr>
      <w:vertAlign w:val="superscript"/>
    </w:rPr>
  </w:style>
  <w:style w:type="character" w:styleId="Hyperlink">
    <w:name w:val="Hyperlink"/>
    <w:basedOn w:val="DefaultParagraphFont"/>
    <w:rsid w:val="00503BEF"/>
    <w:rPr>
      <w:color w:val="0000FF"/>
      <w:u w:val="single"/>
    </w:rPr>
  </w:style>
  <w:style w:type="paragraph" w:styleId="NormalWeb">
    <w:name w:val="Normal (Web)"/>
    <w:basedOn w:val="Normal"/>
    <w:rsid w:val="00503BEF"/>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503BEF"/>
    <w:rPr>
      <w:color w:val="606420"/>
      <w:u w:val="single"/>
    </w:rPr>
  </w:style>
  <w:style w:type="character" w:customStyle="1" w:styleId="CharChar1">
    <w:name w:val="Char Char1"/>
    <w:basedOn w:val="DefaultParagraphFont"/>
    <w:rsid w:val="00503BEF"/>
    <w:rPr>
      <w:lang w:val="en-US" w:eastAsia="en-US" w:bidi="ar-SA"/>
    </w:rPr>
  </w:style>
  <w:style w:type="paragraph" w:customStyle="1" w:styleId="Headingsecond">
    <w:name w:val="Heading second"/>
    <w:basedOn w:val="Normal"/>
    <w:rsid w:val="00503BEF"/>
    <w:rPr>
      <w:rFonts w:ascii="Times New Roman" w:eastAsia="Times New Roman" w:hAnsi="Times New Roman" w:cs="Times New Roman"/>
      <w:sz w:val="24"/>
      <w:u w:val="single"/>
    </w:rPr>
  </w:style>
  <w:style w:type="paragraph" w:customStyle="1" w:styleId="Headingthird">
    <w:name w:val="Heading third"/>
    <w:basedOn w:val="Headingsecond"/>
    <w:rsid w:val="00503BEF"/>
    <w:rPr>
      <w:i/>
      <w:u w:val="none"/>
    </w:rPr>
  </w:style>
  <w:style w:type="table" w:styleId="TableGrid">
    <w:name w:val="Table Grid"/>
    <w:basedOn w:val="TableNormal"/>
    <w:rsid w:val="00503B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503BEF"/>
    <w:rPr>
      <w:rFonts w:ascii="Times New Roman" w:hAnsi="Times New Roman" w:cs="Times New Roman"/>
      <w:sz w:val="24"/>
    </w:rPr>
  </w:style>
  <w:style w:type="paragraph" w:styleId="TOC2">
    <w:name w:val="toc 2"/>
    <w:basedOn w:val="Normal"/>
    <w:next w:val="Normal"/>
    <w:autoRedefine/>
    <w:rsid w:val="00503BEF"/>
    <w:pPr>
      <w:ind w:left="240"/>
    </w:pPr>
    <w:rPr>
      <w:rFonts w:ascii="Times New Roman" w:hAnsi="Times New Roman" w:cs="Times New Roman"/>
      <w:sz w:val="24"/>
    </w:rPr>
  </w:style>
  <w:style w:type="paragraph" w:styleId="TOC3">
    <w:name w:val="toc 3"/>
    <w:basedOn w:val="Normal"/>
    <w:next w:val="Normal"/>
    <w:autoRedefine/>
    <w:rsid w:val="00503BEF"/>
    <w:pPr>
      <w:ind w:left="480"/>
    </w:pPr>
    <w:rPr>
      <w:rFonts w:ascii="Times New Roman" w:hAnsi="Times New Roman" w:cs="Times New Roman"/>
      <w:sz w:val="24"/>
    </w:rPr>
  </w:style>
  <w:style w:type="character" w:styleId="PageNumber">
    <w:name w:val="page number"/>
    <w:basedOn w:val="DefaultParagraphFont"/>
    <w:rsid w:val="00503BEF"/>
  </w:style>
  <w:style w:type="paragraph" w:customStyle="1" w:styleId="headingtype4">
    <w:name w:val="heading type 4"/>
    <w:basedOn w:val="Heading4"/>
    <w:rsid w:val="00503BEF"/>
    <w:rPr>
      <w:rFonts w:ascii="Times New Roman" w:hAnsi="Times New Roman" w:cs="Times New Roman"/>
      <w:bCs w:val="0"/>
      <w:i w:val="0"/>
      <w:iCs/>
      <w:sz w:val="24"/>
      <w:u w:val="single"/>
    </w:rPr>
  </w:style>
  <w:style w:type="paragraph" w:styleId="TOC4">
    <w:name w:val="toc 4"/>
    <w:basedOn w:val="Normal"/>
    <w:next w:val="Normal"/>
    <w:autoRedefine/>
    <w:rsid w:val="00503BEF"/>
    <w:pPr>
      <w:ind w:left="720"/>
    </w:pPr>
    <w:rPr>
      <w:rFonts w:ascii="Times New Roman" w:hAnsi="Times New Roman" w:cs="Times New Roman"/>
      <w:sz w:val="24"/>
    </w:rPr>
  </w:style>
  <w:style w:type="paragraph" w:styleId="ListParagraph">
    <w:name w:val="List Paragraph"/>
    <w:basedOn w:val="Normal"/>
    <w:uiPriority w:val="34"/>
    <w:qFormat/>
    <w:rsid w:val="00503BEF"/>
    <w:pPr>
      <w:ind w:left="720"/>
      <w:contextualSpacing/>
    </w:pPr>
  </w:style>
  <w:style w:type="character" w:styleId="CommentReference">
    <w:name w:val="annotation reference"/>
    <w:basedOn w:val="DefaultParagraphFont"/>
    <w:rsid w:val="00503BEF"/>
    <w:rPr>
      <w:sz w:val="16"/>
      <w:szCs w:val="16"/>
    </w:rPr>
  </w:style>
  <w:style w:type="paragraph" w:styleId="CommentSubject">
    <w:name w:val="annotation subject"/>
    <w:basedOn w:val="CommentText"/>
    <w:next w:val="CommentText"/>
    <w:link w:val="CommentSubjectChar"/>
    <w:rsid w:val="00503BEF"/>
    <w:rPr>
      <w:b/>
      <w:bCs/>
      <w:sz w:val="20"/>
    </w:rPr>
  </w:style>
  <w:style w:type="character" w:customStyle="1" w:styleId="CommentSubjectChar">
    <w:name w:val="Comment Subject Char"/>
    <w:basedOn w:val="CommentTextChar"/>
    <w:link w:val="CommentSubject"/>
    <w:rsid w:val="00503BEF"/>
    <w:rPr>
      <w:rFonts w:ascii="Arial" w:eastAsia="SimSun" w:hAnsi="Arial" w:cs="Arial"/>
      <w:b/>
      <w:bCs/>
      <w:sz w:val="18"/>
      <w:lang w:val="en-US" w:eastAsia="zh-CN"/>
    </w:rPr>
  </w:style>
  <w:style w:type="paragraph" w:styleId="BodyTextIndent3">
    <w:name w:val="Body Text Indent 3"/>
    <w:basedOn w:val="Normal"/>
    <w:link w:val="BodyTextIndent3Char"/>
    <w:rsid w:val="00503BEF"/>
    <w:pPr>
      <w:spacing w:after="120"/>
      <w:ind w:left="360"/>
    </w:pPr>
    <w:rPr>
      <w:sz w:val="16"/>
      <w:szCs w:val="16"/>
    </w:rPr>
  </w:style>
  <w:style w:type="character" w:customStyle="1" w:styleId="BodyTextIndent3Char">
    <w:name w:val="Body Text Indent 3 Char"/>
    <w:basedOn w:val="DefaultParagraphFont"/>
    <w:link w:val="BodyTextIndent3"/>
    <w:rsid w:val="00503BEF"/>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tk/en/databases/creative_heritage/"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wipo.int/tk/en/databases/creative_heritage/" TargetMode="Externa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wipo.int/tk/en/databases/creative_heritage/"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tk/en/folklore/" TargetMode="Externa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TotalTime>
  <Pages>37</Pages>
  <Words>15318</Words>
  <Characters>84953</Characters>
  <Application>Microsoft Office Word</Application>
  <DocSecurity>0</DocSecurity>
  <Lines>1854</Lines>
  <Paragraphs>459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4</cp:revision>
  <cp:lastPrinted>2011-02-15T11:56:00Z</cp:lastPrinted>
  <dcterms:created xsi:type="dcterms:W3CDTF">2022-12-16T08:59:00Z</dcterms:created>
  <dcterms:modified xsi:type="dcterms:W3CDTF">2022-12-16T17:40:00Z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