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3E2" w:rsidRPr="008B2CC1" w:rsidRDefault="005A73E2" w:rsidP="005A73E2">
      <w:pPr>
        <w:spacing w:after="120"/>
        <w:jc w:val="right"/>
      </w:pPr>
      <w:r>
        <w:rPr>
          <w:noProof/>
          <w:lang w:val="en-US" w:eastAsia="en-US"/>
        </w:rPr>
        <w:drawing>
          <wp:inline distT="0" distB="0" distL="0" distR="0" wp14:anchorId="23605A24" wp14:editId="426ECFA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3020F277" wp14:editId="7B028CE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F3C153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5A73E2" w:rsidRPr="00DB0349" w:rsidRDefault="005A73E2" w:rsidP="005A73E2">
      <w:pPr>
        <w:jc w:val="right"/>
        <w:rPr>
          <w:rFonts w:ascii="Arial Black" w:hAnsi="Arial Black"/>
          <w:caps/>
          <w:sz w:val="15"/>
          <w:szCs w:val="15"/>
        </w:rPr>
      </w:pPr>
      <w:r>
        <w:rPr>
          <w:rFonts w:ascii="Arial Black" w:hAnsi="Arial Black"/>
          <w:caps/>
          <w:sz w:val="15"/>
        </w:rPr>
        <w:t>WIPO/GRTKF/IC/</w:t>
      </w:r>
      <w:r w:rsidR="00E328F8">
        <w:rPr>
          <w:rFonts w:ascii="Arial Black" w:hAnsi="Arial Black"/>
          <w:caps/>
          <w:sz w:val="15"/>
        </w:rPr>
        <w:t>4</w:t>
      </w:r>
      <w:r w:rsidR="00D23B20">
        <w:rPr>
          <w:rFonts w:ascii="Arial Black" w:hAnsi="Arial Black"/>
          <w:caps/>
          <w:sz w:val="15"/>
        </w:rPr>
        <w:t>7</w:t>
      </w:r>
      <w:r>
        <w:rPr>
          <w:rFonts w:ascii="Arial Black" w:hAnsi="Arial Black"/>
          <w:caps/>
          <w:sz w:val="15"/>
        </w:rPr>
        <w:t>/</w:t>
      </w:r>
      <w:bookmarkStart w:id="0" w:name="Code"/>
      <w:r w:rsidR="00E328F8">
        <w:rPr>
          <w:rFonts w:ascii="Arial Black" w:hAnsi="Arial Black"/>
          <w:caps/>
          <w:sz w:val="15"/>
          <w:szCs w:val="15"/>
        </w:rPr>
        <w:t>1</w:t>
      </w:r>
      <w:r w:rsidR="00D23B20">
        <w:rPr>
          <w:rFonts w:ascii="Arial Black" w:hAnsi="Arial Black"/>
          <w:caps/>
          <w:sz w:val="15"/>
          <w:szCs w:val="15"/>
        </w:rPr>
        <w:t>8</w:t>
      </w:r>
    </w:p>
    <w:bookmarkEnd w:id="0"/>
    <w:p w:rsidR="005A73E2" w:rsidRPr="00DB0349" w:rsidRDefault="005A73E2" w:rsidP="005A73E2">
      <w:pPr>
        <w:jc w:val="right"/>
        <w:rPr>
          <w:rFonts w:ascii="Arial Black" w:hAnsi="Arial Black"/>
          <w:caps/>
          <w:sz w:val="15"/>
          <w:szCs w:val="15"/>
        </w:rPr>
      </w:pPr>
      <w:r>
        <w:rPr>
          <w:rFonts w:ascii="Arial Black" w:hAnsi="Arial Black"/>
          <w:caps/>
          <w:sz w:val="15"/>
          <w:szCs w:val="15"/>
        </w:rPr>
        <w:t xml:space="preserve">Original : </w:t>
      </w:r>
      <w:bookmarkStart w:id="1" w:name="Original"/>
      <w:r>
        <w:rPr>
          <w:rFonts w:ascii="Arial Black" w:hAnsi="Arial Black"/>
          <w:caps/>
          <w:sz w:val="15"/>
          <w:szCs w:val="15"/>
        </w:rPr>
        <w:t>anglais</w:t>
      </w:r>
    </w:p>
    <w:bookmarkEnd w:id="1"/>
    <w:p w:rsidR="005A73E2" w:rsidRPr="00DB0349" w:rsidRDefault="005A73E2" w:rsidP="005A73E2">
      <w:pPr>
        <w:spacing w:after="1200"/>
        <w:jc w:val="right"/>
        <w:rPr>
          <w:rFonts w:ascii="Arial Black" w:hAnsi="Arial Black"/>
          <w:caps/>
          <w:sz w:val="15"/>
          <w:szCs w:val="15"/>
        </w:rPr>
      </w:pPr>
      <w:r>
        <w:rPr>
          <w:rFonts w:ascii="Arial Black" w:hAnsi="Arial Black"/>
          <w:caps/>
          <w:sz w:val="15"/>
          <w:szCs w:val="15"/>
        </w:rPr>
        <w:t xml:space="preserve">date : </w:t>
      </w:r>
      <w:bookmarkStart w:id="2" w:name="Date"/>
      <w:r w:rsidR="00D23B20">
        <w:rPr>
          <w:rFonts w:ascii="Arial Black" w:hAnsi="Arial Black"/>
          <w:caps/>
          <w:sz w:val="15"/>
          <w:szCs w:val="15"/>
        </w:rPr>
        <w:t>22 mai </w:t>
      </w:r>
      <w:r w:rsidR="00E328F8">
        <w:rPr>
          <w:rFonts w:ascii="Arial Black" w:hAnsi="Arial Black"/>
          <w:caps/>
          <w:sz w:val="15"/>
          <w:szCs w:val="15"/>
        </w:rPr>
        <w:t>2023</w:t>
      </w:r>
    </w:p>
    <w:bookmarkEnd w:id="2"/>
    <w:p w:rsidR="005A73E2" w:rsidRPr="00DB0349" w:rsidRDefault="005A73E2" w:rsidP="005A73E2">
      <w:pPr>
        <w:spacing w:after="600"/>
        <w:rPr>
          <w:b/>
          <w:sz w:val="28"/>
          <w:szCs w:val="28"/>
        </w:rPr>
      </w:pPr>
      <w:r w:rsidRPr="00D804EF">
        <w:rPr>
          <w:b/>
          <w:sz w:val="28"/>
          <w:szCs w:val="28"/>
        </w:rPr>
        <w:t>Comité intergouvernemental de la propri</w:t>
      </w:r>
      <w:r w:rsidR="00F243FB">
        <w:rPr>
          <w:b/>
          <w:sz w:val="28"/>
          <w:szCs w:val="28"/>
        </w:rPr>
        <w:t>été intellectuelle relative aux </w:t>
      </w:r>
      <w:r w:rsidRPr="00D804EF">
        <w:rPr>
          <w:b/>
          <w:sz w:val="28"/>
          <w:szCs w:val="28"/>
        </w:rPr>
        <w:t>ressources génétiques, aux savoirs traditionnels et au folklore</w:t>
      </w:r>
    </w:p>
    <w:p w:rsidR="005A73E2" w:rsidRPr="003845C1" w:rsidRDefault="005A73E2" w:rsidP="005A73E2">
      <w:pPr>
        <w:rPr>
          <w:b/>
          <w:sz w:val="24"/>
          <w:szCs w:val="24"/>
        </w:rPr>
      </w:pPr>
      <w:r w:rsidRPr="00D804EF">
        <w:rPr>
          <w:b/>
          <w:sz w:val="24"/>
          <w:szCs w:val="24"/>
        </w:rPr>
        <w:t>Quarante</w:t>
      </w:r>
      <w:r w:rsidR="00F243FB">
        <w:rPr>
          <w:b/>
          <w:sz w:val="24"/>
          <w:szCs w:val="24"/>
        </w:rPr>
        <w:t>-</w:t>
      </w:r>
      <w:r w:rsidR="00E328F8">
        <w:rPr>
          <w:b/>
          <w:sz w:val="24"/>
          <w:szCs w:val="24"/>
        </w:rPr>
        <w:t>s</w:t>
      </w:r>
      <w:r w:rsidR="00D23B20">
        <w:rPr>
          <w:b/>
          <w:sz w:val="24"/>
          <w:szCs w:val="24"/>
        </w:rPr>
        <w:t>epti</w:t>
      </w:r>
      <w:r w:rsidR="00E328F8">
        <w:rPr>
          <w:b/>
          <w:sz w:val="24"/>
          <w:szCs w:val="24"/>
        </w:rPr>
        <w:t>ème </w:t>
      </w:r>
      <w:r>
        <w:rPr>
          <w:b/>
          <w:sz w:val="24"/>
          <w:szCs w:val="24"/>
        </w:rPr>
        <w:t>session</w:t>
      </w:r>
    </w:p>
    <w:p w:rsidR="005A73E2" w:rsidRPr="003845C1" w:rsidRDefault="005A73E2" w:rsidP="005A73E2">
      <w:pPr>
        <w:spacing w:after="720"/>
        <w:rPr>
          <w:b/>
          <w:sz w:val="24"/>
          <w:szCs w:val="24"/>
        </w:rPr>
      </w:pPr>
      <w:r w:rsidRPr="00D804EF">
        <w:rPr>
          <w:b/>
          <w:sz w:val="24"/>
          <w:szCs w:val="24"/>
        </w:rPr>
        <w:t xml:space="preserve">Genève, </w:t>
      </w:r>
      <w:r w:rsidR="00D23B20">
        <w:rPr>
          <w:b/>
          <w:sz w:val="24"/>
          <w:szCs w:val="24"/>
        </w:rPr>
        <w:t>5</w:t>
      </w:r>
      <w:r w:rsidR="00E328F8" w:rsidRPr="00D804EF">
        <w:rPr>
          <w:b/>
          <w:sz w:val="24"/>
          <w:szCs w:val="24"/>
        </w:rPr>
        <w:t xml:space="preserve"> </w:t>
      </w:r>
      <w:r w:rsidRPr="00D804EF">
        <w:rPr>
          <w:b/>
          <w:sz w:val="24"/>
          <w:szCs w:val="24"/>
        </w:rPr>
        <w:t xml:space="preserve">– </w:t>
      </w:r>
      <w:r w:rsidR="00D23B20">
        <w:rPr>
          <w:b/>
          <w:sz w:val="24"/>
          <w:szCs w:val="24"/>
        </w:rPr>
        <w:t>9 juin</w:t>
      </w:r>
      <w:r>
        <w:rPr>
          <w:b/>
          <w:sz w:val="24"/>
          <w:szCs w:val="24"/>
        </w:rPr>
        <w:t> </w:t>
      </w:r>
      <w:r w:rsidR="00E328F8" w:rsidRPr="00D804EF">
        <w:rPr>
          <w:b/>
          <w:sz w:val="24"/>
          <w:szCs w:val="24"/>
        </w:rPr>
        <w:t>202</w:t>
      </w:r>
      <w:r w:rsidR="00E328F8">
        <w:rPr>
          <w:b/>
          <w:sz w:val="24"/>
          <w:szCs w:val="24"/>
        </w:rPr>
        <w:t>3</w:t>
      </w:r>
    </w:p>
    <w:p w:rsidR="005A73E2" w:rsidRPr="00842A13" w:rsidRDefault="005A73E2" w:rsidP="005A73E2">
      <w:pPr>
        <w:spacing w:after="360"/>
        <w:rPr>
          <w:caps/>
          <w:sz w:val="24"/>
        </w:rPr>
      </w:pPr>
      <w:bookmarkStart w:id="3" w:name="TitleOfDoc"/>
      <w:bookmarkStart w:id="4" w:name="_GoBack"/>
      <w:r>
        <w:rPr>
          <w:caps/>
          <w:sz w:val="24"/>
        </w:rPr>
        <w:t>Expressions culturelles traditionnelles : document de réflexion</w:t>
      </w:r>
    </w:p>
    <w:bookmarkEnd w:id="3"/>
    <w:bookmarkEnd w:id="4"/>
    <w:p w:rsidR="005A73E2" w:rsidRPr="00842A13" w:rsidRDefault="005A73E2" w:rsidP="005A73E2">
      <w:pPr>
        <w:spacing w:after="960"/>
      </w:pPr>
      <w:r>
        <w:rPr>
          <w:i/>
        </w:rPr>
        <w:t>Document établi par la délégation des États</w:t>
      </w:r>
      <w:r w:rsidR="00000DA0">
        <w:rPr>
          <w:i/>
        </w:rPr>
        <w:noBreakHyphen/>
      </w:r>
      <w:r>
        <w:rPr>
          <w:i/>
        </w:rPr>
        <w:t>Unis d’Amérique</w:t>
      </w:r>
    </w:p>
    <w:p w:rsidR="005A73E2" w:rsidRDefault="000A6CC8" w:rsidP="00CB4836">
      <w:pPr>
        <w:pStyle w:val="ONUMFS"/>
      </w:pPr>
      <w:r>
        <w:t xml:space="preserve">Le </w:t>
      </w:r>
      <w:r w:rsidR="00E328F8">
        <w:t>1</w:t>
      </w:r>
      <w:r w:rsidR="00D23B20">
        <w:t>9 mai</w:t>
      </w:r>
      <w:r w:rsidR="00F243FB">
        <w:t> </w:t>
      </w:r>
      <w:r w:rsidR="00E328F8">
        <w:t>2023</w:t>
      </w:r>
      <w:r>
        <w:t>, le Bureau international de l</w:t>
      </w:r>
      <w:r w:rsidR="005A73E2">
        <w:t>’</w:t>
      </w:r>
      <w:r>
        <w:t>Organisation Mondiale de la Propriété Intellectuelle (OMPI) a reçu de la Mission permanente des États</w:t>
      </w:r>
      <w:r w:rsidR="00000DA0">
        <w:noBreakHyphen/>
      </w:r>
      <w:r>
        <w:t>Unis d</w:t>
      </w:r>
      <w:r w:rsidR="005A73E2">
        <w:t>’</w:t>
      </w:r>
      <w:r>
        <w:t>Amérique auprès des organisations internationales à Genève une demande visant à soumettre de nouveau le document intitulé “Expressions culturelles traditionnelles</w:t>
      </w:r>
      <w:r w:rsidR="005A73E2">
        <w:t> :</w:t>
      </w:r>
      <w:r>
        <w:t xml:space="preserve"> document de réflexion” tel que publié sous la cote WIPO/GRTKF/IC/</w:t>
      </w:r>
      <w:r w:rsidR="00E328F8">
        <w:t>4</w:t>
      </w:r>
      <w:r w:rsidR="00D23B20">
        <w:t>6</w:t>
      </w:r>
      <w:r>
        <w:t>/1</w:t>
      </w:r>
      <w:r w:rsidR="00D23B20">
        <w:t>3</w:t>
      </w:r>
      <w:r>
        <w:t>, pour examen à la quarante</w:t>
      </w:r>
      <w:r w:rsidR="00000DA0">
        <w:noBreakHyphen/>
      </w:r>
      <w:r w:rsidR="00E328F8">
        <w:t>s</w:t>
      </w:r>
      <w:r w:rsidR="00D23B20">
        <w:t>ept</w:t>
      </w:r>
      <w:r w:rsidR="00E328F8">
        <w:t>ième </w:t>
      </w:r>
      <w:r w:rsidR="005A73E2">
        <w:t>session</w:t>
      </w:r>
      <w:r>
        <w:t xml:space="preserve"> du Comité intergouvernemental de la propriété intellectuelle relative aux ressources génétiques, aux savoirs traditionnels et au folklore (IGC).</w:t>
      </w:r>
    </w:p>
    <w:p w:rsidR="005A73E2" w:rsidRDefault="000A6CC8" w:rsidP="00CB4836">
      <w:pPr>
        <w:pStyle w:val="ONUMFS"/>
      </w:pPr>
      <w:r>
        <w:t>Conformément à cette demande, l</w:t>
      </w:r>
      <w:r w:rsidR="005A73E2">
        <w:t>’</w:t>
      </w:r>
      <w:r>
        <w:t>annexe du présent document contient le texte susmentionné.</w:t>
      </w:r>
    </w:p>
    <w:p w:rsidR="00CB4836" w:rsidRPr="00CB4836" w:rsidRDefault="000A6CC8" w:rsidP="00CB4836">
      <w:pPr>
        <w:pStyle w:val="ONUMFS"/>
        <w:ind w:left="5533"/>
        <w:rPr>
          <w:i/>
        </w:rPr>
      </w:pPr>
      <w:r w:rsidRPr="00CB4836">
        <w:rPr>
          <w:i/>
        </w:rPr>
        <w:t>Le comité est invité à prendre note du présent document et de l</w:t>
      </w:r>
      <w:r w:rsidR="005A73E2" w:rsidRPr="00CB4836">
        <w:rPr>
          <w:i/>
        </w:rPr>
        <w:t>’</w:t>
      </w:r>
      <w:r w:rsidRPr="00CB4836">
        <w:rPr>
          <w:i/>
        </w:rPr>
        <w:t>annexe de celui</w:t>
      </w:r>
      <w:r w:rsidR="00000DA0">
        <w:rPr>
          <w:i/>
        </w:rPr>
        <w:noBreakHyphen/>
      </w:r>
      <w:r w:rsidRPr="00CB4836">
        <w:rPr>
          <w:i/>
        </w:rPr>
        <w:t>ci.</w:t>
      </w:r>
    </w:p>
    <w:p w:rsidR="005A73E2" w:rsidRDefault="000A6CC8" w:rsidP="00CB4836">
      <w:pPr>
        <w:pStyle w:val="Endofdocument-Annex"/>
        <w:spacing w:before="720"/>
      </w:pPr>
      <w:r>
        <w:t>[L</w:t>
      </w:r>
      <w:r w:rsidR="005A73E2">
        <w:t>’</w:t>
      </w:r>
      <w:r>
        <w:t>annexe suit]</w:t>
      </w:r>
    </w:p>
    <w:p w:rsidR="000A6CC8" w:rsidRDefault="000A6CC8" w:rsidP="000A6CC8"/>
    <w:p w:rsidR="000A6CC8" w:rsidRDefault="000A6CC8" w:rsidP="000A6CC8">
      <w:pPr>
        <w:sectPr w:rsidR="000A6CC8" w:rsidSect="001E4C9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0A6CC8" w:rsidRPr="00A558F0" w:rsidRDefault="000A6CC8" w:rsidP="00247632">
      <w:pPr>
        <w:spacing w:before="76" w:after="480"/>
        <w:jc w:val="center"/>
        <w:rPr>
          <w:rFonts w:eastAsia="Times New Roman"/>
        </w:rPr>
      </w:pPr>
      <w:r>
        <w:rPr>
          <w:b/>
        </w:rPr>
        <w:lastRenderedPageBreak/>
        <w:t>Expressions culturelles traditionnelles</w:t>
      </w:r>
      <w:r w:rsidR="005A73E2">
        <w:rPr>
          <w:b/>
        </w:rPr>
        <w:t> :</w:t>
      </w:r>
      <w:r>
        <w:rPr>
          <w:b/>
        </w:rPr>
        <w:t xml:space="preserve"> document de réflexion</w:t>
      </w:r>
    </w:p>
    <w:p w:rsidR="000A6CC8" w:rsidRPr="00D963D9" w:rsidRDefault="00D963D9" w:rsidP="0065720F">
      <w:pPr>
        <w:tabs>
          <w:tab w:val="left" w:pos="567"/>
        </w:tabs>
        <w:spacing w:after="240"/>
        <w:ind w:right="-20"/>
        <w:rPr>
          <w:rStyle w:val="Heading1Char"/>
        </w:rPr>
      </w:pPr>
      <w:r>
        <w:rPr>
          <w:b/>
        </w:rPr>
        <w:t>I.</w:t>
      </w:r>
      <w:r>
        <w:rPr>
          <w:b/>
        </w:rPr>
        <w:tab/>
      </w:r>
      <w:r w:rsidR="000A6CC8" w:rsidRPr="00D963D9">
        <w:rPr>
          <w:rStyle w:val="Heading1Char"/>
        </w:rPr>
        <w:t>Introduction</w:t>
      </w:r>
    </w:p>
    <w:p w:rsidR="000A6CC8" w:rsidRPr="00A558F0" w:rsidRDefault="000A6CC8" w:rsidP="0065720F">
      <w:pPr>
        <w:spacing w:after="220" w:line="259" w:lineRule="auto"/>
        <w:ind w:right="54"/>
        <w:rPr>
          <w:rFonts w:eastAsia="Times New Roman"/>
        </w:rPr>
      </w:pPr>
      <w:r>
        <w:t>Selon le mandat du Comité intergouvernemental de la propriété intellectuelle relative aux ressources génétiques, aux savoirs traditionnels et au folklore (IGC) l</w:t>
      </w:r>
      <w:r w:rsidR="005A73E2">
        <w:t>’</w:t>
      </w:r>
      <w:r>
        <w:t>OMPI pour l</w:t>
      </w:r>
      <w:r w:rsidR="005A73E2">
        <w:t>’</w:t>
      </w:r>
      <w:r>
        <w:t xml:space="preserve">exercice </w:t>
      </w:r>
      <w:r w:rsidR="005A73E2">
        <w:t>biennal 2016</w:t>
      </w:r>
      <w:r w:rsidR="00000DA0">
        <w:noBreakHyphen/>
      </w:r>
      <w:r>
        <w:t>2017, l</w:t>
      </w:r>
      <w:r w:rsidR="005A73E2">
        <w:t>’</w:t>
      </w:r>
      <w:r>
        <w:t>IGC doit s</w:t>
      </w:r>
      <w:r w:rsidR="005A73E2">
        <w:t>’</w:t>
      </w:r>
      <w:r>
        <w:t>efforcer principalement de parvenir à une communauté de vues sur les questions essentielles, notamment sur la question de savoir quelles sont les expressions culturelles traditionnelles qui doivent être protégé</w:t>
      </w:r>
      <w:r w:rsidR="001E4C93">
        <w:t>es.  Ce</w:t>
      </w:r>
      <w:r>
        <w:t>rtaines expressions culturelles traditionnelles pourraient bénéficier d</w:t>
      </w:r>
      <w:r w:rsidR="005A73E2">
        <w:t>’</w:t>
      </w:r>
      <w:r>
        <w:t>une protection au niveau international, tandis que d</w:t>
      </w:r>
      <w:r w:rsidR="005A73E2">
        <w:t>’</w:t>
      </w:r>
      <w:r>
        <w:t>autres p</w:t>
      </w:r>
      <w:r w:rsidR="001E4C93">
        <w:t>as.  Po</w:t>
      </w:r>
      <w:r>
        <w:t xml:space="preserve">ur faire progresser ses travaux, le comité devrait suivre une “approche fondée sur des bases factuelles, </w:t>
      </w:r>
      <w:r w:rsidR="005A73E2">
        <w:t>y compris</w:t>
      </w:r>
      <w:r>
        <w:t xml:space="preserve"> des études et des exemples d</w:t>
      </w:r>
      <w:r w:rsidR="005A73E2">
        <w:t>’</w:t>
      </w:r>
      <w:r>
        <w:t>expériences nationales, de lois nationales et d</w:t>
      </w:r>
      <w:r w:rsidR="005A73E2">
        <w:t>’</w:t>
      </w:r>
      <w:r>
        <w:t>objets pouvant bénéficier d</w:t>
      </w:r>
      <w:r w:rsidR="005A73E2">
        <w:t>’</w:t>
      </w:r>
      <w:r>
        <w:t>une protection et d</w:t>
      </w:r>
      <w:r w:rsidR="005A73E2">
        <w:t>’</w:t>
      </w:r>
      <w:r>
        <w:t>objets qu</w:t>
      </w:r>
      <w:r w:rsidR="005A73E2">
        <w:t>’</w:t>
      </w:r>
      <w:r>
        <w:t>il n</w:t>
      </w:r>
      <w:r w:rsidR="005A73E2">
        <w:t>’</w:t>
      </w:r>
      <w:r>
        <w:t>est pas prévu de protéger.”</w:t>
      </w:r>
    </w:p>
    <w:p w:rsidR="000A6CC8" w:rsidRPr="00A558F0" w:rsidRDefault="000A6CC8" w:rsidP="0065720F">
      <w:pPr>
        <w:spacing w:after="220" w:line="255" w:lineRule="auto"/>
        <w:ind w:right="73"/>
        <w:rPr>
          <w:rFonts w:eastAsia="Times New Roman"/>
        </w:rPr>
      </w:pPr>
      <w:r>
        <w:t>Le présent document vise à promouvoir un débat éclairé sur cette question dans le but de parvenir à une communauté de vues sur le traitement des expressions culturelles traditionnell</w:t>
      </w:r>
      <w:r w:rsidR="001E4C93">
        <w:t>es.  Po</w:t>
      </w:r>
      <w:r>
        <w:t>ur plus de commodité, les exemples présentés dans ce document sont regroupés comme suit, selon les catégories indiquées dans la définition du terme “expressions culturelles traditionnelles” qui figure dans les projets d</w:t>
      </w:r>
      <w:r w:rsidR="005A73E2">
        <w:t>’</w:t>
      </w:r>
      <w:r>
        <w:t>articles</w:t>
      </w:r>
      <w:r w:rsidR="005A73E2">
        <w:t> :</w:t>
      </w:r>
      <w:r>
        <w:t xml:space="preserve"> 1) actions, 2) objets, 3) musique et sons et 4) expression orale et écrite</w:t>
      </w:r>
      <w:r>
        <w:rPr>
          <w:rStyle w:val="FootnoteReference"/>
          <w:rFonts w:eastAsia="Times New Roman"/>
        </w:rPr>
        <w:footnoteReference w:id="2"/>
      </w:r>
      <w:r>
        <w:t>.</w:t>
      </w:r>
    </w:p>
    <w:p w:rsidR="000A6CC8" w:rsidRPr="00A558F0" w:rsidRDefault="000A6CC8" w:rsidP="000A6CC8">
      <w:pPr>
        <w:ind w:right="-20"/>
        <w:rPr>
          <w:rFonts w:eastAsia="Times New Roman"/>
        </w:rPr>
      </w:pPr>
      <w:r>
        <w:rPr>
          <w:b/>
        </w:rPr>
        <w:t>II</w:t>
      </w:r>
      <w:r w:rsidR="00D963D9">
        <w:rPr>
          <w:b/>
        </w:rPr>
        <w:t>.</w:t>
      </w:r>
      <w:r w:rsidR="00D963D9">
        <w:rPr>
          <w:b/>
        </w:rPr>
        <w:tab/>
      </w:r>
      <w:r w:rsidRPr="00D963D9">
        <w:rPr>
          <w:rStyle w:val="Heading1Char"/>
        </w:rPr>
        <w:t>Exemples d</w:t>
      </w:r>
      <w:r w:rsidR="005A73E2" w:rsidRPr="00D963D9">
        <w:rPr>
          <w:rStyle w:val="Heading1Char"/>
        </w:rPr>
        <w:t>’</w:t>
      </w:r>
      <w:r w:rsidRPr="00D963D9">
        <w:rPr>
          <w:rStyle w:val="Heading1Char"/>
        </w:rPr>
        <w:t>expressions culturelles traditionnelles</w:t>
      </w:r>
    </w:p>
    <w:p w:rsidR="000A6CC8" w:rsidRPr="00A558F0" w:rsidRDefault="00D963D9" w:rsidP="0065720F">
      <w:pPr>
        <w:pStyle w:val="Heading2"/>
        <w:rPr>
          <w:rFonts w:eastAsia="Times New Roman"/>
        </w:rPr>
      </w:pPr>
      <w:r>
        <w:t>A.</w:t>
      </w:r>
      <w:r>
        <w:tab/>
      </w:r>
      <w:r w:rsidR="000A6CC8" w:rsidRPr="0065720F">
        <w:t>A</w:t>
      </w:r>
      <w:r w:rsidR="0065720F" w:rsidRPr="0065720F">
        <w:t>ctions</w:t>
      </w:r>
    </w:p>
    <w:p w:rsidR="000A6CC8" w:rsidRPr="00A558F0" w:rsidRDefault="000A6CC8" w:rsidP="0065720F">
      <w:pPr>
        <w:pStyle w:val="Heading3"/>
        <w:spacing w:after="240"/>
        <w:rPr>
          <w:rFonts w:eastAsia="Times New Roman"/>
        </w:rPr>
      </w:pPr>
      <w:r>
        <w:rPr>
          <w:u w:color="000000"/>
        </w:rPr>
        <w:t>Informations générales</w:t>
      </w:r>
    </w:p>
    <w:p w:rsidR="000A6CC8" w:rsidRPr="00A558F0" w:rsidRDefault="000A6CC8" w:rsidP="0065720F">
      <w:pPr>
        <w:spacing w:after="220"/>
        <w:ind w:right="119"/>
        <w:rPr>
          <w:rFonts w:eastAsia="Times New Roman"/>
        </w:rPr>
      </w:pPr>
      <w:r>
        <w:t>Dans la définition du terme “expressions culturelles traditionnelles” qui figure dans les projets d</w:t>
      </w:r>
      <w:r w:rsidR="005A73E2">
        <w:t>’</w:t>
      </w:r>
      <w:r>
        <w:t>articles, les actions englobent les danses, les pièces de théâtre, les cérémonies, les rituels, les jeux et les sports traditionnels et autres représentatio</w:t>
      </w:r>
      <w:r w:rsidR="001E4C93">
        <w:t>ns.  Ce</w:t>
      </w:r>
      <w:r>
        <w:t xml:space="preserve"> chapitre porte sur les rituels, les danses et les sports.</w:t>
      </w:r>
    </w:p>
    <w:p w:rsidR="000A6CC8" w:rsidRPr="00A558F0" w:rsidRDefault="000A6CC8" w:rsidP="0065720F">
      <w:pPr>
        <w:spacing w:before="29" w:after="220" w:line="271" w:lineRule="exact"/>
        <w:ind w:right="-20"/>
        <w:rPr>
          <w:rFonts w:eastAsia="Times New Roman"/>
        </w:rPr>
      </w:pPr>
      <w:r>
        <w:rPr>
          <w:u w:val="single" w:color="000000"/>
        </w:rPr>
        <w:t>Exemples</w:t>
      </w:r>
      <w:r w:rsidR="005A73E2" w:rsidRPr="00544C84">
        <w:rPr>
          <w:u w:color="000000"/>
        </w:rPr>
        <w:t> :</w:t>
      </w:r>
    </w:p>
    <w:p w:rsidR="000A6CC8" w:rsidRPr="00A558F0" w:rsidRDefault="0065720F" w:rsidP="0065720F">
      <w:pPr>
        <w:tabs>
          <w:tab w:val="left" w:pos="1134"/>
        </w:tabs>
        <w:spacing w:before="29" w:after="220"/>
        <w:ind w:left="567" w:right="-20"/>
        <w:rPr>
          <w:rFonts w:eastAsia="Times New Roman"/>
        </w:rPr>
      </w:pPr>
      <w:r>
        <w:rPr>
          <w:b/>
        </w:rPr>
        <w:t>1.</w:t>
      </w:r>
      <w:r>
        <w:rPr>
          <w:b/>
        </w:rPr>
        <w:tab/>
      </w:r>
      <w:r w:rsidR="000A6CC8">
        <w:rPr>
          <w:b/>
        </w:rPr>
        <w:t>Rituels</w:t>
      </w:r>
    </w:p>
    <w:p w:rsidR="000A6CC8" w:rsidRPr="00A558F0" w:rsidRDefault="000A6CC8" w:rsidP="0065720F">
      <w:pPr>
        <w:spacing w:after="220" w:line="276" w:lineRule="exact"/>
        <w:ind w:right="629"/>
        <w:rPr>
          <w:rFonts w:eastAsia="Times New Roman"/>
        </w:rPr>
      </w:pPr>
      <w:r>
        <w:rPr>
          <w:b/>
        </w:rPr>
        <w:t>Yoga bikram</w:t>
      </w:r>
      <w:r>
        <w:t xml:space="preserve"> – Le yoga bikram est une forme de yoga élaborée par Bikram Choudhury à partir des techniques de yoga traditionnelles, comprenant une série de postures exécutées dans une pièce chauffée à 40</w:t>
      </w:r>
      <w:r w:rsidR="005B63B0">
        <w:t> °</w:t>
      </w:r>
      <w:r>
        <w:t>C</w:t>
      </w:r>
      <w:r>
        <w:rPr>
          <w:rStyle w:val="FootnoteReference"/>
          <w:rFonts w:eastAsia="Times New Roman"/>
        </w:rPr>
        <w:footnoteReference w:id="3"/>
      </w:r>
      <w:r>
        <w:t>.  Bikram Choudhury s</w:t>
      </w:r>
      <w:r w:rsidR="005A73E2">
        <w:t>’</w:t>
      </w:r>
      <w:r>
        <w:t>est formé au yoga hatha auprès de Bishnu Ghosh, avant d</w:t>
      </w:r>
      <w:r w:rsidR="005A73E2">
        <w:t>’</w:t>
      </w:r>
      <w:r>
        <w:t>élaborer une série de 26</w:t>
      </w:r>
      <w:r w:rsidR="001E4C93">
        <w:t> </w:t>
      </w:r>
      <w:r>
        <w:t>postures destinées à soigner les problèmes de santé les plus courants, à exécuter dans un ordre précis</w:t>
      </w:r>
      <w:r>
        <w:rPr>
          <w:rStyle w:val="FootnoteReference"/>
          <w:rFonts w:eastAsia="Times New Roman"/>
          <w:spacing w:val="12"/>
        </w:rPr>
        <w:footnoteReference w:id="4"/>
      </w:r>
      <w:r>
        <w:t>.</w:t>
      </w:r>
    </w:p>
    <w:p w:rsidR="0065720F" w:rsidRDefault="000A6CC8" w:rsidP="0065720F">
      <w:pPr>
        <w:tabs>
          <w:tab w:val="left" w:pos="1134"/>
        </w:tabs>
        <w:spacing w:after="220"/>
        <w:ind w:firstLine="567"/>
        <w:rPr>
          <w:szCs w:val="22"/>
        </w:rPr>
      </w:pPr>
      <w:r>
        <w:br w:type="page"/>
      </w:r>
      <w:r w:rsidR="0065720F">
        <w:rPr>
          <w:b/>
        </w:rPr>
        <w:lastRenderedPageBreak/>
        <w:t>2.</w:t>
      </w:r>
      <w:r w:rsidR="0065720F">
        <w:rPr>
          <w:b/>
        </w:rPr>
        <w:tab/>
      </w:r>
      <w:r>
        <w:rPr>
          <w:b/>
        </w:rPr>
        <w:t>Danse</w:t>
      </w:r>
    </w:p>
    <w:p w:rsidR="0065720F" w:rsidRDefault="000A6CC8" w:rsidP="0065720F">
      <w:pPr>
        <w:spacing w:after="220"/>
        <w:rPr>
          <w:szCs w:val="22"/>
        </w:rPr>
      </w:pPr>
      <w:r w:rsidRPr="0065720F">
        <w:rPr>
          <w:b/>
        </w:rPr>
        <w:t>Gigue</w:t>
      </w:r>
      <w:r>
        <w:t xml:space="preserve"> – Apparue</w:t>
      </w:r>
      <w:r w:rsidR="005A73E2">
        <w:t xml:space="preserve"> au XVI</w:t>
      </w:r>
      <w:r>
        <w:rPr>
          <w:vertAlign w:val="superscript"/>
        </w:rPr>
        <w:t>e</w:t>
      </w:r>
      <w:r w:rsidR="001E4C93">
        <w:t> </w:t>
      </w:r>
      <w:r>
        <w:t>siècle en Angleterre, la gigue est importée en Écosse et en Irlande</w:t>
      </w:r>
      <w:r w:rsidR="005A73E2">
        <w:t xml:space="preserve"> au XVI</w:t>
      </w:r>
      <w:r>
        <w:t>I</w:t>
      </w:r>
      <w:r>
        <w:rPr>
          <w:vertAlign w:val="superscript"/>
        </w:rPr>
        <w:t>e</w:t>
      </w:r>
      <w:r w:rsidR="001E4C93">
        <w:t> </w:t>
      </w:r>
      <w:r>
        <w:t>siècle où elle est adaptée et intégrée dans les danses traditionnelles irlandaises et écossaises</w:t>
      </w:r>
      <w:r w:rsidRPr="00983A42">
        <w:rPr>
          <w:szCs w:val="22"/>
          <w:vertAlign w:val="superscript"/>
        </w:rPr>
        <w:footnoteReference w:id="5"/>
      </w:r>
      <w:r>
        <w:t>.  La gigue reste aujourd</w:t>
      </w:r>
      <w:r w:rsidR="005A73E2">
        <w:t>’</w:t>
      </w:r>
      <w:r>
        <w:t>hui encore étroitement liée à l</w:t>
      </w:r>
      <w:r w:rsidR="005A73E2">
        <w:t>’</w:t>
      </w:r>
      <w:r>
        <w:t>Irlande et à l</w:t>
      </w:r>
      <w:r w:rsidR="005A73E2">
        <w:t>’</w:t>
      </w:r>
      <w:r>
        <w:t>Écos</w:t>
      </w:r>
      <w:r w:rsidR="001E4C93">
        <w:t>se.  Ac</w:t>
      </w:r>
      <w:r>
        <w:t>compagnant les communautés d</w:t>
      </w:r>
      <w:r w:rsidR="005A73E2">
        <w:t>’</w:t>
      </w:r>
      <w:r>
        <w:t>immigrants qui traversent l</w:t>
      </w:r>
      <w:r w:rsidR="005A73E2">
        <w:t>’</w:t>
      </w:r>
      <w:r>
        <w:t>Atlantique, elle est aussi dansée au Canada et aux États</w:t>
      </w:r>
      <w:r w:rsidR="00000DA0">
        <w:noBreakHyphen/>
      </w:r>
      <w:r>
        <w:t>Unis d</w:t>
      </w:r>
      <w:r w:rsidR="005A73E2">
        <w:t>’</w:t>
      </w:r>
      <w:r>
        <w:t>Amérique</w:t>
      </w:r>
      <w:r w:rsidRPr="00983A42">
        <w:rPr>
          <w:szCs w:val="22"/>
          <w:vertAlign w:val="superscript"/>
        </w:rPr>
        <w:footnoteReference w:id="6"/>
      </w:r>
      <w:r>
        <w:t>.  Elle est désormais considérée comme faisant partie intégrante de la culture dans les Ozarks</w:t>
      </w:r>
      <w:r w:rsidRPr="00983A42">
        <w:rPr>
          <w:szCs w:val="22"/>
          <w:vertAlign w:val="superscript"/>
        </w:rPr>
        <w:footnoteReference w:id="7"/>
      </w:r>
      <w:r>
        <w:t xml:space="preserve"> et a contribué au développement des claquettes</w:t>
      </w:r>
      <w:r w:rsidRPr="00983A42">
        <w:rPr>
          <w:szCs w:val="22"/>
          <w:vertAlign w:val="superscript"/>
        </w:rPr>
        <w:footnoteReference w:id="8"/>
      </w:r>
      <w:r>
        <w:t>.  Aujourd</w:t>
      </w:r>
      <w:r w:rsidR="005A73E2">
        <w:t>’</w:t>
      </w:r>
      <w:r>
        <w:t>hui, cette danse traditionnelle est également pratiquée par des danseurs professionnels lors de championnats internationaux, ce qui témoigne de sa popularité à l</w:t>
      </w:r>
      <w:r w:rsidR="005A73E2">
        <w:t>’</w:t>
      </w:r>
      <w:r>
        <w:t>échelle mondiale</w:t>
      </w:r>
      <w:r w:rsidR="005A73E2">
        <w:t xml:space="preserve"> au XXI</w:t>
      </w:r>
      <w:r>
        <w:rPr>
          <w:vertAlign w:val="superscript"/>
        </w:rPr>
        <w:t>e</w:t>
      </w:r>
      <w:r w:rsidR="001E4C93">
        <w:t> </w:t>
      </w:r>
      <w:r>
        <w:t>siècle</w:t>
      </w:r>
      <w:r w:rsidRPr="00983A42">
        <w:rPr>
          <w:szCs w:val="22"/>
          <w:vertAlign w:val="superscript"/>
        </w:rPr>
        <w:footnoteReference w:id="9"/>
      </w:r>
      <w:r>
        <w:t>.</w:t>
      </w:r>
    </w:p>
    <w:p w:rsidR="0065720F" w:rsidRDefault="000A6CC8" w:rsidP="0065720F">
      <w:pPr>
        <w:spacing w:after="220"/>
        <w:rPr>
          <w:szCs w:val="22"/>
        </w:rPr>
      </w:pPr>
      <w:r>
        <w:rPr>
          <w:b/>
        </w:rPr>
        <w:t>Tango</w:t>
      </w:r>
      <w:r w:rsidRPr="0065720F">
        <w:t xml:space="preserve"> –</w:t>
      </w:r>
      <w:r>
        <w:t xml:space="preserve"> Mélangeant des éléments des cultures africaine et européenne, le tango trouve ses origines dans les quartiers défavorisés de Buenos Aires (Argentine) et de Montevideo (Uruguay)</w:t>
      </w:r>
      <w:r w:rsidRPr="00983A42">
        <w:rPr>
          <w:szCs w:val="22"/>
          <w:vertAlign w:val="superscript"/>
        </w:rPr>
        <w:footnoteReference w:id="10"/>
      </w:r>
      <w:r>
        <w:t>.  Au début du XX</w:t>
      </w:r>
      <w:r>
        <w:rPr>
          <w:vertAlign w:val="superscript"/>
        </w:rPr>
        <w:t>e</w:t>
      </w:r>
      <w:r w:rsidR="001E4C93">
        <w:t> </w:t>
      </w:r>
      <w:r>
        <w:t>siècle, danseurs et orchestres de tango voyagent vers l</w:t>
      </w:r>
      <w:r w:rsidR="005A73E2">
        <w:t>’</w:t>
      </w:r>
      <w:r>
        <w:t>Europe et font naître un véritable engouement pour cette danse dans les principales villes d</w:t>
      </w:r>
      <w:r w:rsidR="005A73E2">
        <w:t>’</w:t>
      </w:r>
      <w:r>
        <w:t>Europe et, plus tard, aux États</w:t>
      </w:r>
      <w:r w:rsidR="00000DA0">
        <w:noBreakHyphen/>
      </w:r>
      <w:r>
        <w:t>Unis d</w:t>
      </w:r>
      <w:r w:rsidR="005A73E2">
        <w:t>’</w:t>
      </w:r>
      <w:r>
        <w:t>Amérique</w:t>
      </w:r>
      <w:r w:rsidRPr="00983A42">
        <w:rPr>
          <w:szCs w:val="22"/>
          <w:vertAlign w:val="superscript"/>
        </w:rPr>
        <w:footnoteReference w:id="11"/>
      </w:r>
      <w:r>
        <w:t>.  Le tango est aussi étroitement lié à une autre catégorie d</w:t>
      </w:r>
      <w:r w:rsidR="005A73E2">
        <w:t>’</w:t>
      </w:r>
      <w:r>
        <w:t xml:space="preserve">expression culturelle traditionnelle, </w:t>
      </w:r>
      <w:r w:rsidR="005A73E2">
        <w:t>à savoir</w:t>
      </w:r>
      <w:r>
        <w:t xml:space="preserve"> la musique et les sons</w:t>
      </w:r>
      <w:r w:rsidRPr="00983A42">
        <w:rPr>
          <w:szCs w:val="22"/>
          <w:vertAlign w:val="superscript"/>
        </w:rPr>
        <w:footnoteReference w:id="12"/>
      </w:r>
      <w:r>
        <w:t>.</w:t>
      </w:r>
    </w:p>
    <w:p w:rsidR="0065720F" w:rsidRDefault="000A6CC8" w:rsidP="0065720F">
      <w:pPr>
        <w:spacing w:after="220"/>
        <w:rPr>
          <w:szCs w:val="22"/>
        </w:rPr>
      </w:pPr>
      <w:r>
        <w:rPr>
          <w:b/>
        </w:rPr>
        <w:t>Polka</w:t>
      </w:r>
      <w:r w:rsidRPr="0065720F">
        <w:t xml:space="preserve"> –</w:t>
      </w:r>
      <w:r>
        <w:t xml:space="preserve"> La polka est une danse et un type de musique de danse qui apparaît en Bohême (qui appartient aujourd</w:t>
      </w:r>
      <w:r w:rsidR="005A73E2">
        <w:t>’</w:t>
      </w:r>
      <w:r>
        <w:t>hui à la République tchèque) vers le milieu</w:t>
      </w:r>
      <w:r w:rsidR="005A73E2">
        <w:t xml:space="preserve"> du XIX</w:t>
      </w:r>
      <w:r>
        <w:rPr>
          <w:vertAlign w:val="superscript"/>
        </w:rPr>
        <w:t>e</w:t>
      </w:r>
      <w:r w:rsidR="001E4C93">
        <w:t> </w:t>
      </w:r>
      <w:r>
        <w:t>siècle et arrive aux États</w:t>
      </w:r>
      <w:r w:rsidR="00000DA0">
        <w:noBreakHyphen/>
      </w:r>
      <w:r>
        <w:t>Unis d</w:t>
      </w:r>
      <w:r w:rsidR="005A73E2">
        <w:t>’</w:t>
      </w:r>
      <w:r>
        <w:t>Amérique avec les immigrants tchèques, polonais et allemands</w:t>
      </w:r>
      <w:r w:rsidRPr="00983A42">
        <w:rPr>
          <w:szCs w:val="22"/>
          <w:vertAlign w:val="superscript"/>
        </w:rPr>
        <w:footnoteReference w:id="13"/>
      </w:r>
      <w:r>
        <w:t>.  La polka reste très populaire de nos jours en Europe, en Amérique latine et aux États</w:t>
      </w:r>
      <w:r w:rsidR="00000DA0">
        <w:noBreakHyphen/>
      </w:r>
      <w:r>
        <w:t>Unis d</w:t>
      </w:r>
      <w:r w:rsidR="005A73E2">
        <w:t>’</w:t>
      </w:r>
      <w:r>
        <w:t>Amérique.</w:t>
      </w:r>
    </w:p>
    <w:p w:rsidR="0065720F" w:rsidRDefault="000A6CC8" w:rsidP="0065720F">
      <w:pPr>
        <w:spacing w:after="220"/>
        <w:rPr>
          <w:szCs w:val="22"/>
        </w:rPr>
      </w:pPr>
      <w:r w:rsidRPr="0065720F">
        <w:rPr>
          <w:b/>
        </w:rPr>
        <w:t>Valse</w:t>
      </w:r>
      <w:r>
        <w:t xml:space="preserve"> – La valse, à la fois danse de salon et danse folklorique, trouve, semble</w:t>
      </w:r>
      <w:r w:rsidR="00000DA0">
        <w:noBreakHyphen/>
      </w:r>
      <w:r>
        <w:t>t</w:t>
      </w:r>
      <w:r w:rsidR="00000DA0">
        <w:noBreakHyphen/>
      </w:r>
      <w:r>
        <w:t>il, ses origines dans l</w:t>
      </w:r>
      <w:r w:rsidR="005A73E2">
        <w:t>’</w:t>
      </w:r>
      <w:r>
        <w:t>Allemagne et l</w:t>
      </w:r>
      <w:r w:rsidR="005A73E2">
        <w:t>’</w:t>
      </w:r>
      <w:r>
        <w:t>Autriche</w:t>
      </w:r>
      <w:r w:rsidR="005A73E2">
        <w:t xml:space="preserve"> du XII</w:t>
      </w:r>
      <w:r>
        <w:t>I</w:t>
      </w:r>
      <w:r>
        <w:rPr>
          <w:vertAlign w:val="superscript"/>
        </w:rPr>
        <w:t>e</w:t>
      </w:r>
      <w:r w:rsidR="001E4C93">
        <w:t> </w:t>
      </w:r>
      <w:r>
        <w:t>siècle</w:t>
      </w:r>
      <w:r w:rsidRPr="00983A42">
        <w:rPr>
          <w:szCs w:val="22"/>
          <w:vertAlign w:val="superscript"/>
        </w:rPr>
        <w:footnoteReference w:id="14"/>
      </w:r>
      <w:r>
        <w:t>.  Vers le milieu</w:t>
      </w:r>
      <w:r w:rsidR="005A73E2">
        <w:t xml:space="preserve"> du XVI</w:t>
      </w:r>
      <w:r>
        <w:t>II</w:t>
      </w:r>
      <w:r>
        <w:rPr>
          <w:vertAlign w:val="superscript"/>
        </w:rPr>
        <w:t>e</w:t>
      </w:r>
      <w:r w:rsidR="001E4C93">
        <w:t> </w:t>
      </w:r>
      <w:r>
        <w:t>siècle, la valse gagne les faubourgs des villes en France d</w:t>
      </w:r>
      <w:r w:rsidR="005A73E2">
        <w:t>’</w:t>
      </w:r>
      <w:r>
        <w:t>abord, puis s</w:t>
      </w:r>
      <w:r w:rsidR="005A73E2">
        <w:t>’</w:t>
      </w:r>
      <w:r>
        <w:t>impose rapidement dans toute l</w:t>
      </w:r>
      <w:r w:rsidR="005A73E2">
        <w:t>’</w:t>
      </w:r>
      <w:r>
        <w:t>Europe</w:t>
      </w:r>
      <w:r w:rsidRPr="00983A42">
        <w:rPr>
          <w:szCs w:val="22"/>
          <w:vertAlign w:val="superscript"/>
        </w:rPr>
        <w:footnoteReference w:id="15"/>
      </w:r>
      <w:r>
        <w:t>.  Vers la fin du siècle, la valse est extrêmement populaire à Vienne, où elle demeure aujourd</w:t>
      </w:r>
      <w:r w:rsidR="005A73E2">
        <w:t>’</w:t>
      </w:r>
      <w:r>
        <w:t xml:space="preserve">hui </w:t>
      </w:r>
      <w:r>
        <w:lastRenderedPageBreak/>
        <w:t>encore un élément central de la culture autrichienne</w:t>
      </w:r>
      <w:r w:rsidRPr="00983A42">
        <w:rPr>
          <w:szCs w:val="22"/>
          <w:vertAlign w:val="superscript"/>
        </w:rPr>
        <w:footnoteReference w:id="16"/>
      </w:r>
      <w:r>
        <w:t>.  Différents styles de valse ont vu le jour dans le monde, notamment en Scandinavie, au Mexique, aux États</w:t>
      </w:r>
      <w:r w:rsidR="00000DA0">
        <w:noBreakHyphen/>
      </w:r>
      <w:r>
        <w:t>Unis d</w:t>
      </w:r>
      <w:r w:rsidR="005A73E2">
        <w:t>’</w:t>
      </w:r>
      <w:r>
        <w:t>Amérique</w:t>
      </w:r>
      <w:r w:rsidRPr="00983A42">
        <w:rPr>
          <w:szCs w:val="22"/>
          <w:vertAlign w:val="superscript"/>
        </w:rPr>
        <w:footnoteReference w:id="17"/>
      </w:r>
      <w:r>
        <w:t>.</w:t>
      </w:r>
    </w:p>
    <w:p w:rsidR="0065720F" w:rsidRDefault="000A6CC8" w:rsidP="0065720F">
      <w:pPr>
        <w:spacing w:after="220"/>
        <w:rPr>
          <w:szCs w:val="22"/>
        </w:rPr>
      </w:pPr>
      <w:r>
        <w:rPr>
          <w:b/>
        </w:rPr>
        <w:t>Hula</w:t>
      </w:r>
      <w:r w:rsidRPr="00B85629">
        <w:t xml:space="preserve"> –</w:t>
      </w:r>
      <w:r>
        <w:t xml:space="preserve"> Le hula est un type de danse originaire de l</w:t>
      </w:r>
      <w:r w:rsidR="005A73E2">
        <w:t>’</w:t>
      </w:r>
      <w:r>
        <w:t>État américain d</w:t>
      </w:r>
      <w:r w:rsidR="005A73E2">
        <w:t>’</w:t>
      </w:r>
      <w:r>
        <w:t>Hawaï qui jouit aujourd</w:t>
      </w:r>
      <w:r w:rsidR="005A73E2">
        <w:t>’</w:t>
      </w:r>
      <w:r>
        <w:t>hui d</w:t>
      </w:r>
      <w:r w:rsidR="005A73E2">
        <w:t>’</w:t>
      </w:r>
      <w:r>
        <w:t>une popularité mondiale</w:t>
      </w:r>
      <w:r>
        <w:rPr>
          <w:rStyle w:val="FootnoteReference"/>
          <w:szCs w:val="22"/>
        </w:rPr>
        <w:footnoteReference w:id="18"/>
      </w:r>
      <w:r>
        <w:t>.  Le hula permet d</w:t>
      </w:r>
      <w:r w:rsidR="005A73E2">
        <w:t>’</w:t>
      </w:r>
      <w:r>
        <w:t>exprimer, par le mouvement, les paroles d</w:t>
      </w:r>
      <w:r w:rsidR="005A73E2">
        <w:t>’</w:t>
      </w:r>
      <w:r>
        <w:t>une chanson ou d</w:t>
      </w:r>
      <w:r w:rsidR="005A73E2">
        <w:t>’</w:t>
      </w:r>
      <w:r>
        <w:t>un chant</w:t>
      </w:r>
      <w:r>
        <w:rPr>
          <w:rStyle w:val="FootnoteReference"/>
          <w:szCs w:val="22"/>
        </w:rPr>
        <w:footnoteReference w:id="19"/>
      </w:r>
      <w:r>
        <w:t xml:space="preserve">. </w:t>
      </w:r>
      <w:r w:rsidR="00936FD1">
        <w:t xml:space="preserve"> </w:t>
      </w:r>
      <w:r>
        <w:t>Les autochtones hawaïens prennent des mesures concrètes pour préserver l</w:t>
      </w:r>
      <w:r w:rsidR="005A73E2">
        <w:t>’</w:t>
      </w:r>
      <w:r>
        <w:t>intégrité de cette danse et éviter son exploitation, notamment dans le cadre d</w:t>
      </w:r>
      <w:r w:rsidR="005A73E2">
        <w:t>’</w:t>
      </w:r>
      <w:r>
        <w:t>une déclaration émanant d</w:t>
      </w:r>
      <w:r w:rsidR="005A73E2">
        <w:t>’</w:t>
      </w:r>
      <w:r>
        <w:t xml:space="preserve">un groupe de kumu hula (maître ou guide enseignant le hula) </w:t>
      </w:r>
      <w:r w:rsidR="005A73E2">
        <w:t>en 2020</w:t>
      </w:r>
      <w:r>
        <w:t xml:space="preserve"> et d</w:t>
      </w:r>
      <w:r w:rsidR="005A73E2">
        <w:t>’</w:t>
      </w:r>
      <w:r>
        <w:t xml:space="preserve">une loi introduite </w:t>
      </w:r>
      <w:r w:rsidR="005A73E2">
        <w:t>en 2022</w:t>
      </w:r>
      <w:r>
        <w:t xml:space="preserve"> dans l</w:t>
      </w:r>
      <w:r w:rsidR="005A73E2">
        <w:t>’</w:t>
      </w:r>
      <w:r>
        <w:t>État de Hawaï</w:t>
      </w:r>
      <w:r>
        <w:rPr>
          <w:rStyle w:val="FootnoteReference"/>
          <w:szCs w:val="22"/>
        </w:rPr>
        <w:footnoteReference w:id="20"/>
      </w:r>
      <w:r w:rsidR="00936FD1">
        <w:t>.</w:t>
      </w:r>
    </w:p>
    <w:p w:rsidR="0065720F" w:rsidRDefault="00B85629" w:rsidP="00B85629">
      <w:pPr>
        <w:tabs>
          <w:tab w:val="left" w:pos="1134"/>
        </w:tabs>
        <w:spacing w:after="220"/>
        <w:ind w:left="567"/>
        <w:rPr>
          <w:b/>
        </w:rPr>
      </w:pPr>
      <w:r>
        <w:rPr>
          <w:b/>
        </w:rPr>
        <w:t>3.</w:t>
      </w:r>
      <w:r>
        <w:rPr>
          <w:b/>
        </w:rPr>
        <w:tab/>
      </w:r>
      <w:r w:rsidR="000A6CC8">
        <w:rPr>
          <w:b/>
        </w:rPr>
        <w:t>Sports et jeux</w:t>
      </w:r>
    </w:p>
    <w:p w:rsidR="0065720F" w:rsidRDefault="000A6CC8" w:rsidP="0065720F">
      <w:pPr>
        <w:spacing w:after="220"/>
        <w:rPr>
          <w:u w:val="single"/>
        </w:rPr>
      </w:pPr>
      <w:r>
        <w:rPr>
          <w:u w:val="single"/>
        </w:rPr>
        <w:t>Informations générales</w:t>
      </w:r>
    </w:p>
    <w:p w:rsidR="0065720F" w:rsidRDefault="000A6CC8" w:rsidP="0065720F">
      <w:pPr>
        <w:spacing w:after="220"/>
      </w:pPr>
      <w:r>
        <w:t>On trouve les témoignages les plus anciens d</w:t>
      </w:r>
      <w:r w:rsidR="005A73E2">
        <w:t>’</w:t>
      </w:r>
      <w:r>
        <w:t>activités sportives et ludiques et d</w:t>
      </w:r>
      <w:r w:rsidR="005A73E2">
        <w:t>’</w:t>
      </w:r>
      <w:r>
        <w:t>autres types d</w:t>
      </w:r>
      <w:r w:rsidR="005A73E2">
        <w:t>’</w:t>
      </w:r>
      <w:r>
        <w:t>activité physique de compétition en Chine (tir à l</w:t>
      </w:r>
      <w:r w:rsidR="005A73E2">
        <w:t>’</w:t>
      </w:r>
      <w:r>
        <w:t>arc et cuju, une sorte de football)</w:t>
      </w:r>
      <w:r>
        <w:rPr>
          <w:rStyle w:val="FootnoteReference"/>
          <w:szCs w:val="22"/>
        </w:rPr>
        <w:footnoteReference w:id="21"/>
      </w:r>
      <w:r>
        <w:t>, en Égypte (lutte, course</w:t>
      </w:r>
      <w:r>
        <w:rPr>
          <w:rStyle w:val="FootnoteReference"/>
          <w:szCs w:val="22"/>
        </w:rPr>
        <w:footnoteReference w:id="22"/>
      </w:r>
      <w:r>
        <w:t xml:space="preserve"> et pêche)</w:t>
      </w:r>
      <w:r>
        <w:rPr>
          <w:rStyle w:val="FootnoteReference"/>
          <w:szCs w:val="22"/>
        </w:rPr>
        <w:footnoteReference w:id="23"/>
      </w:r>
      <w:r>
        <w:t xml:space="preserve"> et en Grèce antiques (lancer du disque, lancer du javelot, course, boxe et lutte, principalement durant les Jeux olympiques antiques)</w:t>
      </w:r>
      <w:r>
        <w:rPr>
          <w:rStyle w:val="FootnoteReference"/>
          <w:szCs w:val="22"/>
        </w:rPr>
        <w:footnoteReference w:id="24"/>
      </w:r>
      <w:r>
        <w:t>.  Dans le monde moderne, il existe des centaines de disciplines sportives, allant des sports pour amateurs aux compétitions professionnelles destinées aux sportifs de haut niveau du monde entier, telles que les Jeux olympiques modernes</w:t>
      </w:r>
      <w:r>
        <w:rPr>
          <w:rStyle w:val="FootnoteReference"/>
          <w:szCs w:val="22"/>
        </w:rPr>
        <w:footnoteReference w:id="25"/>
      </w:r>
      <w:r>
        <w:t>, qui attirent des milliers de spectateurs</w:t>
      </w:r>
      <w:r>
        <w:rPr>
          <w:rStyle w:val="FootnoteReference"/>
          <w:szCs w:val="22"/>
        </w:rPr>
        <w:footnoteReference w:id="26"/>
      </w:r>
      <w:r>
        <w:t xml:space="preserve"> et sont suivis dans le monde entier</w:t>
      </w:r>
      <w:r>
        <w:rPr>
          <w:rStyle w:val="FootnoteReference"/>
          <w:szCs w:val="22"/>
        </w:rPr>
        <w:footnoteReference w:id="27"/>
      </w:r>
      <w:r>
        <w:t>.  Par ailleurs, il existe de solides liens économiques, sociaux et culturels entre certains sports nationaux populaires tels que le cricket, le rugby et le base</w:t>
      </w:r>
      <w:r w:rsidR="00000DA0">
        <w:noBreakHyphen/>
      </w:r>
      <w:r>
        <w:t>ball, autant dans les pays d</w:t>
      </w:r>
      <w:r w:rsidR="005A73E2">
        <w:t>’</w:t>
      </w:r>
      <w:r>
        <w:t>où ils sont originaires que dans les pays où ils ont été import</w:t>
      </w:r>
      <w:r w:rsidR="001E4C93">
        <w:t>és.  Ce</w:t>
      </w:r>
      <w:r>
        <w:t xml:space="preserve"> chapitre porte essentiellement sur le base</w:t>
      </w:r>
      <w:r w:rsidR="00000DA0">
        <w:noBreakHyphen/>
      </w:r>
      <w:r>
        <w:t>ball et la crosse.</w:t>
      </w:r>
    </w:p>
    <w:p w:rsidR="0065720F" w:rsidRDefault="000A6CC8" w:rsidP="00544C84">
      <w:pPr>
        <w:keepNext/>
        <w:spacing w:after="220"/>
        <w:rPr>
          <w:u w:val="single"/>
        </w:rPr>
      </w:pPr>
      <w:r>
        <w:rPr>
          <w:u w:val="single"/>
        </w:rPr>
        <w:lastRenderedPageBreak/>
        <w:t>Exemples</w:t>
      </w:r>
      <w:r w:rsidR="005A73E2" w:rsidRPr="00544C84">
        <w:t> :</w:t>
      </w:r>
    </w:p>
    <w:p w:rsidR="0065720F" w:rsidRDefault="000A6CC8" w:rsidP="0065720F">
      <w:pPr>
        <w:spacing w:after="220"/>
        <w:rPr>
          <w:szCs w:val="22"/>
        </w:rPr>
      </w:pPr>
      <w:r>
        <w:rPr>
          <w:b/>
          <w:bCs/>
        </w:rPr>
        <w:t>Base</w:t>
      </w:r>
      <w:r w:rsidR="00000DA0">
        <w:rPr>
          <w:b/>
          <w:bCs/>
        </w:rPr>
        <w:noBreakHyphen/>
      </w:r>
      <w:r>
        <w:rPr>
          <w:b/>
          <w:bCs/>
        </w:rPr>
        <w:t>ball</w:t>
      </w:r>
      <w:r>
        <w:t xml:space="preserve"> – Le base</w:t>
      </w:r>
      <w:r w:rsidR="00000DA0">
        <w:noBreakHyphen/>
      </w:r>
      <w:r>
        <w:t>ball est une discipline qui se joue avec une batte et une balle et qui oppose deux</w:t>
      </w:r>
      <w:r w:rsidR="00936FD1">
        <w:t> </w:t>
      </w:r>
      <w:r>
        <w:t>équipes de neuf</w:t>
      </w:r>
      <w:r w:rsidR="00936FD1">
        <w:t> </w:t>
      </w:r>
      <w:r>
        <w:t>joueurs passant chacune à leur tour en attaque et en défense</w:t>
      </w:r>
      <w:r>
        <w:rPr>
          <w:rStyle w:val="FootnoteReference"/>
          <w:szCs w:val="22"/>
        </w:rPr>
        <w:footnoteReference w:id="28"/>
      </w:r>
      <w:r>
        <w:t>.  Le base</w:t>
      </w:r>
      <w:r w:rsidR="00000DA0">
        <w:noBreakHyphen/>
      </w:r>
      <w:r>
        <w:t>ball s</w:t>
      </w:r>
      <w:r w:rsidR="005A73E2">
        <w:t>’</w:t>
      </w:r>
      <w:r>
        <w:t>est développé vers le milieu</w:t>
      </w:r>
      <w:r w:rsidR="005A73E2">
        <w:t xml:space="preserve"> du XIX</w:t>
      </w:r>
      <w:r>
        <w:rPr>
          <w:vertAlign w:val="superscript"/>
        </w:rPr>
        <w:t>e</w:t>
      </w:r>
      <w:r w:rsidR="001E4C93">
        <w:t> </w:t>
      </w:r>
      <w:r>
        <w:t>siècle aux États</w:t>
      </w:r>
      <w:r w:rsidR="00000DA0">
        <w:noBreakHyphen/>
      </w:r>
      <w:r>
        <w:t>Unis d</w:t>
      </w:r>
      <w:r w:rsidR="005A73E2">
        <w:t>’</w:t>
      </w:r>
      <w:r>
        <w:t>Amérique, probablement à partir d</w:t>
      </w:r>
      <w:r w:rsidR="005A73E2">
        <w:t>’</w:t>
      </w:r>
      <w:r>
        <w:t>un jeu de balle et de batte plus ancien appelé “rounders”, très prisé à l</w:t>
      </w:r>
      <w:r w:rsidR="005A73E2">
        <w:t>’</w:t>
      </w:r>
      <w:r>
        <w:t>époque en Angleterre et en Irlande, qui sera importé aux États</w:t>
      </w:r>
      <w:r w:rsidR="00000DA0">
        <w:noBreakHyphen/>
      </w:r>
      <w:r>
        <w:t>Unis d</w:t>
      </w:r>
      <w:r w:rsidR="005A73E2">
        <w:t>’</w:t>
      </w:r>
      <w:r>
        <w:t>Amérique par les immigrés Canadiens d</w:t>
      </w:r>
      <w:r w:rsidR="005A73E2">
        <w:t>’</w:t>
      </w:r>
      <w:r>
        <w:t>origine britannique et irlandaise</w:t>
      </w:r>
      <w:r>
        <w:rPr>
          <w:rStyle w:val="FootnoteReference"/>
          <w:szCs w:val="22"/>
        </w:rPr>
        <w:footnoteReference w:id="29"/>
      </w:r>
      <w:r>
        <w:t>.  Très en vogue dans le Grand New</w:t>
      </w:r>
      <w:r w:rsidR="00936FD1">
        <w:t> </w:t>
      </w:r>
      <w:r>
        <w:t>York dans les années</w:t>
      </w:r>
      <w:r w:rsidR="001E4C93">
        <w:t> </w:t>
      </w:r>
      <w:r>
        <w:t>1850, le base</w:t>
      </w:r>
      <w:r w:rsidR="00000DA0">
        <w:noBreakHyphen/>
      </w:r>
      <w:r>
        <w:t>ball est décrit par les journalistes locaux comme le “passe</w:t>
      </w:r>
      <w:r w:rsidR="00000DA0">
        <w:noBreakHyphen/>
      </w:r>
      <w:r>
        <w:t>temps national” dès 1856</w:t>
      </w:r>
      <w:r>
        <w:rPr>
          <w:rStyle w:val="FootnoteReference"/>
          <w:szCs w:val="22"/>
        </w:rPr>
        <w:footnoteReference w:id="30"/>
      </w:r>
      <w:r>
        <w:t xml:space="preserve">. </w:t>
      </w:r>
      <w:r w:rsidR="00936FD1">
        <w:t xml:space="preserve"> </w:t>
      </w:r>
      <w:r>
        <w:t>L</w:t>
      </w:r>
      <w:r w:rsidR="005A73E2">
        <w:t>’</w:t>
      </w:r>
      <w:r>
        <w:t>engouement pour cette discipline se propage rapidement à d</w:t>
      </w:r>
      <w:r w:rsidR="005A73E2">
        <w:t>’</w:t>
      </w:r>
      <w:r>
        <w:t>autres villes (en particulier aux villes où vivent un grand nombre d</w:t>
      </w:r>
      <w:r w:rsidR="005A73E2">
        <w:t>’</w:t>
      </w:r>
      <w:r>
        <w:t>immigrés) vers la fin</w:t>
      </w:r>
      <w:r w:rsidR="005A73E2">
        <w:t xml:space="preserve"> du XIX</w:t>
      </w:r>
      <w:r>
        <w:rPr>
          <w:vertAlign w:val="superscript"/>
        </w:rPr>
        <w:t>e</w:t>
      </w:r>
      <w:r w:rsidR="001E4C93">
        <w:t> </w:t>
      </w:r>
      <w:r>
        <w:t>siècle</w:t>
      </w:r>
      <w:r>
        <w:rPr>
          <w:rStyle w:val="FootnoteReference"/>
          <w:szCs w:val="22"/>
        </w:rPr>
        <w:footnoteReference w:id="31"/>
      </w:r>
      <w:r>
        <w:t>.  Au fur et à mesure que le base</w:t>
      </w:r>
      <w:r w:rsidR="00000DA0">
        <w:noBreakHyphen/>
      </w:r>
      <w:r>
        <w:t>ball se professionnalise aux États</w:t>
      </w:r>
      <w:r w:rsidR="00000DA0">
        <w:noBreakHyphen/>
      </w:r>
      <w:r>
        <w:t>Unis d</w:t>
      </w:r>
      <w:r w:rsidR="005A73E2">
        <w:t>’</w:t>
      </w:r>
      <w:r>
        <w:t>Amérique, des ligues nationales sont formées</w:t>
      </w:r>
      <w:r>
        <w:rPr>
          <w:rStyle w:val="FootnoteReference"/>
          <w:szCs w:val="22"/>
        </w:rPr>
        <w:footnoteReference w:id="32"/>
      </w:r>
      <w:r>
        <w:t xml:space="preserve">.  La Ligue nationale voit le jour </w:t>
      </w:r>
      <w:r w:rsidR="005A73E2">
        <w:t>en 1876</w:t>
      </w:r>
      <w:r>
        <w:t xml:space="preserve"> et la Ligue américaine </w:t>
      </w:r>
      <w:r w:rsidR="005A73E2">
        <w:t>en 1901</w:t>
      </w:r>
      <w:r>
        <w:rPr>
          <w:rStyle w:val="FootnoteReference"/>
          <w:szCs w:val="22"/>
        </w:rPr>
        <w:footnoteReference w:id="33"/>
      </w:r>
      <w:r>
        <w:t>.  La première Série mondiale, qui oppose les deux</w:t>
      </w:r>
      <w:r w:rsidR="00936FD1">
        <w:t> </w:t>
      </w:r>
      <w:r>
        <w:t xml:space="preserve">principaux champions de la ligue, a lieu </w:t>
      </w:r>
      <w:r w:rsidR="005A73E2">
        <w:t>en 1903</w:t>
      </w:r>
      <w:r>
        <w:rPr>
          <w:rStyle w:val="FootnoteReference"/>
          <w:szCs w:val="22"/>
        </w:rPr>
        <w:footnoteReference w:id="34"/>
      </w:r>
      <w:r>
        <w:t>.  Tout au long du XX</w:t>
      </w:r>
      <w:r w:rsidRPr="001E4C93">
        <w:rPr>
          <w:vertAlign w:val="superscript"/>
        </w:rPr>
        <w:t>e</w:t>
      </w:r>
      <w:r w:rsidR="001E4C93">
        <w:t> </w:t>
      </w:r>
      <w:r>
        <w:t>siècle, le base</w:t>
      </w:r>
      <w:r w:rsidR="00000DA0">
        <w:noBreakHyphen/>
      </w:r>
      <w:r>
        <w:t>ball ne cesse de gagner en popularité aux États</w:t>
      </w:r>
      <w:r w:rsidR="00000DA0">
        <w:noBreakHyphen/>
      </w:r>
      <w:r>
        <w:t>Unis d</w:t>
      </w:r>
      <w:r w:rsidR="005A73E2">
        <w:t>’</w:t>
      </w:r>
      <w:r>
        <w:t>Amériq</w:t>
      </w:r>
      <w:r w:rsidR="001E4C93">
        <w:t>ue.  En</w:t>
      </w:r>
      <w:r>
        <w:t xml:space="preserve"> témoigne le fait que, lors de la Série mondiale </w:t>
      </w:r>
      <w:r w:rsidR="005A73E2">
        <w:t>de 2016</w:t>
      </w:r>
      <w:r>
        <w:t>, 4</w:t>
      </w:r>
      <w:r w:rsidR="005A73E2">
        <w:t>0 million</w:t>
      </w:r>
      <w:r>
        <w:t>s de téléspectateurs ont suivi la septième rencontre de la série</w:t>
      </w:r>
      <w:r>
        <w:rPr>
          <w:rStyle w:val="FootnoteReference"/>
          <w:szCs w:val="22"/>
        </w:rPr>
        <w:footnoteReference w:id="35"/>
      </w:r>
      <w:r>
        <w:t>, remportée par les Cubs de Chicago (qui n</w:t>
      </w:r>
      <w:r w:rsidR="005A73E2">
        <w:t>’</w:t>
      </w:r>
      <w:r>
        <w:t xml:space="preserve">avaient pas remporté le championnat </w:t>
      </w:r>
      <w:r w:rsidR="005A73E2">
        <w:t>depuis 1908</w:t>
      </w:r>
      <w:r>
        <w:t>) sur les Indi</w:t>
      </w:r>
      <w:r w:rsidR="001E4C93">
        <w:t>e</w:t>
      </w:r>
      <w:r>
        <w:t>ns de Cleveland (dont la dernière victoire remonte à 1948)</w:t>
      </w:r>
      <w:r>
        <w:rPr>
          <w:rStyle w:val="FootnoteReference"/>
          <w:szCs w:val="22"/>
        </w:rPr>
        <w:footnoteReference w:id="36"/>
      </w:r>
      <w:r>
        <w:t>.</w:t>
      </w:r>
    </w:p>
    <w:p w:rsidR="0065720F" w:rsidRDefault="000A6CC8" w:rsidP="0065720F">
      <w:pPr>
        <w:spacing w:after="220"/>
        <w:rPr>
          <w:szCs w:val="22"/>
        </w:rPr>
      </w:pPr>
      <w:r>
        <w:t>Cependant, la popularité du base</w:t>
      </w:r>
      <w:r w:rsidR="00000DA0">
        <w:noBreakHyphen/>
      </w:r>
      <w:r>
        <w:t>ball ne se limite pas aux États</w:t>
      </w:r>
      <w:r w:rsidR="00000DA0">
        <w:noBreakHyphen/>
      </w:r>
      <w:r>
        <w:t>Unis d</w:t>
      </w:r>
      <w:r w:rsidR="005A73E2">
        <w:t>’</w:t>
      </w:r>
      <w:r>
        <w:t>Amériq</w:t>
      </w:r>
      <w:r w:rsidR="001E4C93">
        <w:t>ue.  Im</w:t>
      </w:r>
      <w:r>
        <w:t>porté à Cuba et au Japon dans les années</w:t>
      </w:r>
      <w:r w:rsidR="001E4C93">
        <w:t> </w:t>
      </w:r>
      <w:r>
        <w:t>1870</w:t>
      </w:r>
      <w:r>
        <w:rPr>
          <w:rStyle w:val="FootnoteReference"/>
          <w:szCs w:val="22"/>
        </w:rPr>
        <w:footnoteReference w:id="37"/>
      </w:r>
      <w:r>
        <w:t>, le base</w:t>
      </w:r>
      <w:r w:rsidR="00000DA0">
        <w:noBreakHyphen/>
      </w:r>
      <w:r>
        <w:t>ball est aujourd</w:t>
      </w:r>
      <w:r w:rsidR="005A73E2">
        <w:t>’</w:t>
      </w:r>
      <w:r>
        <w:t>hui un des sports les plus en vogue dans ces deux</w:t>
      </w:r>
      <w:r w:rsidR="00936FD1">
        <w:t> </w:t>
      </w:r>
      <w:r>
        <w:t>pays</w:t>
      </w:r>
      <w:r>
        <w:rPr>
          <w:rStyle w:val="FootnoteReference"/>
          <w:szCs w:val="22"/>
        </w:rPr>
        <w:footnoteReference w:id="38"/>
      </w:r>
      <w:r>
        <w:t>.  Le base</w:t>
      </w:r>
      <w:r w:rsidR="00000DA0">
        <w:noBreakHyphen/>
      </w:r>
      <w:r>
        <w:t xml:space="preserve">ball est également pratiqué dans le monde entier, notamment en </w:t>
      </w:r>
      <w:r w:rsidR="005A73E2">
        <w:t>Arabie saoudite</w:t>
      </w:r>
      <w:r>
        <w:t>, en Australie, au Brésil, au Canada, en Chine, aux Émirats arabes unis, en Espagne, au Ghana, en Israël, en Italie, en Jamaïque en Nouvelle</w:t>
      </w:r>
      <w:r w:rsidR="00000DA0">
        <w:noBreakHyphen/>
      </w:r>
      <w:r>
        <w:t>Zélande, en Ouganda, aux Pays</w:t>
      </w:r>
      <w:r w:rsidR="00000DA0">
        <w:noBreakHyphen/>
      </w:r>
      <w:r>
        <w:t>Bas, aux Philippines, en République bolivarienne du Venezuela, en République de Corée, en République dominicaine, au Royaume</w:t>
      </w:r>
      <w:r w:rsidR="00000DA0">
        <w:noBreakHyphen/>
      </w:r>
      <w:r>
        <w:t>Uni et au Taipei chinois</w:t>
      </w:r>
      <w:r>
        <w:rPr>
          <w:rStyle w:val="FootnoteReference"/>
          <w:szCs w:val="22"/>
        </w:rPr>
        <w:footnoteReference w:id="39"/>
      </w:r>
      <w:r>
        <w:t>.  Née de la fusion de la Fédération internationale de base</w:t>
      </w:r>
      <w:r w:rsidR="00000DA0">
        <w:noBreakHyphen/>
      </w:r>
      <w:r>
        <w:t>ball et de la Fédération internationale de softball</w:t>
      </w:r>
      <w:r>
        <w:rPr>
          <w:rStyle w:val="FootnoteReference"/>
          <w:szCs w:val="22"/>
        </w:rPr>
        <w:footnoteReference w:id="40"/>
      </w:r>
      <w:r>
        <w:t>, la Confédération internationale de base</w:t>
      </w:r>
      <w:r w:rsidR="00000DA0">
        <w:noBreakHyphen/>
      </w:r>
      <w:r>
        <w:t xml:space="preserve">ball et softball a été reconnue </w:t>
      </w:r>
      <w:r w:rsidR="005A73E2">
        <w:t>en 2013</w:t>
      </w:r>
      <w:r>
        <w:t xml:space="preserve"> par le Comité international olympique comme la principale autorité en matière de base</w:t>
      </w:r>
      <w:r w:rsidR="00000DA0">
        <w:noBreakHyphen/>
      </w:r>
      <w:r>
        <w:t>ball</w:t>
      </w:r>
      <w:r>
        <w:rPr>
          <w:rStyle w:val="FootnoteReference"/>
          <w:szCs w:val="22"/>
        </w:rPr>
        <w:footnoteReference w:id="41"/>
      </w:r>
      <w:r>
        <w:t>.</w:t>
      </w:r>
    </w:p>
    <w:p w:rsidR="0065720F" w:rsidRDefault="000A6CC8" w:rsidP="0065720F">
      <w:pPr>
        <w:spacing w:after="220"/>
        <w:rPr>
          <w:szCs w:val="22"/>
        </w:rPr>
      </w:pPr>
      <w:r>
        <w:lastRenderedPageBreak/>
        <w:t>La crosse – La crosse est également un sport d</w:t>
      </w:r>
      <w:r w:rsidR="005A73E2">
        <w:t>’</w:t>
      </w:r>
      <w:r>
        <w:t>équipe dans lequel les joueurs utilisent une crosse munie d</w:t>
      </w:r>
      <w:r w:rsidR="005A73E2">
        <w:t>’</w:t>
      </w:r>
      <w:r>
        <w:t>un filet pour attraper, porter et se passer la balle au lieu d</w:t>
      </w:r>
      <w:r w:rsidR="005A73E2">
        <w:t>’</w:t>
      </w:r>
      <w:r>
        <w:t>une batte pour frapper la balle</w:t>
      </w:r>
      <w:r>
        <w:rPr>
          <w:rStyle w:val="FootnoteReference"/>
          <w:szCs w:val="22"/>
        </w:rPr>
        <w:footnoteReference w:id="42"/>
      </w:r>
      <w:r>
        <w:t>.  Cette discipline trouve ses origines dans les tribus amérindiennes, notamment chez les Cherokees, les Iroquois, les Hurons, les Chactas et les Mohawks</w:t>
      </w:r>
      <w:r>
        <w:rPr>
          <w:rStyle w:val="FootnoteReference"/>
          <w:szCs w:val="22"/>
        </w:rPr>
        <w:footnoteReference w:id="43"/>
      </w:r>
      <w:r>
        <w:t>, mais son nom dérive du nom générique français d</w:t>
      </w:r>
      <w:r w:rsidR="005A73E2">
        <w:t>’</w:t>
      </w:r>
      <w:r>
        <w:t>une discipline qui se joue l</w:t>
      </w:r>
      <w:r w:rsidR="005A73E2">
        <w:t>’</w:t>
      </w:r>
      <w:r>
        <w:t>aide d</w:t>
      </w:r>
      <w:r w:rsidR="005A73E2">
        <w:t>’</w:t>
      </w:r>
      <w:r>
        <w:t>un bâton incurvé</w:t>
      </w:r>
      <w:r>
        <w:rPr>
          <w:rStyle w:val="FootnoteReference"/>
          <w:szCs w:val="22"/>
        </w:rPr>
        <w:footnoteReference w:id="44"/>
      </w:r>
      <w:r>
        <w:t>.  La crosse est aujourd</w:t>
      </w:r>
      <w:r w:rsidR="005A73E2">
        <w:t>’</w:t>
      </w:r>
      <w:r>
        <w:t>hui largement pratiquée aux États</w:t>
      </w:r>
      <w:r w:rsidR="00000DA0">
        <w:noBreakHyphen/>
      </w:r>
      <w:r>
        <w:t>Unis d</w:t>
      </w:r>
      <w:r w:rsidR="005A73E2">
        <w:t>’</w:t>
      </w:r>
      <w:r>
        <w:t>Amérique et à l</w:t>
      </w:r>
      <w:r w:rsidR="005A73E2">
        <w:t>’</w:t>
      </w:r>
      <w:r>
        <w:t>échelle internationale et est l</w:t>
      </w:r>
      <w:r w:rsidR="005A73E2">
        <w:t>’</w:t>
      </w:r>
      <w:r>
        <w:t>un des sports qui conna</w:t>
      </w:r>
      <w:r w:rsidR="001E4C93">
        <w:t>issen</w:t>
      </w:r>
      <w:r>
        <w:t>t le développement le plus rapide au monde</w:t>
      </w:r>
      <w:r>
        <w:rPr>
          <w:rStyle w:val="FootnoteReference"/>
          <w:szCs w:val="22"/>
        </w:rPr>
        <w:footnoteReference w:id="45"/>
      </w:r>
      <w:r>
        <w:t>.</w:t>
      </w:r>
    </w:p>
    <w:p w:rsidR="0065720F" w:rsidRDefault="00E534F0" w:rsidP="00E534F0">
      <w:pPr>
        <w:pStyle w:val="Heading2"/>
        <w:spacing w:after="240"/>
        <w:rPr>
          <w:szCs w:val="22"/>
        </w:rPr>
      </w:pPr>
      <w:r>
        <w:t>B.</w:t>
      </w:r>
      <w:r>
        <w:tab/>
        <w:t>Objets</w:t>
      </w:r>
    </w:p>
    <w:p w:rsidR="0065720F" w:rsidRDefault="000A6CC8" w:rsidP="0065720F">
      <w:pPr>
        <w:spacing w:after="220"/>
        <w:rPr>
          <w:szCs w:val="22"/>
          <w:u w:val="single"/>
        </w:rPr>
      </w:pPr>
      <w:r>
        <w:rPr>
          <w:u w:val="single"/>
        </w:rPr>
        <w:t>Informations générales</w:t>
      </w:r>
    </w:p>
    <w:p w:rsidR="0065720F" w:rsidRDefault="000A6CC8" w:rsidP="0065720F">
      <w:pPr>
        <w:spacing w:after="220"/>
        <w:rPr>
          <w:szCs w:val="22"/>
        </w:rPr>
      </w:pPr>
      <w:r>
        <w:t>Dans la définition du terme “expressions culturelles traditionnelles” qui figure dans les projets d</w:t>
      </w:r>
      <w:r w:rsidR="005A73E2">
        <w:t>’</w:t>
      </w:r>
      <w:r>
        <w:t>articles, les objets englobent les ouvrages d</w:t>
      </w:r>
      <w:r w:rsidR="005A73E2">
        <w:t>’</w:t>
      </w:r>
      <w:r>
        <w:t>art, les produits artisanaux, les masques ou tenues de cérémonie, les tapis faits à la main et l</w:t>
      </w:r>
      <w:r w:rsidR="005A73E2">
        <w:t>’</w:t>
      </w:r>
      <w:r>
        <w:t>architectu</w:t>
      </w:r>
      <w:r w:rsidR="001E4C93">
        <w:t>re.  Ce</w:t>
      </w:r>
      <w:r>
        <w:t xml:space="preserve"> chapitre porte sur les instruments de musique, l</w:t>
      </w:r>
      <w:r w:rsidR="005A73E2">
        <w:t>’</w:t>
      </w:r>
      <w:r>
        <w:t>architecture vernaculaire, l</w:t>
      </w:r>
      <w:r w:rsidR="005A73E2">
        <w:t>’</w:t>
      </w:r>
      <w:r>
        <w:t>art et l</w:t>
      </w:r>
      <w:r w:rsidR="005A73E2">
        <w:t>’</w:t>
      </w:r>
      <w:r>
        <w:t>artisanat, ainsi que sur l</w:t>
      </w:r>
      <w:r w:rsidR="005A73E2">
        <w:t>’</w:t>
      </w:r>
      <w:r>
        <w:t>alimentation.</w:t>
      </w:r>
    </w:p>
    <w:p w:rsidR="0065720F" w:rsidRDefault="000A6CC8" w:rsidP="0065720F">
      <w:pPr>
        <w:spacing w:after="220"/>
        <w:rPr>
          <w:szCs w:val="22"/>
          <w:u w:val="single"/>
        </w:rPr>
      </w:pPr>
      <w:r>
        <w:rPr>
          <w:u w:val="single"/>
        </w:rPr>
        <w:t>Exemples</w:t>
      </w:r>
      <w:r w:rsidR="005A73E2" w:rsidRPr="00E534F0">
        <w:t> :</w:t>
      </w:r>
    </w:p>
    <w:p w:rsidR="0065720F" w:rsidRDefault="00E534F0" w:rsidP="00E534F0">
      <w:pPr>
        <w:tabs>
          <w:tab w:val="left" w:pos="1134"/>
        </w:tabs>
        <w:spacing w:after="220"/>
        <w:ind w:left="567"/>
        <w:rPr>
          <w:b/>
          <w:bCs/>
          <w:szCs w:val="22"/>
        </w:rPr>
      </w:pPr>
      <w:r>
        <w:rPr>
          <w:b/>
        </w:rPr>
        <w:t>1.</w:t>
      </w:r>
      <w:r>
        <w:rPr>
          <w:b/>
        </w:rPr>
        <w:tab/>
      </w:r>
      <w:r w:rsidR="000A6CC8">
        <w:rPr>
          <w:b/>
        </w:rPr>
        <w:t>Instruments de musique</w:t>
      </w:r>
    </w:p>
    <w:p w:rsidR="0065720F" w:rsidRDefault="000A6CC8" w:rsidP="0065720F">
      <w:pPr>
        <w:spacing w:after="220"/>
        <w:rPr>
          <w:szCs w:val="22"/>
        </w:rPr>
      </w:pPr>
      <w:r>
        <w:rPr>
          <w:b/>
          <w:bCs/>
        </w:rPr>
        <w:t>Violon</w:t>
      </w:r>
      <w:r>
        <w:t xml:space="preserve"> – Le violon trouve, semble</w:t>
      </w:r>
      <w:r w:rsidR="00000DA0">
        <w:noBreakHyphen/>
      </w:r>
      <w:r>
        <w:t>t</w:t>
      </w:r>
      <w:r w:rsidR="00000DA0">
        <w:noBreakHyphen/>
      </w:r>
      <w:r>
        <w:t>il, ses origines dans le rabab arabe et serait apparu en Italie vers le début</w:t>
      </w:r>
      <w:r w:rsidR="005A73E2">
        <w:t xml:space="preserve"> du XVI</w:t>
      </w:r>
      <w:r>
        <w:rPr>
          <w:vertAlign w:val="superscript"/>
        </w:rPr>
        <w:t>e</w:t>
      </w:r>
      <w:r w:rsidR="001E4C93">
        <w:t> </w:t>
      </w:r>
      <w:r>
        <w:t>siècle</w:t>
      </w:r>
      <w:r>
        <w:rPr>
          <w:rStyle w:val="FootnoteReference"/>
          <w:szCs w:val="22"/>
        </w:rPr>
        <w:footnoteReference w:id="46"/>
      </w:r>
      <w:r>
        <w:t>.  On retrouve également le violon, ou un de ces prédécesseurs, dans la musique de nombreuses cultures non occidentales, notamment en Inde</w:t>
      </w:r>
      <w:r>
        <w:rPr>
          <w:rStyle w:val="FootnoteReference"/>
          <w:szCs w:val="22"/>
        </w:rPr>
        <w:footnoteReference w:id="47"/>
      </w:r>
      <w:r>
        <w:t xml:space="preserve"> et en Iran</w:t>
      </w:r>
      <w:r>
        <w:rPr>
          <w:rStyle w:val="FootnoteReference"/>
          <w:szCs w:val="22"/>
        </w:rPr>
        <w:footnoteReference w:id="48"/>
      </w:r>
      <w:r>
        <w:t>.  Plus connu pour son rôle dans la tradition classique occidentale, en particulier dans la musique classique et la musique orchestrale</w:t>
      </w:r>
      <w:r>
        <w:rPr>
          <w:rStyle w:val="FootnoteReference"/>
          <w:szCs w:val="22"/>
        </w:rPr>
        <w:footnoteReference w:id="49"/>
      </w:r>
      <w:r>
        <w:t>, le violon (plus familièrement appelé “fiddle” dans les pays anglo</w:t>
      </w:r>
      <w:r w:rsidR="00000DA0">
        <w:noBreakHyphen/>
      </w:r>
      <w:r>
        <w:t>saxons) est également présent dans la musique jazz</w:t>
      </w:r>
      <w:r>
        <w:rPr>
          <w:rStyle w:val="FootnoteReference"/>
          <w:szCs w:val="22"/>
        </w:rPr>
        <w:footnoteReference w:id="50"/>
      </w:r>
      <w:r>
        <w:t xml:space="preserve"> et dans la musique folklorique, notamment dans la musique country</w:t>
      </w:r>
      <w:r>
        <w:rPr>
          <w:rStyle w:val="FootnoteReference"/>
          <w:szCs w:val="22"/>
        </w:rPr>
        <w:footnoteReference w:id="51"/>
      </w:r>
      <w:r>
        <w:t xml:space="preserve"> et le bluegrass</w:t>
      </w:r>
      <w:r>
        <w:rPr>
          <w:rStyle w:val="FootnoteReference"/>
          <w:szCs w:val="22"/>
        </w:rPr>
        <w:footnoteReference w:id="52"/>
      </w:r>
      <w:r>
        <w:t xml:space="preserve"> américains et dans la musique traditionnelle irlandaise</w:t>
      </w:r>
      <w:r>
        <w:rPr>
          <w:rStyle w:val="FootnoteReference"/>
          <w:szCs w:val="22"/>
        </w:rPr>
        <w:footnoteReference w:id="53"/>
      </w:r>
      <w:r>
        <w:t>.</w:t>
      </w:r>
    </w:p>
    <w:p w:rsidR="0065720F" w:rsidRDefault="000A6CC8" w:rsidP="0065720F">
      <w:pPr>
        <w:spacing w:after="220"/>
        <w:rPr>
          <w:szCs w:val="22"/>
        </w:rPr>
      </w:pPr>
      <w:r>
        <w:rPr>
          <w:b/>
          <w:bCs/>
        </w:rPr>
        <w:t>Cornemuse</w:t>
      </w:r>
      <w:r>
        <w:t xml:space="preserve"> – La cornemuse a des origines lointain</w:t>
      </w:r>
      <w:r w:rsidR="001E4C93">
        <w:t>es.  El</w:t>
      </w:r>
      <w:r>
        <w:t>le est jouée depuis des millénaires dans toute l</w:t>
      </w:r>
      <w:r w:rsidR="005A73E2">
        <w:t>’</w:t>
      </w:r>
      <w:r>
        <w:t xml:space="preserve">Europe, en Afrique du Nord et en Asie occidentale, </w:t>
      </w:r>
      <w:r w:rsidR="005A73E2">
        <w:t>y compris</w:t>
      </w:r>
      <w:r>
        <w:t xml:space="preserve"> en Inde et dans la région du golfe Persique</w:t>
      </w:r>
      <w:r>
        <w:rPr>
          <w:rStyle w:val="FootnoteReference"/>
          <w:szCs w:val="22"/>
        </w:rPr>
        <w:footnoteReference w:id="54"/>
      </w:r>
      <w:r>
        <w:t xml:space="preserve">.  La grande cornemuse écossaise doit sa notoriété mondiale à </w:t>
      </w:r>
      <w:r>
        <w:lastRenderedPageBreak/>
        <w:t>l</w:t>
      </w:r>
      <w:r w:rsidR="005A73E2">
        <w:t>’</w:t>
      </w:r>
      <w:r>
        <w:t>expansion de l</w:t>
      </w:r>
      <w:r w:rsidR="005A73E2">
        <w:t>’</w:t>
      </w:r>
      <w:r>
        <w:t>Empire britannique et en particulier à l</w:t>
      </w:r>
      <w:r w:rsidR="005A73E2">
        <w:t>’</w:t>
      </w:r>
      <w:r>
        <w:t>armée britannique qui comptait dans ses rangs les régiments des Highlands</w:t>
      </w:r>
      <w:r>
        <w:rPr>
          <w:rStyle w:val="FootnoteReference"/>
          <w:szCs w:val="22"/>
        </w:rPr>
        <w:footnoteReference w:id="55"/>
      </w:r>
      <w:r>
        <w:t>.</w:t>
      </w:r>
    </w:p>
    <w:p w:rsidR="0065720F" w:rsidRDefault="000A6CC8" w:rsidP="0065720F">
      <w:pPr>
        <w:spacing w:after="220"/>
      </w:pPr>
      <w:r>
        <w:rPr>
          <w:b/>
        </w:rPr>
        <w:t>Banjo</w:t>
      </w:r>
      <w:r>
        <w:t xml:space="preserve"> – Le banjo est un instrument de musique comprenant une caisse de résonance semblable à un tambour, un manche comportant des frettes, et généralement quatre ou cinq</w:t>
      </w:r>
      <w:r w:rsidR="00936FD1">
        <w:t> </w:t>
      </w:r>
      <w:r>
        <w:t>cordes qui peuvent être pincées ou grattées</w:t>
      </w:r>
      <w:r>
        <w:rPr>
          <w:rStyle w:val="FootnoteReference"/>
          <w:szCs w:val="22"/>
        </w:rPr>
        <w:footnoteReference w:id="56"/>
      </w:r>
      <w:r>
        <w:t>.  Les premiers banjos sont fabriqués par des Africains arrivés aux États</w:t>
      </w:r>
      <w:r w:rsidR="00000DA0">
        <w:noBreakHyphen/>
      </w:r>
      <w:r>
        <w:t>Unis d</w:t>
      </w:r>
      <w:r w:rsidR="005A73E2">
        <w:t>’</w:t>
      </w:r>
      <w:r>
        <w:t>Amérique et sont inspirés d</w:t>
      </w:r>
      <w:r w:rsidR="005A73E2">
        <w:t>’</w:t>
      </w:r>
      <w:r>
        <w:t>instruments africains semblables</w:t>
      </w:r>
      <w:r>
        <w:rPr>
          <w:rStyle w:val="FootnoteReference"/>
          <w:szCs w:val="22"/>
        </w:rPr>
        <w:footnoteReference w:id="57"/>
      </w:r>
      <w:r>
        <w:t>.  Le banjo jouera un rôle important dans le développement de la musique traditionnelle afro</w:t>
      </w:r>
      <w:r w:rsidR="00000DA0">
        <w:noBreakHyphen/>
      </w:r>
      <w:r>
        <w:t>américaine et occupe aujourd</w:t>
      </w:r>
      <w:r w:rsidR="005A73E2">
        <w:t>’</w:t>
      </w:r>
      <w:r>
        <w:t>hui encore une place centrale dans la musique folklorique nord</w:t>
      </w:r>
      <w:r w:rsidR="00000DA0">
        <w:noBreakHyphen/>
      </w:r>
      <w:r>
        <w:t>américaine</w:t>
      </w:r>
      <w:r>
        <w:rPr>
          <w:rStyle w:val="FootnoteReference"/>
          <w:szCs w:val="22"/>
        </w:rPr>
        <w:footnoteReference w:id="58"/>
      </w:r>
      <w:r>
        <w:t>.</w:t>
      </w:r>
    </w:p>
    <w:p w:rsidR="0065720F" w:rsidRDefault="00B35BD0" w:rsidP="00B35BD0">
      <w:pPr>
        <w:tabs>
          <w:tab w:val="left" w:pos="1134"/>
        </w:tabs>
        <w:spacing w:after="220"/>
        <w:ind w:left="567"/>
        <w:rPr>
          <w:b/>
        </w:rPr>
      </w:pPr>
      <w:r>
        <w:rPr>
          <w:b/>
        </w:rPr>
        <w:t>2.</w:t>
      </w:r>
      <w:r>
        <w:rPr>
          <w:b/>
        </w:rPr>
        <w:tab/>
      </w:r>
      <w:r w:rsidR="000A6CC8">
        <w:rPr>
          <w:b/>
        </w:rPr>
        <w:t>Architecture vernaculaire</w:t>
      </w:r>
    </w:p>
    <w:p w:rsidR="0065720F" w:rsidRDefault="000A6CC8" w:rsidP="0065720F">
      <w:pPr>
        <w:spacing w:after="220"/>
        <w:rPr>
          <w:u w:val="single"/>
        </w:rPr>
      </w:pPr>
      <w:r>
        <w:rPr>
          <w:u w:val="single"/>
        </w:rPr>
        <w:t>Informations générales</w:t>
      </w:r>
    </w:p>
    <w:p w:rsidR="0065720F" w:rsidRDefault="000A6CC8" w:rsidP="0065720F">
      <w:pPr>
        <w:spacing w:after="220"/>
      </w:pPr>
      <w:r>
        <w:t>L</w:t>
      </w:r>
      <w:r w:rsidR="005A73E2">
        <w:t>’</w:t>
      </w:r>
      <w:r>
        <w:t>architecture vernaculaire englobe différents types de bâtiments dont la conception tient compte des besoins à l</w:t>
      </w:r>
      <w:r w:rsidR="005A73E2">
        <w:t>’</w:t>
      </w:r>
      <w:r>
        <w:t>échelle locale, des matériaux de construction disponibles et des traditions local</w:t>
      </w:r>
      <w:r w:rsidR="001E4C93">
        <w:t>es.  Ce</w:t>
      </w:r>
      <w:r>
        <w:t xml:space="preserve"> savoir</w:t>
      </w:r>
      <w:r w:rsidR="00000DA0">
        <w:noBreakHyphen/>
      </w:r>
      <w:r>
        <w:t>faire est transmis de génération en génération.</w:t>
      </w:r>
    </w:p>
    <w:p w:rsidR="005A73E2" w:rsidRDefault="000A6CC8" w:rsidP="00AA3CD9">
      <w:pPr>
        <w:spacing w:after="220"/>
      </w:pPr>
      <w:r>
        <w:rPr>
          <w:u w:val="single"/>
        </w:rPr>
        <w:t>Exemples</w:t>
      </w:r>
      <w:r w:rsidR="005A73E2" w:rsidRPr="00B35BD0">
        <w:t> :</w:t>
      </w:r>
    </w:p>
    <w:p w:rsidR="005A73E2" w:rsidRDefault="000A6CC8" w:rsidP="00AA3CD9">
      <w:pPr>
        <w:spacing w:after="220"/>
      </w:pPr>
      <w:r>
        <w:rPr>
          <w:b/>
          <w:bCs/>
        </w:rPr>
        <w:t>Habitations nomades</w:t>
      </w:r>
      <w:r>
        <w:t xml:space="preserve"> – Plusieurs formes d</w:t>
      </w:r>
      <w:r w:rsidR="005A73E2">
        <w:t>’</w:t>
      </w:r>
      <w:r>
        <w:t>habitations rattachées aux cultures nomades pourraient être considérées comme des expressions culturelles traditionnell</w:t>
      </w:r>
      <w:r w:rsidR="001E4C93">
        <w:t>es.  La</w:t>
      </w:r>
      <w:r>
        <w:t xml:space="preserve"> yourte est une tente circulaire traditionnellement utilisée en Mongolie, généralement avec une ossature en bois recouvert de feutre</w:t>
      </w:r>
      <w:r>
        <w:rPr>
          <w:rStyle w:val="FootnoteReference"/>
          <w:szCs w:val="22"/>
        </w:rPr>
        <w:footnoteReference w:id="59"/>
      </w:r>
      <w:r>
        <w:t>.  L</w:t>
      </w:r>
      <w:r w:rsidR="005A73E2">
        <w:t>’</w:t>
      </w:r>
      <w:r>
        <w:t>igloo est associé à la culture des Inuit de l</w:t>
      </w:r>
      <w:r w:rsidR="005A73E2">
        <w:t>’</w:t>
      </w:r>
      <w:r>
        <w:t>Alaska</w:t>
      </w:r>
      <w:r>
        <w:rPr>
          <w:rStyle w:val="FootnoteReference"/>
          <w:szCs w:val="22"/>
        </w:rPr>
        <w:footnoteReference w:id="60"/>
      </w:r>
      <w:r>
        <w:t>.  Le tipi (de l</w:t>
      </w:r>
      <w:r w:rsidR="005A73E2">
        <w:t>’</w:t>
      </w:r>
      <w:r>
        <w:t>anglais “tepee” ou “teepee”), qui comprend une structure composée de perches recouvertes de peaux d</w:t>
      </w:r>
      <w:r w:rsidR="005A73E2">
        <w:t>’</w:t>
      </w:r>
      <w:r>
        <w:t>animaux, est utilisé par les tribus des Grandes Plaines d</w:t>
      </w:r>
      <w:r w:rsidR="005A73E2">
        <w:t>’</w:t>
      </w:r>
      <w:r>
        <w:t>Amérique du Nord</w:t>
      </w:r>
      <w:r>
        <w:rPr>
          <w:rStyle w:val="FootnoteReference"/>
          <w:szCs w:val="22"/>
        </w:rPr>
        <w:footnoteReference w:id="61"/>
      </w:r>
      <w:r>
        <w:t>.  Enfin, les tribus nomades du Moyen</w:t>
      </w:r>
      <w:r w:rsidR="00000DA0">
        <w:noBreakHyphen/>
      </w:r>
      <w:r>
        <w:t>Orient et d</w:t>
      </w:r>
      <w:r w:rsidR="005A73E2">
        <w:t>’</w:t>
      </w:r>
      <w:r>
        <w:t>Afrique du Nord vivaient dans des “tentes bédouines” (bayt [sing.] ou buyuut [plur.])</w:t>
      </w:r>
      <w:r>
        <w:rPr>
          <w:rStyle w:val="FootnoteReference"/>
          <w:szCs w:val="22"/>
        </w:rPr>
        <w:footnoteReference w:id="62"/>
      </w:r>
      <w:r>
        <w:t>.</w:t>
      </w:r>
    </w:p>
    <w:p w:rsidR="00586E73" w:rsidRDefault="000A6CC8" w:rsidP="00AA3CD9">
      <w:pPr>
        <w:spacing w:after="220"/>
      </w:pPr>
      <w:r>
        <w:rPr>
          <w:b/>
          <w:bCs/>
        </w:rPr>
        <w:t>Habitations sédentaires</w:t>
      </w:r>
      <w:r>
        <w:t xml:space="preserve"> – Certaines catégories d</w:t>
      </w:r>
      <w:r w:rsidR="005A73E2">
        <w:t>’</w:t>
      </w:r>
      <w:r>
        <w:t>habitations sédentaires peuvent être considérées par certains groupes comme des expressions culturelles traditionnell</w:t>
      </w:r>
      <w:r w:rsidR="001E4C93">
        <w:t>es.  Le</w:t>
      </w:r>
      <w:r>
        <w:t>s cabanes en rondins sont des structures traditionnelles que l</w:t>
      </w:r>
      <w:r w:rsidR="005A73E2">
        <w:t>’</w:t>
      </w:r>
      <w:r>
        <w:t>on retrouve en Scandinavie, en Europe du Nord et en Europe de l</w:t>
      </w:r>
      <w:r w:rsidR="005A73E2">
        <w:t>’</w:t>
      </w:r>
      <w:r>
        <w:t>Est, aux États</w:t>
      </w:r>
      <w:r w:rsidR="00000DA0">
        <w:noBreakHyphen/>
      </w:r>
      <w:r>
        <w:t>Unis d</w:t>
      </w:r>
      <w:r w:rsidR="005A73E2">
        <w:t>’</w:t>
      </w:r>
      <w:r>
        <w:t>Amérique, en Russie et en Ukraine</w:t>
      </w:r>
      <w:r>
        <w:rPr>
          <w:rStyle w:val="FootnoteReference"/>
          <w:szCs w:val="22"/>
        </w:rPr>
        <w:footnoteReference w:id="63"/>
      </w:r>
      <w:r>
        <w:t>.</w:t>
      </w:r>
    </w:p>
    <w:p w:rsidR="00AA3CD9" w:rsidRDefault="000A6CC8" w:rsidP="00AA3CD9">
      <w:pPr>
        <w:spacing w:after="220"/>
        <w:rPr>
          <w:szCs w:val="22"/>
        </w:rPr>
      </w:pPr>
      <w:r>
        <w:lastRenderedPageBreak/>
        <w:t>Au Népal, on trouve des maisons traditionnelles faites d</w:t>
      </w:r>
      <w:r w:rsidR="005A73E2">
        <w:t>’</w:t>
      </w:r>
      <w:r>
        <w:t>argile et de pierre</w:t>
      </w:r>
      <w:r>
        <w:rPr>
          <w:rStyle w:val="FootnoteReference"/>
          <w:szCs w:val="22"/>
        </w:rPr>
        <w:footnoteReference w:id="64"/>
      </w:r>
      <w:r>
        <w:t>.  Les maisons des Maasaï sont construites avec de la boue, des branches, de l</w:t>
      </w:r>
      <w:r w:rsidR="005A73E2">
        <w:t>’</w:t>
      </w:r>
      <w:r>
        <w:t>herbe, de la bouse et de l</w:t>
      </w:r>
      <w:r w:rsidR="005A73E2">
        <w:t>’</w:t>
      </w:r>
      <w:r>
        <w:t>urine de vache</w:t>
      </w:r>
      <w:r>
        <w:rPr>
          <w:rStyle w:val="FootnoteReference"/>
          <w:szCs w:val="22"/>
        </w:rPr>
        <w:footnoteReference w:id="65"/>
      </w:r>
      <w:r>
        <w:t>.  En Indonésie aussi on trouve les maisons traditionnelles des Batak, bâties sur des piliers en bois et dotées d</w:t>
      </w:r>
      <w:r w:rsidR="005A73E2">
        <w:t>’</w:t>
      </w:r>
      <w:r>
        <w:t>un toit de chaume de palme</w:t>
      </w:r>
      <w:r>
        <w:rPr>
          <w:rStyle w:val="FootnoteReference"/>
          <w:szCs w:val="22"/>
        </w:rPr>
        <w:footnoteReference w:id="66"/>
      </w:r>
      <w:r>
        <w:t>.  En Chine, enfin, on trouve les “Siheyuan”, maisons traditionnelles à cour carrée</w:t>
      </w:r>
      <w:r>
        <w:rPr>
          <w:rStyle w:val="FootnoteReference"/>
          <w:szCs w:val="22"/>
        </w:rPr>
        <w:footnoteReference w:id="67"/>
      </w:r>
      <w:r>
        <w:t>.</w:t>
      </w:r>
    </w:p>
    <w:p w:rsidR="00AA3CD9" w:rsidRDefault="00AA3CD9" w:rsidP="00AA3CD9">
      <w:pPr>
        <w:tabs>
          <w:tab w:val="left" w:pos="1134"/>
        </w:tabs>
        <w:spacing w:after="220"/>
        <w:ind w:left="567"/>
        <w:rPr>
          <w:b/>
          <w:bCs/>
          <w:szCs w:val="22"/>
        </w:rPr>
      </w:pPr>
      <w:r>
        <w:rPr>
          <w:b/>
        </w:rPr>
        <w:t>3.</w:t>
      </w:r>
      <w:r>
        <w:rPr>
          <w:b/>
        </w:rPr>
        <w:tab/>
      </w:r>
      <w:r w:rsidR="000A6CC8">
        <w:rPr>
          <w:b/>
        </w:rPr>
        <w:t>Art et artisanat</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Il n</w:t>
      </w:r>
      <w:r w:rsidR="005A73E2">
        <w:t>’</w:t>
      </w:r>
      <w:r>
        <w:t>existe pas de définition universellement admise de ce qui constitue l</w:t>
      </w:r>
      <w:r w:rsidR="005A73E2">
        <w:t>’</w:t>
      </w:r>
      <w:r>
        <w:t>artisan</w:t>
      </w:r>
      <w:r w:rsidR="001E4C93">
        <w:t>at.  Né</w:t>
      </w:r>
      <w:r>
        <w:t>anmoins, on peut affirmer que l</w:t>
      </w:r>
      <w:r w:rsidR="005A73E2">
        <w:t>’</w:t>
      </w:r>
      <w:r>
        <w:t>artisanat traditionnel présente certaines caractéristiques</w:t>
      </w:r>
      <w:r>
        <w:rPr>
          <w:rStyle w:val="FootnoteReference"/>
          <w:szCs w:val="22"/>
        </w:rPr>
        <w:footnoteReference w:id="68"/>
      </w:r>
      <w:r>
        <w:t>.  Il est produit par des artisans et se distingue par des éléments représentatifs propres à la culture de chaque artis</w:t>
      </w:r>
      <w:r w:rsidR="001E4C93">
        <w:t>an.  L’a</w:t>
      </w:r>
      <w:r>
        <w:t>rtisanat, qui regroupe une grande variété de produits faits à partir de matières premières, varie selon sa fonction et sa destinati</w:t>
      </w:r>
      <w:r w:rsidR="001E4C93">
        <w:t>on.  Il</w:t>
      </w:r>
      <w:r>
        <w:t xml:space="preserve"> peut avoir une fonction utilitaire, esthétique, religieuse ou sociale.</w:t>
      </w:r>
    </w:p>
    <w:p w:rsidR="00AA3CD9" w:rsidRDefault="000A6CC8" w:rsidP="00AA3CD9">
      <w:pPr>
        <w:spacing w:after="220"/>
        <w:rPr>
          <w:szCs w:val="22"/>
          <w:u w:val="single"/>
        </w:rPr>
      </w:pPr>
      <w:r>
        <w:rPr>
          <w:u w:val="single"/>
        </w:rPr>
        <w:t>Exemples</w:t>
      </w:r>
      <w:r w:rsidR="005A73E2" w:rsidRPr="00AB6A7A">
        <w:t> :</w:t>
      </w:r>
    </w:p>
    <w:p w:rsidR="00AA3CD9" w:rsidRDefault="000A6CC8" w:rsidP="00AA3CD9">
      <w:pPr>
        <w:spacing w:after="220" w:line="259" w:lineRule="auto"/>
      </w:pPr>
      <w:r>
        <w:rPr>
          <w:b/>
          <w:bCs/>
        </w:rPr>
        <w:t>Courtepointes amish</w:t>
      </w:r>
      <w:r>
        <w:t xml:space="preserve"> – Les amish sont une communauté chrétienne traditionaliste anabaptiste fondée en Suisse alémanique et présente aux États</w:t>
      </w:r>
      <w:r w:rsidR="00000DA0">
        <w:noBreakHyphen/>
      </w:r>
      <w:r>
        <w:t>Unis d</w:t>
      </w:r>
      <w:r w:rsidR="005A73E2">
        <w:t>’</w:t>
      </w:r>
      <w:r>
        <w:t>Amériq</w:t>
      </w:r>
      <w:r w:rsidR="001E4C93">
        <w:t>ue.  Le</w:t>
      </w:r>
      <w:r>
        <w:t>s courtepointes amish, qui puisent leurs racines dans de nombreuses cultures, sont connues pour leurs couleurs et leurs motifs validés par la communauté et témoignent de l</w:t>
      </w:r>
      <w:r w:rsidR="005A73E2">
        <w:t>’</w:t>
      </w:r>
      <w:r>
        <w:t>importance particulière que les amish accordent à la simplicité, tant dans leurs vêtements que dans leur style de v</w:t>
      </w:r>
      <w:r w:rsidR="001E4C93">
        <w:t>ie.  Br</w:t>
      </w:r>
      <w:r>
        <w:t>odées à la main pour les mariages et les naissances, ces courtepointes colorées sont transmises d</w:t>
      </w:r>
      <w:r w:rsidR="005A73E2">
        <w:t>’</w:t>
      </w:r>
      <w:r>
        <w:t>une génération à l</w:t>
      </w:r>
      <w:r w:rsidR="005A73E2">
        <w:t>’</w:t>
      </w:r>
      <w:r>
        <w:t>autre en héritage, mais peuvent également être achetées par des personnes extérieures aux communautés amish.</w:t>
      </w:r>
    </w:p>
    <w:p w:rsidR="00AA3CD9" w:rsidRDefault="000A6CC8" w:rsidP="00AA3CD9">
      <w:pPr>
        <w:spacing w:after="220"/>
        <w:rPr>
          <w:b/>
          <w:bCs/>
          <w:szCs w:val="22"/>
        </w:rPr>
      </w:pPr>
      <w:r>
        <w:rPr>
          <w:b/>
          <w:bCs/>
        </w:rPr>
        <w:t>Mosaïques et bijoux en pierre de turquoise</w:t>
      </w:r>
      <w:r>
        <w:t xml:space="preserve"> – Considérant la pierre de turquoise comme une amulette, les Pueblos, les Navajos, les Hopis et les Apaches utilisent cette pierre dans la fabrication de mosaïques, dans des sculptures, sous forme de perle ou en pendentif</w:t>
      </w:r>
      <w:r>
        <w:rPr>
          <w:rStyle w:val="FootnoteReference"/>
          <w:szCs w:val="22"/>
        </w:rPr>
        <w:footnoteReference w:id="69"/>
      </w:r>
      <w:r>
        <w:t>.</w:t>
      </w:r>
    </w:p>
    <w:p w:rsidR="00AA3CD9" w:rsidRDefault="000A6CC8" w:rsidP="00AA3CD9">
      <w:pPr>
        <w:spacing w:after="220"/>
        <w:rPr>
          <w:szCs w:val="22"/>
        </w:rPr>
      </w:pPr>
      <w:r>
        <w:rPr>
          <w:b/>
          <w:bCs/>
        </w:rPr>
        <w:t>Attrape</w:t>
      </w:r>
      <w:r w:rsidR="00000DA0">
        <w:rPr>
          <w:b/>
          <w:bCs/>
        </w:rPr>
        <w:noBreakHyphen/>
      </w:r>
      <w:r>
        <w:rPr>
          <w:b/>
          <w:bCs/>
        </w:rPr>
        <w:t>rêves</w:t>
      </w:r>
      <w:r>
        <w:t xml:space="preserve"> – D</w:t>
      </w:r>
      <w:r w:rsidR="005A73E2">
        <w:t>’</w:t>
      </w:r>
      <w:r>
        <w:t>origine amérindienne, cet objet artisanal composé d</w:t>
      </w:r>
      <w:r w:rsidR="005A73E2">
        <w:t>’</w:t>
      </w:r>
      <w:r>
        <w:t>un cerceau en saule est devenu au fil du temps un des symboles de la culture amérindienne</w:t>
      </w:r>
      <w:r>
        <w:rPr>
          <w:rStyle w:val="FootnoteReference"/>
          <w:szCs w:val="22"/>
        </w:rPr>
        <w:footnoteReference w:id="70"/>
      </w:r>
      <w:r>
        <w:t>.  Pour les peuples autochtones, la confection d</w:t>
      </w:r>
      <w:r w:rsidR="005A73E2">
        <w:t>’</w:t>
      </w:r>
      <w:r>
        <w:t>un attrape</w:t>
      </w:r>
      <w:r w:rsidR="00000DA0">
        <w:noBreakHyphen/>
      </w:r>
      <w:r>
        <w:t>rêve relève d</w:t>
      </w:r>
      <w:r w:rsidR="005A73E2">
        <w:t>’</w:t>
      </w:r>
      <w:r>
        <w:t xml:space="preserve">une tradition sacrée et leur fabrication par </w:t>
      </w:r>
      <w:r>
        <w:lastRenderedPageBreak/>
        <w:t>d</w:t>
      </w:r>
      <w:r w:rsidR="005A73E2">
        <w:t>’</w:t>
      </w:r>
      <w:r>
        <w:t>autres personnes est considérée comme un acte offensant d</w:t>
      </w:r>
      <w:r w:rsidR="005A73E2">
        <w:t>’</w:t>
      </w:r>
      <w:r>
        <w:t>appropriation culturelle qui ne devrait pas être admis</w:t>
      </w:r>
      <w:r>
        <w:rPr>
          <w:rStyle w:val="FootnoteReference"/>
          <w:szCs w:val="22"/>
        </w:rPr>
        <w:footnoteReference w:id="71"/>
      </w:r>
      <w:r>
        <w:t>.</w:t>
      </w:r>
    </w:p>
    <w:p w:rsidR="00AA3CD9" w:rsidRDefault="000A6CC8" w:rsidP="00AA3CD9">
      <w:pPr>
        <w:spacing w:after="220"/>
        <w:rPr>
          <w:szCs w:val="22"/>
        </w:rPr>
      </w:pPr>
      <w:r>
        <w:rPr>
          <w:b/>
        </w:rPr>
        <w:t>Tartan</w:t>
      </w:r>
      <w:r w:rsidRPr="00586E73">
        <w:t xml:space="preserve"> –</w:t>
      </w:r>
      <w:r>
        <w:t xml:space="preserve"> Le tartan est un motif composé de larges bandes, bordées par des bandes ou filets étroits de deux</w:t>
      </w:r>
      <w:r w:rsidR="00936FD1">
        <w:t> </w:t>
      </w:r>
      <w:r>
        <w:t>couleurs ou plus, formant un damier</w:t>
      </w:r>
      <w:r>
        <w:rPr>
          <w:rStyle w:val="FootnoteReference"/>
          <w:szCs w:val="22"/>
        </w:rPr>
        <w:footnoteReference w:id="72"/>
      </w:r>
      <w:r>
        <w:t>.</w:t>
      </w:r>
      <w:r w:rsidR="00936FD1">
        <w:t xml:space="preserve"> </w:t>
      </w:r>
      <w:r>
        <w:t xml:space="preserve"> Chaque motif est censé représenter quelque chose d</w:t>
      </w:r>
      <w:r w:rsidR="005A73E2">
        <w:t>’</w:t>
      </w:r>
      <w:r>
        <w:t>unique, tel qu</w:t>
      </w:r>
      <w:r w:rsidR="005A73E2">
        <w:t>’</w:t>
      </w:r>
      <w:r>
        <w:t>un nom de clan</w:t>
      </w:r>
      <w:r>
        <w:rPr>
          <w:rStyle w:val="FootnoteReference"/>
          <w:szCs w:val="22"/>
        </w:rPr>
        <w:footnoteReference w:id="73"/>
      </w:r>
      <w:r>
        <w:t>.</w:t>
      </w:r>
    </w:p>
    <w:p w:rsidR="00AA3CD9" w:rsidRDefault="000A6CC8" w:rsidP="00AA3CD9">
      <w:pPr>
        <w:spacing w:after="220"/>
      </w:pPr>
      <w:r>
        <w:rPr>
          <w:b/>
        </w:rPr>
        <w:t>Panama (</w:t>
      </w:r>
      <w:r>
        <w:rPr>
          <w:b/>
          <w:bCs/>
        </w:rPr>
        <w:t>chapeau)</w:t>
      </w:r>
      <w:r>
        <w:t xml:space="preserve"> – Le panama (chapeau de paille toquilla) est un chapeau de paille traditionnel à large bord d</w:t>
      </w:r>
      <w:r w:rsidR="005A73E2">
        <w:t>’</w:t>
      </w:r>
      <w:r>
        <w:t>origine équatorienne</w:t>
      </w:r>
      <w:r>
        <w:rPr>
          <w:rStyle w:val="FootnoteReference"/>
          <w:szCs w:val="22"/>
        </w:rPr>
        <w:footnoteReference w:id="74"/>
      </w:r>
      <w:r>
        <w:t>.</w:t>
      </w:r>
    </w:p>
    <w:p w:rsidR="00AA3CD9" w:rsidRDefault="000A6CC8" w:rsidP="00AA3CD9">
      <w:pPr>
        <w:spacing w:after="220"/>
      </w:pPr>
      <w:r>
        <w:rPr>
          <w:b/>
          <w:bCs/>
        </w:rPr>
        <w:t>Bottes de cow</w:t>
      </w:r>
      <w:r w:rsidR="00000DA0">
        <w:rPr>
          <w:b/>
          <w:bCs/>
        </w:rPr>
        <w:noBreakHyphen/>
      </w:r>
      <w:r>
        <w:rPr>
          <w:b/>
          <w:bCs/>
        </w:rPr>
        <w:t>boy</w:t>
      </w:r>
      <w:r>
        <w:t xml:space="preserve"> – Les bottes de cow</w:t>
      </w:r>
      <w:r w:rsidR="00000DA0">
        <w:noBreakHyphen/>
      </w:r>
      <w:r>
        <w:t>boy font partie intégrante de l</w:t>
      </w:r>
      <w:r w:rsidR="005A73E2">
        <w:t>’</w:t>
      </w:r>
      <w:r>
        <w:t>histoire de la conquête de l</w:t>
      </w:r>
      <w:r w:rsidR="005A73E2">
        <w:t>’</w:t>
      </w:r>
      <w:r>
        <w:t>Ouest américain et du cow</w:t>
      </w:r>
      <w:r w:rsidR="00000DA0">
        <w:noBreakHyphen/>
      </w:r>
      <w:r>
        <w:t>boy américain</w:t>
      </w:r>
      <w:r>
        <w:rPr>
          <w:rStyle w:val="FootnoteReference"/>
          <w:szCs w:val="22"/>
        </w:rPr>
        <w:footnoteReference w:id="75"/>
      </w:r>
      <w:r>
        <w:t>.  Les bottes de cow</w:t>
      </w:r>
      <w:r w:rsidR="00000DA0">
        <w:noBreakHyphen/>
      </w:r>
      <w:r>
        <w:t>boy ont été conçues dans un but précis</w:t>
      </w:r>
      <w:r w:rsidR="005A73E2">
        <w:t> :</w:t>
      </w:r>
      <w:r>
        <w:t xml:space="preserve"> elles possèdent une tige plus haute que la plupart des autres bottes afin de protéger la partie inférieure de la jambe du cavalier contre le frottement de la selle, ainsi qu</w:t>
      </w:r>
      <w:r w:rsidR="005A73E2">
        <w:t>’</w:t>
      </w:r>
      <w:r>
        <w:t>un bout et un talon conçus pour pouvoir plus aisément mettre et enlever les étriers</w:t>
      </w:r>
      <w:r>
        <w:rPr>
          <w:rStyle w:val="FootnoteReference"/>
          <w:szCs w:val="22"/>
        </w:rPr>
        <w:footnoteReference w:id="76"/>
      </w:r>
      <w:r>
        <w:t>.</w:t>
      </w:r>
    </w:p>
    <w:p w:rsidR="00AA3CD9" w:rsidRDefault="000A6CC8" w:rsidP="00AA3CD9">
      <w:pPr>
        <w:spacing w:after="220"/>
      </w:pPr>
      <w:r>
        <w:rPr>
          <w:b/>
          <w:bCs/>
        </w:rPr>
        <w:t>Mobilier Shaker</w:t>
      </w:r>
      <w:r>
        <w:t xml:space="preserve"> – Le mobilier Shaker a été créé par des fabricants de meubles membres de la Société unie des croyants en la Seconde Venue du Christ (plus couramment désignés sous le nom de “Shakers”) aux États</w:t>
      </w:r>
      <w:r w:rsidR="00000DA0">
        <w:noBreakHyphen/>
      </w:r>
      <w:r>
        <w:t>Unis d</w:t>
      </w:r>
      <w:r w:rsidR="005A73E2">
        <w:t>’</w:t>
      </w:r>
      <w:r>
        <w:t>Amérique</w:t>
      </w:r>
      <w:r>
        <w:rPr>
          <w:rStyle w:val="FootnoteReference"/>
          <w:szCs w:val="22"/>
        </w:rPr>
        <w:footnoteReference w:id="77"/>
      </w:r>
      <w:r>
        <w:t>.  Le style minimaliste et fonctionnel de ce mobilier, dépourvu de tout ornement tel qu</w:t>
      </w:r>
      <w:r w:rsidR="005A73E2">
        <w:t>’</w:t>
      </w:r>
      <w:r>
        <w:t>incrustations, placages ou poignées en métal, confère au mobilier Shaker une apparence singulière</w:t>
      </w:r>
      <w:r>
        <w:rPr>
          <w:rStyle w:val="FootnoteReference"/>
          <w:szCs w:val="22"/>
        </w:rPr>
        <w:footnoteReference w:id="78"/>
      </w:r>
      <w:r>
        <w:t>.</w:t>
      </w:r>
    </w:p>
    <w:p w:rsidR="00AA3CD9" w:rsidRDefault="000A6CC8" w:rsidP="00AA3CD9">
      <w:pPr>
        <w:spacing w:after="220"/>
      </w:pPr>
      <w:r>
        <w:rPr>
          <w:b/>
        </w:rPr>
        <w:t>Jack</w:t>
      </w:r>
      <w:r w:rsidR="00000DA0">
        <w:rPr>
          <w:b/>
        </w:rPr>
        <w:noBreakHyphen/>
      </w:r>
      <w:r>
        <w:rPr>
          <w:b/>
        </w:rPr>
        <w:t>o</w:t>
      </w:r>
      <w:r w:rsidR="005A73E2">
        <w:rPr>
          <w:b/>
        </w:rPr>
        <w:t>’</w:t>
      </w:r>
      <w:r w:rsidR="00000DA0">
        <w:rPr>
          <w:b/>
          <w:bCs/>
        </w:rPr>
        <w:noBreakHyphen/>
      </w:r>
      <w:r>
        <w:rPr>
          <w:b/>
          <w:bCs/>
        </w:rPr>
        <w:t>lantern</w:t>
      </w:r>
      <w:r>
        <w:t xml:space="preserve"> – Aux États</w:t>
      </w:r>
      <w:r w:rsidR="00000DA0">
        <w:noBreakHyphen/>
      </w:r>
      <w:r>
        <w:t>Unis d</w:t>
      </w:r>
      <w:r w:rsidR="005A73E2">
        <w:t>’</w:t>
      </w:r>
      <w:r>
        <w:t>Amérique, on appelle jack</w:t>
      </w:r>
      <w:r w:rsidR="00000DA0">
        <w:noBreakHyphen/>
      </w:r>
      <w:r>
        <w:t>o</w:t>
      </w:r>
      <w:r w:rsidR="005A73E2">
        <w:t>’</w:t>
      </w:r>
      <w:r w:rsidR="00000DA0">
        <w:noBreakHyphen/>
      </w:r>
      <w:r>
        <w:t>lantern les citrouilles en forme de visage macabre qui sont généralement faites à partir d</w:t>
      </w:r>
      <w:r w:rsidR="005A73E2">
        <w:t>’</w:t>
      </w:r>
      <w:r>
        <w:t>une citrouille évidée dans laquelle on a découpé des orifices pour représenter les traits du visage et inséré une ou plusieurs bougies pour illuminer la citrouille de l</w:t>
      </w:r>
      <w:r w:rsidR="005A73E2">
        <w:t>’</w:t>
      </w:r>
      <w:r>
        <w:t>intérie</w:t>
      </w:r>
      <w:r w:rsidR="001E4C93">
        <w:t>ur.  La</w:t>
      </w:r>
      <w:r>
        <w:t xml:space="preserve"> citrouille est ensuite déposée sur le pas de la porte le jour d</w:t>
      </w:r>
      <w:r w:rsidR="005A73E2">
        <w:t>’</w:t>
      </w:r>
      <w:r>
        <w:t>Halloween</w:t>
      </w:r>
      <w:r>
        <w:rPr>
          <w:rStyle w:val="FootnoteReference"/>
          <w:szCs w:val="22"/>
        </w:rPr>
        <w:footnoteReference w:id="79"/>
      </w:r>
      <w:r>
        <w:t>.  Cette pratique est issue d</w:t>
      </w:r>
      <w:r w:rsidR="005A73E2">
        <w:t>’</w:t>
      </w:r>
      <w:r>
        <w:t>une tradition irlandaise dans laquelle on utilisait des calebasses et des pommes de terre au lieu des citrouilles et trouve son origine en Irlande dans le conte populaire qui raconte l</w:t>
      </w:r>
      <w:r w:rsidR="005A73E2">
        <w:t>’</w:t>
      </w:r>
      <w:r>
        <w:t>histoire de “Stingy Jack”.</w:t>
      </w:r>
    </w:p>
    <w:p w:rsidR="00AA3CD9" w:rsidRDefault="00586E73" w:rsidP="00586E73">
      <w:pPr>
        <w:tabs>
          <w:tab w:val="left" w:pos="1134"/>
        </w:tabs>
        <w:spacing w:after="220"/>
        <w:ind w:left="567"/>
        <w:rPr>
          <w:b/>
        </w:rPr>
      </w:pPr>
      <w:r>
        <w:rPr>
          <w:b/>
        </w:rPr>
        <w:t>4.</w:t>
      </w:r>
      <w:r>
        <w:rPr>
          <w:b/>
        </w:rPr>
        <w:tab/>
      </w:r>
      <w:r w:rsidR="000A6CC8">
        <w:rPr>
          <w:b/>
        </w:rPr>
        <w:t>Cuisine</w:t>
      </w:r>
    </w:p>
    <w:p w:rsidR="00AA3CD9" w:rsidRDefault="000A6CC8" w:rsidP="00AA3CD9">
      <w:pPr>
        <w:spacing w:after="220"/>
        <w:rPr>
          <w:u w:val="single"/>
        </w:rPr>
      </w:pPr>
      <w:r>
        <w:rPr>
          <w:u w:val="single"/>
        </w:rPr>
        <w:t>Informations générales</w:t>
      </w:r>
    </w:p>
    <w:p w:rsidR="00AA3CD9" w:rsidRDefault="000A6CC8" w:rsidP="00AA3CD9">
      <w:pPr>
        <w:spacing w:after="220"/>
      </w:pPr>
      <w:r>
        <w:t>La nourriture est évidemment la principale source de nutrition de l</w:t>
      </w:r>
      <w:r w:rsidR="005A73E2">
        <w:t>’</w:t>
      </w:r>
      <w:r>
        <w:t>homme mais, avec les techniques de préparation et les pratiques sociales liées à sa consommation, elle peut également être une expression puissante des cultures dont elle est issue</w:t>
      </w:r>
      <w:r>
        <w:rPr>
          <w:rStyle w:val="FootnoteReference"/>
          <w:szCs w:val="22"/>
        </w:rPr>
        <w:footnoteReference w:id="80"/>
      </w:r>
      <w:r>
        <w:t>.</w:t>
      </w:r>
    </w:p>
    <w:p w:rsidR="00AA3CD9" w:rsidRDefault="000A6CC8" w:rsidP="00AA3CD9">
      <w:pPr>
        <w:spacing w:after="220"/>
      </w:pPr>
      <w:r>
        <w:rPr>
          <w:u w:val="single"/>
        </w:rPr>
        <w:lastRenderedPageBreak/>
        <w:t>Exemples</w:t>
      </w:r>
      <w:r w:rsidR="005A73E2" w:rsidRPr="00C70046">
        <w:t> :</w:t>
      </w:r>
    </w:p>
    <w:p w:rsidR="00AA3CD9" w:rsidRDefault="000A6CC8" w:rsidP="00AA3CD9">
      <w:pPr>
        <w:spacing w:after="220"/>
        <w:rPr>
          <w:szCs w:val="22"/>
        </w:rPr>
      </w:pPr>
      <w:r>
        <w:rPr>
          <w:b/>
        </w:rPr>
        <w:t>Crêpe</w:t>
      </w:r>
      <w:r w:rsidRPr="00C70046">
        <w:t xml:space="preserve"> –</w:t>
      </w:r>
      <w:r>
        <w:t xml:space="preserve"> La galette très mince connue sous le nom de crêpe, servie avec des garnitures diverses (la galette fourrée est aussi appelée crêpe), est étroitement liée à la culture française</w:t>
      </w:r>
      <w:r>
        <w:rPr>
          <w:rStyle w:val="FootnoteReference"/>
          <w:szCs w:val="22"/>
        </w:rPr>
        <w:footnoteReference w:id="81"/>
      </w:r>
      <w:r>
        <w:t>.  On en consomme cependant partout, notamment en Belgique</w:t>
      </w:r>
      <w:r>
        <w:rPr>
          <w:rStyle w:val="FootnoteReference"/>
          <w:szCs w:val="22"/>
        </w:rPr>
        <w:footnoteReference w:id="82"/>
      </w:r>
      <w:r>
        <w:t>, au Québec</w:t>
      </w:r>
      <w:r>
        <w:rPr>
          <w:rStyle w:val="FootnoteReference"/>
          <w:szCs w:val="22"/>
        </w:rPr>
        <w:footnoteReference w:id="83"/>
      </w:r>
      <w:r>
        <w:t>, en Afrique du Nord</w:t>
      </w:r>
      <w:r>
        <w:rPr>
          <w:rStyle w:val="FootnoteReference"/>
          <w:szCs w:val="22"/>
        </w:rPr>
        <w:footnoteReference w:id="84"/>
      </w:r>
      <w:r>
        <w:t>, en Afrique du Sud</w:t>
      </w:r>
      <w:r>
        <w:rPr>
          <w:rStyle w:val="FootnoteReference"/>
          <w:szCs w:val="22"/>
        </w:rPr>
        <w:footnoteReference w:id="85"/>
      </w:r>
      <w:r>
        <w:t>, au Japon</w:t>
      </w:r>
      <w:r>
        <w:rPr>
          <w:rStyle w:val="FootnoteReference"/>
          <w:szCs w:val="22"/>
        </w:rPr>
        <w:footnoteReference w:id="86"/>
      </w:r>
      <w:r>
        <w:t xml:space="preserve"> et en Uruguay</w:t>
      </w:r>
      <w:r>
        <w:rPr>
          <w:rStyle w:val="FootnoteReference"/>
          <w:szCs w:val="22"/>
        </w:rPr>
        <w:footnoteReference w:id="87"/>
      </w:r>
      <w:r>
        <w:t>.  Des mets voisins de la crêpe existent dans d</w:t>
      </w:r>
      <w:r w:rsidR="005A73E2">
        <w:t>’</w:t>
      </w:r>
      <w:r>
        <w:t>autres cultures, comme la crespelle italienne, la palacsinta hongroise, le blintze juif, le plattar scandinave, le blini russe et la krep grecque</w:t>
      </w:r>
      <w:r>
        <w:rPr>
          <w:rStyle w:val="FootnoteReference"/>
          <w:szCs w:val="22"/>
        </w:rPr>
        <w:footnoteReference w:id="88"/>
      </w:r>
      <w:r>
        <w:t>.</w:t>
      </w:r>
    </w:p>
    <w:p w:rsidR="00AA3CD9" w:rsidRDefault="000A6CC8" w:rsidP="00AA3CD9">
      <w:pPr>
        <w:spacing w:after="220"/>
        <w:rPr>
          <w:szCs w:val="22"/>
        </w:rPr>
      </w:pPr>
      <w:r>
        <w:rPr>
          <w:b/>
        </w:rPr>
        <w:t>Pizza</w:t>
      </w:r>
      <w:r w:rsidRPr="008D0F07">
        <w:t xml:space="preserve"> –</w:t>
      </w:r>
      <w:r>
        <w:t xml:space="preserve"> La pizza est une galette en pâte à pain, traditionnellement garnie de sauce tomate et de fromage et cuite au four</w:t>
      </w:r>
      <w:r>
        <w:rPr>
          <w:rStyle w:val="FootnoteReference"/>
          <w:szCs w:val="22"/>
        </w:rPr>
        <w:footnoteReference w:id="89"/>
      </w:r>
      <w:r>
        <w:t>.  La pizza moderne est héritée des mets à base de pâte à pain étalée inventés à Naples</w:t>
      </w:r>
      <w:r w:rsidR="005A73E2">
        <w:t xml:space="preserve"> au XVI</w:t>
      </w:r>
      <w:r>
        <w:t>IIe</w:t>
      </w:r>
      <w:r w:rsidR="001E4C93">
        <w:t> </w:t>
      </w:r>
      <w:r>
        <w:t>siècle et début</w:t>
      </w:r>
      <w:r w:rsidR="005A73E2">
        <w:t xml:space="preserve"> du XIX</w:t>
      </w:r>
      <w:r>
        <w:rPr>
          <w:vertAlign w:val="superscript"/>
        </w:rPr>
        <w:t>e</w:t>
      </w:r>
      <w:r>
        <w:rPr>
          <w:rStyle w:val="FootnoteReference"/>
          <w:szCs w:val="22"/>
        </w:rPr>
        <w:footnoteReference w:id="90"/>
      </w:r>
      <w:r>
        <w:t>.  La pizza a été importée aux États</w:t>
      </w:r>
      <w:r w:rsidR="00000DA0">
        <w:noBreakHyphen/>
      </w:r>
      <w:r>
        <w:t>Unis d</w:t>
      </w:r>
      <w:r w:rsidR="005A73E2">
        <w:t>’</w:t>
      </w:r>
      <w:r>
        <w:t>Amérique par les immigrés italiens</w:t>
      </w:r>
      <w:r>
        <w:rPr>
          <w:rStyle w:val="FootnoteReference"/>
          <w:szCs w:val="22"/>
        </w:rPr>
        <w:footnoteReference w:id="91"/>
      </w:r>
      <w:r>
        <w:t>.</w:t>
      </w:r>
    </w:p>
    <w:p w:rsidR="00AA3CD9" w:rsidRDefault="000A6CC8" w:rsidP="00AA3CD9">
      <w:pPr>
        <w:spacing w:after="220"/>
        <w:rPr>
          <w:szCs w:val="22"/>
        </w:rPr>
      </w:pPr>
      <w:r>
        <w:rPr>
          <w:b/>
        </w:rPr>
        <w:t>Tamale</w:t>
      </w:r>
      <w:r w:rsidRPr="000A039C">
        <w:t xml:space="preserve"> –</w:t>
      </w:r>
      <w:r>
        <w:t xml:space="preserve"> Les tamales sont un plat méso</w:t>
      </w:r>
      <w:r w:rsidR="00000DA0">
        <w:noBreakHyphen/>
      </w:r>
      <w:r>
        <w:t>américain traditionnel composé de pâte de maïs cuite à la vapeur dans une feuille de maïs ou de bananier</w:t>
      </w:r>
      <w:r>
        <w:rPr>
          <w:rStyle w:val="FootnoteReference"/>
          <w:szCs w:val="22"/>
        </w:rPr>
        <w:footnoteReference w:id="92"/>
      </w:r>
      <w:r>
        <w:t>.  Ils peuvent être garnis de viande, de fromage, de fruits, de légumes et de piments</w:t>
      </w:r>
      <w:r>
        <w:rPr>
          <w:rStyle w:val="FootnoteReference"/>
          <w:szCs w:val="22"/>
        </w:rPr>
        <w:footnoteReference w:id="93"/>
      </w:r>
      <w:r>
        <w:t>.  Datant des civilisations aztèque et maya</w:t>
      </w:r>
      <w:r>
        <w:rPr>
          <w:rStyle w:val="FootnoteReference"/>
          <w:szCs w:val="22"/>
        </w:rPr>
        <w:footnoteReference w:id="94"/>
      </w:r>
      <w:r>
        <w:t>, le tamale connaît de nombreuses variations et il est largement consommé au Mexique, en Amérique centrale, en Amérique du Sud et aux États</w:t>
      </w:r>
      <w:r w:rsidR="00000DA0">
        <w:noBreakHyphen/>
      </w:r>
      <w:r>
        <w:t>Unis d</w:t>
      </w:r>
      <w:r w:rsidR="005A73E2">
        <w:t>’</w:t>
      </w:r>
      <w:r>
        <w:t>Amérique</w:t>
      </w:r>
      <w:r>
        <w:rPr>
          <w:rStyle w:val="FootnoteReference"/>
          <w:szCs w:val="22"/>
        </w:rPr>
        <w:footnoteReference w:id="95"/>
      </w:r>
      <w:r>
        <w:t>.  Il existe des plats similaires dans la plupart des cultures, par exemple les dumplings, les raviolis, les pierogi et les empanadas</w:t>
      </w:r>
      <w:r>
        <w:rPr>
          <w:rStyle w:val="FootnoteReference"/>
          <w:szCs w:val="22"/>
        </w:rPr>
        <w:footnoteReference w:id="96"/>
      </w:r>
      <w:r>
        <w:t>.</w:t>
      </w:r>
    </w:p>
    <w:p w:rsidR="00AA3CD9" w:rsidRDefault="000A6CC8" w:rsidP="00AA3CD9">
      <w:pPr>
        <w:spacing w:after="220"/>
        <w:rPr>
          <w:szCs w:val="22"/>
        </w:rPr>
      </w:pPr>
      <w:r>
        <w:rPr>
          <w:b/>
        </w:rPr>
        <w:t>Sushi</w:t>
      </w:r>
      <w:r w:rsidRPr="000A039C">
        <w:t xml:space="preserve"> –</w:t>
      </w:r>
      <w:r>
        <w:t xml:space="preserve"> C</w:t>
      </w:r>
      <w:r w:rsidR="005A73E2">
        <w:t>’</w:t>
      </w:r>
      <w:r>
        <w:t>est le terme employé pour désigner la préparation et le service d</w:t>
      </w:r>
      <w:r w:rsidR="005A73E2">
        <w:t>’</w:t>
      </w:r>
      <w:r>
        <w:t>un plat japonais composé de riz vinaigré (brun ou blanc) cuit, associé à divers ingrédients, principalement des fruits de mer, des poissons et des légumes</w:t>
      </w:r>
      <w:r>
        <w:rPr>
          <w:rStyle w:val="FootnoteReference"/>
          <w:szCs w:val="22"/>
        </w:rPr>
        <w:footnoteReference w:id="97"/>
      </w:r>
      <w:r>
        <w:t xml:space="preserve">.  Le sushi est souvent préparé avec des poissons </w:t>
      </w:r>
      <w:r>
        <w:lastRenderedPageBreak/>
        <w:t>et des fruits de mer crus et servi avec du gingembre, du wasabi et de la sauce de soja</w:t>
      </w:r>
      <w:r>
        <w:rPr>
          <w:rStyle w:val="FootnoteReference"/>
          <w:szCs w:val="22"/>
        </w:rPr>
        <w:footnoteReference w:id="98"/>
      </w:r>
      <w:r>
        <w:t>.  Il est apparu en Chine</w:t>
      </w:r>
      <w:r w:rsidR="005A73E2">
        <w:t xml:space="preserve"> au III</w:t>
      </w:r>
      <w:r>
        <w:rPr>
          <w:vertAlign w:val="superscript"/>
        </w:rPr>
        <w:t>e</w:t>
      </w:r>
      <w:r w:rsidR="001E4C93">
        <w:t> </w:t>
      </w:r>
      <w:r>
        <w:t>siècle</w:t>
      </w:r>
      <w:r>
        <w:rPr>
          <w:rStyle w:val="FootnoteReference"/>
          <w:szCs w:val="22"/>
        </w:rPr>
        <w:footnoteReference w:id="99"/>
      </w:r>
      <w:r>
        <w:t>.  Les sushis d</w:t>
      </w:r>
      <w:r w:rsidR="005A73E2">
        <w:t>’</w:t>
      </w:r>
      <w:r>
        <w:t>aujourd</w:t>
      </w:r>
      <w:r w:rsidR="005A73E2">
        <w:t>’</w:t>
      </w:r>
      <w:r>
        <w:t>hui (préparés rapidement, sans fermentation, avec des ingrédients frais et servis en petites portions) ont quant à eux été inventés au Japon dans la première moitié</w:t>
      </w:r>
      <w:r w:rsidR="005A73E2">
        <w:t xml:space="preserve"> du XIX</w:t>
      </w:r>
      <w:r>
        <w:rPr>
          <w:vertAlign w:val="superscript"/>
        </w:rPr>
        <w:t>e</w:t>
      </w:r>
      <w:r w:rsidR="001E4C93">
        <w:t> </w:t>
      </w:r>
      <w:r>
        <w:t>siècle</w:t>
      </w:r>
      <w:r>
        <w:rPr>
          <w:rStyle w:val="FootnoteReference"/>
          <w:szCs w:val="22"/>
        </w:rPr>
        <w:footnoteReference w:id="100"/>
      </w:r>
      <w:r>
        <w:t>.  Sans doute le mets le plus connu de la cuisine japonaise contemporaine, le sushi est également populaire dans le reste du monde</w:t>
      </w:r>
      <w:r>
        <w:rPr>
          <w:rStyle w:val="FootnoteReference"/>
          <w:szCs w:val="22"/>
        </w:rPr>
        <w:footnoteReference w:id="101"/>
      </w:r>
      <w:r>
        <w:t>.</w:t>
      </w:r>
    </w:p>
    <w:p w:rsidR="00AA3CD9" w:rsidRDefault="000A6CC8" w:rsidP="00AA3CD9">
      <w:pPr>
        <w:spacing w:after="220"/>
        <w:rPr>
          <w:szCs w:val="22"/>
        </w:rPr>
      </w:pPr>
      <w:r>
        <w:rPr>
          <w:b/>
        </w:rPr>
        <w:t>Hamburger</w:t>
      </w:r>
      <w:r w:rsidRPr="0011407F">
        <w:t xml:space="preserve"> –</w:t>
      </w:r>
      <w:r>
        <w:t xml:space="preserve"> Le hamburger est un sandwich composé d</w:t>
      </w:r>
      <w:r w:rsidR="005A73E2">
        <w:t>’</w:t>
      </w:r>
      <w:r>
        <w:t>un ou deux</w:t>
      </w:r>
      <w:r w:rsidR="00936FD1">
        <w:t> </w:t>
      </w:r>
      <w:r>
        <w:t>steaks de viande hachée (généralement du bœuf) dans un petit pain</w:t>
      </w:r>
      <w:r>
        <w:rPr>
          <w:rStyle w:val="FootnoteReference"/>
          <w:szCs w:val="22"/>
        </w:rPr>
        <w:footnoteReference w:id="102"/>
      </w:r>
      <w:r>
        <w:t>.</w:t>
      </w:r>
      <w:r w:rsidR="00936FD1">
        <w:t xml:space="preserve"> </w:t>
      </w:r>
      <w:r>
        <w:t xml:space="preserve"> Il tire son nom de Hambourg, deuxième plus grande ville d</w:t>
      </w:r>
      <w:r w:rsidR="005A73E2">
        <w:t>’</w:t>
      </w:r>
      <w:r>
        <w:t>Allemagne</w:t>
      </w:r>
      <w:r>
        <w:rPr>
          <w:rStyle w:val="FootnoteReference"/>
          <w:szCs w:val="22"/>
        </w:rPr>
        <w:footnoteReference w:id="103"/>
      </w:r>
      <w:r>
        <w:t>.  Le sandwich a probablement été emmené en Amérique par les immigrants quittant ce port, entre le milieu et la fin</w:t>
      </w:r>
      <w:r w:rsidR="005A73E2">
        <w:t xml:space="preserve"> du XIX</w:t>
      </w:r>
      <w:r>
        <w:rPr>
          <w:vertAlign w:val="superscript"/>
        </w:rPr>
        <w:t>e</w:t>
      </w:r>
      <w:r w:rsidR="001E4C93">
        <w:t> </w:t>
      </w:r>
      <w:r>
        <w:t>siècle</w:t>
      </w:r>
      <w:r>
        <w:rPr>
          <w:rStyle w:val="FootnoteReference"/>
          <w:szCs w:val="22"/>
        </w:rPr>
        <w:footnoteReference w:id="104"/>
      </w:r>
      <w:r>
        <w:t>.  De nombreuses personnes ont prétendu avoir inventé le hamburger moderne aux États</w:t>
      </w:r>
      <w:r w:rsidR="00000DA0">
        <w:noBreakHyphen/>
      </w:r>
      <w:r>
        <w:t>Unis d</w:t>
      </w:r>
      <w:r w:rsidR="005A73E2">
        <w:t>’</w:t>
      </w:r>
      <w:r>
        <w:t>Amérique</w:t>
      </w:r>
      <w:r w:rsidR="005A73E2">
        <w:t xml:space="preserve"> au XIX</w:t>
      </w:r>
      <w:r>
        <w:rPr>
          <w:vertAlign w:val="superscript"/>
        </w:rPr>
        <w:t>e</w:t>
      </w:r>
      <w:r w:rsidR="001E4C93">
        <w:t> </w:t>
      </w:r>
      <w:r>
        <w:t>siècle mais son origine précise reste vag</w:t>
      </w:r>
      <w:r w:rsidR="001E4C93">
        <w:t>ue.  Au</w:t>
      </w:r>
      <w:r>
        <w:t xml:space="preserve"> XX</w:t>
      </w:r>
      <w:r>
        <w:rPr>
          <w:vertAlign w:val="superscript"/>
        </w:rPr>
        <w:t>e</w:t>
      </w:r>
      <w:r w:rsidR="001E4C93">
        <w:t> </w:t>
      </w:r>
      <w:r>
        <w:t>siècle, la popularité du hamburger est montée en flèche aux États</w:t>
      </w:r>
      <w:r w:rsidR="00000DA0">
        <w:noBreakHyphen/>
      </w:r>
      <w:r>
        <w:t>Unis d</w:t>
      </w:r>
      <w:r w:rsidR="005A73E2">
        <w:t>’</w:t>
      </w:r>
      <w:r>
        <w:t>Amérique avec la demande de la classe ouvrière qui voulait des plats produits en masse, abordables et pouvant être consommés à l</w:t>
      </w:r>
      <w:r w:rsidR="005A73E2">
        <w:t>’</w:t>
      </w:r>
      <w:r>
        <w:t>extérieur</w:t>
      </w:r>
      <w:r>
        <w:rPr>
          <w:rStyle w:val="FootnoteReference"/>
          <w:szCs w:val="22"/>
        </w:rPr>
        <w:footnoteReference w:id="105"/>
      </w:r>
      <w:r>
        <w:t>.  Afin de satisfaire la demande croissante, des enseignes comme White Castle, In</w:t>
      </w:r>
      <w:r w:rsidR="00000DA0">
        <w:noBreakHyphen/>
      </w:r>
      <w:r>
        <w:t>N</w:t>
      </w:r>
      <w:r w:rsidR="00000DA0">
        <w:noBreakHyphen/>
      </w:r>
      <w:r>
        <w:t>Out, Burger King, Wendy</w:t>
      </w:r>
      <w:r w:rsidR="005A73E2">
        <w:t>’</w:t>
      </w:r>
      <w:r>
        <w:t>s et, surtout, McDonald</w:t>
      </w:r>
      <w:r w:rsidR="005A73E2">
        <w:t>’</w:t>
      </w:r>
      <w:r>
        <w:t>s ont ouvert des restaurants qui sont ensuite devenus des chaînes nationales et internationales de restauration rapide</w:t>
      </w:r>
      <w:r>
        <w:rPr>
          <w:rStyle w:val="FootnoteReference"/>
          <w:szCs w:val="22"/>
        </w:rPr>
        <w:footnoteReference w:id="106"/>
      </w:r>
      <w:r>
        <w:t>.</w:t>
      </w:r>
    </w:p>
    <w:p w:rsidR="00AA3CD9" w:rsidRDefault="000A6CC8" w:rsidP="00AA3CD9">
      <w:pPr>
        <w:spacing w:after="220"/>
        <w:rPr>
          <w:szCs w:val="22"/>
        </w:rPr>
      </w:pPr>
      <w:r>
        <w:rPr>
          <w:b/>
        </w:rPr>
        <w:t>Barbecue</w:t>
      </w:r>
      <w:r w:rsidRPr="0011407F">
        <w:t xml:space="preserve"> –</w:t>
      </w:r>
      <w:r>
        <w:t xml:space="preserve"> Faire un barbecue est une activité très répandue aux États</w:t>
      </w:r>
      <w:r w:rsidR="00000DA0">
        <w:noBreakHyphen/>
      </w:r>
      <w:r>
        <w:t>Unis d</w:t>
      </w:r>
      <w:r w:rsidR="005A73E2">
        <w:t>’</w:t>
      </w:r>
      <w:r>
        <w:t>Amérique qui consiste à cuire lentement de la viande assaisonnée sur un feu</w:t>
      </w:r>
      <w:r>
        <w:rPr>
          <w:rStyle w:val="FootnoteReference"/>
          <w:szCs w:val="22"/>
        </w:rPr>
        <w:footnoteReference w:id="107"/>
      </w:r>
      <w:r>
        <w:t>.  Les quatre</w:t>
      </w:r>
      <w:r w:rsidR="00936FD1">
        <w:t> </w:t>
      </w:r>
      <w:r>
        <w:t>grands types de barbecue sont</w:t>
      </w:r>
      <w:r w:rsidR="005A73E2">
        <w:t> :</w:t>
      </w:r>
      <w:r>
        <w:t xml:space="preserve"> Memphis (effiloché de porc braisé dans une sauce tomate), North Carolina (porc dans une sauce vinaigrée), Kansas City (côtes en croûte d</w:t>
      </w:r>
      <w:r w:rsidR="005A73E2">
        <w:t>’</w:t>
      </w:r>
      <w:r>
        <w:t>épices) et Texas (bœuf grillé au mesquite)</w:t>
      </w:r>
      <w:r>
        <w:rPr>
          <w:rStyle w:val="FootnoteReference"/>
          <w:szCs w:val="22"/>
        </w:rPr>
        <w:footnoteReference w:id="108"/>
      </w:r>
      <w:r>
        <w:t>.  D</w:t>
      </w:r>
      <w:r w:rsidR="005A73E2">
        <w:t>’</w:t>
      </w:r>
      <w:r>
        <w:t>autres pays, comme la République de Corée et l</w:t>
      </w:r>
      <w:r w:rsidR="005A73E2">
        <w:t>’</w:t>
      </w:r>
      <w:r>
        <w:t>Argentine, ont leurs propres types de barbecue</w:t>
      </w:r>
      <w:r>
        <w:rPr>
          <w:rStyle w:val="FootnoteReference"/>
          <w:szCs w:val="22"/>
        </w:rPr>
        <w:footnoteReference w:id="109"/>
      </w:r>
      <w:r>
        <w:t>.</w:t>
      </w:r>
    </w:p>
    <w:p w:rsidR="00AA3CD9" w:rsidRDefault="0011407F" w:rsidP="0011407F">
      <w:pPr>
        <w:tabs>
          <w:tab w:val="left" w:pos="1134"/>
        </w:tabs>
        <w:spacing w:after="220"/>
        <w:ind w:left="567"/>
        <w:rPr>
          <w:b/>
          <w:bCs/>
          <w:szCs w:val="22"/>
        </w:rPr>
      </w:pPr>
      <w:r>
        <w:rPr>
          <w:b/>
        </w:rPr>
        <w:t>5.</w:t>
      </w:r>
      <w:r>
        <w:rPr>
          <w:b/>
        </w:rPr>
        <w:tab/>
      </w:r>
      <w:r w:rsidR="000A6CC8">
        <w:rPr>
          <w:b/>
        </w:rPr>
        <w:t>Coiffures et ornements corporels</w:t>
      </w:r>
    </w:p>
    <w:p w:rsidR="00AA3CD9" w:rsidRDefault="000A6CC8" w:rsidP="00AA3CD9">
      <w:pPr>
        <w:spacing w:after="220"/>
        <w:rPr>
          <w:szCs w:val="22"/>
        </w:rPr>
      </w:pPr>
      <w:r>
        <w:rPr>
          <w:b/>
        </w:rPr>
        <w:t>Dreadlocks</w:t>
      </w:r>
      <w:r w:rsidRPr="0062188B">
        <w:t xml:space="preserve"> –</w:t>
      </w:r>
      <w:r>
        <w:t xml:space="preserve"> Les dreadlocks sont des mèches de cheveux ressemblant à des cordes qui sont formées en nattant ou en tressant les cheveux</w:t>
      </w:r>
      <w:r>
        <w:rPr>
          <w:rStyle w:val="FootnoteReference"/>
          <w:szCs w:val="22"/>
        </w:rPr>
        <w:footnoteReference w:id="110"/>
      </w:r>
      <w:r>
        <w:t xml:space="preserve">.  Les premières descriptions de dreadlocks datent </w:t>
      </w:r>
      <w:r w:rsidR="005A73E2">
        <w:t>de 2500</w:t>
      </w:r>
      <w:r>
        <w:t xml:space="preserve"> av.</w:t>
      </w:r>
      <w:r w:rsidR="00936FD1">
        <w:t> </w:t>
      </w:r>
      <w:r>
        <w:t>J.</w:t>
      </w:r>
      <w:r w:rsidR="00000DA0">
        <w:noBreakHyphen/>
      </w:r>
      <w:r>
        <w:t>C. et apparaissent dans les plus anciens textes sacrés hindouistes</w:t>
      </w:r>
      <w:r>
        <w:rPr>
          <w:rStyle w:val="FootnoteReference"/>
          <w:szCs w:val="22"/>
        </w:rPr>
        <w:footnoteReference w:id="111"/>
      </w:r>
      <w:r>
        <w:t>.  L</w:t>
      </w:r>
      <w:r w:rsidR="005A73E2">
        <w:t>’</w:t>
      </w:r>
      <w:r>
        <w:t>existence de cette coiffure dans les anciennes civilisations africaine, égyptienne, grecque et indienne est établie</w:t>
      </w:r>
      <w:r>
        <w:rPr>
          <w:rStyle w:val="FootnoteReference"/>
          <w:szCs w:val="22"/>
        </w:rPr>
        <w:footnoteReference w:id="112"/>
      </w:r>
      <w:r>
        <w:t>.  Les dreadlocks ont été portées dans différentes cultures pour exprimer des convictions religieuses, spirituelles ou politiques</w:t>
      </w:r>
      <w:r>
        <w:rPr>
          <w:rStyle w:val="FootnoteReference"/>
          <w:szCs w:val="22"/>
        </w:rPr>
        <w:footnoteReference w:id="113"/>
      </w:r>
      <w:r>
        <w:t>.  Le lien le plus connu est peut</w:t>
      </w:r>
      <w:r w:rsidR="00000DA0">
        <w:noBreakHyphen/>
      </w:r>
      <w:r>
        <w:t xml:space="preserve">être </w:t>
      </w:r>
      <w:r>
        <w:lastRenderedPageBreak/>
        <w:t>l</w:t>
      </w:r>
      <w:r w:rsidR="005A73E2">
        <w:t>’</w:t>
      </w:r>
      <w:r>
        <w:t>association entre les dreadlocks et le mouvement religieux rastafari</w:t>
      </w:r>
      <w:r>
        <w:rPr>
          <w:rStyle w:val="FootnoteReference"/>
          <w:szCs w:val="22"/>
        </w:rPr>
        <w:footnoteReference w:id="114"/>
      </w:r>
      <w:r>
        <w:t>.  Avec la popularité grandissante de la musique reggae dans les années</w:t>
      </w:r>
      <w:r w:rsidR="001E4C93">
        <w:t> </w:t>
      </w:r>
      <w:r>
        <w:t>1970, Bob</w:t>
      </w:r>
      <w:r w:rsidR="001E4C93">
        <w:t> </w:t>
      </w:r>
      <w:r>
        <w:t>Marley a renforcé ce lien et contribué à faire des dreadlocks une mode populaire</w:t>
      </w:r>
      <w:r>
        <w:rPr>
          <w:rStyle w:val="FootnoteReference"/>
          <w:szCs w:val="22"/>
        </w:rPr>
        <w:footnoteReference w:id="115"/>
      </w:r>
      <w:r>
        <w:t>.</w:t>
      </w:r>
    </w:p>
    <w:p w:rsidR="00AA3CD9" w:rsidRDefault="000A6CC8" w:rsidP="00AA3CD9">
      <w:pPr>
        <w:spacing w:after="220"/>
        <w:rPr>
          <w:szCs w:val="22"/>
        </w:rPr>
      </w:pPr>
      <w:r>
        <w:rPr>
          <w:b/>
        </w:rPr>
        <w:t>Tatouages</w:t>
      </w:r>
      <w:r w:rsidRPr="001A5F24">
        <w:t xml:space="preserve"> –</w:t>
      </w:r>
      <w:r>
        <w:t xml:space="preserve"> Tatouer consiste à marquer la peau avec une encre permanente ou temporaire</w:t>
      </w:r>
      <w:r>
        <w:rPr>
          <w:rStyle w:val="FootnoteReference"/>
          <w:szCs w:val="22"/>
        </w:rPr>
        <w:footnoteReference w:id="116"/>
      </w:r>
      <w:r>
        <w:t>.  La première preuve de tatouages remonte à 5200</w:t>
      </w:r>
      <w:r w:rsidR="001E4C93">
        <w:t> </w:t>
      </w:r>
      <w:r>
        <w:t>ans environ</w:t>
      </w:r>
      <w:r>
        <w:rPr>
          <w:rStyle w:val="FootnoteReference"/>
          <w:szCs w:val="22"/>
        </w:rPr>
        <w:footnoteReference w:id="117"/>
      </w:r>
      <w:r>
        <w:t>.  Le terme tatouage, d</w:t>
      </w:r>
      <w:r w:rsidR="005A73E2">
        <w:t>’</w:t>
      </w:r>
      <w:r>
        <w:t>origine polynésienne, a été introduit en Europe par l</w:t>
      </w:r>
      <w:r w:rsidR="005A73E2">
        <w:t>’</w:t>
      </w:r>
      <w:r>
        <w:t>explorateur James</w:t>
      </w:r>
      <w:r w:rsidR="001E4C93">
        <w:t> </w:t>
      </w:r>
      <w:r>
        <w:t>Cook lorsqu</w:t>
      </w:r>
      <w:r w:rsidR="005A73E2">
        <w:t>’</w:t>
      </w:r>
      <w:r>
        <w:t>il est revenu de son premier voyage à Tahiti et en Nouvelle</w:t>
      </w:r>
      <w:r w:rsidR="00000DA0">
        <w:noBreakHyphen/>
      </w:r>
      <w:r>
        <w:t xml:space="preserve">Zélande </w:t>
      </w:r>
      <w:r w:rsidR="005A73E2">
        <w:t>en 1769</w:t>
      </w:r>
      <w:r>
        <w:rPr>
          <w:rStyle w:val="FootnoteReference"/>
          <w:szCs w:val="22"/>
        </w:rPr>
        <w:footnoteReference w:id="118"/>
      </w:r>
      <w:r>
        <w:t>.  Les tatouages ont une grande variété de fonctions et sont notamment utilisés à des fins d</w:t>
      </w:r>
      <w:r w:rsidR="005A73E2">
        <w:t>’</w:t>
      </w:r>
      <w:r>
        <w:t>identification, d</w:t>
      </w:r>
      <w:r w:rsidR="005A73E2">
        <w:t>’</w:t>
      </w:r>
      <w:r>
        <w:t>esthétique, d</w:t>
      </w:r>
      <w:r w:rsidR="005A73E2">
        <w:t>’</w:t>
      </w:r>
      <w:r>
        <w:t>appartenance sociale et culturelle et même de punition</w:t>
      </w:r>
      <w:r>
        <w:rPr>
          <w:rStyle w:val="FootnoteReference"/>
          <w:szCs w:val="22"/>
        </w:rPr>
        <w:footnoteReference w:id="119"/>
      </w:r>
      <w:r>
        <w:t>.  Chez les Maoris, les tatouages faciaux, ou tatouages moko, servent à indiquer la lignée, la position sociale et le statut au sein de la tribu</w:t>
      </w:r>
      <w:r>
        <w:rPr>
          <w:rStyle w:val="FootnoteReference"/>
          <w:szCs w:val="22"/>
        </w:rPr>
        <w:footnoteReference w:id="120"/>
      </w:r>
      <w:r>
        <w:t>.  Les Amérindiens utilisaient aussi des tatouages pour représenter leur tribu</w:t>
      </w:r>
      <w:r>
        <w:rPr>
          <w:rStyle w:val="FootnoteReference"/>
          <w:szCs w:val="22"/>
        </w:rPr>
        <w:footnoteReference w:id="121"/>
      </w:r>
      <w:r>
        <w:t>.  Les tatouages modernes peuvent être utilisés pour indiquer l</w:t>
      </w:r>
      <w:r w:rsidR="005A73E2">
        <w:t>’</w:t>
      </w:r>
      <w:r>
        <w:t>appartenance à un groupe particulier, comme une section ou une unité militaire;  c</w:t>
      </w:r>
      <w:r w:rsidR="005A73E2">
        <w:t>’</w:t>
      </w:r>
      <w:r>
        <w:t>est une pratique courante au sein des armées américaine et britannique</w:t>
      </w:r>
      <w:r>
        <w:rPr>
          <w:rStyle w:val="FootnoteReference"/>
          <w:szCs w:val="22"/>
        </w:rPr>
        <w:footnoteReference w:id="122"/>
      </w:r>
      <w:r>
        <w:t>.</w:t>
      </w:r>
    </w:p>
    <w:p w:rsidR="00AA3CD9" w:rsidRDefault="001A5F24" w:rsidP="001A5F24">
      <w:pPr>
        <w:pStyle w:val="Heading2"/>
        <w:spacing w:after="240"/>
      </w:pPr>
      <w:r>
        <w:t>C.</w:t>
      </w:r>
      <w:r>
        <w:tab/>
        <w:t>Musique et sons</w:t>
      </w:r>
    </w:p>
    <w:p w:rsidR="00AA3CD9" w:rsidRDefault="000A6CC8" w:rsidP="00AA3CD9">
      <w:pPr>
        <w:spacing w:after="220"/>
        <w:rPr>
          <w:u w:val="single"/>
        </w:rPr>
      </w:pPr>
      <w:r>
        <w:rPr>
          <w:u w:val="single"/>
        </w:rPr>
        <w:t>Informations générales</w:t>
      </w:r>
    </w:p>
    <w:p w:rsidR="00AA3CD9" w:rsidRDefault="000A6CC8" w:rsidP="00AA3CD9">
      <w:pPr>
        <w:spacing w:after="220"/>
      </w:pPr>
      <w:r>
        <w:t>Avant le XX</w:t>
      </w:r>
      <w:r>
        <w:rPr>
          <w:vertAlign w:val="superscript"/>
        </w:rPr>
        <w:t>e</w:t>
      </w:r>
      <w:r w:rsidR="001E4C93">
        <w:t> </w:t>
      </w:r>
      <w:r>
        <w:t>siècle, la transmission des chansons folkloriques et autres types d</w:t>
      </w:r>
      <w:r w:rsidR="005A73E2">
        <w:t>’</w:t>
      </w:r>
      <w:r>
        <w:t>expressions relevant de la catégorie “musique et sons” dans les projets d</w:t>
      </w:r>
      <w:r w:rsidR="005A73E2">
        <w:t>’</w:t>
      </w:r>
      <w:r>
        <w:t>articles se faisait oraleme</w:t>
      </w:r>
      <w:r w:rsidR="001E4C93">
        <w:t>nt.  Au</w:t>
      </w:r>
      <w:r>
        <w:t>jourd</w:t>
      </w:r>
      <w:r w:rsidR="005A73E2">
        <w:t>’</w:t>
      </w:r>
      <w:r>
        <w:t>hui, ces expressions culturelles traditionnelles font également l</w:t>
      </w:r>
      <w:r w:rsidR="005A73E2">
        <w:t>’</w:t>
      </w:r>
      <w:r>
        <w:t>objet d</w:t>
      </w:r>
      <w:r w:rsidR="005A73E2">
        <w:t>’</w:t>
      </w:r>
      <w:r>
        <w:t>enregistrements.</w:t>
      </w:r>
    </w:p>
    <w:p w:rsidR="00AA3CD9" w:rsidRDefault="000A6CC8" w:rsidP="00AA3CD9">
      <w:pPr>
        <w:spacing w:after="220"/>
      </w:pPr>
      <w:r>
        <w:rPr>
          <w:u w:val="single"/>
        </w:rPr>
        <w:t>Exemples</w:t>
      </w:r>
      <w:r w:rsidR="005A73E2" w:rsidRPr="001A5F24">
        <w:t> :</w:t>
      </w:r>
    </w:p>
    <w:p w:rsidR="00AA3CD9" w:rsidRDefault="000A6CC8" w:rsidP="00AA3CD9">
      <w:pPr>
        <w:spacing w:after="220"/>
        <w:rPr>
          <w:szCs w:val="22"/>
        </w:rPr>
      </w:pPr>
      <w:r>
        <w:rPr>
          <w:b/>
          <w:bCs/>
        </w:rPr>
        <w:t>Ballades écossaises</w:t>
      </w:r>
      <w:r>
        <w:t xml:space="preserve"> – Les ballades écossaises traditionnelles, qui sont tout aussi populaires en Écosse, en Angleterre et en Irlande, ont atteint les États</w:t>
      </w:r>
      <w:r w:rsidR="00000DA0">
        <w:noBreakHyphen/>
      </w:r>
      <w:r>
        <w:t>Unis d</w:t>
      </w:r>
      <w:r w:rsidR="005A73E2">
        <w:t>’</w:t>
      </w:r>
      <w:r>
        <w:t>Amérique grâce à une transmission orale et écrite</w:t>
      </w:r>
      <w:r>
        <w:rPr>
          <w:rStyle w:val="FootnoteReference"/>
          <w:szCs w:val="22"/>
        </w:rPr>
        <w:footnoteReference w:id="123"/>
      </w:r>
      <w:r>
        <w:t>.  L</w:t>
      </w:r>
      <w:r w:rsidR="005A73E2">
        <w:t>’</w:t>
      </w:r>
      <w:r>
        <w:t>exemple le plus connu est peut</w:t>
      </w:r>
      <w:r w:rsidR="00000DA0">
        <w:noBreakHyphen/>
      </w:r>
      <w:r>
        <w:t>être la ballade “Barbara</w:t>
      </w:r>
      <w:r w:rsidR="001E4C93">
        <w:t> </w:t>
      </w:r>
      <w:r>
        <w:t>Allen” qui a donné naissance à d</w:t>
      </w:r>
      <w:r w:rsidR="005A73E2">
        <w:t>’</w:t>
      </w:r>
      <w:r>
        <w:t>innombrables versions dans les pays anglophones</w:t>
      </w:r>
      <w:r>
        <w:rPr>
          <w:rStyle w:val="FootnoteReference"/>
          <w:szCs w:val="22"/>
        </w:rPr>
        <w:footnoteReference w:id="124"/>
      </w:r>
      <w:r>
        <w:t>.</w:t>
      </w:r>
    </w:p>
    <w:p w:rsidR="00AA3CD9" w:rsidRDefault="000A6CC8" w:rsidP="00AA3CD9">
      <w:pPr>
        <w:spacing w:after="220"/>
      </w:pPr>
      <w:r>
        <w:rPr>
          <w:b/>
          <w:bCs/>
        </w:rPr>
        <w:t>Yodel</w:t>
      </w:r>
      <w:r>
        <w:t xml:space="preserve"> – Le yodel est une vieille tradition rurale de chant en Europe, notamment en Suisse, en Autriche et en Scandinavie</w:t>
      </w:r>
      <w:r>
        <w:rPr>
          <w:rStyle w:val="FootnoteReference"/>
          <w:szCs w:val="22"/>
        </w:rPr>
        <w:footnoteReference w:id="125"/>
      </w:r>
      <w:r>
        <w:t>.  Le yodel est devenu une forme de divertissement populaire dans les salles de spectacle et les théâtres européens dans les années</w:t>
      </w:r>
      <w:r w:rsidR="001E4C93">
        <w:t> </w:t>
      </w:r>
      <w:r>
        <w:t>1830, puis il a gagné d</w:t>
      </w:r>
      <w:r w:rsidR="005A73E2">
        <w:t>’</w:t>
      </w:r>
      <w:r>
        <w:t xml:space="preserve">autres </w:t>
      </w:r>
      <w:r>
        <w:lastRenderedPageBreak/>
        <w:t>pays, comme les États</w:t>
      </w:r>
      <w:r w:rsidR="00000DA0">
        <w:noBreakHyphen/>
      </w:r>
      <w:r>
        <w:t>Unis d</w:t>
      </w:r>
      <w:r w:rsidR="005A73E2">
        <w:t>’</w:t>
      </w:r>
      <w:r>
        <w:t>Amérique et le Canada</w:t>
      </w:r>
      <w:r>
        <w:rPr>
          <w:rStyle w:val="FootnoteReference"/>
          <w:szCs w:val="22"/>
        </w:rPr>
        <w:footnoteReference w:id="126"/>
      </w:r>
      <w:r>
        <w:t>.  Il existe des expressions musicales proches du yodel suisse et autrichien dans des traditions musicales asiatiques</w:t>
      </w:r>
      <w:r>
        <w:rPr>
          <w:rStyle w:val="FootnoteReference"/>
          <w:szCs w:val="22"/>
        </w:rPr>
        <w:footnoteReference w:id="127"/>
      </w:r>
      <w:r>
        <w:t xml:space="preserve"> et africaines</w:t>
      </w:r>
      <w:r>
        <w:rPr>
          <w:rStyle w:val="FootnoteReference"/>
          <w:szCs w:val="22"/>
        </w:rPr>
        <w:footnoteReference w:id="128"/>
      </w:r>
      <w:r>
        <w:t>.</w:t>
      </w:r>
    </w:p>
    <w:p w:rsidR="00AA3CD9" w:rsidRDefault="000A6CC8" w:rsidP="00AA3CD9">
      <w:pPr>
        <w:spacing w:after="220" w:line="259" w:lineRule="auto"/>
        <w:rPr>
          <w:rFonts w:eastAsia="Calibri"/>
          <w:szCs w:val="22"/>
        </w:rPr>
      </w:pPr>
      <w:r>
        <w:rPr>
          <w:b/>
        </w:rPr>
        <w:t>Azonto</w:t>
      </w:r>
      <w:r w:rsidRPr="00DC0950">
        <w:t xml:space="preserve"> – </w:t>
      </w:r>
      <w:r>
        <w:t>L</w:t>
      </w:r>
      <w:r w:rsidR="005A73E2">
        <w:t>’</w:t>
      </w:r>
      <w:r>
        <w:t xml:space="preserve">azonto est un style musical et une danse popularisés au Ghana par le rappeur ghanéen Sarkodie dans sa chanson “U Go Kill Me” </w:t>
      </w:r>
      <w:r w:rsidR="005A73E2">
        <w:t>en 2011</w:t>
      </w:r>
      <w:r w:rsidRPr="005A17ED">
        <w:rPr>
          <w:rFonts w:eastAsia="Calibri"/>
          <w:szCs w:val="22"/>
          <w:vertAlign w:val="superscript"/>
          <w:lang w:eastAsia="en-US"/>
        </w:rPr>
        <w:footnoteReference w:id="129"/>
      </w:r>
      <w:r>
        <w:t xml:space="preserve"> et qui ont acquis une notoriété internationale grâce à la chanson “Azonto” de l</w:t>
      </w:r>
      <w:r w:rsidR="005A73E2">
        <w:t>’</w:t>
      </w:r>
      <w:r>
        <w:t>artiste Fuse ODG, établi à Londres</w:t>
      </w:r>
      <w:r w:rsidRPr="005A17ED">
        <w:rPr>
          <w:rFonts w:eastAsia="Calibri"/>
          <w:szCs w:val="22"/>
          <w:vertAlign w:val="superscript"/>
          <w:lang w:eastAsia="en-US"/>
        </w:rPr>
        <w:footnoteReference w:id="130"/>
      </w:r>
      <w:r>
        <w:t>.  L</w:t>
      </w:r>
      <w:r w:rsidR="005A73E2">
        <w:t>’</w:t>
      </w:r>
      <w:r>
        <w:t>objectif visé par Fuse ODG en créant cette chanson était de donner aux Ghanéens de la diaspora un lien avec la communauté ghanéenne</w:t>
      </w:r>
      <w:r w:rsidRPr="005A17ED">
        <w:rPr>
          <w:rFonts w:eastAsia="Calibri"/>
          <w:szCs w:val="22"/>
          <w:vertAlign w:val="superscript"/>
          <w:lang w:eastAsia="en-US"/>
        </w:rPr>
        <w:footnoteReference w:id="131"/>
      </w:r>
      <w:r>
        <w:t>.  Ce genre est désormais indissociable du Ghana</w:t>
      </w:r>
      <w:r w:rsidRPr="005A17ED">
        <w:rPr>
          <w:rFonts w:eastAsia="Calibri"/>
          <w:szCs w:val="22"/>
          <w:vertAlign w:val="superscript"/>
          <w:lang w:eastAsia="en-US"/>
        </w:rPr>
        <w:footnoteReference w:id="132"/>
      </w:r>
      <w:r>
        <w:t>.  Des artistes d</w:t>
      </w:r>
      <w:r w:rsidR="005A73E2">
        <w:t>’</w:t>
      </w:r>
      <w:r>
        <w:t>autres pays ont commencé à produire des chansons dans ce genre également</w:t>
      </w:r>
      <w:r w:rsidRPr="005A17ED">
        <w:rPr>
          <w:rFonts w:eastAsia="Calibri"/>
          <w:szCs w:val="22"/>
          <w:vertAlign w:val="superscript"/>
          <w:lang w:eastAsia="en-US"/>
        </w:rPr>
        <w:footnoteReference w:id="133"/>
      </w:r>
      <w:r>
        <w:t>.  L</w:t>
      </w:r>
      <w:r w:rsidR="005A73E2">
        <w:t>’</w:t>
      </w:r>
      <w:r>
        <w:t>azonto a été associé à la danse apaa du peuple Ga</w:t>
      </w:r>
      <w:r w:rsidRPr="005A17ED">
        <w:rPr>
          <w:rFonts w:eastAsia="Calibri"/>
          <w:szCs w:val="22"/>
          <w:vertAlign w:val="superscript"/>
          <w:lang w:eastAsia="en-US"/>
        </w:rPr>
        <w:footnoteReference w:id="134"/>
      </w:r>
      <w:r>
        <w:t>, ainsi qu</w:t>
      </w:r>
      <w:r w:rsidR="005A73E2">
        <w:t>’</w:t>
      </w:r>
      <w:r>
        <w:t>à la danse kpanlogo originaire de la côte ghanéenne</w:t>
      </w:r>
      <w:r w:rsidRPr="005A17ED">
        <w:rPr>
          <w:rFonts w:eastAsia="Calibri"/>
          <w:szCs w:val="22"/>
          <w:vertAlign w:val="superscript"/>
          <w:lang w:eastAsia="en-US"/>
        </w:rPr>
        <w:footnoteReference w:id="135"/>
      </w:r>
      <w:r>
        <w:t>.  La question de savoir si l</w:t>
      </w:r>
      <w:r w:rsidR="005A73E2">
        <w:t>’</w:t>
      </w:r>
      <w:r>
        <w:t>azonto est une adaptation de l</w:t>
      </w:r>
      <w:r w:rsidR="005A73E2">
        <w:t>’</w:t>
      </w:r>
      <w:r>
        <w:t>apaa ou un genre nouveau qui se nourrit d</w:t>
      </w:r>
      <w:r w:rsidR="005A73E2">
        <w:t>’</w:t>
      </w:r>
      <w:r>
        <w:t xml:space="preserve">influences culturelles similaires fait débat, </w:t>
      </w:r>
      <w:r w:rsidR="005A73E2">
        <w:t>y compris</w:t>
      </w:r>
      <w:r>
        <w:t xml:space="preserve"> parmi les artistes ghanéens</w:t>
      </w:r>
      <w:r w:rsidRPr="005A17ED">
        <w:rPr>
          <w:rFonts w:eastAsia="Calibri"/>
          <w:szCs w:val="22"/>
          <w:vertAlign w:val="superscript"/>
          <w:lang w:eastAsia="en-US"/>
        </w:rPr>
        <w:footnoteReference w:id="136"/>
      </w:r>
      <w:r>
        <w:t xml:space="preserve">. </w:t>
      </w:r>
      <w:r w:rsidR="00936FD1">
        <w:t xml:space="preserve"> </w:t>
      </w:r>
      <w:r w:rsidR="005A73E2">
        <w:t>En 2015</w:t>
      </w:r>
      <w:r>
        <w:t>, les médias faisaient état d</w:t>
      </w:r>
      <w:r w:rsidR="005A73E2">
        <w:t>’</w:t>
      </w:r>
      <w:r>
        <w:t>inquiétudes autour de la disparition de l</w:t>
      </w:r>
      <w:r w:rsidR="005A73E2">
        <w:t>’</w:t>
      </w:r>
      <w:r>
        <w:t xml:space="preserve">azonto et, </w:t>
      </w:r>
      <w:r w:rsidR="005A73E2">
        <w:t>en 2019</w:t>
      </w:r>
      <w:r>
        <w:t>, il ressortait de certaines informations que les Ghanéens avaient abandonné ce genre</w:t>
      </w:r>
      <w:r w:rsidRPr="005A17ED">
        <w:rPr>
          <w:rFonts w:eastAsia="Calibri"/>
          <w:szCs w:val="22"/>
          <w:vertAlign w:val="superscript"/>
          <w:lang w:eastAsia="en-US"/>
        </w:rPr>
        <w:footnoteReference w:id="137"/>
      </w:r>
      <w:r>
        <w:t>.</w:t>
      </w:r>
    </w:p>
    <w:p w:rsidR="00AA3CD9" w:rsidRDefault="000A6CC8" w:rsidP="00AA3CD9">
      <w:pPr>
        <w:spacing w:after="220"/>
      </w:pPr>
      <w:r>
        <w:rPr>
          <w:b/>
        </w:rPr>
        <w:t>Calypso</w:t>
      </w:r>
      <w:r>
        <w:t xml:space="preserve"> – Né à la Trinité</w:t>
      </w:r>
      <w:r w:rsidR="00000DA0">
        <w:noBreakHyphen/>
      </w:r>
      <w:r>
        <w:t>et</w:t>
      </w:r>
      <w:r w:rsidR="00000DA0">
        <w:noBreakHyphen/>
      </w:r>
      <w:r>
        <w:t>Tobago entre le début et le milieu du XX</w:t>
      </w:r>
      <w:r>
        <w:rPr>
          <w:vertAlign w:val="superscript"/>
        </w:rPr>
        <w:t>e</w:t>
      </w:r>
      <w:r w:rsidR="001E4C93">
        <w:t> </w:t>
      </w:r>
      <w:r>
        <w:t>siècle, ce style musical afro</w:t>
      </w:r>
      <w:r w:rsidR="00000DA0">
        <w:noBreakHyphen/>
      </w:r>
      <w:r>
        <w:t>caribéen s</w:t>
      </w:r>
      <w:r w:rsidR="005A73E2">
        <w:t>’</w:t>
      </w:r>
      <w:r>
        <w:t>est étendu au reste des Caraïbes et au Venezuela et a influencé l</w:t>
      </w:r>
      <w:r w:rsidR="005A73E2">
        <w:t>’</w:t>
      </w:r>
      <w:r>
        <w:t>apparition d</w:t>
      </w:r>
      <w:r w:rsidR="005A73E2">
        <w:t>’</w:t>
      </w:r>
      <w:r>
        <w:t>autres genres musicaux caribéens</w:t>
      </w:r>
      <w:r>
        <w:rPr>
          <w:rStyle w:val="FootnoteReference"/>
          <w:szCs w:val="22"/>
        </w:rPr>
        <w:footnoteReference w:id="138"/>
      </w:r>
      <w:r>
        <w:t>.</w:t>
      </w:r>
    </w:p>
    <w:p w:rsidR="00AA3CD9" w:rsidRDefault="000A6CC8" w:rsidP="00AA3CD9">
      <w:pPr>
        <w:spacing w:after="220"/>
        <w:rPr>
          <w:szCs w:val="22"/>
        </w:rPr>
      </w:pPr>
      <w:r>
        <w:rPr>
          <w:b/>
        </w:rPr>
        <w:t>Ska</w:t>
      </w:r>
      <w:r w:rsidRPr="00DC0950">
        <w:t xml:space="preserve"> –</w:t>
      </w:r>
      <w:r>
        <w:t xml:space="preserve"> Associant des éléments du calypso et d</w:t>
      </w:r>
      <w:r w:rsidR="005A73E2">
        <w:t>’</w:t>
      </w:r>
      <w:r>
        <w:t>autres genres musicaux caribéens au jazz et au rhythm and blues américains, le ska a émergé en Jamaïque en tant que genre musical à la fin des années</w:t>
      </w:r>
      <w:r w:rsidR="001E4C93">
        <w:t> </w:t>
      </w:r>
      <w:r>
        <w:t>1950 et dans les années</w:t>
      </w:r>
      <w:r w:rsidR="001E4C93">
        <w:t> </w:t>
      </w:r>
      <w:r>
        <w:t>1960</w:t>
      </w:r>
      <w:r>
        <w:rPr>
          <w:rStyle w:val="FootnoteReference"/>
          <w:szCs w:val="22"/>
        </w:rPr>
        <w:footnoteReference w:id="139"/>
      </w:r>
      <w:r>
        <w:t>.  Il est devenu populaire au Royaume</w:t>
      </w:r>
      <w:r w:rsidR="00000DA0">
        <w:noBreakHyphen/>
      </w:r>
      <w:r>
        <w:t>Uni et aux États</w:t>
      </w:r>
      <w:r w:rsidR="00000DA0">
        <w:noBreakHyphen/>
      </w:r>
      <w:r>
        <w:t>Unis d</w:t>
      </w:r>
      <w:r w:rsidR="005A73E2">
        <w:t>’</w:t>
      </w:r>
      <w:r>
        <w:t>Amérique</w:t>
      </w:r>
      <w:r>
        <w:rPr>
          <w:rStyle w:val="FootnoteReference"/>
          <w:szCs w:val="22"/>
        </w:rPr>
        <w:footnoteReference w:id="140"/>
      </w:r>
      <w:r>
        <w:t>, ainsi que dans d</w:t>
      </w:r>
      <w:r w:rsidR="005A73E2">
        <w:t>’</w:t>
      </w:r>
      <w:r>
        <w:t xml:space="preserve">autres pays européens, en Australie, au Japon et en </w:t>
      </w:r>
      <w:r>
        <w:lastRenderedPageBreak/>
        <w:t>Amérique du Sud, entre les années</w:t>
      </w:r>
      <w:r w:rsidR="001E4C93">
        <w:t> </w:t>
      </w:r>
      <w:r>
        <w:t>1970 et 1990</w:t>
      </w:r>
      <w:r>
        <w:rPr>
          <w:rStyle w:val="FootnoteReference"/>
          <w:szCs w:val="22"/>
        </w:rPr>
        <w:footnoteReference w:id="141"/>
      </w:r>
      <w:r>
        <w:t>.  La musique ska a eu une incidence sur l</w:t>
      </w:r>
      <w:r w:rsidR="005A73E2">
        <w:t>’</w:t>
      </w:r>
      <w:r>
        <w:t>apparition du reggae en Jamaïque et de la culture hip</w:t>
      </w:r>
      <w:r w:rsidR="00000DA0">
        <w:noBreakHyphen/>
      </w:r>
      <w:r>
        <w:t>hop aux États</w:t>
      </w:r>
      <w:r w:rsidR="00000DA0">
        <w:noBreakHyphen/>
      </w:r>
      <w:r>
        <w:t>Unis d</w:t>
      </w:r>
      <w:r w:rsidR="005A73E2">
        <w:t>’</w:t>
      </w:r>
      <w:r>
        <w:t>Amérique</w:t>
      </w:r>
      <w:r>
        <w:rPr>
          <w:rStyle w:val="FootnoteReference"/>
          <w:szCs w:val="22"/>
        </w:rPr>
        <w:footnoteReference w:id="142"/>
      </w:r>
      <w:r>
        <w:t>.</w:t>
      </w:r>
    </w:p>
    <w:p w:rsidR="00AA3CD9" w:rsidRDefault="000A6CC8" w:rsidP="00AA3CD9">
      <w:pPr>
        <w:spacing w:after="220"/>
        <w:rPr>
          <w:szCs w:val="22"/>
        </w:rPr>
      </w:pPr>
      <w:r>
        <w:rPr>
          <w:b/>
          <w:bCs/>
        </w:rPr>
        <w:t>Musique et culture hip</w:t>
      </w:r>
      <w:r w:rsidR="00000DA0">
        <w:rPr>
          <w:b/>
          <w:bCs/>
        </w:rPr>
        <w:noBreakHyphen/>
      </w:r>
      <w:r>
        <w:rPr>
          <w:b/>
          <w:bCs/>
        </w:rPr>
        <w:t>hop</w:t>
      </w:r>
      <w:r>
        <w:t xml:space="preserve"> – Venant de la Jamaïque, la musique hip</w:t>
      </w:r>
      <w:r w:rsidR="00000DA0">
        <w:noBreakHyphen/>
      </w:r>
      <w:r>
        <w:t>hop s</w:t>
      </w:r>
      <w:r w:rsidR="005A73E2">
        <w:t>’</w:t>
      </w:r>
      <w:r>
        <w:t>est développée à New</w:t>
      </w:r>
      <w:r w:rsidR="00936FD1">
        <w:t> </w:t>
      </w:r>
      <w:r>
        <w:t>York dans les années</w:t>
      </w:r>
      <w:r w:rsidR="001E4C93">
        <w:t> </w:t>
      </w:r>
      <w:r>
        <w:t>1970 dans le cadre de la culture hip</w:t>
      </w:r>
      <w:r w:rsidR="00000DA0">
        <w:noBreakHyphen/>
      </w:r>
      <w:r>
        <w:t>hop américaine qui comprend quatre</w:t>
      </w:r>
      <w:r w:rsidR="00936FD1">
        <w:t> </w:t>
      </w:r>
      <w:r>
        <w:t>éléments principaux</w:t>
      </w:r>
      <w:r w:rsidR="005A73E2">
        <w:t> :</w:t>
      </w:r>
      <w:r>
        <w:t xml:space="preserve"> l</w:t>
      </w:r>
      <w:r w:rsidR="005A73E2">
        <w:t>’</w:t>
      </w:r>
      <w:r>
        <w:t>art visuel (graffiti), le DJing, le MCing et le breakdancing</w:t>
      </w:r>
      <w:r>
        <w:rPr>
          <w:rStyle w:val="FootnoteReference"/>
          <w:szCs w:val="22"/>
        </w:rPr>
        <w:footnoteReference w:id="143"/>
      </w:r>
      <w:r>
        <w:t>.  Le hip</w:t>
      </w:r>
      <w:r w:rsidR="00000DA0">
        <w:noBreakHyphen/>
      </w:r>
      <w:r>
        <w:t>hop a continué d</w:t>
      </w:r>
      <w:r w:rsidR="005A73E2">
        <w:t>’</w:t>
      </w:r>
      <w:r>
        <w:t>influencer la mode, la langue et d</w:t>
      </w:r>
      <w:r w:rsidR="005A73E2">
        <w:t>’</w:t>
      </w:r>
      <w:r>
        <w:t>autres aspects de la culture populaire en général</w:t>
      </w:r>
      <w:r>
        <w:rPr>
          <w:rStyle w:val="FootnoteReference"/>
          <w:szCs w:val="22"/>
        </w:rPr>
        <w:footnoteReference w:id="144"/>
      </w:r>
      <w:r>
        <w:t>.</w:t>
      </w:r>
    </w:p>
    <w:p w:rsidR="00AA3CD9" w:rsidRDefault="000A6CC8" w:rsidP="00AA3CD9">
      <w:pPr>
        <w:spacing w:after="220"/>
        <w:rPr>
          <w:szCs w:val="22"/>
        </w:rPr>
      </w:pPr>
      <w:r>
        <w:rPr>
          <w:b/>
          <w:bCs/>
        </w:rPr>
        <w:t>Zarico</w:t>
      </w:r>
      <w:r>
        <w:t xml:space="preserve"> – La musique zarico (zydeco en anglais) est issue de la culture créole française de Lousiane</w:t>
      </w:r>
      <w:r>
        <w:rPr>
          <w:rStyle w:val="FootnoteReference"/>
          <w:szCs w:val="22"/>
        </w:rPr>
        <w:footnoteReference w:id="145"/>
      </w:r>
      <w:r>
        <w:t xml:space="preserve"> et inclut peut</w:t>
      </w:r>
      <w:r w:rsidR="00000DA0">
        <w:noBreakHyphen/>
      </w:r>
      <w:r>
        <w:t>être une influence musicale venue d</w:t>
      </w:r>
      <w:r w:rsidR="005A73E2">
        <w:t>’</w:t>
      </w:r>
      <w:r>
        <w:t>Afrique de l</w:t>
      </w:r>
      <w:r w:rsidR="005A73E2">
        <w:t>’</w:t>
      </w:r>
      <w:r>
        <w:t>Ouest</w:t>
      </w:r>
      <w:r>
        <w:rPr>
          <w:rStyle w:val="FootnoteReference"/>
          <w:szCs w:val="22"/>
        </w:rPr>
        <w:footnoteReference w:id="146"/>
      </w:r>
      <w:r>
        <w:t>.  Elle utilise généralement le frottoir, les cuillères, le violon, le triangle et l</w:t>
      </w:r>
      <w:r w:rsidR="005A73E2">
        <w:t>’</w:t>
      </w:r>
      <w:r>
        <w:t>accordéon</w:t>
      </w:r>
      <w:r>
        <w:rPr>
          <w:rStyle w:val="FootnoteReference"/>
          <w:szCs w:val="22"/>
        </w:rPr>
        <w:footnoteReference w:id="147"/>
      </w:r>
      <w:r>
        <w:t>.</w:t>
      </w:r>
    </w:p>
    <w:p w:rsidR="00AA3CD9" w:rsidRDefault="00B37BC2" w:rsidP="00B37BC2">
      <w:pPr>
        <w:pStyle w:val="Heading2"/>
        <w:spacing w:after="240"/>
        <w:rPr>
          <w:szCs w:val="22"/>
        </w:rPr>
      </w:pPr>
      <w:r>
        <w:t>D.</w:t>
      </w:r>
      <w:r>
        <w:tab/>
      </w:r>
      <w:r w:rsidR="000A6CC8">
        <w:t>E</w:t>
      </w:r>
      <w:r>
        <w:t>xpression orale et écrite</w:t>
      </w:r>
    </w:p>
    <w:p w:rsidR="00AA3CD9" w:rsidRDefault="000A6CC8" w:rsidP="00AA3CD9">
      <w:pPr>
        <w:spacing w:after="220"/>
        <w:rPr>
          <w:szCs w:val="22"/>
        </w:rPr>
      </w:pPr>
      <w:r>
        <w:t>Conformément aux projets d</w:t>
      </w:r>
      <w:r w:rsidR="005A73E2">
        <w:t>’</w:t>
      </w:r>
      <w:r>
        <w:t>articles, les expressions culturelles traditionnelles orales et écrites peuvent prendre la forme d</w:t>
      </w:r>
      <w:r w:rsidR="005A73E2">
        <w:t>’</w:t>
      </w:r>
      <w:r>
        <w:t>épopées, de légendes, de poèmes, d</w:t>
      </w:r>
      <w:r w:rsidR="005A73E2">
        <w:t>’</w:t>
      </w:r>
      <w:r>
        <w:t>énigmes et d</w:t>
      </w:r>
      <w:r w:rsidR="005A73E2">
        <w:t>’</w:t>
      </w:r>
      <w:r>
        <w:t>autres réci</w:t>
      </w:r>
      <w:r w:rsidR="001E4C93">
        <w:t>ts.  Ce</w:t>
      </w:r>
      <w:r>
        <w:t>tte section présente plusieurs exemples de fables, de contes de fées et de légendes qui peuvent être considérés par certains comme des expressions culturelles traditionnelles orales et écrites.</w:t>
      </w:r>
    </w:p>
    <w:p w:rsidR="00AA3CD9" w:rsidRDefault="00B37BC2" w:rsidP="00B37BC2">
      <w:pPr>
        <w:tabs>
          <w:tab w:val="left" w:pos="1134"/>
        </w:tabs>
        <w:spacing w:after="220"/>
        <w:ind w:left="567"/>
        <w:rPr>
          <w:b/>
          <w:bCs/>
          <w:szCs w:val="22"/>
        </w:rPr>
      </w:pPr>
      <w:r>
        <w:rPr>
          <w:b/>
        </w:rPr>
        <w:t>1.</w:t>
      </w:r>
      <w:r>
        <w:rPr>
          <w:b/>
        </w:rPr>
        <w:tab/>
      </w:r>
      <w:r w:rsidR="000A6CC8">
        <w:rPr>
          <w:b/>
        </w:rPr>
        <w:t>Contes de fées et fables</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Les contes de fées sont de brèves histoires qui mettent en jeu des personnages imaginaires comme des fées, des magiciens ou des lutins et qui se déroulent à une époque fictive (“il était une fois”) plutôt qu</w:t>
      </w:r>
      <w:r w:rsidR="005A73E2">
        <w:t>’</w:t>
      </w:r>
      <w:r>
        <w:t>historique</w:t>
      </w:r>
      <w:r>
        <w:rPr>
          <w:rStyle w:val="FootnoteReference"/>
          <w:szCs w:val="22"/>
        </w:rPr>
        <w:footnoteReference w:id="148"/>
      </w:r>
      <w:r>
        <w:t>;  les fables sont des récits contenant une morale ou transmettant une vérité utile</w:t>
      </w:r>
      <w:r>
        <w:rPr>
          <w:rStyle w:val="FootnoteReference"/>
          <w:szCs w:val="22"/>
        </w:rPr>
        <w:footnoteReference w:id="149"/>
      </w:r>
      <w:r>
        <w:t>.  Les fables remontent à la Grèce antique</w:t>
      </w:r>
      <w:r>
        <w:rPr>
          <w:rStyle w:val="FootnoteReference"/>
          <w:szCs w:val="22"/>
        </w:rPr>
        <w:footnoteReference w:id="150"/>
      </w:r>
      <w:r>
        <w:t>, elles ont des origines dans la culture indienne</w:t>
      </w:r>
      <w:r>
        <w:rPr>
          <w:rStyle w:val="FootnoteReference"/>
          <w:szCs w:val="22"/>
        </w:rPr>
        <w:footnoteReference w:id="151"/>
      </w:r>
      <w:r>
        <w:t xml:space="preserve"> et le Moyen</w:t>
      </w:r>
      <w:r w:rsidR="00000DA0">
        <w:noBreakHyphen/>
      </w:r>
      <w:r>
        <w:t>Orient antique et médiéval</w:t>
      </w:r>
      <w:r>
        <w:rPr>
          <w:rStyle w:val="FootnoteReference"/>
          <w:szCs w:val="22"/>
        </w:rPr>
        <w:footnoteReference w:id="152"/>
      </w:r>
      <w:r>
        <w:t xml:space="preserve"> et elles sont des </w:t>
      </w:r>
      <w:r>
        <w:lastRenderedPageBreak/>
        <w:t>supports d</w:t>
      </w:r>
      <w:r w:rsidR="005A73E2">
        <w:t>’</w:t>
      </w:r>
      <w:r>
        <w:t>enseignement importants dans la culture africaine</w:t>
      </w:r>
      <w:r>
        <w:rPr>
          <w:rStyle w:val="FootnoteReference"/>
          <w:szCs w:val="22"/>
        </w:rPr>
        <w:footnoteReference w:id="153"/>
      </w:r>
      <w:r>
        <w:t>.  Elles ont également joué un grand rôle dans l</w:t>
      </w:r>
      <w:r w:rsidR="005A73E2">
        <w:t>’</w:t>
      </w:r>
      <w:r>
        <w:t>établissement de la culture afro</w:t>
      </w:r>
      <w:r w:rsidR="00000DA0">
        <w:noBreakHyphen/>
      </w:r>
      <w:r>
        <w:t>américaine</w:t>
      </w:r>
      <w:r>
        <w:rPr>
          <w:rStyle w:val="FootnoteReference"/>
          <w:szCs w:val="22"/>
        </w:rPr>
        <w:footnoteReference w:id="154"/>
      </w:r>
      <w:r>
        <w:t>.</w:t>
      </w:r>
    </w:p>
    <w:p w:rsidR="00AA3CD9" w:rsidRDefault="000A6CC8" w:rsidP="00AA3CD9">
      <w:pPr>
        <w:spacing w:after="220"/>
        <w:rPr>
          <w:szCs w:val="22"/>
          <w:u w:val="single"/>
        </w:rPr>
      </w:pPr>
      <w:r>
        <w:rPr>
          <w:u w:val="single"/>
        </w:rPr>
        <w:t>Exemples</w:t>
      </w:r>
      <w:r w:rsidR="005A73E2" w:rsidRPr="00CD494F">
        <w:t> :</w:t>
      </w:r>
    </w:p>
    <w:p w:rsidR="00AA3CD9" w:rsidRDefault="000A6CC8" w:rsidP="00AA3CD9">
      <w:pPr>
        <w:spacing w:after="220"/>
        <w:rPr>
          <w:szCs w:val="22"/>
        </w:rPr>
      </w:pPr>
      <w:r>
        <w:rPr>
          <w:b/>
          <w:bCs/>
        </w:rPr>
        <w:t>Les contes de Grimm</w:t>
      </w:r>
      <w:r>
        <w:t xml:space="preserve"> – Collectés par Jacob et Wilhelm</w:t>
      </w:r>
      <w:r w:rsidR="001E4C93">
        <w:t> </w:t>
      </w:r>
      <w:r>
        <w:t>Grimm à partir de la tradition orale et publiés pour la première fois en Allemagne au début</w:t>
      </w:r>
      <w:r w:rsidR="005A73E2">
        <w:t xml:space="preserve"> du XIX</w:t>
      </w:r>
      <w:r>
        <w:rPr>
          <w:vertAlign w:val="superscript"/>
        </w:rPr>
        <w:t>e</w:t>
      </w:r>
      <w:r w:rsidR="001E4C93">
        <w:t> </w:t>
      </w:r>
      <w:r>
        <w:t xml:space="preserve">siècle, </w:t>
      </w:r>
      <w:r>
        <w:rPr>
          <w:i/>
          <w:iCs/>
        </w:rPr>
        <w:t>les Contes de Grimm</w:t>
      </w:r>
      <w:r>
        <w:t xml:space="preserve"> ont été traduits dans le monde entier</w:t>
      </w:r>
      <w:r>
        <w:rPr>
          <w:rStyle w:val="FootnoteReference"/>
          <w:szCs w:val="22"/>
        </w:rPr>
        <w:footnoteReference w:id="155"/>
      </w:r>
      <w:r>
        <w:t>.  Parmi les plus connus figurent “Hansel et Gretel”, “Cendrillon” et “La Belle au bois dormant”</w:t>
      </w:r>
      <w:r>
        <w:rPr>
          <w:rStyle w:val="FootnoteReference"/>
          <w:szCs w:val="22"/>
        </w:rPr>
        <w:footnoteReference w:id="156"/>
      </w:r>
      <w:r>
        <w:t>.</w:t>
      </w:r>
    </w:p>
    <w:p w:rsidR="00AA3CD9" w:rsidRDefault="000A6CC8" w:rsidP="00AA3CD9">
      <w:pPr>
        <w:spacing w:after="220"/>
        <w:rPr>
          <w:szCs w:val="22"/>
        </w:rPr>
      </w:pPr>
      <w:r>
        <w:rPr>
          <w:b/>
          <w:bCs/>
        </w:rPr>
        <w:t>Les fables d</w:t>
      </w:r>
      <w:r w:rsidR="005A73E2">
        <w:rPr>
          <w:b/>
          <w:bCs/>
        </w:rPr>
        <w:t>’</w:t>
      </w:r>
      <w:r>
        <w:rPr>
          <w:b/>
          <w:bCs/>
        </w:rPr>
        <w:t>Ésope</w:t>
      </w:r>
      <w:r>
        <w:t xml:space="preserve"> – Issues de la Grèce antique, les fables d</w:t>
      </w:r>
      <w:r w:rsidR="005A73E2">
        <w:t>’</w:t>
      </w:r>
      <w:r>
        <w:t>Ésope ont été transmises et traduites dans le monde entier</w:t>
      </w:r>
      <w:r>
        <w:rPr>
          <w:rStyle w:val="FootnoteReference"/>
          <w:szCs w:val="22"/>
        </w:rPr>
        <w:footnoteReference w:id="157"/>
      </w:r>
      <w:r>
        <w:t>.  Parmi les plus marquantes, on peut citer “La poule aux œufs d</w:t>
      </w:r>
      <w:r w:rsidR="005A73E2">
        <w:t>’</w:t>
      </w:r>
      <w:r>
        <w:t>or”, “Le rat des villes et le rat des champs” et “Le garçon qui criait au loup”</w:t>
      </w:r>
      <w:r>
        <w:rPr>
          <w:rStyle w:val="FootnoteReference"/>
          <w:szCs w:val="22"/>
        </w:rPr>
        <w:footnoteReference w:id="158"/>
      </w:r>
      <w:r>
        <w:t>.</w:t>
      </w:r>
    </w:p>
    <w:p w:rsidR="00AA3CD9" w:rsidRDefault="000A6CC8" w:rsidP="00AA3CD9">
      <w:pPr>
        <w:spacing w:after="220"/>
        <w:rPr>
          <w:szCs w:val="22"/>
        </w:rPr>
      </w:pPr>
      <w:r>
        <w:rPr>
          <w:b/>
          <w:bCs/>
        </w:rPr>
        <w:t>Les mille et une nuits (en anglais</w:t>
      </w:r>
      <w:r w:rsidR="005A73E2">
        <w:rPr>
          <w:b/>
          <w:bCs/>
        </w:rPr>
        <w:t> :</w:t>
      </w:r>
      <w:r>
        <w:rPr>
          <w:b/>
          <w:bCs/>
        </w:rPr>
        <w:t xml:space="preserve"> Arabian Nights)</w:t>
      </w:r>
      <w:r>
        <w:t xml:space="preserve"> – Trouvant leur origine dans le Moyen</w:t>
      </w:r>
      <w:r w:rsidR="00000DA0">
        <w:noBreakHyphen/>
      </w:r>
      <w:r>
        <w:t>Orient antique et médiéval, ces fables ont été transmises, traduites et adaptées dans le monde entier</w:t>
      </w:r>
      <w:r>
        <w:rPr>
          <w:rStyle w:val="FootnoteReference"/>
          <w:szCs w:val="22"/>
        </w:rPr>
        <w:footnoteReference w:id="159"/>
      </w:r>
      <w:r>
        <w:t>.  Parmi les plus célèbres figurent “Les sept</w:t>
      </w:r>
      <w:r w:rsidR="00936FD1">
        <w:t> </w:t>
      </w:r>
      <w:r>
        <w:t>voyages de Sinbad le marin”, “Ali Baba et les quarante voleurs” et “Aladin”</w:t>
      </w:r>
      <w:r>
        <w:rPr>
          <w:rStyle w:val="FootnoteReference"/>
          <w:szCs w:val="22"/>
        </w:rPr>
        <w:footnoteReference w:id="160"/>
      </w:r>
      <w:r>
        <w:t>.</w:t>
      </w:r>
    </w:p>
    <w:p w:rsidR="00AA3CD9" w:rsidRDefault="00CD494F" w:rsidP="00AA3CD9">
      <w:pPr>
        <w:spacing w:after="220"/>
        <w:ind w:left="567"/>
        <w:rPr>
          <w:b/>
          <w:bCs/>
          <w:szCs w:val="22"/>
        </w:rPr>
      </w:pPr>
      <w:r>
        <w:rPr>
          <w:b/>
        </w:rPr>
        <w:t>2.</w:t>
      </w:r>
      <w:r>
        <w:rPr>
          <w:b/>
        </w:rPr>
        <w:tab/>
      </w:r>
      <w:r w:rsidR="000A6CC8">
        <w:rPr>
          <w:b/>
        </w:rPr>
        <w:t>Légendes</w:t>
      </w:r>
    </w:p>
    <w:p w:rsidR="00AA3CD9" w:rsidRDefault="000A6CC8" w:rsidP="00AA3CD9">
      <w:pPr>
        <w:spacing w:after="220"/>
        <w:rPr>
          <w:szCs w:val="22"/>
          <w:u w:val="single"/>
        </w:rPr>
      </w:pPr>
      <w:r>
        <w:rPr>
          <w:u w:val="single"/>
        </w:rPr>
        <w:t>Informations générales</w:t>
      </w:r>
    </w:p>
    <w:p w:rsidR="00AA3CD9" w:rsidRDefault="000A6CC8" w:rsidP="00AA3CD9">
      <w:pPr>
        <w:spacing w:after="220"/>
        <w:rPr>
          <w:szCs w:val="22"/>
        </w:rPr>
      </w:pPr>
      <w:r>
        <w:t>Contrairement aux contes de fées et aux fables, les légendes sont des récits traditionnels qui reposent sur des personnages historiques et des événements rée</w:t>
      </w:r>
      <w:r w:rsidR="001E4C93">
        <w:t xml:space="preserve">ls.  À </w:t>
      </w:r>
      <w:r>
        <w:t>mesure que la légende se construit, le personnage légendaire peut être célébré dans des contes, des ballades et des films qui, en général, embellissent les faits historiques.</w:t>
      </w:r>
    </w:p>
    <w:p w:rsidR="00AA3CD9" w:rsidRDefault="000A6CC8" w:rsidP="00AA3CD9">
      <w:pPr>
        <w:spacing w:after="220"/>
        <w:rPr>
          <w:szCs w:val="22"/>
          <w:u w:val="single"/>
        </w:rPr>
      </w:pPr>
      <w:r>
        <w:rPr>
          <w:u w:val="single"/>
        </w:rPr>
        <w:t>Exemples</w:t>
      </w:r>
      <w:r w:rsidR="005A73E2" w:rsidRPr="00CD494F">
        <w:t> :</w:t>
      </w:r>
    </w:p>
    <w:p w:rsidR="00AA3CD9" w:rsidRDefault="000A6CC8" w:rsidP="00AA3CD9">
      <w:pPr>
        <w:spacing w:after="220"/>
      </w:pPr>
      <w:r>
        <w:rPr>
          <w:b/>
          <w:bCs/>
        </w:rPr>
        <w:t>Le père Noël</w:t>
      </w:r>
      <w:r>
        <w:t xml:space="preserve"> – L</w:t>
      </w:r>
      <w:r w:rsidR="005A73E2">
        <w:t>’</w:t>
      </w:r>
      <w:r>
        <w:t>origine de cette figure légendaire de la culture chrétienne occidentale remonte à l</w:t>
      </w:r>
      <w:r w:rsidR="005A73E2">
        <w:t>’</w:t>
      </w:r>
      <w:r>
        <w:t xml:space="preserve">évêque </w:t>
      </w:r>
      <w:r w:rsidR="00CB4836">
        <w:t>s</w:t>
      </w:r>
      <w:r>
        <w:t>aint Nicolas, né sur le territoire de l</w:t>
      </w:r>
      <w:r w:rsidR="005A73E2">
        <w:t>’</w:t>
      </w:r>
      <w:r>
        <w:t>actuelle Turquie environ 280 ans av. J.</w:t>
      </w:r>
      <w:r w:rsidR="00000DA0">
        <w:noBreakHyphen/>
      </w:r>
      <w:r>
        <w:t>C. et devenu le saint patron des enfants</w:t>
      </w:r>
      <w:r>
        <w:rPr>
          <w:rStyle w:val="FootnoteReference"/>
          <w:szCs w:val="22"/>
        </w:rPr>
        <w:footnoteReference w:id="161"/>
      </w:r>
      <w:r>
        <w:t xml:space="preserve">.  Les personnages de </w:t>
      </w:r>
      <w:r w:rsidR="00CB4836">
        <w:t>s</w:t>
      </w:r>
      <w:r>
        <w:t>aint Nicolas et du père Noël ont connu l</w:t>
      </w:r>
      <w:r w:rsidR="005A73E2">
        <w:t>’</w:t>
      </w:r>
      <w:r>
        <w:t>influence de traditions païennes et religieuses en Europe, notamment de la culture populaire britannique, hollandaise et allemande</w:t>
      </w:r>
      <w:r>
        <w:rPr>
          <w:rStyle w:val="FootnoteReference"/>
          <w:szCs w:val="22"/>
        </w:rPr>
        <w:footnoteReference w:id="162"/>
      </w:r>
      <w:r>
        <w:t>.  Le peuple same (également appelé “lapon”), qui vit dans l</w:t>
      </w:r>
      <w:r w:rsidR="005A73E2">
        <w:t>’</w:t>
      </w:r>
      <w:r>
        <w:t>extrême nord de la Norvège, en Suède et en Finlande et élève des rennes, a indirectement contribué à créer la légende en facilitant l</w:t>
      </w:r>
      <w:r w:rsidR="005A73E2">
        <w:t>’</w:t>
      </w:r>
      <w:r>
        <w:t>introduction de l</w:t>
      </w:r>
      <w:r w:rsidR="005A73E2">
        <w:t>’</w:t>
      </w:r>
      <w:r>
        <w:t xml:space="preserve">élevage de </w:t>
      </w:r>
      <w:r>
        <w:lastRenderedPageBreak/>
        <w:t>rennes en Alaska</w:t>
      </w:r>
      <w:r>
        <w:rPr>
          <w:rStyle w:val="FootnoteReference"/>
          <w:szCs w:val="22"/>
        </w:rPr>
        <w:footnoteReference w:id="163"/>
      </w:r>
      <w:r>
        <w:t>.  La tradition de l</w:t>
      </w:r>
      <w:r w:rsidR="005A73E2">
        <w:t>’</w:t>
      </w:r>
      <w:r>
        <w:t>élevage du peuple same s</w:t>
      </w:r>
      <w:r w:rsidR="005A73E2">
        <w:t>’</w:t>
      </w:r>
      <w:r>
        <w:t>est répandue en Alaska lorsqu</w:t>
      </w:r>
      <w:r w:rsidR="005A73E2">
        <w:t>’</w:t>
      </w:r>
      <w:r>
        <w:t>un missionnaire y a amené des troupeaux et des éleveurs sames pour tenter de compenser la baisse des ressources due à la surpêche de baleines</w:t>
      </w:r>
      <w:r>
        <w:rPr>
          <w:rStyle w:val="FootnoteReference"/>
          <w:szCs w:val="22"/>
        </w:rPr>
        <w:footnoteReference w:id="164"/>
      </w:r>
      <w:r>
        <w:t>.  Après l</w:t>
      </w:r>
      <w:r w:rsidR="005A73E2">
        <w:t>’</w:t>
      </w:r>
      <w:r>
        <w:t>introduction des troupeaux de rennes, un homme d</w:t>
      </w:r>
      <w:r w:rsidR="005A73E2">
        <w:t>’</w:t>
      </w:r>
      <w:r>
        <w:t>affaires dynamique vivant en Alaska a cherché à promouvoir la viande de renne en tant que nouvel alime</w:t>
      </w:r>
      <w:r w:rsidR="001E4C93">
        <w:t>nt.  Il</w:t>
      </w:r>
      <w:r>
        <w:t xml:space="preserve"> a cr</w:t>
      </w:r>
      <w:r w:rsidR="00CB4836">
        <w:t>éé un lien entre la légende de s</w:t>
      </w:r>
      <w:r>
        <w:t>aint Nicolas et le renne avec l</w:t>
      </w:r>
      <w:r w:rsidR="005A73E2">
        <w:t>’</w:t>
      </w:r>
      <w:r>
        <w:t>aide du grand magasin Macy</w:t>
      </w:r>
      <w:r w:rsidR="005A73E2">
        <w:t>’</w:t>
      </w:r>
      <w:r>
        <w:t>s en organisant des événements et des parades dans lesquelles le père Noël apparaissait sur un traîneau tiré par des rennes</w:t>
      </w:r>
      <w:r>
        <w:rPr>
          <w:rStyle w:val="FootnoteReference"/>
          <w:szCs w:val="22"/>
        </w:rPr>
        <w:footnoteReference w:id="165"/>
      </w:r>
      <w:r>
        <w:t>.  Rudolph est entré dans la légende quelques années plus tard, dans un livre de coloriage</w:t>
      </w:r>
      <w:r>
        <w:rPr>
          <w:rStyle w:val="FootnoteReference"/>
          <w:szCs w:val="22"/>
        </w:rPr>
        <w:footnoteReference w:id="166"/>
      </w:r>
      <w:r>
        <w:t>.  Aujourd</w:t>
      </w:r>
      <w:r w:rsidR="005A73E2">
        <w:t>’</w:t>
      </w:r>
      <w:r>
        <w:t>hui, il existe diverses représentations du père Noël dans un nombre incalculable d</w:t>
      </w:r>
      <w:r w:rsidR="005A73E2">
        <w:t>’</w:t>
      </w:r>
      <w:r>
        <w:t>œuvres littéraires, musicales, visuelles et cinématographiques</w:t>
      </w:r>
      <w:r>
        <w:rPr>
          <w:rStyle w:val="FootnoteReference"/>
          <w:szCs w:val="22"/>
        </w:rPr>
        <w:footnoteReference w:id="167"/>
      </w:r>
      <w:r>
        <w:t>.  Les images et costumes du père Noël sont omniprésents dans de nombreuses traditions familiales et communautaires, ainsi que dans la culture populaire et commerciale actuelle du monde entier</w:t>
      </w:r>
      <w:r>
        <w:rPr>
          <w:rStyle w:val="FootnoteReference"/>
          <w:szCs w:val="22"/>
        </w:rPr>
        <w:footnoteReference w:id="168"/>
      </w:r>
      <w:r>
        <w:t>.</w:t>
      </w:r>
    </w:p>
    <w:p w:rsidR="00AA3CD9" w:rsidRDefault="000A6CC8" w:rsidP="00AA3CD9">
      <w:pPr>
        <w:spacing w:after="220"/>
      </w:pPr>
      <w:r>
        <w:rPr>
          <w:b/>
          <w:bCs/>
        </w:rPr>
        <w:t>Bigfoot ou Sasquatch</w:t>
      </w:r>
      <w:r>
        <w:t xml:space="preserve"> – Bigfoot aux États</w:t>
      </w:r>
      <w:r w:rsidR="00000DA0">
        <w:noBreakHyphen/>
      </w:r>
      <w:r>
        <w:t>Unis d</w:t>
      </w:r>
      <w:r w:rsidR="005A73E2">
        <w:t>’</w:t>
      </w:r>
      <w:r>
        <w:t>Amérique, Sasquatch au Canada et aux États</w:t>
      </w:r>
      <w:r w:rsidR="00000DA0">
        <w:noBreakHyphen/>
      </w:r>
      <w:r>
        <w:t>Unis d</w:t>
      </w:r>
      <w:r w:rsidR="005A73E2">
        <w:t>’</w:t>
      </w:r>
      <w:r>
        <w:t>Amérique ou le yéti dans l</w:t>
      </w:r>
      <w:r w:rsidR="005A73E2">
        <w:t>’</w:t>
      </w:r>
      <w:r>
        <w:t>Himalaya est un personnage légendaire mi</w:t>
      </w:r>
      <w:r w:rsidR="00000DA0">
        <w:noBreakHyphen/>
      </w:r>
      <w:r>
        <w:t>homme mi</w:t>
      </w:r>
      <w:r w:rsidR="00000DA0">
        <w:noBreakHyphen/>
      </w:r>
      <w:r>
        <w:t>singe qui marche sur deux</w:t>
      </w:r>
      <w:r w:rsidR="00936FD1">
        <w:t> </w:t>
      </w:r>
      <w:r>
        <w:t>jambes, beaucoup plus grand que les hommes et les gorilles et couvert de poils</w:t>
      </w:r>
      <w:r>
        <w:rPr>
          <w:rStyle w:val="FootnoteReference"/>
          <w:szCs w:val="22"/>
        </w:rPr>
        <w:footnoteReference w:id="169"/>
      </w:r>
      <w:r>
        <w:t>.  Fruit de récits de rencontres avec une créature mystérieuse, ce personnage mythique est probablement inspiré de l</w:t>
      </w:r>
      <w:r w:rsidR="005A73E2">
        <w:t>’</w:t>
      </w:r>
      <w:r>
        <w:t xml:space="preserve">immense singe </w:t>
      </w:r>
      <w:r>
        <w:rPr>
          <w:i/>
        </w:rPr>
        <w:t xml:space="preserve">Gigantopithecus blacki </w:t>
      </w:r>
      <w:r>
        <w:t>qui, d</w:t>
      </w:r>
      <w:r w:rsidR="005A73E2">
        <w:t>’</w:t>
      </w:r>
      <w:r>
        <w:t>après les recherches effectuées, s</w:t>
      </w:r>
      <w:r w:rsidR="005A73E2">
        <w:t>’</w:t>
      </w:r>
      <w:r>
        <w:t>est sans doute éteint il y a environ 300 000</w:t>
      </w:r>
      <w:r w:rsidR="001E4C93">
        <w:t> </w:t>
      </w:r>
      <w:r>
        <w:t>ans</w:t>
      </w:r>
      <w:r>
        <w:rPr>
          <w:rStyle w:val="FootnoteReference"/>
          <w:szCs w:val="22"/>
        </w:rPr>
        <w:footnoteReference w:id="170"/>
      </w:r>
      <w:r>
        <w:t>.</w:t>
      </w:r>
    </w:p>
    <w:p w:rsidR="00AA3CD9" w:rsidRDefault="000A6CC8" w:rsidP="00AA3CD9">
      <w:pPr>
        <w:spacing w:after="220"/>
        <w:rPr>
          <w:szCs w:val="22"/>
        </w:rPr>
      </w:pPr>
      <w:r>
        <w:rPr>
          <w:b/>
          <w:bCs/>
        </w:rPr>
        <w:t>Personnages légendaires américains</w:t>
      </w:r>
      <w:r>
        <w:t xml:space="preserve"> – Il existe de nombreux exemples de personnages légendaires dans la culture folklorique américai</w:t>
      </w:r>
      <w:r w:rsidR="001E4C93">
        <w:t xml:space="preserve">ne.  </w:t>
      </w:r>
      <w:r w:rsidR="001E4C93">
        <w:rPr>
          <w:b/>
          <w:bCs/>
        </w:rPr>
        <w:t>Da</w:t>
      </w:r>
      <w:r>
        <w:rPr>
          <w:b/>
          <w:bCs/>
        </w:rPr>
        <w:t>niel</w:t>
      </w:r>
      <w:r w:rsidR="001E4C93">
        <w:rPr>
          <w:b/>
          <w:bCs/>
        </w:rPr>
        <w:t> </w:t>
      </w:r>
      <w:r>
        <w:rPr>
          <w:b/>
          <w:bCs/>
        </w:rPr>
        <w:t>Boone</w:t>
      </w:r>
      <w:r>
        <w:t xml:space="preserve"> (pionnier, explorateur et bûcheron américain devenu l</w:t>
      </w:r>
      <w:r w:rsidR="005A73E2">
        <w:t>’</w:t>
      </w:r>
      <w:r>
        <w:t>un des premiers héros populaires aux États</w:t>
      </w:r>
      <w:r w:rsidR="00000DA0">
        <w:noBreakHyphen/>
      </w:r>
      <w:r>
        <w:t>Unis d</w:t>
      </w:r>
      <w:r w:rsidR="005A73E2">
        <w:t>’</w:t>
      </w:r>
      <w:r>
        <w:t>Amérique grâce à ses exploits sur la frontière américaine à la fin</w:t>
      </w:r>
      <w:r w:rsidR="005A73E2">
        <w:t xml:space="preserve"> du XVI</w:t>
      </w:r>
      <w:r>
        <w:t>II</w:t>
      </w:r>
      <w:r>
        <w:rPr>
          <w:vertAlign w:val="superscript"/>
        </w:rPr>
        <w:t>e</w:t>
      </w:r>
      <w:r w:rsidR="001E4C93">
        <w:t> </w:t>
      </w:r>
      <w:r>
        <w:t>siècle et début</w:t>
      </w:r>
      <w:r w:rsidR="005A73E2">
        <w:t xml:space="preserve"> du XIX</w:t>
      </w:r>
      <w:r>
        <w:rPr>
          <w:vertAlign w:val="superscript"/>
        </w:rPr>
        <w:t>e</w:t>
      </w:r>
      <w:r>
        <w:t>)</w:t>
      </w:r>
      <w:r>
        <w:rPr>
          <w:rStyle w:val="FootnoteReference"/>
          <w:szCs w:val="22"/>
        </w:rPr>
        <w:footnoteReference w:id="171"/>
      </w:r>
      <w:r>
        <w:t xml:space="preserve">;  </w:t>
      </w:r>
      <w:r>
        <w:rPr>
          <w:b/>
          <w:bCs/>
        </w:rPr>
        <w:t>Johnny</w:t>
      </w:r>
      <w:r w:rsidR="001E4C93">
        <w:rPr>
          <w:b/>
          <w:bCs/>
        </w:rPr>
        <w:t> </w:t>
      </w:r>
      <w:r>
        <w:rPr>
          <w:b/>
          <w:bCs/>
        </w:rPr>
        <w:t>Appleseed</w:t>
      </w:r>
      <w:r>
        <w:t xml:space="preserve"> (pépiniériste pionnier qui a introduit les pommiers dans les États du centre et du Midwest des États</w:t>
      </w:r>
      <w:r w:rsidR="00000DA0">
        <w:noBreakHyphen/>
      </w:r>
      <w:r>
        <w:t>Unis d</w:t>
      </w:r>
      <w:r w:rsidR="005A73E2">
        <w:t>’</w:t>
      </w:r>
      <w:r>
        <w:t>Amérique à la fin</w:t>
      </w:r>
      <w:r w:rsidR="005A73E2">
        <w:t xml:space="preserve"> du XVI</w:t>
      </w:r>
      <w:r>
        <w:t>II</w:t>
      </w:r>
      <w:r>
        <w:rPr>
          <w:vertAlign w:val="superscript"/>
        </w:rPr>
        <w:t>e</w:t>
      </w:r>
      <w:r w:rsidR="001E4C93">
        <w:t> </w:t>
      </w:r>
      <w:r>
        <w:t>siècle et début</w:t>
      </w:r>
      <w:r w:rsidR="005A73E2">
        <w:t xml:space="preserve"> du XIX</w:t>
      </w:r>
      <w:r>
        <w:rPr>
          <w:vertAlign w:val="superscript"/>
        </w:rPr>
        <w:t>e</w:t>
      </w:r>
      <w:r>
        <w:t>)</w:t>
      </w:r>
      <w:r>
        <w:rPr>
          <w:rStyle w:val="FootnoteReference"/>
          <w:szCs w:val="22"/>
        </w:rPr>
        <w:footnoteReference w:id="172"/>
      </w:r>
      <w:r>
        <w:t xml:space="preserve"> et </w:t>
      </w:r>
      <w:r>
        <w:rPr>
          <w:b/>
          <w:bCs/>
        </w:rPr>
        <w:t>Davy Crockett</w:t>
      </w:r>
      <w:r>
        <w:t xml:space="preserve"> (soldat, homme politique et habitant de la frontière également connu sous le nom de “roi de la frontière sauvage” durant la première moitié</w:t>
      </w:r>
      <w:r w:rsidR="005A73E2">
        <w:t xml:space="preserve"> du XIX</w:t>
      </w:r>
      <w:r>
        <w:rPr>
          <w:vertAlign w:val="superscript"/>
        </w:rPr>
        <w:t>e</w:t>
      </w:r>
      <w:r w:rsidR="001E4C93">
        <w:t> </w:t>
      </w:r>
      <w:r>
        <w:t>siècle) sont des personnages célèbres</w:t>
      </w:r>
      <w:r>
        <w:rPr>
          <w:rStyle w:val="FootnoteReference"/>
          <w:szCs w:val="22"/>
        </w:rPr>
        <w:footnoteReference w:id="173"/>
      </w:r>
      <w:r>
        <w:t>.</w:t>
      </w:r>
    </w:p>
    <w:p w:rsidR="00AA3CD9" w:rsidRDefault="00BD45A4" w:rsidP="00AA3CD9">
      <w:pPr>
        <w:spacing w:after="220"/>
        <w:rPr>
          <w:b/>
          <w:bCs/>
          <w:szCs w:val="22"/>
        </w:rPr>
      </w:pPr>
      <w:r>
        <w:rPr>
          <w:b/>
        </w:rPr>
        <w:t>III</w:t>
      </w:r>
      <w:r>
        <w:rPr>
          <w:b/>
        </w:rPr>
        <w:tab/>
      </w:r>
      <w:r w:rsidR="000A6CC8" w:rsidRPr="00BD45A4">
        <w:rPr>
          <w:rStyle w:val="Heading1Char"/>
        </w:rPr>
        <w:t>C</w:t>
      </w:r>
      <w:r w:rsidRPr="00BD45A4">
        <w:rPr>
          <w:rStyle w:val="Heading1Char"/>
        </w:rPr>
        <w:t>onclusion</w:t>
      </w:r>
    </w:p>
    <w:p w:rsidR="000A6CC8" w:rsidRDefault="000A6CC8" w:rsidP="00AA3CD9">
      <w:pPr>
        <w:spacing w:after="220"/>
        <w:rPr>
          <w:szCs w:val="22"/>
        </w:rPr>
      </w:pPr>
      <w:r>
        <w:t>Le présent document vise à faire avancer les travaux de l</w:t>
      </w:r>
      <w:r w:rsidR="005A73E2">
        <w:t>’</w:t>
      </w:r>
      <w:r>
        <w:t>IGC en identifiant parmi les exemples trouvés aux États</w:t>
      </w:r>
      <w:r w:rsidR="00000DA0">
        <w:noBreakHyphen/>
      </w:r>
      <w:r>
        <w:t>Unis d</w:t>
      </w:r>
      <w:r w:rsidR="005A73E2">
        <w:t>’</w:t>
      </w:r>
      <w:r>
        <w:t>Amérique et dans différentes cultures ceux qui peuvent être considérés comme des expressions culturelles traditionnell</w:t>
      </w:r>
      <w:r w:rsidR="001E4C93">
        <w:t>es.  No</w:t>
      </w:r>
      <w:r>
        <w:t>us invitons les autres membres à faire des observations sur les exemples contenus dans ce document et à trouver d</w:t>
      </w:r>
      <w:r w:rsidR="005A73E2">
        <w:t>’</w:t>
      </w:r>
      <w:r>
        <w:t>autres exemples à examiner.</w:t>
      </w:r>
    </w:p>
    <w:p w:rsidR="002928D3" w:rsidRDefault="000A6CC8" w:rsidP="00BD45A4">
      <w:pPr>
        <w:pStyle w:val="Endofdocument-Annex"/>
      </w:pPr>
      <w:r>
        <w:t>[Fin de l</w:t>
      </w:r>
      <w:r w:rsidR="005A73E2">
        <w:t>’</w:t>
      </w:r>
      <w:r>
        <w:t>annexe et du document]</w:t>
      </w:r>
      <w:bookmarkStart w:id="5" w:name="Prepared"/>
      <w:bookmarkEnd w:id="5"/>
    </w:p>
    <w:sectPr w:rsidR="002928D3" w:rsidSect="00D936A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C93" w:rsidRDefault="001E4C93">
      <w:r>
        <w:separator/>
      </w:r>
    </w:p>
  </w:endnote>
  <w:endnote w:type="continuationSeparator" w:id="0">
    <w:p w:rsidR="001E4C93" w:rsidRDefault="001E4C93" w:rsidP="003B38C1">
      <w:r>
        <w:separator/>
      </w:r>
    </w:p>
    <w:p w:rsidR="001E4C93" w:rsidRPr="005A73E2" w:rsidRDefault="001E4C93" w:rsidP="003B38C1">
      <w:pPr>
        <w:spacing w:after="60"/>
        <w:rPr>
          <w:sz w:val="17"/>
          <w:lang w:val="en-US"/>
        </w:rPr>
      </w:pPr>
      <w:r w:rsidRPr="005A73E2">
        <w:rPr>
          <w:sz w:val="17"/>
          <w:lang w:val="en-US"/>
        </w:rPr>
        <w:t>[Endnote continued from previous page]</w:t>
      </w:r>
    </w:p>
  </w:endnote>
  <w:endnote w:type="continuationNotice" w:id="1">
    <w:p w:rsidR="001E4C93" w:rsidRPr="005A73E2" w:rsidRDefault="001E4C93" w:rsidP="003B38C1">
      <w:pPr>
        <w:spacing w:before="60"/>
        <w:jc w:val="right"/>
        <w:rPr>
          <w:sz w:val="17"/>
          <w:szCs w:val="17"/>
          <w:lang w:val="en-US"/>
        </w:rPr>
      </w:pPr>
      <w:r w:rsidRPr="005A73E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0A" w:rsidRDefault="004561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0A" w:rsidRDefault="0045610A">
    <w:pPr>
      <w:pStyle w:val="Footer"/>
    </w:pPr>
    <w:r>
      <w:rPr>
        <w:noProof/>
        <w:lang w:val="en-US" w:eastAsia="en-US"/>
      </w:rPr>
      <mc:AlternateContent>
        <mc:Choice Requires="wps">
          <w:drawing>
            <wp:anchor distT="0" distB="0" distL="114300" distR="114300" simplePos="1" relativeHeight="251659264" behindDoc="0" locked="0" layoutInCell="0" allowOverlap="1">
              <wp:simplePos x="0" y="10229453"/>
              <wp:positionH relativeFrom="page">
                <wp:posOffset>0</wp:posOffset>
              </wp:positionH>
              <wp:positionV relativeFrom="page">
                <wp:posOffset>10229215</wp:posOffset>
              </wp:positionV>
              <wp:extent cx="7560945" cy="273050"/>
              <wp:effectExtent l="0" t="0" r="0" b="12700"/>
              <wp:wrapNone/>
              <wp:docPr id="1" name="MSIPCM2bdf48e4928294017d6e5b64"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2bdf48e4928294017d6e5b64"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yb1ZahgDAAA2BgAADgAAAAAAAAAAAAAA&#10;AAAuAgAAZHJzL2Uyb0RvYy54bWxQSwECLQAUAAYACAAAACEAEXKnft8AAAALAQAADwAAAAAAAAAA&#10;AAAAAAByBQAAZHJzL2Rvd25yZXYueG1sUEsFBgAAAAAEAAQA8wAAAH4GAAAAAA==&#10;" o:allowincell="f" filled="f" stroked="f" strokeweight=".5pt">
              <v:fill o:detectmouseclick="t"/>
              <v:textbox inset=",0,,0">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0A" w:rsidRDefault="0045610A">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3" name="MSIPCMf92c4205ae0d107b8d3044c3"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92c4205ae0d107b8d3044c3"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NdM8R4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45610A">
    <w:pPr>
      <w:pStyle w:val="Footer"/>
    </w:pPr>
    <w:r>
      <w:rPr>
        <w:noProof/>
        <w:lang w:val="en-US" w:eastAsia="en-US"/>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5" name="MSIPCMaee74f429c13c9bc233a7e27" descr="{&quot;HashCode&quot;:2082126947,&quot;Height&quot;:842.0,&quot;Width&quot;:595.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aee74f429c13c9bc233a7e27" o:spid="_x0000_s1028" type="#_x0000_t202" alt="{&quot;HashCode&quot;:2082126947,&quot;Height&quot;:842.0,&quot;Width&quot;:595.0,&quot;Placement&quot;:&quot;Footer&quot;,&quot;Index&quot;:&quot;Primary&quot;,&quot;Section&quot;:2,&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" o:allowincell="f" filled="f" stroked="f" strokeweight=".5pt">
              <v:fill o:detectmouseclick="t"/>
              <v:textbox inset=",0,,0">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45610A">
    <w:pPr>
      <w:pStyle w:val="Footer"/>
    </w:pPr>
    <w:r>
      <w:rPr>
        <w:noProof/>
        <w:lang w:val="en-US" w:eastAsia="en-US"/>
      </w:rPr>
      <mc:AlternateContent>
        <mc:Choice Requires="wps">
          <w:drawing>
            <wp:anchor distT="0" distB="0" distL="114300" distR="114300" simplePos="0" relativeHeight="251662336"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6" name="MSIPCMf277417fbe89ab6ef24386cd" descr="{&quot;HashCode&quot;:2082126947,&quot;Height&quot;:842.0,&quot;Width&quot;:595.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f277417fbe89ab6ef24386cd" o:spid="_x0000_s1029" type="#_x0000_t202" alt="{&quot;HashCode&quot;:2082126947,&quot;Height&quot;:842.0,&quot;Width&quot;:595.0,&quot;Placement&quot;:&quot;Footer&quot;,&quot;Index&quot;:&quot;FirstPage&quot;,&quot;Section&quot;:2,&quot;Top&quot;:0.0,&quot;Left&quot;:0.0}" style="position:absolute;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" o:allowincell="f" filled="f" stroked="f" strokeweight=".5pt">
              <v:fill o:detectmouseclick="t"/>
              <v:textbox inset=",0,,0">
                <w:txbxContent>
                  <w:p w:rsidR="0045610A" w:rsidRPr="0045610A" w:rsidRDefault="0045610A" w:rsidP="0045610A">
                    <w:pPr>
                      <w:jc w:val="center"/>
                      <w:rPr>
                        <w:rFonts w:ascii="Calibri" w:hAnsi="Calibri" w:cs="Calibri"/>
                        <w:color w:val="000000"/>
                        <w:sz w:val="20"/>
                      </w:rPr>
                    </w:pPr>
                    <w:r w:rsidRPr="0045610A">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C93" w:rsidRDefault="001E4C93">
      <w:r>
        <w:separator/>
      </w:r>
    </w:p>
  </w:footnote>
  <w:footnote w:type="continuationSeparator" w:id="0">
    <w:p w:rsidR="001E4C93" w:rsidRDefault="001E4C93" w:rsidP="008B60B2">
      <w:r>
        <w:separator/>
      </w:r>
    </w:p>
    <w:p w:rsidR="001E4C93" w:rsidRPr="005A73E2" w:rsidRDefault="001E4C93" w:rsidP="008B60B2">
      <w:pPr>
        <w:spacing w:after="60"/>
        <w:rPr>
          <w:sz w:val="17"/>
          <w:szCs w:val="17"/>
          <w:lang w:val="en-US"/>
        </w:rPr>
      </w:pPr>
      <w:r w:rsidRPr="005A73E2">
        <w:rPr>
          <w:sz w:val="17"/>
          <w:szCs w:val="17"/>
          <w:lang w:val="en-US"/>
        </w:rPr>
        <w:t>[Footnote continued from previous page]</w:t>
      </w:r>
    </w:p>
  </w:footnote>
  <w:footnote w:type="continuationNotice" w:id="1">
    <w:p w:rsidR="001E4C93" w:rsidRPr="005A73E2" w:rsidRDefault="001E4C93" w:rsidP="008B60B2">
      <w:pPr>
        <w:spacing w:before="60"/>
        <w:jc w:val="right"/>
        <w:rPr>
          <w:sz w:val="17"/>
          <w:szCs w:val="17"/>
          <w:lang w:val="en-US"/>
        </w:rPr>
      </w:pPr>
      <w:r w:rsidRPr="005A73E2">
        <w:rPr>
          <w:sz w:val="17"/>
          <w:szCs w:val="17"/>
          <w:lang w:val="en-US"/>
        </w:rPr>
        <w:t>[Footnote continued on next page]</w:t>
      </w:r>
    </w:p>
  </w:footnote>
  <w:footnote w:id="2">
    <w:p w:rsidR="001E4C93" w:rsidRPr="007E0E3F" w:rsidRDefault="001E4C93" w:rsidP="0065720F">
      <w:pPr>
        <w:tabs>
          <w:tab w:val="left" w:pos="567"/>
        </w:tabs>
        <w:spacing w:line="260" w:lineRule="auto"/>
        <w:ind w:right="94"/>
        <w:rPr>
          <w:sz w:val="18"/>
          <w:szCs w:val="18"/>
        </w:rPr>
      </w:pPr>
      <w:r>
        <w:rPr>
          <w:rStyle w:val="FootnoteReference"/>
          <w:sz w:val="18"/>
          <w:szCs w:val="18"/>
        </w:rPr>
        <w:footnoteRef/>
      </w:r>
      <w:r w:rsidR="0065720F">
        <w:t xml:space="preserve"> </w:t>
      </w:r>
      <w:r w:rsidR="0065720F">
        <w:tab/>
      </w:r>
      <w:r w:rsidRPr="0065720F">
        <w:rPr>
          <w:sz w:val="18"/>
          <w:szCs w:val="18"/>
        </w:rPr>
        <w:t>Dans les projets d’articles (voir le document WIPO/GRTKF/33/4), les expressions culturelles traditionnelles sont décrites de façon générale comme “toute forme d’expression [artistique et littéraire], [créative ou spirituelle], tangible ou intangible, ou d’une combinaison de ces éléments, telle qu’actions, objets, musique et sons, orale et écrite [et leurs adaptations], quelle que soit la forme dans laquelle elle est incorporée, exprimée ou illustrée [qui peut subsister sous forme écrite/codifiée, orale ou sous d’autres formes]” (les renvois ont été omis).</w:t>
      </w:r>
    </w:p>
  </w:footnote>
  <w:footnote w:id="3">
    <w:p w:rsidR="001E4C93" w:rsidRPr="007E0E3F" w:rsidRDefault="001E4C93" w:rsidP="0065720F">
      <w:pPr>
        <w:spacing w:before="3" w:line="230" w:lineRule="exact"/>
        <w:ind w:right="119"/>
        <w:rPr>
          <w:sz w:val="18"/>
          <w:szCs w:val="18"/>
        </w:rPr>
      </w:pPr>
      <w:r>
        <w:rPr>
          <w:rStyle w:val="FootnoteReference"/>
          <w:sz w:val="18"/>
          <w:szCs w:val="18"/>
        </w:rPr>
        <w:footnoteRef/>
      </w:r>
      <w:r w:rsidR="0065720F">
        <w:rPr>
          <w:sz w:val="18"/>
        </w:rPr>
        <w:t xml:space="preserve"> </w:t>
      </w:r>
      <w:r w:rsidR="0065720F">
        <w:rPr>
          <w:sz w:val="18"/>
        </w:rPr>
        <w:tab/>
      </w:r>
      <w:r>
        <w:rPr>
          <w:sz w:val="18"/>
        </w:rPr>
        <w:t>Farrell, Maureen, Forbes, Bikram Yoga’s New Twists, disponible à l’adresse http://www.forbes.com/forbes/2009/0921/entrepreneurs-franchising-bikram-yoga-new-twists.html (dernière visite le 5 février</w:t>
      </w:r>
      <w:r w:rsidR="0065720F">
        <w:rPr>
          <w:sz w:val="18"/>
        </w:rPr>
        <w:t xml:space="preserve"> </w:t>
      </w:r>
      <w:r>
        <w:rPr>
          <w:sz w:val="18"/>
        </w:rPr>
        <w:t>2017).</w:t>
      </w:r>
    </w:p>
  </w:footnote>
  <w:footnote w:id="4">
    <w:p w:rsidR="001E4C93" w:rsidRPr="007E0E3F" w:rsidRDefault="001E4C93" w:rsidP="000A6CC8">
      <w:pPr>
        <w:pStyle w:val="FootnoteText"/>
        <w:rPr>
          <w:szCs w:val="18"/>
        </w:rPr>
      </w:pPr>
      <w:r>
        <w:rPr>
          <w:rStyle w:val="FootnoteReference"/>
          <w:szCs w:val="18"/>
        </w:rPr>
        <w:footnoteRef/>
      </w:r>
      <w:r w:rsidR="0065720F">
        <w:t xml:space="preserve"> </w:t>
      </w:r>
      <w:r w:rsidR="0065720F">
        <w:tab/>
      </w:r>
      <w:r>
        <w:t xml:space="preserve">Despres, Loraine, Yoga Journal, </w:t>
      </w:r>
      <w:r>
        <w:rPr>
          <w:i/>
          <w:iCs/>
        </w:rPr>
        <w:t>Yoga’s Bad Boy: Bikram Choudhury</w:t>
      </w:r>
      <w:r>
        <w:t>, disponible à l’adresse http://www.yogajournal.com/article/lifestyle/yoga-s-bad-boy-bikram-choudhury/ (dernière visite le 7 février 2017).</w:t>
      </w:r>
    </w:p>
  </w:footnote>
  <w:footnote w:id="5">
    <w:p w:rsidR="001E4C93" w:rsidRPr="007E0E3F" w:rsidRDefault="001E4C93" w:rsidP="000A6CC8">
      <w:pPr>
        <w:pStyle w:val="FootnoteText"/>
        <w:rPr>
          <w:szCs w:val="18"/>
        </w:rPr>
      </w:pPr>
      <w:r>
        <w:rPr>
          <w:rStyle w:val="FootnoteReference"/>
          <w:szCs w:val="18"/>
        </w:rPr>
        <w:footnoteRef/>
      </w:r>
      <w:r>
        <w:t xml:space="preserve"> </w:t>
      </w:r>
      <w:r w:rsidR="0065720F">
        <w:tab/>
      </w:r>
      <w:r>
        <w:t xml:space="preserve">The InfoList.com, </w:t>
      </w:r>
      <w:r>
        <w:rPr>
          <w:i/>
          <w:iCs/>
        </w:rPr>
        <w:t>Irish Step Dance</w:t>
      </w:r>
      <w:r>
        <w:t>, disponible à l’adresse http://theinfolist.com/php/HTMLGet.php?FindGo=Irish%20Step%20Dance (dernière visite le 5 février 2017).</w:t>
      </w:r>
    </w:p>
  </w:footnote>
  <w:footnote w:id="6">
    <w:p w:rsidR="001E4C93" w:rsidRPr="007E0E3F" w:rsidRDefault="001E4C93" w:rsidP="000A6CC8">
      <w:pPr>
        <w:pStyle w:val="FootnoteText"/>
        <w:rPr>
          <w:szCs w:val="18"/>
        </w:rPr>
      </w:pPr>
      <w:r>
        <w:rPr>
          <w:rStyle w:val="FootnoteReference"/>
          <w:szCs w:val="18"/>
        </w:rPr>
        <w:footnoteRef/>
      </w:r>
      <w:r w:rsidR="0065720F">
        <w:t xml:space="preserve"> </w:t>
      </w:r>
      <w:r w:rsidR="0065720F">
        <w:tab/>
      </w:r>
      <w:r>
        <w:t xml:space="preserve">Pearlston, Jr., Carl B., Los Angeles Times, </w:t>
      </w:r>
      <w:r>
        <w:rPr>
          <w:i/>
          <w:iCs/>
        </w:rPr>
        <w:t>Counterpunch: Retracing Steps of Tap’s History</w:t>
      </w:r>
      <w:r>
        <w:t>, disponible à l’adresse http://articles.latimes.com/1995-12-25/entertainment/ca-17790_1_american-tap-dancing (dernière visite le 2 février 2017).</w:t>
      </w:r>
    </w:p>
  </w:footnote>
  <w:footnote w:id="7">
    <w:p w:rsidR="001E4C93" w:rsidRPr="005A73E2" w:rsidRDefault="001E4C93" w:rsidP="000A6CC8">
      <w:pPr>
        <w:spacing w:line="230" w:lineRule="exact"/>
        <w:ind w:right="52"/>
        <w:rPr>
          <w:sz w:val="18"/>
          <w:szCs w:val="18"/>
          <w:lang w:val="en-US"/>
        </w:rPr>
      </w:pPr>
      <w:r>
        <w:rPr>
          <w:rStyle w:val="FootnoteReference"/>
          <w:sz w:val="18"/>
          <w:szCs w:val="18"/>
        </w:rPr>
        <w:footnoteRef/>
      </w:r>
      <w:r w:rsidRPr="005A73E2">
        <w:rPr>
          <w:sz w:val="18"/>
          <w:lang w:val="en-US"/>
        </w:rPr>
        <w:t xml:space="preserve"> </w:t>
      </w:r>
      <w:r w:rsidR="0065720F">
        <w:rPr>
          <w:sz w:val="18"/>
          <w:lang w:val="en-US"/>
        </w:rPr>
        <w:tab/>
      </w:r>
      <w:r w:rsidRPr="005A73E2">
        <w:rPr>
          <w:sz w:val="18"/>
          <w:lang w:val="en-US"/>
        </w:rPr>
        <w:t xml:space="preserve">Peek, Dan William, </w:t>
      </w:r>
      <w:r w:rsidRPr="005A73E2">
        <w:rPr>
          <w:i/>
          <w:iCs/>
          <w:sz w:val="18"/>
          <w:lang w:val="en-US"/>
        </w:rPr>
        <w:t xml:space="preserve">Live! </w:t>
      </w:r>
      <w:r>
        <w:rPr>
          <w:i/>
          <w:iCs/>
          <w:sz w:val="18"/>
          <w:lang w:val="en-US"/>
        </w:rPr>
        <w:t xml:space="preserve"> </w:t>
      </w:r>
      <w:r w:rsidRPr="005A73E2">
        <w:rPr>
          <w:i/>
          <w:iCs/>
          <w:sz w:val="18"/>
          <w:lang w:val="en-US"/>
        </w:rPr>
        <w:t>At the Ozark Opry</w:t>
      </w:r>
      <w:r w:rsidRPr="005A73E2">
        <w:rPr>
          <w:sz w:val="18"/>
          <w:lang w:val="en-US"/>
        </w:rPr>
        <w:t>, (The History</w:t>
      </w:r>
      <w:r>
        <w:rPr>
          <w:sz w:val="18"/>
          <w:lang w:val="en-US"/>
        </w:rPr>
        <w:t> </w:t>
      </w:r>
      <w:r w:rsidRPr="005A73E2">
        <w:rPr>
          <w:sz w:val="18"/>
          <w:lang w:val="en-US"/>
        </w:rPr>
        <w:t>Press, 2011).</w:t>
      </w:r>
      <w:r>
        <w:rPr>
          <w:sz w:val="18"/>
          <w:lang w:val="en-US"/>
        </w:rPr>
        <w:t xml:space="preserve"> </w:t>
      </w:r>
      <w:r w:rsidRPr="005A73E2">
        <w:rPr>
          <w:sz w:val="18"/>
          <w:lang w:val="en-US"/>
        </w:rPr>
        <w:t xml:space="preserve"> Voir également </w:t>
      </w:r>
      <w:r w:rsidRPr="005A73E2">
        <w:rPr>
          <w:i/>
          <w:iCs/>
          <w:sz w:val="18"/>
          <w:lang w:val="en-US"/>
        </w:rPr>
        <w:t>Bob Holt Old</w:t>
      </w:r>
      <w:r>
        <w:rPr>
          <w:i/>
          <w:iCs/>
          <w:sz w:val="18"/>
          <w:lang w:val="en-US"/>
        </w:rPr>
        <w:t>-</w:t>
      </w:r>
      <w:r w:rsidRPr="005A73E2">
        <w:rPr>
          <w:i/>
          <w:iCs/>
          <w:sz w:val="18"/>
          <w:lang w:val="en-US"/>
        </w:rPr>
        <w:t>Time Jig Dancing Competition featured at Old</w:t>
      </w:r>
      <w:r>
        <w:rPr>
          <w:i/>
          <w:iCs/>
          <w:sz w:val="18"/>
          <w:lang w:val="en-US"/>
        </w:rPr>
        <w:t>-</w:t>
      </w:r>
      <w:r w:rsidRPr="005A73E2">
        <w:rPr>
          <w:i/>
          <w:iCs/>
          <w:sz w:val="18"/>
          <w:lang w:val="en-US"/>
        </w:rPr>
        <w:t>Time</w:t>
      </w:r>
      <w:r>
        <w:rPr>
          <w:i/>
          <w:iCs/>
          <w:sz w:val="18"/>
          <w:lang w:val="en-US"/>
        </w:rPr>
        <w:t> </w:t>
      </w:r>
      <w:r w:rsidRPr="005A73E2">
        <w:rPr>
          <w:i/>
          <w:iCs/>
          <w:sz w:val="18"/>
          <w:lang w:val="en-US"/>
        </w:rPr>
        <w:t>Music, Ozark Heritage Festival</w:t>
      </w:r>
      <w:r w:rsidRPr="005A73E2">
        <w:rPr>
          <w:sz w:val="18"/>
          <w:lang w:val="en-US"/>
        </w:rPr>
        <w:t>, disponible à l</w:t>
      </w:r>
      <w:r>
        <w:rPr>
          <w:sz w:val="18"/>
          <w:lang w:val="en-US"/>
        </w:rPr>
        <w:t>’</w:t>
      </w:r>
      <w:r w:rsidRPr="005A73E2">
        <w:rPr>
          <w:sz w:val="18"/>
          <w:lang w:val="en-US"/>
        </w:rPr>
        <w:t>adresse</w:t>
      </w:r>
      <w:r>
        <w:rPr>
          <w:sz w:val="18"/>
          <w:lang w:val="en-US"/>
        </w:rPr>
        <w:t> </w:t>
      </w:r>
      <w:r w:rsidRPr="005A73E2">
        <w:rPr>
          <w:sz w:val="18"/>
          <w:lang w:val="en-US"/>
        </w:rPr>
        <w:t>http://www.oldtimemusic.org/?page_id=1285 (dernière visite en février</w:t>
      </w:r>
      <w:r>
        <w:rPr>
          <w:sz w:val="18"/>
          <w:lang w:val="en-US"/>
        </w:rPr>
        <w:t> </w:t>
      </w:r>
      <w:r w:rsidRPr="005A73E2">
        <w:rPr>
          <w:sz w:val="18"/>
          <w:lang w:val="en-US"/>
        </w:rPr>
        <w:t>2017).</w:t>
      </w:r>
    </w:p>
  </w:footnote>
  <w:footnote w:id="8">
    <w:p w:rsidR="001E4C93" w:rsidRPr="005A73E2" w:rsidRDefault="001E4C93" w:rsidP="0065720F">
      <w:pPr>
        <w:pStyle w:val="FootnoteText"/>
        <w:tabs>
          <w:tab w:val="left" w:pos="567"/>
        </w:tabs>
        <w:rPr>
          <w:szCs w:val="18"/>
          <w:lang w:val="en-US"/>
        </w:rPr>
      </w:pPr>
      <w:r>
        <w:rPr>
          <w:rStyle w:val="FootnoteReference"/>
          <w:szCs w:val="18"/>
        </w:rPr>
        <w:footnoteRef/>
      </w:r>
      <w:r w:rsidRPr="005A73E2">
        <w:rPr>
          <w:lang w:val="en-US"/>
        </w:rPr>
        <w:t xml:space="preserve"> </w:t>
      </w:r>
      <w:r w:rsidR="0065720F">
        <w:rPr>
          <w:lang w:val="en-US"/>
        </w:rPr>
        <w:tab/>
      </w:r>
      <w:r w:rsidRPr="005A73E2">
        <w:rPr>
          <w:i/>
          <w:iCs/>
          <w:lang w:val="en-US"/>
        </w:rPr>
        <w:t>Supra</w:t>
      </w:r>
      <w:r w:rsidRPr="005A73E2">
        <w:rPr>
          <w:lang w:val="en-US"/>
        </w:rPr>
        <w:t xml:space="preserve"> note</w:t>
      </w:r>
      <w:r>
        <w:rPr>
          <w:lang w:val="en-US"/>
        </w:rPr>
        <w:t> </w:t>
      </w:r>
      <w:r w:rsidRPr="005A73E2">
        <w:rPr>
          <w:lang w:val="en-US"/>
        </w:rPr>
        <w:t>5.</w:t>
      </w:r>
    </w:p>
  </w:footnote>
  <w:footnote w:id="9">
    <w:p w:rsidR="001E4C93" w:rsidRPr="005A73E2" w:rsidRDefault="001E4C93" w:rsidP="000A6CC8">
      <w:pPr>
        <w:spacing w:before="4" w:line="228" w:lineRule="exact"/>
        <w:ind w:right="128"/>
        <w:rPr>
          <w:sz w:val="18"/>
          <w:szCs w:val="18"/>
          <w:lang w:val="en-US"/>
        </w:rPr>
      </w:pPr>
      <w:r>
        <w:rPr>
          <w:rStyle w:val="FootnoteReference"/>
          <w:sz w:val="18"/>
          <w:szCs w:val="18"/>
        </w:rPr>
        <w:footnoteRef/>
      </w:r>
      <w:r w:rsidRPr="005A73E2">
        <w:rPr>
          <w:sz w:val="18"/>
          <w:lang w:val="en-US"/>
        </w:rPr>
        <w:t xml:space="preserve"> </w:t>
      </w:r>
      <w:r w:rsidR="0065720F">
        <w:rPr>
          <w:sz w:val="18"/>
          <w:lang w:val="en-US"/>
        </w:rPr>
        <w:tab/>
      </w:r>
      <w:r w:rsidRPr="005A73E2">
        <w:rPr>
          <w:i/>
          <w:sz w:val="18"/>
          <w:lang w:val="en-US"/>
        </w:rPr>
        <w:t>Alyssa Yabuno Wins Irish Dance World Championship in</w:t>
      </w:r>
      <w:r>
        <w:rPr>
          <w:i/>
          <w:sz w:val="18"/>
          <w:lang w:val="en-US"/>
        </w:rPr>
        <w:t> </w:t>
      </w:r>
      <w:r w:rsidRPr="005A73E2">
        <w:rPr>
          <w:i/>
          <w:sz w:val="18"/>
          <w:lang w:val="en-US"/>
        </w:rPr>
        <w:t>Under</w:t>
      </w:r>
      <w:r>
        <w:rPr>
          <w:i/>
          <w:sz w:val="18"/>
          <w:lang w:val="en-US"/>
        </w:rPr>
        <w:t>-</w:t>
      </w:r>
      <w:r w:rsidRPr="005A73E2">
        <w:rPr>
          <w:i/>
          <w:sz w:val="18"/>
          <w:lang w:val="en-US"/>
        </w:rPr>
        <w:t>14 Division,</w:t>
      </w:r>
      <w:r w:rsidRPr="005A73E2">
        <w:rPr>
          <w:sz w:val="18"/>
          <w:lang w:val="en-US"/>
        </w:rPr>
        <w:t xml:space="preserve"> Redlands Daily Facts, 2</w:t>
      </w:r>
      <w:r>
        <w:rPr>
          <w:sz w:val="18"/>
          <w:lang w:val="en-US"/>
        </w:rPr>
        <w:t> </w:t>
      </w:r>
      <w:r w:rsidRPr="005A73E2">
        <w:rPr>
          <w:sz w:val="18"/>
          <w:lang w:val="en-US"/>
        </w:rPr>
        <w:t>mai</w:t>
      </w:r>
      <w:r>
        <w:rPr>
          <w:sz w:val="18"/>
          <w:lang w:val="en-US"/>
        </w:rPr>
        <w:t> </w:t>
      </w:r>
      <w:r w:rsidRPr="005A73E2">
        <w:rPr>
          <w:sz w:val="18"/>
          <w:lang w:val="en-US"/>
        </w:rPr>
        <w:t>2014, disponible à l</w:t>
      </w:r>
      <w:r>
        <w:rPr>
          <w:sz w:val="18"/>
          <w:lang w:val="en-US"/>
        </w:rPr>
        <w:t>’</w:t>
      </w:r>
      <w:r w:rsidRPr="005A73E2">
        <w:rPr>
          <w:sz w:val="18"/>
          <w:lang w:val="en-US"/>
        </w:rPr>
        <w:t>adresse</w:t>
      </w:r>
      <w:r>
        <w:rPr>
          <w:sz w:val="18"/>
          <w:lang w:val="en-US"/>
        </w:rPr>
        <w:t> </w:t>
      </w:r>
      <w:r w:rsidRPr="005A73E2">
        <w:rPr>
          <w:sz w:val="18"/>
          <w:lang w:val="en-US"/>
        </w:rPr>
        <w:t>http://www.redlandsdailyfacts.com/arts</w:t>
      </w:r>
      <w:r>
        <w:rPr>
          <w:sz w:val="18"/>
          <w:lang w:val="en-US"/>
        </w:rPr>
        <w:t>-</w:t>
      </w:r>
      <w:r w:rsidRPr="005A73E2">
        <w:rPr>
          <w:sz w:val="18"/>
          <w:lang w:val="en-US"/>
        </w:rPr>
        <w:t>and</w:t>
      </w:r>
      <w:r>
        <w:rPr>
          <w:sz w:val="18"/>
          <w:lang w:val="en-US"/>
        </w:rPr>
        <w:t>-</w:t>
      </w:r>
      <w:r w:rsidRPr="005A73E2">
        <w:rPr>
          <w:sz w:val="18"/>
          <w:lang w:val="en-US"/>
        </w:rPr>
        <w:t>entertainment/20140502/allyssa</w:t>
      </w:r>
      <w:r>
        <w:rPr>
          <w:sz w:val="18"/>
          <w:lang w:val="en-US"/>
        </w:rPr>
        <w:t>-</w:t>
      </w:r>
      <w:r w:rsidRPr="005A73E2">
        <w:rPr>
          <w:sz w:val="18"/>
          <w:lang w:val="en-US"/>
        </w:rPr>
        <w:t>yabuno</w:t>
      </w:r>
      <w:r>
        <w:rPr>
          <w:sz w:val="18"/>
          <w:lang w:val="en-US"/>
        </w:rPr>
        <w:t>-</w:t>
      </w:r>
      <w:r w:rsidRPr="005A73E2">
        <w:rPr>
          <w:sz w:val="18"/>
          <w:lang w:val="en-US"/>
        </w:rPr>
        <w:t>wins</w:t>
      </w:r>
      <w:r>
        <w:rPr>
          <w:sz w:val="18"/>
          <w:lang w:val="en-US"/>
        </w:rPr>
        <w:t>-</w:t>
      </w:r>
      <w:r w:rsidRPr="005A73E2">
        <w:rPr>
          <w:sz w:val="18"/>
          <w:lang w:val="en-US"/>
        </w:rPr>
        <w:t>irish</w:t>
      </w:r>
      <w:r>
        <w:rPr>
          <w:sz w:val="18"/>
          <w:lang w:val="en-US"/>
        </w:rPr>
        <w:t>-</w:t>
      </w:r>
      <w:r w:rsidRPr="005A73E2">
        <w:rPr>
          <w:sz w:val="18"/>
          <w:lang w:val="en-US"/>
        </w:rPr>
        <w:t>dance</w:t>
      </w:r>
      <w:r>
        <w:rPr>
          <w:sz w:val="18"/>
          <w:lang w:val="en-US"/>
        </w:rPr>
        <w:t>-</w:t>
      </w:r>
      <w:r w:rsidRPr="005A73E2">
        <w:rPr>
          <w:sz w:val="18"/>
          <w:lang w:val="en-US"/>
        </w:rPr>
        <w:t>world</w:t>
      </w:r>
      <w:r>
        <w:rPr>
          <w:sz w:val="18"/>
          <w:lang w:val="en-US"/>
        </w:rPr>
        <w:t>-</w:t>
      </w:r>
      <w:r w:rsidRPr="005A73E2">
        <w:rPr>
          <w:sz w:val="18"/>
          <w:lang w:val="en-US"/>
        </w:rPr>
        <w:t>championship</w:t>
      </w:r>
      <w:r>
        <w:rPr>
          <w:sz w:val="18"/>
          <w:lang w:val="en-US"/>
        </w:rPr>
        <w:t>-</w:t>
      </w:r>
      <w:r w:rsidRPr="005A73E2">
        <w:rPr>
          <w:sz w:val="18"/>
          <w:lang w:val="en-US"/>
        </w:rPr>
        <w:t>in</w:t>
      </w:r>
      <w:r>
        <w:rPr>
          <w:sz w:val="18"/>
          <w:lang w:val="en-US"/>
        </w:rPr>
        <w:t>-</w:t>
      </w:r>
      <w:r w:rsidRPr="005A73E2">
        <w:rPr>
          <w:sz w:val="18"/>
          <w:lang w:val="en-US"/>
        </w:rPr>
        <w:t>under</w:t>
      </w:r>
      <w:r>
        <w:rPr>
          <w:sz w:val="18"/>
          <w:lang w:val="en-US"/>
        </w:rPr>
        <w:t>-</w:t>
      </w:r>
      <w:r w:rsidRPr="005A73E2">
        <w:rPr>
          <w:sz w:val="18"/>
          <w:lang w:val="en-US"/>
        </w:rPr>
        <w:t>14</w:t>
      </w:r>
      <w:r>
        <w:rPr>
          <w:sz w:val="18"/>
          <w:lang w:val="en-US"/>
        </w:rPr>
        <w:t>-</w:t>
      </w:r>
      <w:r w:rsidRPr="005A73E2">
        <w:rPr>
          <w:sz w:val="18"/>
          <w:lang w:val="en-US"/>
        </w:rPr>
        <w:t>division (dernière visite le</w:t>
      </w:r>
      <w:r>
        <w:rPr>
          <w:sz w:val="18"/>
          <w:lang w:val="en-US"/>
        </w:rPr>
        <w:t xml:space="preserve"> 1</w:t>
      </w:r>
      <w:r w:rsidRPr="000C0809">
        <w:rPr>
          <w:sz w:val="18"/>
          <w:vertAlign w:val="superscript"/>
          <w:lang w:val="en-US"/>
        </w:rPr>
        <w:t>er</w:t>
      </w:r>
      <w:r>
        <w:rPr>
          <w:sz w:val="18"/>
          <w:lang w:val="en-US"/>
        </w:rPr>
        <w:t> </w:t>
      </w:r>
      <w:r w:rsidRPr="005A73E2">
        <w:rPr>
          <w:sz w:val="18"/>
          <w:lang w:val="en-US"/>
        </w:rPr>
        <w:t>février</w:t>
      </w:r>
      <w:r>
        <w:rPr>
          <w:sz w:val="18"/>
          <w:lang w:val="en-US"/>
        </w:rPr>
        <w:t> </w:t>
      </w:r>
      <w:r w:rsidRPr="005A73E2">
        <w:rPr>
          <w:sz w:val="18"/>
          <w:lang w:val="en-US"/>
        </w:rPr>
        <w:t>2017).</w:t>
      </w:r>
    </w:p>
  </w:footnote>
  <w:footnote w:id="10">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Denniston, Christine, History</w:t>
      </w:r>
      <w:r>
        <w:rPr>
          <w:lang w:val="en-US"/>
        </w:rPr>
        <w:t>-</w:t>
      </w:r>
      <w:r w:rsidRPr="005A73E2">
        <w:rPr>
          <w:lang w:val="en-US"/>
        </w:rPr>
        <w:t>of</w:t>
      </w:r>
      <w:r>
        <w:rPr>
          <w:lang w:val="en-US"/>
        </w:rPr>
        <w:t>-</w:t>
      </w:r>
      <w:r w:rsidRPr="005A73E2">
        <w:rPr>
          <w:lang w:val="en-US"/>
        </w:rPr>
        <w:t xml:space="preserve">Tango.com, </w:t>
      </w:r>
      <w:r w:rsidRPr="005A73E2">
        <w:rPr>
          <w:i/>
          <w:iCs/>
          <w:lang w:val="en-US"/>
        </w:rPr>
        <w:t>Couple Dancing and the Beginning of Tango</w:t>
      </w:r>
      <w:r w:rsidRPr="005A73E2">
        <w:rPr>
          <w:lang w:val="en-US"/>
        </w:rPr>
        <w:t>, disponible à l</w:t>
      </w:r>
      <w:r>
        <w:rPr>
          <w:lang w:val="en-US"/>
        </w:rPr>
        <w:t>’</w:t>
      </w:r>
      <w:r w:rsidRPr="005A73E2">
        <w:rPr>
          <w:lang w:val="en-US"/>
        </w:rPr>
        <w:t>adresse http://www.history</w:t>
      </w:r>
      <w:r>
        <w:rPr>
          <w:lang w:val="en-US"/>
        </w:rPr>
        <w:t>-</w:t>
      </w:r>
      <w:r w:rsidRPr="005A73E2">
        <w:rPr>
          <w:lang w:val="en-US"/>
        </w:rPr>
        <w:t>of</w:t>
      </w:r>
      <w:r>
        <w:rPr>
          <w:lang w:val="en-US"/>
        </w:rPr>
        <w:t>-</w:t>
      </w:r>
      <w:r w:rsidRPr="005A73E2">
        <w:rPr>
          <w:lang w:val="en-US"/>
        </w:rPr>
        <w:t>tango.com/couple</w:t>
      </w:r>
      <w:r>
        <w:rPr>
          <w:lang w:val="en-US"/>
        </w:rPr>
        <w:t>-</w:t>
      </w:r>
      <w:r w:rsidRPr="005A73E2">
        <w:rPr>
          <w:lang w:val="en-US"/>
        </w:rPr>
        <w:t>dancing.html (dernière visite le</w:t>
      </w:r>
      <w:r>
        <w:rPr>
          <w:lang w:val="en-US"/>
        </w:rPr>
        <w:t xml:space="preserve"> 1</w:t>
      </w:r>
      <w:r w:rsidRPr="000C0809">
        <w:rPr>
          <w:vertAlign w:val="superscript"/>
          <w:lang w:val="en-US"/>
        </w:rPr>
        <w:t>er</w:t>
      </w:r>
      <w:r>
        <w:rPr>
          <w:lang w:val="en-US"/>
        </w:rPr>
        <w:t> </w:t>
      </w:r>
      <w:r w:rsidRPr="005A73E2">
        <w:rPr>
          <w:lang w:val="en-US"/>
        </w:rPr>
        <w:t>février</w:t>
      </w:r>
      <w:r>
        <w:rPr>
          <w:lang w:val="en-US"/>
        </w:rPr>
        <w:t> </w:t>
      </w:r>
      <w:r w:rsidRPr="005A73E2">
        <w:rPr>
          <w:lang w:val="en-US"/>
        </w:rPr>
        <w:t xml:space="preserve">2017);  The Guardian, </w:t>
      </w:r>
      <w:r w:rsidRPr="005A73E2">
        <w:rPr>
          <w:i/>
          <w:iCs/>
          <w:lang w:val="en-US"/>
        </w:rPr>
        <w:t>Latin Rivals Learn It Takes Two to Tango</w:t>
      </w:r>
      <w:r w:rsidRPr="005A73E2">
        <w:rPr>
          <w:lang w:val="en-US"/>
        </w:rPr>
        <w:t>, disponible à l</w:t>
      </w:r>
      <w:r>
        <w:rPr>
          <w:lang w:val="en-US"/>
        </w:rPr>
        <w:t>’</w:t>
      </w:r>
      <w:r w:rsidRPr="005A73E2">
        <w:rPr>
          <w:lang w:val="en-US"/>
        </w:rPr>
        <w:t>adresse https://www.theguardian.com/world/2009/jan/25/argentina</w:t>
      </w:r>
      <w:r>
        <w:rPr>
          <w:lang w:val="en-US"/>
        </w:rPr>
        <w:t>-</w:t>
      </w:r>
      <w:r w:rsidRPr="005A73E2">
        <w:rPr>
          <w:lang w:val="en-US"/>
        </w:rPr>
        <w:t>uruguay</w:t>
      </w:r>
      <w:r>
        <w:rPr>
          <w:lang w:val="en-US"/>
        </w:rPr>
        <w:t>-</w:t>
      </w:r>
      <w:r w:rsidRPr="005A73E2">
        <w:rPr>
          <w:lang w:val="en-US"/>
        </w:rPr>
        <w:t>tango (dernière visite le</w:t>
      </w:r>
      <w:r>
        <w:rPr>
          <w:lang w:val="en-US"/>
        </w:rPr>
        <w:t xml:space="preserve"> 1</w:t>
      </w:r>
      <w:r w:rsidRPr="000C0809">
        <w:rPr>
          <w:vertAlign w:val="superscript"/>
          <w:lang w:val="en-US"/>
        </w:rPr>
        <w:t>er</w:t>
      </w:r>
      <w:r>
        <w:rPr>
          <w:lang w:val="en-US"/>
        </w:rPr>
        <w:t> </w:t>
      </w:r>
      <w:r w:rsidRPr="005A73E2">
        <w:rPr>
          <w:lang w:val="en-US"/>
        </w:rPr>
        <w:t>février</w:t>
      </w:r>
      <w:r>
        <w:rPr>
          <w:lang w:val="en-US"/>
        </w:rPr>
        <w:t> </w:t>
      </w:r>
      <w:r w:rsidRPr="005A73E2">
        <w:rPr>
          <w:lang w:val="en-US"/>
        </w:rPr>
        <w:t>2017).</w:t>
      </w:r>
    </w:p>
  </w:footnote>
  <w:footnote w:id="1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Nottingham Evening Post, </w:t>
      </w:r>
      <w:r w:rsidRPr="005A73E2">
        <w:rPr>
          <w:i/>
          <w:iCs/>
          <w:lang w:val="en-US"/>
        </w:rPr>
        <w:t>Tango History and Facts</w:t>
      </w:r>
      <w:r w:rsidRPr="005A73E2">
        <w:rPr>
          <w:lang w:val="en-US"/>
        </w:rPr>
        <w:t>, 19</w:t>
      </w:r>
      <w:r>
        <w:rPr>
          <w:lang w:val="en-US"/>
        </w:rPr>
        <w:t> </w:t>
      </w:r>
      <w:r w:rsidRPr="005A73E2">
        <w:rPr>
          <w:lang w:val="en-US"/>
        </w:rPr>
        <w:t>février</w:t>
      </w:r>
      <w:r>
        <w:rPr>
          <w:lang w:val="en-US"/>
        </w:rPr>
        <w:t> </w:t>
      </w:r>
      <w:r w:rsidRPr="005A73E2">
        <w:rPr>
          <w:lang w:val="en-US"/>
        </w:rPr>
        <w:t>2007.</w:t>
      </w:r>
    </w:p>
  </w:footnote>
  <w:footnote w:id="1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Behal, Shyamant, Open, </w:t>
      </w:r>
      <w:r w:rsidRPr="005A73E2">
        <w:rPr>
          <w:i/>
          <w:iCs/>
          <w:lang w:val="en-US"/>
        </w:rPr>
        <w:t>Tango</w:t>
      </w:r>
      <w:r>
        <w:rPr>
          <w:i/>
          <w:iCs/>
          <w:lang w:val="en-US"/>
        </w:rPr>
        <w:t>’</w:t>
      </w:r>
      <w:r w:rsidRPr="005A73E2">
        <w:rPr>
          <w:i/>
          <w:iCs/>
          <w:lang w:val="en-US"/>
        </w:rPr>
        <w:t>s First Steps</w:t>
      </w:r>
      <w:r w:rsidRPr="005A73E2">
        <w:rPr>
          <w:lang w:val="en-US"/>
        </w:rPr>
        <w:t>, 6</w:t>
      </w:r>
      <w:r>
        <w:rPr>
          <w:lang w:val="en-US"/>
        </w:rPr>
        <w:t> </w:t>
      </w:r>
      <w:r w:rsidRPr="005A73E2">
        <w:rPr>
          <w:lang w:val="en-US"/>
        </w:rPr>
        <w:t>avril</w:t>
      </w:r>
      <w:r>
        <w:rPr>
          <w:lang w:val="en-US"/>
        </w:rPr>
        <w:t> </w:t>
      </w:r>
      <w:r w:rsidRPr="005A73E2">
        <w:rPr>
          <w:lang w:val="en-US"/>
        </w:rPr>
        <w:t>2013.</w:t>
      </w:r>
    </w:p>
  </w:footnote>
  <w:footnote w:id="1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lang w:val="en-US"/>
        </w:rPr>
        <w:t xml:space="preserve">Hinkley, David, Daily News, </w:t>
      </w:r>
      <w:r w:rsidRPr="005A73E2">
        <w:rPr>
          <w:i/>
          <w:iCs/>
          <w:lang w:val="en-US"/>
        </w:rPr>
        <w:t>Eclipsing the Waltz Polite Society Discovers Polka, 1844</w:t>
      </w:r>
      <w:r w:rsidRPr="005A73E2">
        <w:rPr>
          <w:lang w:val="en-US"/>
        </w:rPr>
        <w:t>, disponible à l</w:t>
      </w:r>
      <w:r>
        <w:rPr>
          <w:lang w:val="en-US"/>
        </w:rPr>
        <w:t>’</w:t>
      </w:r>
      <w:r w:rsidRPr="005A73E2">
        <w:rPr>
          <w:lang w:val="en-US"/>
        </w:rPr>
        <w:t>adresse http://www.nydailynews.com/archives/news/eclipsing</w:t>
      </w:r>
      <w:r>
        <w:rPr>
          <w:lang w:val="en-US"/>
        </w:rPr>
        <w:t>-</w:t>
      </w:r>
      <w:r w:rsidRPr="005A73E2">
        <w:rPr>
          <w:lang w:val="en-US"/>
        </w:rPr>
        <w:t>waltz</w:t>
      </w:r>
      <w:r>
        <w:rPr>
          <w:lang w:val="en-US"/>
        </w:rPr>
        <w:t>-</w:t>
      </w:r>
      <w:r w:rsidRPr="005A73E2">
        <w:rPr>
          <w:lang w:val="en-US"/>
        </w:rPr>
        <w:t>polite</w:t>
      </w:r>
      <w:r>
        <w:rPr>
          <w:lang w:val="en-US"/>
        </w:rPr>
        <w:t>-</w:t>
      </w:r>
      <w:r w:rsidRPr="005A73E2">
        <w:rPr>
          <w:lang w:val="en-US"/>
        </w:rPr>
        <w:t>society</w:t>
      </w:r>
      <w:r>
        <w:rPr>
          <w:lang w:val="en-US"/>
        </w:rPr>
        <w:t>-</w:t>
      </w:r>
      <w:r w:rsidRPr="005A73E2">
        <w:rPr>
          <w:lang w:val="en-US"/>
        </w:rPr>
        <w:t>discovers</w:t>
      </w:r>
      <w:r>
        <w:rPr>
          <w:lang w:val="en-US"/>
        </w:rPr>
        <w:t>-</w:t>
      </w:r>
      <w:r w:rsidRPr="005A73E2">
        <w:rPr>
          <w:lang w:val="en-US"/>
        </w:rPr>
        <w:t>polka</w:t>
      </w:r>
      <w:r>
        <w:rPr>
          <w:lang w:val="en-US"/>
        </w:rPr>
        <w:t>-</w:t>
      </w:r>
      <w:r w:rsidRPr="005A73E2">
        <w:rPr>
          <w:lang w:val="en-US"/>
        </w:rPr>
        <w:t>1844</w:t>
      </w:r>
      <w:r>
        <w:rPr>
          <w:lang w:val="en-US"/>
        </w:rPr>
        <w:t>-</w:t>
      </w:r>
      <w:r w:rsidRPr="005A73E2">
        <w:rPr>
          <w:lang w:val="en-US"/>
        </w:rPr>
        <w:t>article</w:t>
      </w:r>
      <w:r>
        <w:rPr>
          <w:lang w:val="en-US"/>
        </w:rPr>
        <w:t>-</w:t>
      </w:r>
      <w:r w:rsidRPr="005A73E2">
        <w:rPr>
          <w:lang w:val="en-US"/>
        </w:rPr>
        <w:t>1.574559 (dernière visite le 2</w:t>
      </w:r>
      <w:r>
        <w:rPr>
          <w:lang w:val="en-US"/>
        </w:rPr>
        <w:t> </w:t>
      </w:r>
      <w:r w:rsidRPr="005A73E2">
        <w:rPr>
          <w:lang w:val="en-US"/>
        </w:rPr>
        <w:t>février</w:t>
      </w:r>
      <w:r>
        <w:rPr>
          <w:lang w:val="en-US"/>
        </w:rPr>
        <w:t> </w:t>
      </w:r>
      <w:r w:rsidRPr="005A73E2">
        <w:rPr>
          <w:lang w:val="en-US"/>
        </w:rPr>
        <w:t>2017).</w:t>
      </w:r>
    </w:p>
  </w:footnote>
  <w:footnote w:id="14">
    <w:p w:rsidR="001E4C93" w:rsidRPr="007E0E3F" w:rsidRDefault="001E4C93" w:rsidP="000A6CC8">
      <w:pPr>
        <w:pStyle w:val="FootnoteText"/>
        <w:rPr>
          <w:szCs w:val="18"/>
        </w:rPr>
      </w:pPr>
      <w:r>
        <w:rPr>
          <w:rStyle w:val="FootnoteReference"/>
          <w:szCs w:val="18"/>
        </w:rPr>
        <w:footnoteRef/>
      </w:r>
      <w:r>
        <w:t xml:space="preserve"> </w:t>
      </w:r>
      <w:r w:rsidR="0065720F">
        <w:tab/>
      </w:r>
      <w:r>
        <w:t xml:space="preserve">Dance Facts, </w:t>
      </w:r>
      <w:r>
        <w:rPr>
          <w:i/>
          <w:iCs/>
        </w:rPr>
        <w:t>History of Waltz Dance</w:t>
      </w:r>
      <w:r>
        <w:t>, disponible à l’adresse http://www.dancefacts.net/dance-history/waltz-history/ (dernière visite le 5 février 2017).</w:t>
      </w:r>
    </w:p>
  </w:footnote>
  <w:footnote w:id="15">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65720F">
        <w:rPr>
          <w:lang w:val="en-US"/>
        </w:rPr>
        <w:tab/>
      </w:r>
      <w:r w:rsidRPr="005A73E2">
        <w:rPr>
          <w:i/>
          <w:iCs/>
          <w:lang w:val="en-US"/>
        </w:rPr>
        <w:t>Id.</w:t>
      </w:r>
    </w:p>
  </w:footnote>
  <w:footnote w:id="16">
    <w:p w:rsidR="001E4C93" w:rsidRPr="005A73E2" w:rsidRDefault="001E4C93" w:rsidP="000A6CC8">
      <w:pPr>
        <w:ind w:right="221"/>
        <w:rPr>
          <w:sz w:val="18"/>
          <w:szCs w:val="18"/>
          <w:lang w:val="en-US"/>
        </w:rPr>
      </w:pPr>
      <w:r>
        <w:rPr>
          <w:rStyle w:val="FootnoteReference"/>
          <w:sz w:val="18"/>
          <w:szCs w:val="18"/>
        </w:rPr>
        <w:footnoteRef/>
      </w:r>
      <w:r w:rsidRPr="005A73E2">
        <w:rPr>
          <w:sz w:val="18"/>
          <w:lang w:val="en-US"/>
        </w:rPr>
        <w:t>.</w:t>
      </w:r>
      <w:r w:rsidR="00B85629">
        <w:rPr>
          <w:sz w:val="18"/>
          <w:lang w:val="en-US"/>
        </w:rPr>
        <w:tab/>
      </w:r>
      <w:r w:rsidRPr="005A73E2">
        <w:rPr>
          <w:sz w:val="18"/>
          <w:lang w:val="en-US"/>
        </w:rPr>
        <w:t xml:space="preserve">March, Catherine Dawson, The Globe and Mail, </w:t>
      </w:r>
      <w:r w:rsidRPr="005A73E2">
        <w:rPr>
          <w:i/>
          <w:iCs/>
          <w:sz w:val="18"/>
          <w:lang w:val="en-US"/>
        </w:rPr>
        <w:t>In Vienna, the Waltz Is a Living Cultural Heritage</w:t>
      </w:r>
      <w:r w:rsidRPr="005A73E2">
        <w:rPr>
          <w:sz w:val="18"/>
          <w:lang w:val="en-US"/>
        </w:rPr>
        <w:t>, disponible à l</w:t>
      </w:r>
      <w:r>
        <w:rPr>
          <w:sz w:val="18"/>
          <w:lang w:val="en-US"/>
        </w:rPr>
        <w:t>’</w:t>
      </w:r>
      <w:r w:rsidRPr="005A73E2">
        <w:rPr>
          <w:sz w:val="18"/>
          <w:lang w:val="en-US"/>
        </w:rPr>
        <w:t>adresse http://www.theglobeandmail.com/life/travel/activities</w:t>
      </w:r>
      <w:r>
        <w:rPr>
          <w:sz w:val="18"/>
          <w:lang w:val="en-US"/>
        </w:rPr>
        <w:t>-</w:t>
      </w:r>
      <w:r w:rsidRPr="005A73E2">
        <w:rPr>
          <w:sz w:val="18"/>
          <w:lang w:val="en-US"/>
        </w:rPr>
        <w:t>and</w:t>
      </w:r>
      <w:r>
        <w:rPr>
          <w:sz w:val="18"/>
          <w:lang w:val="en-US"/>
        </w:rPr>
        <w:t>-</w:t>
      </w:r>
      <w:r w:rsidRPr="005A73E2">
        <w:rPr>
          <w:sz w:val="18"/>
          <w:lang w:val="en-US"/>
        </w:rPr>
        <w:t>interests/in</w:t>
      </w:r>
      <w:r>
        <w:rPr>
          <w:sz w:val="18"/>
          <w:lang w:val="en-US"/>
        </w:rPr>
        <w:t>-</w:t>
      </w:r>
      <w:r w:rsidRPr="005A73E2">
        <w:rPr>
          <w:sz w:val="18"/>
          <w:lang w:val="en-US"/>
        </w:rPr>
        <w:t>vienna</w:t>
      </w:r>
      <w:r>
        <w:rPr>
          <w:sz w:val="18"/>
          <w:lang w:val="en-US"/>
        </w:rPr>
        <w:t>-</w:t>
      </w:r>
      <w:r w:rsidRPr="005A73E2">
        <w:rPr>
          <w:sz w:val="18"/>
          <w:lang w:val="en-US"/>
        </w:rPr>
        <w:t>waltzing</w:t>
      </w:r>
      <w:r>
        <w:rPr>
          <w:sz w:val="18"/>
          <w:lang w:val="en-US"/>
        </w:rPr>
        <w:t>-</w:t>
      </w:r>
      <w:r w:rsidRPr="005A73E2">
        <w:rPr>
          <w:sz w:val="18"/>
          <w:lang w:val="en-US"/>
        </w:rPr>
        <w:t>is</w:t>
      </w:r>
      <w:r>
        <w:rPr>
          <w:sz w:val="18"/>
          <w:lang w:val="en-US"/>
        </w:rPr>
        <w:t>-</w:t>
      </w:r>
      <w:r w:rsidRPr="005A73E2">
        <w:rPr>
          <w:sz w:val="18"/>
          <w:lang w:val="en-US"/>
        </w:rPr>
        <w:t>living</w:t>
      </w:r>
      <w:r>
        <w:rPr>
          <w:sz w:val="18"/>
          <w:lang w:val="en-US"/>
        </w:rPr>
        <w:t>-</w:t>
      </w:r>
      <w:r w:rsidRPr="005A73E2">
        <w:rPr>
          <w:sz w:val="18"/>
          <w:lang w:val="en-US"/>
        </w:rPr>
        <w:t>cultural</w:t>
      </w:r>
      <w:r>
        <w:rPr>
          <w:sz w:val="18"/>
          <w:lang w:val="en-US"/>
        </w:rPr>
        <w:t>-</w:t>
      </w:r>
      <w:r w:rsidRPr="005A73E2">
        <w:rPr>
          <w:sz w:val="18"/>
          <w:lang w:val="en-US"/>
        </w:rPr>
        <w:t>heritage/article30487196/ (dernière visite le 2</w:t>
      </w:r>
      <w:r>
        <w:rPr>
          <w:sz w:val="18"/>
          <w:lang w:val="en-US"/>
        </w:rPr>
        <w:t> </w:t>
      </w:r>
      <w:r w:rsidRPr="005A73E2">
        <w:rPr>
          <w:sz w:val="18"/>
          <w:lang w:val="en-US"/>
        </w:rPr>
        <w:t>février</w:t>
      </w:r>
      <w:r>
        <w:rPr>
          <w:sz w:val="18"/>
          <w:lang w:val="en-US"/>
        </w:rPr>
        <w:t> </w:t>
      </w:r>
      <w:r w:rsidRPr="005A73E2">
        <w:rPr>
          <w:sz w:val="18"/>
          <w:lang w:val="en-US"/>
        </w:rPr>
        <w:t>2017).</w:t>
      </w:r>
    </w:p>
  </w:footnote>
  <w:footnote w:id="17">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Dance Facts, </w:t>
      </w:r>
      <w:r>
        <w:rPr>
          <w:i/>
          <w:iCs/>
        </w:rPr>
        <w:t>History of Waltz Dance</w:t>
      </w:r>
      <w:r>
        <w:t>, disponible à l’adresse http://www.dancefacts.net/dance-history/waltz-history/ (dernière visite le 5 février 2017).</w:t>
      </w:r>
    </w:p>
  </w:footnote>
  <w:footnote w:id="18">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Hale, Constance, The Atlantic, </w:t>
      </w:r>
      <w:r>
        <w:rPr>
          <w:i/>
          <w:iCs/>
        </w:rPr>
        <w:t>The Hula Movement</w:t>
      </w:r>
      <w:r>
        <w:t xml:space="preserve">, disponible à l’adresse https://www.theatlantic.com/magazine/archive/2002/07/the-hula-movement/302538/ (dernière visite le 2 février 2017).  </w:t>
      </w:r>
    </w:p>
  </w:footnote>
  <w:footnote w:id="19">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Tregaskis, Mona, The New York Times, </w:t>
      </w:r>
      <w:r>
        <w:rPr>
          <w:i/>
          <w:iCs/>
        </w:rPr>
        <w:t>Dance;  In Quest of Hawaii’s Authentic Hula</w:t>
      </w:r>
      <w:r>
        <w:t>, disponible à l’adresse http://www.nytimes.com/1987/07/05/arts/dance-in-quest-of-hawaii-s-authentic-hula.html?pagewanted=all (dernière visite le 2 février 2017).</w:t>
      </w:r>
    </w:p>
  </w:footnote>
  <w:footnote w:id="20">
    <w:p w:rsidR="001E4C93" w:rsidRDefault="001E4C93" w:rsidP="000A6CC8">
      <w:pPr>
        <w:pStyle w:val="FootnoteText"/>
      </w:pPr>
      <w:r>
        <w:rPr>
          <w:rStyle w:val="FootnoteReference"/>
        </w:rPr>
        <w:footnoteRef/>
      </w:r>
      <w:r>
        <w:t xml:space="preserve"> </w:t>
      </w:r>
      <w:r w:rsidR="00B85629">
        <w:tab/>
      </w:r>
      <w:r>
        <w:t xml:space="preserve">M. Richardson, “Lawmakers support resolution to protect hula amid ‘exploitation’ concerns”, </w:t>
      </w:r>
      <w:hyperlink r:id="rId1" w:history="1">
        <w:r>
          <w:rPr>
            <w:rStyle w:val="Hyperlink"/>
          </w:rPr>
          <w:t>https://www.hawaiinewsnow.com/2022/04/22/lawmakers-forward-resolution-protect-hula-after-exploitation-concerns</w:t>
        </w:r>
      </w:hyperlink>
      <w:r>
        <w:t xml:space="preserve"> (dernière visite le 1</w:t>
      </w:r>
      <w:r w:rsidRPr="000C0809">
        <w:rPr>
          <w:vertAlign w:val="superscript"/>
        </w:rPr>
        <w:t>er</w:t>
      </w:r>
      <w:r>
        <w:t xml:space="preserve"> septembre 2022).  Cet article mentionne la déclaration ayant servi de base à la loi, </w:t>
      </w:r>
      <w:r>
        <w:rPr>
          <w:rFonts w:ascii="Segoe UI" w:hAnsi="Segoe UI"/>
          <w:color w:val="212529"/>
        </w:rPr>
        <w:t>“Huamakahikina Declaration on the Integrity, Stewardship, and Protection of Hula”.</w:t>
      </w:r>
    </w:p>
  </w:footnote>
  <w:footnote w:id="21">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Site Web officiel du comité olympique chinois, </w:t>
      </w:r>
      <w:r>
        <w:rPr>
          <w:i/>
          <w:iCs/>
        </w:rPr>
        <w:t>A Brief Introduction to Ancient Sports in China</w:t>
      </w:r>
      <w:r>
        <w:t xml:space="preserve">, disponible à l’adresse http://en.olympic.cn/sports_in_ancient_china/2003-11-16/11313.html (dernière visite le 2 février 2017).  </w:t>
      </w:r>
    </w:p>
  </w:footnote>
  <w:footnote w:id="22">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History World, </w:t>
      </w:r>
      <w:r>
        <w:rPr>
          <w:i/>
          <w:iCs/>
        </w:rPr>
        <w:t xml:space="preserve">History of Sports and Games, </w:t>
      </w:r>
      <w:r>
        <w:t xml:space="preserve">disponible à l’adresse http://www.historyworld.net/wrldhis/PlainTextHistories.asp?historyid=ac02 (dernière visite le 2 février 2017).  </w:t>
      </w:r>
    </w:p>
  </w:footnote>
  <w:footnote w:id="2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85629">
        <w:rPr>
          <w:lang w:val="en-US"/>
        </w:rPr>
        <w:tab/>
      </w:r>
      <w:r w:rsidRPr="005A73E2">
        <w:rPr>
          <w:lang w:val="en-US"/>
        </w:rPr>
        <w:t xml:space="preserve">Helleksen, Terry, </w:t>
      </w:r>
      <w:r w:rsidRPr="005A73E2">
        <w:rPr>
          <w:i/>
          <w:iCs/>
          <w:lang w:val="en-US"/>
        </w:rPr>
        <w:t>Fish Files</w:t>
      </w:r>
      <w:r>
        <w:rPr>
          <w:i/>
          <w:iCs/>
          <w:lang w:val="en-US"/>
        </w:rPr>
        <w:t>:</w:t>
      </w:r>
      <w:r w:rsidRPr="005A73E2">
        <w:rPr>
          <w:i/>
          <w:iCs/>
          <w:lang w:val="en-US"/>
        </w:rPr>
        <w:t xml:space="preserve"> The Encyclopedia of the Fly Tier</w:t>
      </w:r>
      <w:r>
        <w:rPr>
          <w:i/>
          <w:iCs/>
          <w:lang w:val="en-US"/>
        </w:rPr>
        <w:t>’</w:t>
      </w:r>
      <w:r w:rsidRPr="005A73E2">
        <w:rPr>
          <w:i/>
          <w:iCs/>
          <w:lang w:val="en-US"/>
        </w:rPr>
        <w:t>s Art</w:t>
      </w:r>
      <w:r w:rsidRPr="005A73E2">
        <w:rPr>
          <w:lang w:val="en-US"/>
        </w:rPr>
        <w:t xml:space="preserve">, (Gibbs Smith, 2005).  </w:t>
      </w:r>
    </w:p>
  </w:footnote>
  <w:footnote w:id="24">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85629" w:rsidRPr="0045610A">
        <w:rPr>
          <w:lang w:val="fr-CH"/>
        </w:rPr>
        <w:tab/>
      </w:r>
      <w:r w:rsidRPr="0045610A">
        <w:rPr>
          <w:i/>
          <w:iCs/>
          <w:lang w:val="fr-CH"/>
        </w:rPr>
        <w:t>Id.</w:t>
      </w:r>
      <w:r w:rsidRPr="0045610A">
        <w:rPr>
          <w:i/>
          <w:lang w:val="fr-CH"/>
        </w:rPr>
        <w:t xml:space="preserve">  </w:t>
      </w:r>
    </w:p>
  </w:footnote>
  <w:footnote w:id="25">
    <w:p w:rsidR="001E4C93" w:rsidRPr="0045610A" w:rsidRDefault="001E4C93" w:rsidP="000A6CC8">
      <w:pPr>
        <w:pStyle w:val="FootnoteText"/>
        <w:rPr>
          <w:b/>
          <w:szCs w:val="18"/>
          <w:lang w:val="fr-CH"/>
        </w:rPr>
      </w:pPr>
      <w:r>
        <w:rPr>
          <w:rStyle w:val="FootnoteReference"/>
          <w:szCs w:val="18"/>
        </w:rPr>
        <w:footnoteRef/>
      </w:r>
      <w:r w:rsidRPr="0045610A">
        <w:rPr>
          <w:lang w:val="fr-CH"/>
        </w:rPr>
        <w:t xml:space="preserve"> </w:t>
      </w:r>
      <w:r w:rsidR="00B85629" w:rsidRPr="0045610A">
        <w:rPr>
          <w:lang w:val="fr-CH"/>
        </w:rPr>
        <w:tab/>
      </w:r>
      <w:r w:rsidRPr="0045610A">
        <w:rPr>
          <w:i/>
          <w:iCs/>
          <w:lang w:val="fr-CH"/>
        </w:rPr>
        <w:t>Id.</w:t>
      </w:r>
      <w:r w:rsidRPr="0045610A">
        <w:rPr>
          <w:i/>
          <w:lang w:val="fr-CH"/>
        </w:rPr>
        <w:t xml:space="preserve">  </w:t>
      </w:r>
    </w:p>
  </w:footnote>
  <w:footnote w:id="26">
    <w:p w:rsidR="001E4C93" w:rsidRPr="007E0E3F" w:rsidRDefault="001E4C93" w:rsidP="000A6CC8">
      <w:pPr>
        <w:pStyle w:val="FootnoteText"/>
        <w:rPr>
          <w:szCs w:val="18"/>
        </w:rPr>
      </w:pPr>
      <w:r>
        <w:rPr>
          <w:rStyle w:val="FootnoteReference"/>
          <w:szCs w:val="18"/>
        </w:rPr>
        <w:footnoteRef/>
      </w:r>
      <w:r w:rsidRPr="00B85629">
        <w:t xml:space="preserve"> </w:t>
      </w:r>
      <w:r w:rsidR="00B85629" w:rsidRPr="00B85629">
        <w:tab/>
      </w:r>
      <w:r w:rsidRPr="00B85629">
        <w:t xml:space="preserve">Guinness World Records, </w:t>
      </w:r>
      <w:r w:rsidRPr="00B85629">
        <w:rPr>
          <w:i/>
          <w:iCs/>
        </w:rPr>
        <w:t>Largest Attendance at an Olympic Games</w:t>
      </w:r>
      <w:r w:rsidRPr="00B85629">
        <w:t>, disponible à l’adresse http://www.guinnessworldrecords.com/w</w:t>
      </w:r>
      <w:r>
        <w:t xml:space="preserve">orld-records/greatest-attendance-at-olympic-games (dernière visite le 3 février 2017).  </w:t>
      </w:r>
    </w:p>
  </w:footnote>
  <w:footnote w:id="27">
    <w:p w:rsidR="001E4C93" w:rsidRPr="007E0E3F" w:rsidRDefault="001E4C93" w:rsidP="000A6CC8">
      <w:pPr>
        <w:pStyle w:val="FootnoteText"/>
        <w:rPr>
          <w:szCs w:val="18"/>
        </w:rPr>
      </w:pPr>
      <w:r>
        <w:rPr>
          <w:rStyle w:val="FootnoteReference"/>
          <w:szCs w:val="18"/>
        </w:rPr>
        <w:footnoteRef/>
      </w:r>
      <w:r>
        <w:t xml:space="preserve"> </w:t>
      </w:r>
      <w:r w:rsidR="00B85629">
        <w:tab/>
      </w:r>
      <w:r>
        <w:t xml:space="preserve">Holloway, Daniel, Variety, </w:t>
      </w:r>
      <w:r>
        <w:rPr>
          <w:i/>
          <w:iCs/>
        </w:rPr>
        <w:t>How Rio Ratings Surprised NBC and Will Impact Future Games</w:t>
      </w:r>
      <w:r>
        <w:t xml:space="preserve">, disponible à l’adresse http://variety.com/2016/tv/news/2016-olympics-ratings-rio-nbc-1201843200/ (dernière visite le 3 février 2017).  </w:t>
      </w:r>
    </w:p>
  </w:footnote>
  <w:footnote w:id="28">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WETA, </w:t>
      </w:r>
      <w:r>
        <w:rPr>
          <w:i/>
          <w:iCs/>
        </w:rPr>
        <w:t>Baseball for Beginners</w:t>
      </w:r>
      <w:r>
        <w:t>, disponible à l’adresse http://www.pbs.org/kenburns/baseball/beginners/ (dernière visite le 2 février 2017).</w:t>
      </w:r>
    </w:p>
  </w:footnote>
  <w:footnote w:id="29">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History, </w:t>
      </w:r>
      <w:r>
        <w:rPr>
          <w:i/>
          <w:iCs/>
        </w:rPr>
        <w:t>Who Invented Baseball?</w:t>
      </w:r>
      <w:r>
        <w:t xml:space="preserve">, disponible à l’adresse http://www.history.com/news/ask-history/who-invented-baseball (dernière visite le 2 février 2017).  </w:t>
      </w:r>
    </w:p>
  </w:footnote>
  <w:footnote w:id="30">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The People History, </w:t>
      </w:r>
      <w:r>
        <w:rPr>
          <w:i/>
          <w:iCs/>
        </w:rPr>
        <w:t>Baseball Origins, Growth and Changes in the Game</w:t>
      </w:r>
      <w:r>
        <w:t>, disponible à l’adresse http://www.thepeoplehistory.com/baseballhistory.html (dernière visite le 1</w:t>
      </w:r>
      <w:r w:rsidRPr="000C0809">
        <w:rPr>
          <w:vertAlign w:val="superscript"/>
        </w:rPr>
        <w:t>er</w:t>
      </w:r>
      <w:r>
        <w:t xml:space="preserve"> février 2017).  </w:t>
      </w:r>
    </w:p>
  </w:footnote>
  <w:footnote w:id="31">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sidRPr="004A31B9">
        <w:rPr>
          <w:lang w:val="en-US"/>
        </w:rPr>
        <w:tab/>
      </w:r>
      <w:r w:rsidRPr="004A31B9">
        <w:rPr>
          <w:i/>
          <w:iCs/>
          <w:lang w:val="en-US"/>
        </w:rPr>
        <w:t>Id.</w:t>
      </w:r>
    </w:p>
  </w:footnote>
  <w:footnote w:id="32">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sidRPr="004A31B9">
        <w:rPr>
          <w:lang w:val="en-US"/>
        </w:rPr>
        <w:tab/>
      </w:r>
      <w:r w:rsidRPr="004A31B9">
        <w:rPr>
          <w:i/>
          <w:iCs/>
          <w:lang w:val="en-US"/>
        </w:rPr>
        <w:t>Id.</w:t>
      </w:r>
    </w:p>
  </w:footnote>
  <w:footnote w:id="33">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i/>
          <w:iCs/>
          <w:lang w:val="en-US"/>
        </w:rPr>
        <w:t>Id.</w:t>
      </w:r>
    </w:p>
  </w:footnote>
  <w:footnote w:id="34">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i/>
          <w:iCs/>
          <w:lang w:val="en-US"/>
        </w:rPr>
        <w:t>Id.</w:t>
      </w:r>
    </w:p>
  </w:footnote>
  <w:footnote w:id="35">
    <w:p w:rsidR="001E4C93" w:rsidRPr="004A31B9" w:rsidRDefault="001E4C93" w:rsidP="000A6CC8">
      <w:pPr>
        <w:pStyle w:val="FootnoteText"/>
        <w:rPr>
          <w:szCs w:val="18"/>
          <w:lang w:val="en-US"/>
        </w:rPr>
      </w:pPr>
      <w:r>
        <w:rPr>
          <w:rStyle w:val="FootnoteReference"/>
          <w:szCs w:val="18"/>
        </w:rPr>
        <w:footnoteRef/>
      </w:r>
      <w:r w:rsidRPr="004A31B9">
        <w:rPr>
          <w:lang w:val="en-US"/>
        </w:rPr>
        <w:t xml:space="preserve"> </w:t>
      </w:r>
      <w:r w:rsidR="004A31B9">
        <w:rPr>
          <w:lang w:val="en-US"/>
        </w:rPr>
        <w:tab/>
      </w:r>
      <w:r w:rsidRPr="004A31B9">
        <w:rPr>
          <w:lang w:val="en-US"/>
        </w:rPr>
        <w:t xml:space="preserve">Schwindt, Oriana, Variety, </w:t>
      </w:r>
      <w:r w:rsidRPr="004A31B9">
        <w:rPr>
          <w:i/>
          <w:lang w:val="en-US"/>
        </w:rPr>
        <w:t>TV Ratings: Cubs Win World Series in Front of Massive Audience</w:t>
      </w:r>
      <w:r w:rsidRPr="004A31B9">
        <w:rPr>
          <w:lang w:val="en-US"/>
        </w:rPr>
        <w:t xml:space="preserve">, disponible à l’adresse http://variety.com/2016/tv/news/tv-ratings-cubs-win-world-series-record-1201908313/ (dernière visite le 2 février 2017).  </w:t>
      </w:r>
    </w:p>
  </w:footnote>
  <w:footnote w:id="36">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Bastian, Jordan, and Muskat, Carrie, MLB, </w:t>
      </w:r>
      <w:r>
        <w:rPr>
          <w:i/>
          <w:iCs/>
        </w:rPr>
        <w:t>Cubs Are Heavy Weight Champions</w:t>
      </w:r>
      <w:r>
        <w:t xml:space="preserve">, disponible à l’adresse http://m.mlb.com/news/article/207938228/chicago-cubs-win-2016-world-series/ (dernière visite le 2 février 2017).  </w:t>
      </w:r>
    </w:p>
  </w:footnote>
  <w:footnote w:id="37">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Federation, </w:t>
      </w:r>
      <w:r>
        <w:rPr>
          <w:i/>
          <w:iCs/>
        </w:rPr>
        <w:t>History</w:t>
      </w:r>
      <w:r>
        <w:t xml:space="preserve">, disponible à l’adresse http://www.wbsc.org/wbsc-history/ (dernière visite le 2 février 2017).  </w:t>
      </w:r>
    </w:p>
  </w:footnote>
  <w:footnote w:id="38">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Brown, Bruce, The Atlantic Online, </w:t>
      </w:r>
      <w:r>
        <w:rPr>
          <w:i/>
          <w:iCs/>
        </w:rPr>
        <w:t>Cuban Baseball,</w:t>
      </w:r>
      <w:r>
        <w:t xml:space="preserve"> disponible à l’adresse http://www.theatlantic.com/past/docs/issues/84jun/8406brown.htm (dernière visite le 2 février 2017);  Japan-Guide.com, </w:t>
      </w:r>
      <w:r>
        <w:rPr>
          <w:i/>
          <w:iCs/>
        </w:rPr>
        <w:t>Baseball</w:t>
      </w:r>
      <w:r>
        <w:t xml:space="preserve">, disponible à l’adresse http://www.japan-guide.com/e/e2081.html (dernière visite le 2 février 2017).  </w:t>
      </w:r>
    </w:p>
  </w:footnote>
  <w:footnote w:id="39">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Federation, </w:t>
      </w:r>
      <w:r>
        <w:rPr>
          <w:i/>
          <w:iCs/>
        </w:rPr>
        <w:t>Members</w:t>
      </w:r>
      <w:r>
        <w:t xml:space="preserve">, disponible à l’adresse http://www.wbsc.org/wbsc-history/ (dernière visite le 2 février 2017).  </w:t>
      </w:r>
    </w:p>
  </w:footnote>
  <w:footnote w:id="40">
    <w:p w:rsidR="001E4C93" w:rsidRPr="007E0E3F" w:rsidRDefault="001E4C93" w:rsidP="000A6CC8">
      <w:pPr>
        <w:pStyle w:val="FootnoteText"/>
        <w:rPr>
          <w:szCs w:val="18"/>
        </w:rPr>
      </w:pPr>
      <w:r>
        <w:rPr>
          <w:rStyle w:val="FootnoteReference"/>
          <w:szCs w:val="18"/>
        </w:rPr>
        <w:footnoteRef/>
      </w:r>
      <w:r>
        <w:t xml:space="preserve"> </w:t>
      </w:r>
      <w:r w:rsidR="004A31B9">
        <w:tab/>
      </w:r>
      <w:r>
        <w:t xml:space="preserve">World Baseball Softball Federation, </w:t>
      </w:r>
      <w:r>
        <w:rPr>
          <w:i/>
          <w:iCs/>
        </w:rPr>
        <w:t>History</w:t>
      </w:r>
      <w:r>
        <w:t xml:space="preserve">, disponible à l’adresse http://www.wbsc.org/wbsc-history/ (dernière visite le 2 février 2017).  </w:t>
      </w:r>
    </w:p>
  </w:footnote>
  <w:footnote w:id="41">
    <w:p w:rsidR="001E4C93" w:rsidRPr="00E534F0" w:rsidRDefault="001E4C93" w:rsidP="000A6CC8">
      <w:pPr>
        <w:pStyle w:val="FootnoteText"/>
        <w:rPr>
          <w:szCs w:val="18"/>
        </w:rPr>
      </w:pPr>
      <w:r>
        <w:rPr>
          <w:rStyle w:val="FootnoteReference"/>
          <w:szCs w:val="18"/>
        </w:rPr>
        <w:footnoteRef/>
      </w:r>
      <w:r w:rsidRPr="00E534F0">
        <w:t xml:space="preserve"> </w:t>
      </w:r>
      <w:r w:rsidR="004A31B9" w:rsidRPr="00E534F0">
        <w:tab/>
      </w:r>
      <w:r w:rsidRPr="00E534F0">
        <w:rPr>
          <w:i/>
          <w:iCs/>
        </w:rPr>
        <w:t>Id.</w:t>
      </w:r>
    </w:p>
  </w:footnote>
  <w:footnote w:id="42">
    <w:p w:rsidR="001E4C93" w:rsidRPr="007E0E3F" w:rsidRDefault="001E4C93" w:rsidP="000A6CC8">
      <w:pPr>
        <w:pStyle w:val="FootnoteText"/>
        <w:rPr>
          <w:szCs w:val="18"/>
        </w:rPr>
      </w:pPr>
      <w:r>
        <w:rPr>
          <w:rStyle w:val="FootnoteReference"/>
          <w:szCs w:val="18"/>
        </w:rPr>
        <w:footnoteRef/>
      </w:r>
      <w:r w:rsidRPr="001E4C93">
        <w:t xml:space="preserve"> </w:t>
      </w:r>
      <w:r w:rsidR="00E534F0">
        <w:tab/>
      </w:r>
      <w:r w:rsidRPr="001E4C93">
        <w:t xml:space="preserve">Vennum, Jr., Thomas, U.S. </w:t>
      </w:r>
      <w:r>
        <w:t xml:space="preserve">Lacrosse, </w:t>
      </w:r>
      <w:r>
        <w:rPr>
          <w:i/>
          <w:iCs/>
        </w:rPr>
        <w:t>The History of Lacrosse</w:t>
      </w:r>
      <w:r>
        <w:t xml:space="preserve">, disponible à l’adresse http://www.uslacrosse.org/about-the-sport/history (dernière visite le 3 février 2017).  </w:t>
      </w:r>
    </w:p>
  </w:footnote>
  <w:footnote w:id="43">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4">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5">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46">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New World Encyclopedia, </w:t>
      </w:r>
      <w:r>
        <w:rPr>
          <w:i/>
          <w:iCs/>
        </w:rPr>
        <w:t>Violin</w:t>
      </w:r>
      <w:r>
        <w:t xml:space="preserve">, disponible à l’adresse http://www.newworldencyclopedia.org/entry/Violin (dernière visite le 7 février 2017).  </w:t>
      </w:r>
    </w:p>
  </w:footnote>
  <w:footnote w:id="47">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Lal, Vinay, Culture, </w:t>
      </w:r>
      <w:r>
        <w:rPr>
          <w:i/>
          <w:iCs/>
        </w:rPr>
        <w:t>Violin</w:t>
      </w:r>
      <w:r>
        <w:t xml:space="preserve">, disponible à l’adresse https://www.sscnet.ucla.edu/southasia/Culture/Music/violin.html (dernière visite le 6 février 2017).  </w:t>
      </w:r>
    </w:p>
  </w:footnote>
  <w:footnote w:id="4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35BD0">
        <w:rPr>
          <w:lang w:val="en-US"/>
        </w:rPr>
        <w:tab/>
      </w:r>
      <w:r w:rsidRPr="005A73E2">
        <w:rPr>
          <w:lang w:val="en-US"/>
        </w:rPr>
        <w:t xml:space="preserve">Stowell, Robin, The Cambridge Companion to the Violin, </w:t>
      </w:r>
      <w:r w:rsidRPr="005A73E2">
        <w:rPr>
          <w:i/>
          <w:iCs/>
          <w:lang w:val="en-US"/>
        </w:rPr>
        <w:t>The Violin – Instrument of Four Continents</w:t>
      </w:r>
      <w:r w:rsidRPr="005A73E2">
        <w:rPr>
          <w:lang w:val="en-US"/>
        </w:rPr>
        <w:t xml:space="preserve"> (Cambridge University Press, 1992).  </w:t>
      </w:r>
    </w:p>
  </w:footnote>
  <w:footnote w:id="49">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New World Encyclopedia, </w:t>
      </w:r>
      <w:r>
        <w:rPr>
          <w:i/>
          <w:iCs/>
        </w:rPr>
        <w:t>Violin</w:t>
      </w:r>
      <w:r>
        <w:t xml:space="preserve">, disponible à l’adresse http://www.newworldencyclopedia.org/entry/Violin (dernière visite le 7 février 2017).  </w:t>
      </w:r>
    </w:p>
  </w:footnote>
  <w:footnote w:id="50">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Fiddling Around the World, </w:t>
      </w:r>
      <w:r>
        <w:rPr>
          <w:i/>
          <w:iCs/>
        </w:rPr>
        <w:t>Jazz Violin</w:t>
      </w:r>
      <w:r>
        <w:t xml:space="preserve">, disponible à l’adresse http://www.fiddlingaround.co.uk/jazz/ (dernière visite le 6 février 2017).  </w:t>
      </w:r>
    </w:p>
  </w:footnote>
  <w:footnote w:id="51">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Country Music Hall of Fame, </w:t>
      </w:r>
      <w:r>
        <w:rPr>
          <w:i/>
          <w:iCs/>
        </w:rPr>
        <w:t>Instruments in Country Music</w:t>
      </w:r>
      <w:r>
        <w:t xml:space="preserve">, disponible à l’adresse http://countrymusichalloffame.org/ContentPages/instruments-in-country-music#.WJipkfkrLmE (dernière visite le 6 février 2017).  </w:t>
      </w:r>
    </w:p>
  </w:footnote>
  <w:footnote w:id="52">
    <w:p w:rsidR="001E4C93" w:rsidRPr="007E0E3F" w:rsidRDefault="001E4C93" w:rsidP="000A6CC8">
      <w:pPr>
        <w:pStyle w:val="FootnoteText"/>
        <w:rPr>
          <w:szCs w:val="18"/>
        </w:rPr>
      </w:pPr>
      <w:r>
        <w:rPr>
          <w:rStyle w:val="FootnoteReference"/>
          <w:szCs w:val="18"/>
        </w:rPr>
        <w:footnoteRef/>
      </w:r>
      <w:r>
        <w:t xml:space="preserve"> </w:t>
      </w:r>
      <w:r w:rsidR="00B35BD0">
        <w:tab/>
      </w:r>
      <w:r>
        <w:rPr>
          <w:i/>
          <w:iCs/>
        </w:rPr>
        <w:t>Id.</w:t>
      </w:r>
    </w:p>
  </w:footnote>
  <w:footnote w:id="53">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Fiddling Around the World, Irish Fiddle, disponible à l’adresse http://fiddlingaround.co.uk/ireland/index.html (dernière visite le 6 février 2017).  </w:t>
      </w:r>
    </w:p>
  </w:footnote>
  <w:footnote w:id="54">
    <w:p w:rsidR="001E4C93" w:rsidRPr="007E0E3F" w:rsidRDefault="001E4C93" w:rsidP="000A6CC8">
      <w:pPr>
        <w:pStyle w:val="FootnoteText"/>
        <w:rPr>
          <w:szCs w:val="18"/>
        </w:rPr>
      </w:pPr>
      <w:r>
        <w:rPr>
          <w:rStyle w:val="FootnoteReference"/>
          <w:szCs w:val="18"/>
        </w:rPr>
        <w:footnoteRef/>
      </w:r>
      <w:r>
        <w:t xml:space="preserve"> </w:t>
      </w:r>
      <w:r w:rsidR="00B35BD0">
        <w:tab/>
      </w:r>
      <w:r>
        <w:t xml:space="preserve">Iowa State University Music, </w:t>
      </w:r>
      <w:r>
        <w:rPr>
          <w:i/>
          <w:iCs/>
        </w:rPr>
        <w:t>The Bagpipe</w:t>
      </w:r>
      <w:r>
        <w:t xml:space="preserve">, disponible à l’adresse https://www.music.iastate.edu/antiqua/bagpipe.htm (dernière visite le 6 février 2017).  </w:t>
      </w:r>
    </w:p>
  </w:footnote>
  <w:footnote w:id="55">
    <w:p w:rsidR="001E4C93" w:rsidRPr="007E0E3F" w:rsidRDefault="001E4C93" w:rsidP="000A6CC8">
      <w:pPr>
        <w:pStyle w:val="FootnoteText"/>
        <w:rPr>
          <w:szCs w:val="18"/>
        </w:rPr>
      </w:pPr>
      <w:r>
        <w:rPr>
          <w:rStyle w:val="FootnoteReference"/>
          <w:szCs w:val="18"/>
        </w:rPr>
        <w:footnoteRef/>
      </w:r>
      <w:r>
        <w:t xml:space="preserve"> </w:t>
      </w:r>
      <w:r w:rsidR="00AA3CD9">
        <w:tab/>
      </w:r>
      <w:r>
        <w:t>Johnson, Ben, Historic UK, The Piob Mhor, or the Great Highlands Bagpipe, disponible à l’adresse http://www.historic-uk.com/HistoryUK/HistoryofScotland/The-Piob-Mhor-or-the-Great-Highland-Bagpipes/ (dernière visite le 6 février 2017).</w:t>
      </w:r>
    </w:p>
  </w:footnote>
  <w:footnote w:id="56">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PBS, </w:t>
      </w:r>
      <w:r>
        <w:rPr>
          <w:i/>
          <w:iCs/>
        </w:rPr>
        <w:t>The Banjo</w:t>
      </w:r>
      <w:r>
        <w:t xml:space="preserve">, disponible à l’adresse http://www.pbs.org/americanrootsmusic/pbs_arm_ii_banjo.html (dernière visite le 6 février 2017).  </w:t>
      </w:r>
    </w:p>
  </w:footnote>
  <w:footnote w:id="57">
    <w:p w:rsidR="001E4C93" w:rsidRPr="007E0E3F" w:rsidRDefault="001E4C93" w:rsidP="000A6CC8">
      <w:pPr>
        <w:pStyle w:val="FootnoteText"/>
        <w:rPr>
          <w:szCs w:val="18"/>
        </w:rPr>
      </w:pPr>
      <w:r>
        <w:rPr>
          <w:rStyle w:val="FootnoteReference"/>
          <w:szCs w:val="18"/>
        </w:rPr>
        <w:footnoteRef/>
      </w:r>
      <w:r>
        <w:t xml:space="preserve"> </w:t>
      </w:r>
      <w:r w:rsidR="00AA3CD9">
        <w:tab/>
      </w:r>
      <w:r>
        <w:rPr>
          <w:i/>
          <w:iCs/>
        </w:rPr>
        <w:t>Id.</w:t>
      </w:r>
    </w:p>
  </w:footnote>
  <w:footnote w:id="58">
    <w:p w:rsidR="001E4C93" w:rsidRPr="007E0E3F" w:rsidRDefault="001E4C93" w:rsidP="000A6CC8">
      <w:pPr>
        <w:pStyle w:val="FootnoteText"/>
        <w:rPr>
          <w:szCs w:val="18"/>
        </w:rPr>
      </w:pPr>
      <w:r>
        <w:rPr>
          <w:rStyle w:val="FootnoteReference"/>
          <w:szCs w:val="18"/>
        </w:rPr>
        <w:footnoteRef/>
      </w:r>
      <w:r>
        <w:t xml:space="preserve"> </w:t>
      </w:r>
      <w:r w:rsidR="00AA3CD9">
        <w:tab/>
      </w:r>
      <w:r>
        <w:rPr>
          <w:i/>
          <w:iCs/>
        </w:rPr>
        <w:t>Id.</w:t>
      </w:r>
    </w:p>
  </w:footnote>
  <w:footnote w:id="59">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National Geographic Society, </w:t>
      </w:r>
      <w:r>
        <w:rPr>
          <w:i/>
          <w:iCs/>
        </w:rPr>
        <w:t>Yurt</w:t>
      </w:r>
      <w:r>
        <w:t xml:space="preserve">, disponible à l’adresse http://www.nationalgeographic.org/encyclopedia/yurt/ (dernière visite le 6 février 2017).  </w:t>
      </w:r>
    </w:p>
  </w:footnote>
  <w:footnote w:id="60">
    <w:p w:rsidR="001E4C93" w:rsidRPr="005A73E2" w:rsidRDefault="001E4C93" w:rsidP="000A6CC8">
      <w:pPr>
        <w:pStyle w:val="FootnoteText"/>
        <w:rPr>
          <w:szCs w:val="18"/>
          <w:lang w:val="en-US"/>
        </w:rPr>
      </w:pPr>
      <w:r>
        <w:rPr>
          <w:rStyle w:val="FootnoteReference"/>
          <w:szCs w:val="18"/>
        </w:rPr>
        <w:footnoteRef/>
      </w:r>
      <w:r w:rsidR="00AA3CD9">
        <w:rPr>
          <w:lang w:val="en-US"/>
        </w:rPr>
        <w:t xml:space="preserve"> </w:t>
      </w:r>
      <w:r w:rsidR="00AA3CD9">
        <w:rPr>
          <w:lang w:val="en-US"/>
        </w:rPr>
        <w:tab/>
      </w:r>
      <w:r w:rsidRPr="005A73E2">
        <w:rPr>
          <w:lang w:val="en-US"/>
        </w:rPr>
        <w:t xml:space="preserve">Golgowski, Nina, Daily Mail, </w:t>
      </w:r>
      <w:r w:rsidRPr="005A73E2">
        <w:rPr>
          <w:i/>
          <w:lang w:val="en-US"/>
        </w:rPr>
        <w:t>Inside the Life of the Inuit: Extraordinary Photographs Document How Alaska</w:t>
      </w:r>
      <w:r>
        <w:rPr>
          <w:i/>
          <w:lang w:val="en-US"/>
        </w:rPr>
        <w:t>’</w:t>
      </w:r>
      <w:r w:rsidRPr="005A73E2">
        <w:rPr>
          <w:i/>
          <w:lang w:val="en-US"/>
        </w:rPr>
        <w:t>s Eskimos Survived the Cruelest of Winters</w:t>
      </w:r>
      <w:r w:rsidRPr="005A73E2">
        <w:rPr>
          <w:lang w:val="en-US"/>
        </w:rPr>
        <w:t>, disponible à l</w:t>
      </w:r>
      <w:r>
        <w:rPr>
          <w:lang w:val="en-US"/>
        </w:rPr>
        <w:t>’</w:t>
      </w:r>
      <w:r w:rsidRPr="005A73E2">
        <w:rPr>
          <w:lang w:val="en-US"/>
        </w:rPr>
        <w:t>adresse http://www.dailymail.co.uk/news/article</w:t>
      </w:r>
      <w:r>
        <w:rPr>
          <w:lang w:val="en-US"/>
        </w:rPr>
        <w:t>-</w:t>
      </w:r>
      <w:r w:rsidRPr="005A73E2">
        <w:rPr>
          <w:lang w:val="en-US"/>
        </w:rPr>
        <w:t>2253029/Historic</w:t>
      </w:r>
      <w:r>
        <w:rPr>
          <w:lang w:val="en-US"/>
        </w:rPr>
        <w:t>-</w:t>
      </w:r>
      <w:r w:rsidRPr="005A73E2">
        <w:rPr>
          <w:lang w:val="en-US"/>
        </w:rPr>
        <w:t>photographs</w:t>
      </w:r>
      <w:r>
        <w:rPr>
          <w:lang w:val="en-US"/>
        </w:rPr>
        <w:t>-</w:t>
      </w:r>
      <w:r w:rsidRPr="005A73E2">
        <w:rPr>
          <w:lang w:val="en-US"/>
        </w:rPr>
        <w:t>document</w:t>
      </w:r>
      <w:r>
        <w:rPr>
          <w:lang w:val="en-US"/>
        </w:rPr>
        <w:t>-</w:t>
      </w:r>
      <w:r w:rsidRPr="005A73E2">
        <w:rPr>
          <w:lang w:val="en-US"/>
        </w:rPr>
        <w:t>Alaskas</w:t>
      </w:r>
      <w:r>
        <w:rPr>
          <w:lang w:val="en-US"/>
        </w:rPr>
        <w:t>-</w:t>
      </w:r>
      <w:r w:rsidRPr="005A73E2">
        <w:rPr>
          <w:lang w:val="en-US"/>
        </w:rPr>
        <w:t>Inuit</w:t>
      </w:r>
      <w:r>
        <w:rPr>
          <w:lang w:val="en-US"/>
        </w:rPr>
        <w:t>-</w:t>
      </w:r>
      <w:r w:rsidRPr="005A73E2">
        <w:rPr>
          <w:lang w:val="en-US"/>
        </w:rPr>
        <w:t>Eskimos</w:t>
      </w:r>
      <w:r>
        <w:rPr>
          <w:lang w:val="en-US"/>
        </w:rPr>
        <w:t>-</w:t>
      </w:r>
      <w:r w:rsidRPr="005A73E2">
        <w:rPr>
          <w:lang w:val="en-US"/>
        </w:rPr>
        <w:t>survived</w:t>
      </w:r>
      <w:r>
        <w:rPr>
          <w:lang w:val="en-US"/>
        </w:rPr>
        <w:t>-</w:t>
      </w:r>
      <w:r w:rsidRPr="005A73E2">
        <w:rPr>
          <w:lang w:val="en-US"/>
        </w:rPr>
        <w:t>worlds</w:t>
      </w:r>
      <w:r>
        <w:rPr>
          <w:lang w:val="en-US"/>
        </w:rPr>
        <w:t>-</w:t>
      </w:r>
      <w:r w:rsidRPr="005A73E2">
        <w:rPr>
          <w:lang w:val="en-US"/>
        </w:rPr>
        <w:t>coldest</w:t>
      </w:r>
      <w:r>
        <w:rPr>
          <w:lang w:val="en-US"/>
        </w:rPr>
        <w:t>-</w:t>
      </w:r>
      <w:r w:rsidRPr="005A73E2">
        <w:rPr>
          <w:lang w:val="en-US"/>
        </w:rPr>
        <w:t>winters.html (dernière visite le 6</w:t>
      </w:r>
      <w:r>
        <w:rPr>
          <w:lang w:val="en-US"/>
        </w:rPr>
        <w:t> </w:t>
      </w:r>
      <w:r w:rsidRPr="005A73E2">
        <w:rPr>
          <w:lang w:val="en-US"/>
        </w:rPr>
        <w:t>février</w:t>
      </w:r>
      <w:r>
        <w:rPr>
          <w:lang w:val="en-US"/>
        </w:rPr>
        <w:t> </w:t>
      </w:r>
      <w:r w:rsidRPr="005A73E2">
        <w:rPr>
          <w:lang w:val="en-US"/>
        </w:rPr>
        <w:t xml:space="preserve">2017).  </w:t>
      </w:r>
    </w:p>
  </w:footnote>
  <w:footnote w:id="6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AA3CD9">
        <w:rPr>
          <w:lang w:val="en-US"/>
        </w:rPr>
        <w:tab/>
      </w:r>
      <w:r w:rsidRPr="005A73E2">
        <w:rPr>
          <w:lang w:val="en-US"/>
        </w:rPr>
        <w:t xml:space="preserve">University of Chicago, </w:t>
      </w:r>
      <w:r w:rsidRPr="005A73E2">
        <w:rPr>
          <w:i/>
          <w:iCs/>
          <w:lang w:val="en-US"/>
        </w:rPr>
        <w:t>Structures of the Plains Indians</w:t>
      </w:r>
      <w:r w:rsidRPr="005A73E2">
        <w:rPr>
          <w:lang w:val="en-US"/>
        </w:rPr>
        <w:t>, disponible à l</w:t>
      </w:r>
      <w:r>
        <w:rPr>
          <w:lang w:val="en-US"/>
        </w:rPr>
        <w:t>’</w:t>
      </w:r>
      <w:r w:rsidRPr="005A73E2">
        <w:rPr>
          <w:lang w:val="en-US"/>
        </w:rPr>
        <w:t>adresse http://people.ucls.uchicago.edu/~snekros/2007</w:t>
      </w:r>
      <w:r>
        <w:rPr>
          <w:lang w:val="en-US"/>
        </w:rPr>
        <w:t>-</w:t>
      </w:r>
      <w:r w:rsidRPr="005A73E2">
        <w:rPr>
          <w:lang w:val="en-US"/>
        </w:rPr>
        <w:t>8%20Webquests/Structures%2089/structures89.html (dernière visite le 6</w:t>
      </w:r>
      <w:r>
        <w:rPr>
          <w:lang w:val="en-US"/>
        </w:rPr>
        <w:t> </w:t>
      </w:r>
      <w:r w:rsidRPr="005A73E2">
        <w:rPr>
          <w:lang w:val="en-US"/>
        </w:rPr>
        <w:t>février</w:t>
      </w:r>
      <w:r>
        <w:rPr>
          <w:lang w:val="en-US"/>
        </w:rPr>
        <w:t> </w:t>
      </w:r>
      <w:r w:rsidRPr="005A73E2">
        <w:rPr>
          <w:lang w:val="en-US"/>
        </w:rPr>
        <w:t xml:space="preserve">2017).  </w:t>
      </w:r>
    </w:p>
  </w:footnote>
  <w:footnote w:id="62">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Encyclopedia.com, </w:t>
      </w:r>
      <w:r>
        <w:rPr>
          <w:i/>
          <w:iCs/>
        </w:rPr>
        <w:t>Bedouin</w:t>
      </w:r>
      <w:r>
        <w:t xml:space="preserve">, disponible à l’adresse http://www.encyclopedia.com/social-sciences-and-law/anthropology-and-archaeology/people/bedouin (dernière visite le 7 février 2017).  </w:t>
      </w:r>
    </w:p>
  </w:footnote>
  <w:footnote w:id="63">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National Park Service, </w:t>
      </w:r>
      <w:r>
        <w:rPr>
          <w:i/>
          <w:iCs/>
        </w:rPr>
        <w:t>The Log Cabin Tradition</w:t>
      </w:r>
      <w:r>
        <w:t xml:space="preserve">, disponible à l’adresse https://www.nps.gov/nr/twhp/wwwlps/lessons/4logcabins/4facts1.htm (dernière visite le 6 février 2017).  </w:t>
      </w:r>
    </w:p>
  </w:footnote>
  <w:footnote w:id="64">
    <w:p w:rsidR="001E4C93" w:rsidRPr="007E0E3F" w:rsidRDefault="001E4C93" w:rsidP="000A6CC8">
      <w:pPr>
        <w:pStyle w:val="FootnoteText"/>
        <w:rPr>
          <w:szCs w:val="18"/>
        </w:rPr>
      </w:pPr>
      <w:r>
        <w:rPr>
          <w:rStyle w:val="FootnoteReference"/>
          <w:szCs w:val="18"/>
        </w:rPr>
        <w:footnoteRef/>
      </w:r>
      <w:r>
        <w:t xml:space="preserve"> </w:t>
      </w:r>
      <w:r w:rsidR="00AA3CD9">
        <w:tab/>
      </w:r>
      <w:r>
        <w:t xml:space="preserve">Adhikary, Nripal, International Journal of Environmental Studies, </w:t>
      </w:r>
      <w:r>
        <w:rPr>
          <w:i/>
          <w:iCs/>
        </w:rPr>
        <w:t>Vernacular Architecture in Post-Earthquake Nepal</w:t>
      </w:r>
      <w:r>
        <w:t>, disponible à l’adresse http://www.tandfonline.com/doi/abs/10.1080/00207233.2016.1179011?src=recsys&amp;journalCode=genv20 (dernière visite le 6 février 2017).</w:t>
      </w:r>
    </w:p>
  </w:footnote>
  <w:footnote w:id="65">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Maasai Association, </w:t>
      </w:r>
      <w:r>
        <w:rPr>
          <w:i/>
          <w:iCs/>
        </w:rPr>
        <w:t>The Maasai People</w:t>
      </w:r>
      <w:r>
        <w:t xml:space="preserve">, disponible à l’adresse http://www.maasai-association.org/maasai.html (dernière visite le 6 février 2017).  </w:t>
      </w:r>
    </w:p>
  </w:footnote>
  <w:footnote w:id="66">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Indonesia Travel, </w:t>
      </w:r>
      <w:r>
        <w:rPr>
          <w:i/>
        </w:rPr>
        <w:t>Tomok and Simanindo: The Traditional Batak Villages in Lake Toba</w:t>
      </w:r>
      <w:r>
        <w:t xml:space="preserve">, disponible à l’adresse http://www.indonesia.travel/en/post/tomok-and-simanindo-the-traditional-batak-villages-in-lake-toba (dernière visite le 6 février 2017).  </w:t>
      </w:r>
    </w:p>
  </w:footnote>
  <w:footnote w:id="67">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Chinasage, </w:t>
      </w:r>
      <w:r>
        <w:rPr>
          <w:i/>
          <w:iCs/>
        </w:rPr>
        <w:t>Traditional Chinese Architecture</w:t>
      </w:r>
      <w:r>
        <w:t xml:space="preserve">, disponible à l’adresse http://www.chinasage.info/architecture.htm (dernière visite le 6 février 2017).  </w:t>
      </w:r>
    </w:p>
  </w:footnote>
  <w:footnote w:id="68">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Voir le dossier d’information n° 5, La propriété intellectuelle et l’artisanat traditionnel, pour comprendre ce qui définit et ce qui caractérise l’artisanat traditionnel.  </w:t>
      </w:r>
    </w:p>
  </w:footnote>
  <w:footnote w:id="69">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Museum of Indian Arts &amp; Culture, </w:t>
      </w:r>
      <w:r>
        <w:rPr>
          <w:i/>
          <w:iCs/>
        </w:rPr>
        <w:t>Turquoise, Water, Sky : The Stone and Its Meaning</w:t>
      </w:r>
      <w:r>
        <w:t>, disponible à l’adresse http://www.indianartsandculture.org/whatsnew/&amp;releaseID=292 (dernière visite le 6 février 2017);  voir également, Danchevskaya, O. Y. </w:t>
      </w:r>
      <w:r>
        <w:rPr>
          <w:i/>
        </w:rPr>
        <w:t>Turquoise in the Life of American Indians,</w:t>
      </w:r>
      <w:r>
        <w:t xml:space="preserve"> disponible à l’adresse http://www.academia.edu/5786419/Turquoise_in_the_Life_of_American_Indians (dernière visite le 6 février 2017).  </w:t>
      </w:r>
    </w:p>
  </w:footnote>
  <w:footnote w:id="70">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New World Encyclopedia, </w:t>
      </w:r>
      <w:r>
        <w:rPr>
          <w:i/>
          <w:iCs/>
        </w:rPr>
        <w:t>Dreamcatcher</w:t>
      </w:r>
      <w:r>
        <w:t xml:space="preserve">, disponible à l’adresse http://www.newworldencyclopedia.org/p/index.php?title=Dreamcatcher&amp;oldid=973099 (dernière visite le 6 février 2017).  </w:t>
      </w:r>
    </w:p>
  </w:footnote>
  <w:footnote w:id="71">
    <w:p w:rsidR="001E4C93" w:rsidRDefault="001E4C93" w:rsidP="000A6CC8">
      <w:pPr>
        <w:pStyle w:val="FootnoteText"/>
      </w:pPr>
      <w:r>
        <w:rPr>
          <w:rStyle w:val="FootnoteReference"/>
        </w:rPr>
        <w:footnoteRef/>
      </w:r>
      <w:r>
        <w:t xml:space="preserve"> </w:t>
      </w:r>
      <w:r w:rsidR="00586E73">
        <w:tab/>
      </w:r>
      <w:r>
        <w:rPr>
          <w:i/>
        </w:rPr>
        <w:t>Id.</w:t>
      </w:r>
      <w:r w:rsidR="00CF2C71">
        <w:rPr>
          <w:i/>
        </w:rPr>
        <w:t xml:space="preserve"> </w:t>
      </w:r>
      <w:r>
        <w:t>(dernière visite le 1</w:t>
      </w:r>
      <w:r w:rsidRPr="000C0809">
        <w:rPr>
          <w:vertAlign w:val="superscript"/>
        </w:rPr>
        <w:t>er</w:t>
      </w:r>
      <w:r>
        <w:t xml:space="preserve"> septembre 2022).  Voir également N. Karim, </w:t>
      </w:r>
      <w:r>
        <w:rPr>
          <w:i/>
        </w:rPr>
        <w:t>Dreamcatchers Are Not Your “Aesthetic”,</w:t>
      </w:r>
      <w:r>
        <w:t xml:space="preserve"> </w:t>
      </w:r>
      <w:hyperlink r:id="rId2" w:history="1">
        <w:r w:rsidRPr="00586E73">
          <w:rPr>
            <w:rStyle w:val="Hyperlink"/>
            <w:color w:val="auto"/>
            <w:u w:val="none"/>
          </w:rPr>
          <w:t>https://www.theindigenousfoundation.org/articles/dreamcatchers</w:t>
        </w:r>
      </w:hyperlink>
      <w:r>
        <w:t xml:space="preserve"> (dernière visite le 1</w:t>
      </w:r>
      <w:r w:rsidRPr="000C0809">
        <w:rPr>
          <w:vertAlign w:val="superscript"/>
        </w:rPr>
        <w:t>er</w:t>
      </w:r>
      <w:r>
        <w:t xml:space="preserve"> septembre 2022).  </w:t>
      </w:r>
    </w:p>
  </w:footnote>
  <w:footnote w:id="72">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The Scottish Register of Tartans, </w:t>
      </w:r>
      <w:r>
        <w:rPr>
          <w:i/>
          <w:iCs/>
        </w:rPr>
        <w:t>FAQ</w:t>
      </w:r>
      <w:r>
        <w:t xml:space="preserve">, disponible à l’adresse https://www.tartanregister.gov.uk/FAQ#general0 (dernière visite le 6 février 2017).  </w:t>
      </w:r>
    </w:p>
  </w:footnote>
  <w:footnote w:id="73">
    <w:p w:rsidR="001E4C93" w:rsidRPr="007E0E3F" w:rsidRDefault="001E4C93" w:rsidP="000A6CC8">
      <w:pPr>
        <w:pStyle w:val="FootnoteText"/>
        <w:rPr>
          <w:szCs w:val="18"/>
        </w:rPr>
      </w:pPr>
      <w:r>
        <w:rPr>
          <w:rStyle w:val="FootnoteReference"/>
          <w:szCs w:val="18"/>
        </w:rPr>
        <w:footnoteRef/>
      </w:r>
      <w:r>
        <w:t xml:space="preserve"> </w:t>
      </w:r>
      <w:r w:rsidR="00586E73">
        <w:tab/>
      </w:r>
      <w:r>
        <w:rPr>
          <w:i/>
          <w:iCs/>
        </w:rPr>
        <w:t>Id.</w:t>
      </w:r>
    </w:p>
  </w:footnote>
  <w:footnote w:id="74">
    <w:p w:rsidR="001E4C93" w:rsidRPr="007E0E3F" w:rsidRDefault="001E4C93" w:rsidP="000A6CC8">
      <w:pPr>
        <w:pStyle w:val="FootnoteText"/>
        <w:rPr>
          <w:szCs w:val="18"/>
        </w:rPr>
      </w:pPr>
      <w:r>
        <w:rPr>
          <w:rStyle w:val="FootnoteReference"/>
          <w:szCs w:val="18"/>
        </w:rPr>
        <w:footnoteRef/>
      </w:r>
      <w:r>
        <w:t xml:space="preserve"> </w:t>
      </w:r>
      <w:r w:rsidR="00586E73">
        <w:tab/>
      </w:r>
      <w:r>
        <w:t>Le tissage traditionnel du chapeau de paille toquilla équatorien est inscrit sur la Liste représentative du patrimoine culturel immatériel de l’humanité établie par l’UNESCO.</w:t>
      </w:r>
    </w:p>
  </w:footnote>
  <w:footnote w:id="75">
    <w:p w:rsidR="001E4C93" w:rsidRPr="005A73E2" w:rsidRDefault="001E4C93" w:rsidP="000A6CC8">
      <w:pPr>
        <w:pStyle w:val="FootnoteText"/>
        <w:rPr>
          <w:szCs w:val="18"/>
          <w:lang w:val="en-US"/>
        </w:rPr>
      </w:pPr>
      <w:r>
        <w:rPr>
          <w:rStyle w:val="FootnoteReference"/>
          <w:szCs w:val="18"/>
        </w:rPr>
        <w:footnoteRef/>
      </w:r>
      <w:r w:rsidRPr="00586E73">
        <w:rPr>
          <w:lang w:val="en-US"/>
        </w:rPr>
        <w:t xml:space="preserve"> </w:t>
      </w:r>
      <w:r w:rsidR="00586E73" w:rsidRPr="00586E73">
        <w:rPr>
          <w:lang w:val="en-US"/>
        </w:rPr>
        <w:tab/>
      </w:r>
      <w:r w:rsidRPr="00586E73">
        <w:rPr>
          <w:lang w:val="en-US"/>
        </w:rPr>
        <w:t xml:space="preserve">Madsen, Leah, Buffalo Bill Center of the West, </w:t>
      </w:r>
      <w:r w:rsidRPr="00586E73">
        <w:rPr>
          <w:i/>
          <w:iCs/>
          <w:lang w:val="en-US"/>
        </w:rPr>
        <w:t>I Can See by Your Outfit that You Are a Cowboy</w:t>
      </w:r>
      <w:r w:rsidRPr="00586E73">
        <w:rPr>
          <w:lang w:val="en-US"/>
        </w:rPr>
        <w:t>, disponible à l’adresse https:</w:t>
      </w:r>
      <w:r w:rsidRPr="005A73E2">
        <w:rPr>
          <w:lang w:val="en-US"/>
        </w:rPr>
        <w:t>//centerofthewest.org/2014/06/18/i</w:t>
      </w:r>
      <w:r>
        <w:rPr>
          <w:lang w:val="en-US"/>
        </w:rPr>
        <w:t>-</w:t>
      </w:r>
      <w:r w:rsidRPr="005A73E2">
        <w:rPr>
          <w:lang w:val="en-US"/>
        </w:rPr>
        <w:t>can</w:t>
      </w:r>
      <w:r>
        <w:rPr>
          <w:lang w:val="en-US"/>
        </w:rPr>
        <w:t>-</w:t>
      </w:r>
      <w:r w:rsidRPr="005A73E2">
        <w:rPr>
          <w:lang w:val="en-US"/>
        </w:rPr>
        <w:t>see</w:t>
      </w:r>
      <w:r>
        <w:rPr>
          <w:lang w:val="en-US"/>
        </w:rPr>
        <w:t>-</w:t>
      </w:r>
      <w:r w:rsidRPr="005A73E2">
        <w:rPr>
          <w:lang w:val="en-US"/>
        </w:rPr>
        <w:t>by</w:t>
      </w:r>
      <w:r>
        <w:rPr>
          <w:lang w:val="en-US"/>
        </w:rPr>
        <w:t>-</w:t>
      </w:r>
      <w:r w:rsidRPr="005A73E2">
        <w:rPr>
          <w:lang w:val="en-US"/>
        </w:rPr>
        <w:t>your</w:t>
      </w:r>
      <w:r>
        <w:rPr>
          <w:lang w:val="en-US"/>
        </w:rPr>
        <w:t>-</w:t>
      </w:r>
      <w:r w:rsidRPr="005A73E2">
        <w:rPr>
          <w:lang w:val="en-US"/>
        </w:rPr>
        <w:t>outfit</w:t>
      </w:r>
      <w:r>
        <w:rPr>
          <w:lang w:val="en-US"/>
        </w:rPr>
        <w:t>-</w:t>
      </w:r>
      <w:r w:rsidRPr="005A73E2">
        <w:rPr>
          <w:lang w:val="en-US"/>
        </w:rPr>
        <w:t>that</w:t>
      </w:r>
      <w:r>
        <w:rPr>
          <w:lang w:val="en-US"/>
        </w:rPr>
        <w:t>-</w:t>
      </w:r>
      <w:r w:rsidRPr="005A73E2">
        <w:rPr>
          <w:lang w:val="en-US"/>
        </w:rPr>
        <w:t>you</w:t>
      </w:r>
      <w:r>
        <w:rPr>
          <w:lang w:val="en-US"/>
        </w:rPr>
        <w:t>-</w:t>
      </w:r>
      <w:r w:rsidRPr="005A73E2">
        <w:rPr>
          <w:lang w:val="en-US"/>
        </w:rPr>
        <w:t>are</w:t>
      </w:r>
      <w:r>
        <w:rPr>
          <w:lang w:val="en-US"/>
        </w:rPr>
        <w:t>-</w:t>
      </w:r>
      <w:r w:rsidRPr="005A73E2">
        <w:rPr>
          <w:lang w:val="en-US"/>
        </w:rPr>
        <w:t>a</w:t>
      </w:r>
      <w:r>
        <w:rPr>
          <w:lang w:val="en-US"/>
        </w:rPr>
        <w:t>-</w:t>
      </w:r>
      <w:r w:rsidRPr="005A73E2">
        <w:rPr>
          <w:lang w:val="en-US"/>
        </w:rPr>
        <w:t>cowboy/ (dernière visite le 6</w:t>
      </w:r>
      <w:r>
        <w:rPr>
          <w:lang w:val="en-US"/>
        </w:rPr>
        <w:t> </w:t>
      </w:r>
      <w:r w:rsidRPr="005A73E2">
        <w:rPr>
          <w:lang w:val="en-US"/>
        </w:rPr>
        <w:t>février</w:t>
      </w:r>
      <w:r>
        <w:rPr>
          <w:lang w:val="en-US"/>
        </w:rPr>
        <w:t> </w:t>
      </w:r>
      <w:r w:rsidRPr="005A73E2">
        <w:rPr>
          <w:lang w:val="en-US"/>
        </w:rPr>
        <w:t xml:space="preserve">2017).  </w:t>
      </w:r>
    </w:p>
  </w:footnote>
  <w:footnote w:id="7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586E73">
        <w:rPr>
          <w:lang w:val="en-US"/>
        </w:rPr>
        <w:tab/>
      </w:r>
      <w:r w:rsidRPr="005A73E2">
        <w:rPr>
          <w:i/>
          <w:iCs/>
          <w:lang w:val="en-US"/>
        </w:rPr>
        <w:t>Id.</w:t>
      </w:r>
      <w:r w:rsidRPr="005A73E2">
        <w:rPr>
          <w:i/>
          <w:lang w:val="en-US"/>
        </w:rPr>
        <w:t xml:space="preserve"> </w:t>
      </w:r>
      <w:r w:rsidRPr="001E4C93">
        <w:rPr>
          <w:i/>
          <w:lang w:val="en-US"/>
        </w:rPr>
        <w:t xml:space="preserve"> </w:t>
      </w:r>
    </w:p>
  </w:footnote>
  <w:footnote w:id="7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586E73">
        <w:rPr>
          <w:lang w:val="en-US"/>
        </w:rPr>
        <w:tab/>
      </w:r>
      <w:r w:rsidRPr="005A73E2">
        <w:rPr>
          <w:lang w:val="en-US"/>
        </w:rPr>
        <w:t>The Metropolitan Museum of Art</w:t>
      </w:r>
      <w:r>
        <w:rPr>
          <w:lang w:val="en-US"/>
        </w:rPr>
        <w:t> :</w:t>
      </w:r>
      <w:r w:rsidRPr="005A73E2">
        <w:rPr>
          <w:lang w:val="en-US"/>
        </w:rPr>
        <w:t xml:space="preserve"> Heilbrunn Timeline of History, </w:t>
      </w:r>
      <w:r w:rsidRPr="005A73E2">
        <w:rPr>
          <w:i/>
          <w:iCs/>
          <w:lang w:val="en-US"/>
        </w:rPr>
        <w:t>Shaker Furniture</w:t>
      </w:r>
      <w:r w:rsidRPr="005A73E2">
        <w:rPr>
          <w:lang w:val="en-US"/>
        </w:rPr>
        <w:t>, disponible à l</w:t>
      </w:r>
      <w:r>
        <w:rPr>
          <w:lang w:val="en-US"/>
        </w:rPr>
        <w:t>’</w:t>
      </w:r>
      <w:r w:rsidRPr="005A73E2">
        <w:rPr>
          <w:lang w:val="en-US"/>
        </w:rPr>
        <w:t>adresse http://www.metmuseum.org/toah/hd/shak/hd_shak.htm (dernière visite le 6</w:t>
      </w:r>
      <w:r>
        <w:rPr>
          <w:lang w:val="en-US"/>
        </w:rPr>
        <w:t> </w:t>
      </w:r>
      <w:r w:rsidRPr="005A73E2">
        <w:rPr>
          <w:lang w:val="en-US"/>
        </w:rPr>
        <w:t>février</w:t>
      </w:r>
      <w:r>
        <w:rPr>
          <w:lang w:val="en-US"/>
        </w:rPr>
        <w:t> </w:t>
      </w:r>
      <w:r w:rsidRPr="005A73E2">
        <w:rPr>
          <w:lang w:val="en-US"/>
        </w:rPr>
        <w:t xml:space="preserve">2017).  </w:t>
      </w:r>
    </w:p>
  </w:footnote>
  <w:footnote w:id="78">
    <w:p w:rsidR="001E4C93" w:rsidRPr="00586E73" w:rsidRDefault="001E4C93" w:rsidP="000A6CC8">
      <w:pPr>
        <w:pStyle w:val="FootnoteText"/>
        <w:rPr>
          <w:szCs w:val="18"/>
        </w:rPr>
      </w:pPr>
      <w:r>
        <w:rPr>
          <w:rStyle w:val="FootnoteReference"/>
          <w:szCs w:val="18"/>
        </w:rPr>
        <w:footnoteRef/>
      </w:r>
      <w:r w:rsidRPr="00586E73">
        <w:t xml:space="preserve"> </w:t>
      </w:r>
      <w:r w:rsidR="00586E73" w:rsidRPr="00586E73">
        <w:tab/>
      </w:r>
      <w:r w:rsidRPr="00586E73">
        <w:rPr>
          <w:i/>
          <w:iCs/>
        </w:rPr>
        <w:t>Id.</w:t>
      </w:r>
      <w:r w:rsidRPr="00586E73">
        <w:rPr>
          <w:i/>
        </w:rPr>
        <w:t xml:space="preserve">  </w:t>
      </w:r>
    </w:p>
  </w:footnote>
  <w:footnote w:id="79">
    <w:p w:rsidR="001E4C93" w:rsidRPr="007E0E3F" w:rsidRDefault="001E4C93" w:rsidP="000A6CC8">
      <w:pPr>
        <w:pStyle w:val="FootnoteText"/>
        <w:rPr>
          <w:szCs w:val="18"/>
        </w:rPr>
      </w:pPr>
      <w:r>
        <w:rPr>
          <w:rStyle w:val="FootnoteReference"/>
          <w:szCs w:val="18"/>
        </w:rPr>
        <w:footnoteRef/>
      </w:r>
      <w:r w:rsidRPr="00586E73">
        <w:t xml:space="preserve"> </w:t>
      </w:r>
      <w:r w:rsidR="00586E73" w:rsidRPr="00586E73">
        <w:tab/>
      </w:r>
      <w:r w:rsidRPr="00586E73">
        <w:t xml:space="preserve">History.com, </w:t>
      </w:r>
      <w:r w:rsidRPr="00586E73">
        <w:rPr>
          <w:i/>
          <w:iCs/>
        </w:rPr>
        <w:t>History of the Jack O’Lantern</w:t>
      </w:r>
      <w:r w:rsidRPr="00586E73">
        <w:t>, disponible à l’adresse http://www.history.com/topics/halloween/jack-olan</w:t>
      </w:r>
      <w:r>
        <w:t xml:space="preserve">tern-history (dernière visite le 7 février 2017).  </w:t>
      </w:r>
    </w:p>
  </w:footnote>
  <w:footnote w:id="80">
    <w:p w:rsidR="001E4C93" w:rsidRPr="007E0E3F" w:rsidRDefault="001E4C93" w:rsidP="000A6CC8">
      <w:pPr>
        <w:pStyle w:val="FootnoteText"/>
        <w:rPr>
          <w:szCs w:val="18"/>
        </w:rPr>
      </w:pPr>
      <w:r>
        <w:rPr>
          <w:rStyle w:val="FootnoteReference"/>
          <w:szCs w:val="18"/>
        </w:rPr>
        <w:footnoteRef/>
      </w:r>
      <w:r>
        <w:t xml:space="preserve"> </w:t>
      </w:r>
      <w:r w:rsidR="00586E73">
        <w:tab/>
      </w:r>
      <w:r>
        <w:t xml:space="preserve">Témoignant de l’importance culturelle de l’alimentation, la cuisine mexicaine traditionnelle, la gastronomie française et la cuisine traditionnelle du Japon (washoku) sont inscrites sur la liste du patrimoine culturel immatériel de l’UNESCO.  </w:t>
      </w:r>
    </w:p>
  </w:footnote>
  <w:footnote w:id="81">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Epicurian.com, </w:t>
      </w:r>
      <w:r>
        <w:rPr>
          <w:i/>
          <w:iCs/>
        </w:rPr>
        <w:t>Crêpes</w:t>
      </w:r>
      <w:r>
        <w:t>, disponible à l’adresse http://www.epicurean.com/articles/crepes.html (dernière visite le 6 février 2017).</w:t>
      </w:r>
    </w:p>
  </w:footnote>
  <w:footnote w:id="82">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The Washington Post, </w:t>
      </w:r>
      <w:r>
        <w:rPr>
          <w:i/>
          <w:iCs/>
        </w:rPr>
        <w:t>Belgian-Style Crepes</w:t>
      </w:r>
      <w:r>
        <w:t xml:space="preserve">, disponible à l’adresse https://www.washingtonpost.com/recipes/belgian-style-crepes/12617/?utm_term=.783fb221f269 (dernière visite le 6 février 2017).  </w:t>
      </w:r>
    </w:p>
  </w:footnote>
  <w:footnote w:id="83">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Keller, Dawn, USA Today, </w:t>
      </w:r>
      <w:r>
        <w:rPr>
          <w:i/>
          <w:iCs/>
        </w:rPr>
        <w:t>Crepe Restaurants in Quebec</w:t>
      </w:r>
      <w:r>
        <w:t xml:space="preserve">, disponible à l’adresse http://traveltips.usatoday.com/crepe-restaurants-quebec-62238.html (dernière visite le 6 février 2017).  </w:t>
      </w:r>
    </w:p>
  </w:footnote>
  <w:footnote w:id="84">
    <w:p w:rsidR="001E4C93" w:rsidRPr="007E0E3F" w:rsidRDefault="001E4C93" w:rsidP="000A6CC8">
      <w:pPr>
        <w:pStyle w:val="FootnoteText"/>
        <w:rPr>
          <w:szCs w:val="18"/>
        </w:rPr>
      </w:pPr>
      <w:r>
        <w:rPr>
          <w:rStyle w:val="FootnoteReference"/>
          <w:szCs w:val="18"/>
        </w:rPr>
        <w:footnoteRef/>
      </w:r>
      <w:r w:rsidR="00F24BFF">
        <w:t xml:space="preserve"> </w:t>
      </w:r>
      <w:r w:rsidR="00F24BFF">
        <w:tab/>
      </w:r>
      <w:r>
        <w:t xml:space="preserve">196flavors.com, </w:t>
      </w:r>
      <w:r>
        <w:rPr>
          <w:i/>
        </w:rPr>
        <w:t>Morocco: Baghrir (Thousand-Hole Crepe)</w:t>
      </w:r>
      <w:r>
        <w:t xml:space="preserve">, disponible à l’adresse http://www.196flavors.com/2016/11/23/morocco-baghrir-thousand-hole-crepe/ (dernière visite le 6 février 2017).  </w:t>
      </w:r>
    </w:p>
  </w:footnote>
  <w:footnote w:id="85">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Tri-National Kitchen : Cooking without Borders, </w:t>
      </w:r>
      <w:r>
        <w:rPr>
          <w:i/>
          <w:iCs/>
        </w:rPr>
        <w:t>Pannekoek : South African Crepes</w:t>
      </w:r>
      <w:r>
        <w:t xml:space="preserve">, disponible à l’adresse http://trinationalkitchen.com/2015/12/29/pannekoek-south-african-crepes/ (dernière visite le 6 février 2017).  </w:t>
      </w:r>
    </w:p>
  </w:footnote>
  <w:footnote w:id="86">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Japan Guide, </w:t>
      </w:r>
      <w:r>
        <w:rPr>
          <w:i/>
          <w:iCs/>
        </w:rPr>
        <w:t>Japanese Crepes</w:t>
      </w:r>
      <w:r>
        <w:t xml:space="preserve">, disponible à l’adresse http://www.essential-japan-guide.com/japanese-crepes/ (dernière visite le 6 février 2017).  </w:t>
      </w:r>
    </w:p>
  </w:footnote>
  <w:footnote w:id="8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F24BFF">
        <w:rPr>
          <w:lang w:val="en-US"/>
        </w:rPr>
        <w:tab/>
      </w:r>
      <w:r w:rsidRPr="005A73E2">
        <w:rPr>
          <w:lang w:val="en-US"/>
        </w:rPr>
        <w:t xml:space="preserve">Kijac, Maria Baez, </w:t>
      </w:r>
      <w:r w:rsidRPr="005A73E2">
        <w:rPr>
          <w:i/>
          <w:lang w:val="en-US"/>
        </w:rPr>
        <w:t>The South American Table: The Flavor and Soul of Authentic Home Cooking from Patagonia to Rio de Janeiro</w:t>
      </w:r>
      <w:r w:rsidRPr="005A73E2">
        <w:rPr>
          <w:lang w:val="en-US"/>
        </w:rPr>
        <w:t xml:space="preserve"> (Harvard Common Press, 2003).  </w:t>
      </w:r>
    </w:p>
  </w:footnote>
  <w:footnote w:id="88">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Epicurean.com, </w:t>
      </w:r>
      <w:r>
        <w:rPr>
          <w:i/>
          <w:iCs/>
        </w:rPr>
        <w:t>Crêpes</w:t>
      </w:r>
      <w:r>
        <w:t xml:space="preserve">, disponible à l’adresse http://www.epicurean.com/articles/crepes.html (dernière visite le 6 février 2017).  </w:t>
      </w:r>
    </w:p>
  </w:footnote>
  <w:footnote w:id="89">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Turim, Gayle, History.com, </w:t>
      </w:r>
      <w:r>
        <w:rPr>
          <w:i/>
          <w:iCs/>
        </w:rPr>
        <w:t>A Slice of History: Pizza through the Ages</w:t>
      </w:r>
      <w:r>
        <w:t xml:space="preserve">, disponible à l’adresse http://www.history.com/news/hungry-history/a-slice-of-history-pizza-through-the-ages (dernière visite le 6 février 2017).  </w:t>
      </w:r>
    </w:p>
  </w:footnote>
  <w:footnote w:id="90">
    <w:p w:rsidR="001E4C93" w:rsidRPr="0045610A" w:rsidRDefault="001E4C93" w:rsidP="000A6CC8">
      <w:pPr>
        <w:pStyle w:val="FootnoteText"/>
        <w:rPr>
          <w:szCs w:val="18"/>
        </w:rPr>
      </w:pPr>
      <w:r>
        <w:rPr>
          <w:rStyle w:val="FootnoteReference"/>
          <w:szCs w:val="18"/>
        </w:rPr>
        <w:footnoteRef/>
      </w:r>
      <w:r w:rsidRPr="0045610A">
        <w:t xml:space="preserve"> </w:t>
      </w:r>
      <w:r w:rsidR="00F24BFF" w:rsidRPr="0045610A">
        <w:tab/>
      </w:r>
      <w:r w:rsidRPr="0045610A">
        <w:rPr>
          <w:i/>
          <w:iCs/>
        </w:rPr>
        <w:t>Id.</w:t>
      </w:r>
      <w:r w:rsidRPr="0045610A">
        <w:rPr>
          <w:i/>
        </w:rPr>
        <w:t xml:space="preserve"> </w:t>
      </w:r>
      <w:r w:rsidRPr="0045610A">
        <w:t xml:space="preserve"> </w:t>
      </w:r>
    </w:p>
  </w:footnote>
  <w:footnote w:id="91">
    <w:p w:rsidR="001E4C93" w:rsidRPr="0045610A" w:rsidRDefault="001E4C93" w:rsidP="000A6CC8">
      <w:pPr>
        <w:pStyle w:val="FootnoteText"/>
        <w:rPr>
          <w:szCs w:val="18"/>
        </w:rPr>
      </w:pPr>
      <w:r>
        <w:rPr>
          <w:rStyle w:val="FootnoteReference"/>
          <w:szCs w:val="18"/>
        </w:rPr>
        <w:footnoteRef/>
      </w:r>
      <w:r w:rsidRPr="0045610A">
        <w:t xml:space="preserve"> </w:t>
      </w:r>
      <w:r w:rsidR="00F24BFF" w:rsidRPr="0045610A">
        <w:tab/>
      </w:r>
      <w:r w:rsidRPr="0045610A">
        <w:rPr>
          <w:i/>
          <w:iCs/>
        </w:rPr>
        <w:t>Id.</w:t>
      </w:r>
    </w:p>
  </w:footnote>
  <w:footnote w:id="92">
    <w:p w:rsidR="001E4C93" w:rsidRPr="0045610A" w:rsidRDefault="001E4C93" w:rsidP="000A6CC8">
      <w:pPr>
        <w:pStyle w:val="FootnoteText"/>
        <w:rPr>
          <w:szCs w:val="18"/>
        </w:rPr>
      </w:pPr>
      <w:r>
        <w:rPr>
          <w:rStyle w:val="FootnoteReference"/>
          <w:szCs w:val="18"/>
        </w:rPr>
        <w:footnoteRef/>
      </w:r>
      <w:r w:rsidRPr="0045610A">
        <w:t xml:space="preserve"> </w:t>
      </w:r>
      <w:r w:rsidR="00F24BFF" w:rsidRPr="0045610A">
        <w:tab/>
      </w:r>
      <w:r w:rsidRPr="0045610A">
        <w:t xml:space="preserve">Warner, Kate, The Austin Times, </w:t>
      </w:r>
      <w:r w:rsidRPr="0045610A">
        <w:rPr>
          <w:i/>
          <w:iCs/>
        </w:rPr>
        <w:t>The History Behind Tamales</w:t>
      </w:r>
      <w:r w:rsidRPr="0045610A">
        <w:t xml:space="preserve">, disponible à l’adresse http://www.theaustintimes.com/2010/01/the-history-behind-tamales/ (dernière visite le 6 février 2017).  </w:t>
      </w:r>
    </w:p>
  </w:footnote>
  <w:footnote w:id="93">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F24BFF" w:rsidRPr="0045610A">
        <w:rPr>
          <w:lang w:val="fr-CH"/>
        </w:rPr>
        <w:tab/>
      </w:r>
      <w:r w:rsidRPr="0045610A">
        <w:rPr>
          <w:i/>
          <w:iCs/>
          <w:lang w:val="fr-CH"/>
        </w:rPr>
        <w:t>Id.</w:t>
      </w:r>
    </w:p>
  </w:footnote>
  <w:footnote w:id="94">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F24BFF" w:rsidRPr="0045610A">
        <w:rPr>
          <w:lang w:val="fr-CH"/>
        </w:rPr>
        <w:tab/>
      </w:r>
      <w:r w:rsidRPr="0045610A">
        <w:rPr>
          <w:i/>
          <w:iCs/>
          <w:lang w:val="fr-CH"/>
        </w:rPr>
        <w:t>Id.</w:t>
      </w:r>
    </w:p>
  </w:footnote>
  <w:footnote w:id="95">
    <w:p w:rsidR="001E4C93" w:rsidRPr="007E0E3F" w:rsidRDefault="001E4C93" w:rsidP="000A6CC8">
      <w:pPr>
        <w:pStyle w:val="FootnoteText"/>
        <w:rPr>
          <w:szCs w:val="18"/>
        </w:rPr>
      </w:pPr>
      <w:r>
        <w:rPr>
          <w:rStyle w:val="FootnoteReference"/>
          <w:szCs w:val="18"/>
        </w:rPr>
        <w:footnoteRef/>
      </w:r>
      <w:r w:rsidRPr="00F24BFF">
        <w:t xml:space="preserve"> </w:t>
      </w:r>
      <w:r w:rsidR="00F24BFF" w:rsidRPr="00F24BFF">
        <w:tab/>
      </w:r>
      <w:r w:rsidRPr="00F24BFF">
        <w:t xml:space="preserve">Santos, Fernanda, The New York Times, </w:t>
      </w:r>
      <w:r w:rsidRPr="00F24BFF">
        <w:rPr>
          <w:i/>
          <w:iCs/>
        </w:rPr>
        <w:t>Wrapped in Tradition</w:t>
      </w:r>
      <w:r w:rsidRPr="00F24BFF">
        <w:t>, disponible à l’adresse http://www.nytimes.com/2012/12/19/dining/</w:t>
      </w:r>
      <w:r>
        <w:t xml:space="preserve">where-christmas-means-tamales.html (dernière visite le 6 février 2017).  </w:t>
      </w:r>
    </w:p>
  </w:footnote>
  <w:footnote w:id="96">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Butler, Stephanie, History.com, </w:t>
      </w:r>
      <w:r>
        <w:rPr>
          <w:i/>
          <w:iCs/>
        </w:rPr>
        <w:t>Delightful, Delicious Dumplings</w:t>
      </w:r>
      <w:r>
        <w:t xml:space="preserve">, disponible à l’adresse http://www.history.com/news/hungry-history/delightful-delicious-dumplings (dernière visite le 6 février 2017).  </w:t>
      </w:r>
    </w:p>
  </w:footnote>
  <w:footnote w:id="97">
    <w:p w:rsidR="001E4C93" w:rsidRPr="007E0E3F" w:rsidRDefault="001E4C93" w:rsidP="000A6CC8">
      <w:pPr>
        <w:pStyle w:val="FootnoteText"/>
        <w:rPr>
          <w:szCs w:val="18"/>
        </w:rPr>
      </w:pPr>
      <w:r>
        <w:rPr>
          <w:rStyle w:val="FootnoteReference"/>
          <w:szCs w:val="18"/>
        </w:rPr>
        <w:footnoteRef/>
      </w:r>
      <w:r>
        <w:t xml:space="preserve"> </w:t>
      </w:r>
      <w:r w:rsidR="00F24BFF">
        <w:tab/>
      </w:r>
      <w:r>
        <w:t xml:space="preserve">Wei, Clarissa, Business Insider, </w:t>
      </w:r>
      <w:r>
        <w:rPr>
          <w:i/>
          <w:iCs/>
        </w:rPr>
        <w:t>An Illustrated Guide to the Complete History of Sushi</w:t>
      </w:r>
      <w:r>
        <w:t xml:space="preserve">, disponible à l’adresse http://www.businessinsider.com/the-complete-history-of-sushi-2015-2 (dernière visite le 6 février 2017).  </w:t>
      </w:r>
    </w:p>
  </w:footnote>
  <w:footnote w:id="98">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99">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0">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1">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2">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lang w:val="en-US"/>
        </w:rPr>
        <w:t xml:space="preserve">Barksdale, History.com, </w:t>
      </w:r>
      <w:r w:rsidRPr="009C3BC9">
        <w:rPr>
          <w:i/>
          <w:lang w:val="en-US"/>
        </w:rPr>
        <w:t>Hamburger Helpers: The History of America’s Favorite Sandwich</w:t>
      </w:r>
      <w:r w:rsidRPr="009C3BC9">
        <w:rPr>
          <w:lang w:val="en-US"/>
        </w:rPr>
        <w:t>, disponible à l’adresse</w:t>
      </w:r>
      <w:r w:rsidR="009C3BC9">
        <w:rPr>
          <w:lang w:val="en-US"/>
        </w:rPr>
        <w:t> </w:t>
      </w:r>
      <w:r w:rsidRPr="009C3BC9">
        <w:rPr>
          <w:lang w:val="en-US"/>
        </w:rPr>
        <w:t xml:space="preserve">http://www.history.com/news/hungry-history/hamburger-helpers-the-history-of-americas-favorite-sandwich (dernière visite le 6 février 2017).  </w:t>
      </w:r>
    </w:p>
  </w:footnote>
  <w:footnote w:id="103">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4">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sidRPr="009C3BC9">
        <w:rPr>
          <w:lang w:val="en-US"/>
        </w:rPr>
        <w:tab/>
      </w:r>
      <w:r w:rsidRPr="009C3BC9">
        <w:rPr>
          <w:i/>
          <w:iCs/>
          <w:lang w:val="en-US"/>
        </w:rPr>
        <w:t>Id.</w:t>
      </w:r>
    </w:p>
  </w:footnote>
  <w:footnote w:id="105">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6">
    <w:p w:rsidR="001E4C93" w:rsidRPr="009C3BC9" w:rsidRDefault="001E4C93" w:rsidP="000A6CC8">
      <w:pPr>
        <w:pStyle w:val="FootnoteText"/>
        <w:rPr>
          <w:szCs w:val="18"/>
          <w:lang w:val="en-US"/>
        </w:rPr>
      </w:pPr>
      <w:r>
        <w:rPr>
          <w:rStyle w:val="FootnoteReference"/>
          <w:szCs w:val="18"/>
        </w:rPr>
        <w:footnoteRef/>
      </w:r>
      <w:r w:rsidRPr="009C3BC9">
        <w:rPr>
          <w:lang w:val="en-US"/>
        </w:rPr>
        <w:t xml:space="preserve"> </w:t>
      </w:r>
      <w:r w:rsidR="009C3BC9">
        <w:rPr>
          <w:lang w:val="en-US"/>
        </w:rPr>
        <w:tab/>
      </w:r>
      <w:r w:rsidRPr="009C3BC9">
        <w:rPr>
          <w:i/>
          <w:iCs/>
          <w:lang w:val="en-US"/>
        </w:rPr>
        <w:t>Id.</w:t>
      </w:r>
    </w:p>
  </w:footnote>
  <w:footnote w:id="107">
    <w:p w:rsidR="001E4C93" w:rsidRPr="0045610A" w:rsidRDefault="001E4C93" w:rsidP="000A6CC8">
      <w:pPr>
        <w:pStyle w:val="FootnoteText"/>
        <w:rPr>
          <w:szCs w:val="18"/>
          <w:lang w:val="en-US"/>
        </w:rPr>
      </w:pPr>
      <w:r>
        <w:rPr>
          <w:rStyle w:val="FootnoteReference"/>
          <w:szCs w:val="18"/>
        </w:rPr>
        <w:footnoteRef/>
      </w:r>
      <w:r w:rsidRPr="0045610A">
        <w:rPr>
          <w:lang w:val="en-US"/>
        </w:rPr>
        <w:t xml:space="preserve"> </w:t>
      </w:r>
      <w:r w:rsidR="009C3BC9" w:rsidRPr="0045610A">
        <w:rPr>
          <w:lang w:val="en-US"/>
        </w:rPr>
        <w:tab/>
      </w:r>
      <w:r w:rsidRPr="0045610A">
        <w:rPr>
          <w:lang w:val="en-US"/>
        </w:rPr>
        <w:t xml:space="preserve">Suddath, Claire, Time, </w:t>
      </w:r>
      <w:r w:rsidRPr="0045610A">
        <w:rPr>
          <w:i/>
          <w:iCs/>
          <w:lang w:val="en-US"/>
        </w:rPr>
        <w:t>A Brief History of Barbecue</w:t>
      </w:r>
      <w:r w:rsidRPr="0045610A">
        <w:rPr>
          <w:lang w:val="en-US"/>
        </w:rPr>
        <w:t>, disponible à l’adresse http://time.com/3957444/barbecue/ (dernière visite le 6 février 2017).</w:t>
      </w:r>
    </w:p>
  </w:footnote>
  <w:footnote w:id="10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09">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0">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lang w:val="en-US"/>
        </w:rPr>
        <w:t>Pearson, Hugh, The Baltimore Sun, The Amusement and Frustration of Dreadlocks, disponible à l</w:t>
      </w:r>
      <w:r>
        <w:rPr>
          <w:lang w:val="en-US"/>
        </w:rPr>
        <w:t>’</w:t>
      </w:r>
      <w:r w:rsidRPr="005A73E2">
        <w:rPr>
          <w:lang w:val="en-US"/>
        </w:rPr>
        <w:t>adresse http://articles.baltimoresun.com/1991</w:t>
      </w:r>
      <w:r>
        <w:rPr>
          <w:lang w:val="en-US"/>
        </w:rPr>
        <w:t>-</w:t>
      </w:r>
      <w:r w:rsidRPr="005A73E2">
        <w:rPr>
          <w:lang w:val="en-US"/>
        </w:rPr>
        <w:t>02</w:t>
      </w:r>
      <w:r>
        <w:rPr>
          <w:lang w:val="en-US"/>
        </w:rPr>
        <w:t>-</w:t>
      </w:r>
      <w:r w:rsidRPr="005A73E2">
        <w:rPr>
          <w:lang w:val="en-US"/>
        </w:rPr>
        <w:t>10/news/1991041063_1_wear</w:t>
      </w:r>
      <w:r>
        <w:rPr>
          <w:lang w:val="en-US"/>
        </w:rPr>
        <w:t>-</w:t>
      </w:r>
      <w:r w:rsidRPr="005A73E2">
        <w:rPr>
          <w:lang w:val="en-US"/>
        </w:rPr>
        <w:t>dreadlocks</w:t>
      </w:r>
      <w:r>
        <w:rPr>
          <w:lang w:val="en-US"/>
        </w:rPr>
        <w:t>-</w:t>
      </w:r>
      <w:r w:rsidRPr="005A73E2">
        <w:rPr>
          <w:lang w:val="en-US"/>
        </w:rPr>
        <w:t>wear</w:t>
      </w:r>
      <w:r>
        <w:rPr>
          <w:lang w:val="en-US"/>
        </w:rPr>
        <w:t>-</w:t>
      </w:r>
      <w:r w:rsidRPr="005A73E2">
        <w:rPr>
          <w:lang w:val="en-US"/>
        </w:rPr>
        <w:t>their</w:t>
      </w:r>
      <w:r>
        <w:rPr>
          <w:lang w:val="en-US"/>
        </w:rPr>
        <w:t>-</w:t>
      </w:r>
      <w:r w:rsidRPr="005A73E2">
        <w:rPr>
          <w:lang w:val="en-US"/>
        </w:rPr>
        <w:t>hair</w:t>
      </w:r>
      <w:r>
        <w:rPr>
          <w:lang w:val="en-US"/>
        </w:rPr>
        <w:t>-</w:t>
      </w:r>
      <w:r w:rsidRPr="005A73E2">
        <w:rPr>
          <w:lang w:val="en-US"/>
        </w:rPr>
        <w:t>black</w:t>
      </w:r>
      <w:r>
        <w:rPr>
          <w:lang w:val="en-US"/>
        </w:rPr>
        <w:t>-</w:t>
      </w:r>
      <w:r w:rsidRPr="005A73E2">
        <w:rPr>
          <w:lang w:val="en-US"/>
        </w:rPr>
        <w:t>people</w:t>
      </w:r>
      <w:r>
        <w:rPr>
          <w:lang w:val="en-US"/>
        </w:rPr>
        <w:t>-</w:t>
      </w:r>
      <w:r w:rsidRPr="005A73E2">
        <w:rPr>
          <w:lang w:val="en-US"/>
        </w:rPr>
        <w:t>hair (dernière visite le 6</w:t>
      </w:r>
      <w:r>
        <w:rPr>
          <w:lang w:val="en-US"/>
        </w:rPr>
        <w:t> </w:t>
      </w:r>
      <w:r w:rsidRPr="005A73E2">
        <w:rPr>
          <w:lang w:val="en-US"/>
        </w:rPr>
        <w:t>février</w:t>
      </w:r>
      <w:r>
        <w:rPr>
          <w:lang w:val="en-US"/>
        </w:rPr>
        <w:t> </w:t>
      </w:r>
      <w:r w:rsidRPr="005A73E2">
        <w:rPr>
          <w:lang w:val="en-US"/>
        </w:rPr>
        <w:t xml:space="preserve">2017).  </w:t>
      </w:r>
    </w:p>
  </w:footnote>
  <w:footnote w:id="111">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lang w:val="en-US"/>
        </w:rPr>
        <w:t>Chibelushi, Wedaeli, Independent, I Wasn</w:t>
      </w:r>
      <w:r>
        <w:rPr>
          <w:lang w:val="en-US"/>
        </w:rPr>
        <w:t>’</w:t>
      </w:r>
      <w:r w:rsidRPr="005A73E2">
        <w:rPr>
          <w:lang w:val="en-US"/>
        </w:rPr>
        <w:t>t Surprised by the US Dreadlocks Row, disponible à l</w:t>
      </w:r>
      <w:r>
        <w:rPr>
          <w:lang w:val="en-US"/>
        </w:rPr>
        <w:t>’</w:t>
      </w:r>
      <w:r w:rsidRPr="005A73E2">
        <w:rPr>
          <w:lang w:val="en-US"/>
        </w:rPr>
        <w:t>adresse http://www.independent.co.uk/voices/i</w:t>
      </w:r>
      <w:r>
        <w:rPr>
          <w:lang w:val="en-US"/>
        </w:rPr>
        <w:t>-</w:t>
      </w:r>
      <w:r w:rsidRPr="005A73E2">
        <w:rPr>
          <w:lang w:val="en-US"/>
        </w:rPr>
        <w:t>wasnt</w:t>
      </w:r>
      <w:r>
        <w:rPr>
          <w:lang w:val="en-US"/>
        </w:rPr>
        <w:t>-</w:t>
      </w:r>
      <w:r w:rsidRPr="005A73E2">
        <w:rPr>
          <w:lang w:val="en-US"/>
        </w:rPr>
        <w:t>surprised</w:t>
      </w:r>
      <w:r>
        <w:rPr>
          <w:lang w:val="en-US"/>
        </w:rPr>
        <w:t>-</w:t>
      </w:r>
      <w:r w:rsidRPr="005A73E2">
        <w:rPr>
          <w:lang w:val="en-US"/>
        </w:rPr>
        <w:t>by</w:t>
      </w:r>
      <w:r>
        <w:rPr>
          <w:lang w:val="en-US"/>
        </w:rPr>
        <w:t>-</w:t>
      </w:r>
      <w:r w:rsidRPr="005A73E2">
        <w:rPr>
          <w:lang w:val="en-US"/>
        </w:rPr>
        <w:t>the</w:t>
      </w:r>
      <w:r>
        <w:rPr>
          <w:lang w:val="en-US"/>
        </w:rPr>
        <w:t>-</w:t>
      </w:r>
      <w:r w:rsidRPr="005A73E2">
        <w:rPr>
          <w:lang w:val="en-US"/>
        </w:rPr>
        <w:t>us</w:t>
      </w:r>
      <w:r>
        <w:rPr>
          <w:lang w:val="en-US"/>
        </w:rPr>
        <w:t>-</w:t>
      </w:r>
      <w:r w:rsidRPr="005A73E2">
        <w:rPr>
          <w:lang w:val="en-US"/>
        </w:rPr>
        <w:t>dreadlocks</w:t>
      </w:r>
      <w:r>
        <w:rPr>
          <w:lang w:val="en-US"/>
        </w:rPr>
        <w:t>-</w:t>
      </w:r>
      <w:r w:rsidRPr="005A73E2">
        <w:rPr>
          <w:lang w:val="en-US"/>
        </w:rPr>
        <w:t>row</w:t>
      </w:r>
      <w:r>
        <w:rPr>
          <w:lang w:val="en-US"/>
        </w:rPr>
        <w:t>-</w:t>
      </w:r>
      <w:r w:rsidRPr="005A73E2">
        <w:rPr>
          <w:lang w:val="en-US"/>
        </w:rPr>
        <w:t>white</w:t>
      </w:r>
      <w:r>
        <w:rPr>
          <w:lang w:val="en-US"/>
        </w:rPr>
        <w:t>-</w:t>
      </w:r>
      <w:r w:rsidRPr="005A73E2">
        <w:rPr>
          <w:lang w:val="en-US"/>
        </w:rPr>
        <w:t>people</w:t>
      </w:r>
      <w:r>
        <w:rPr>
          <w:lang w:val="en-US"/>
        </w:rPr>
        <w:t>-</w:t>
      </w:r>
      <w:r w:rsidRPr="005A73E2">
        <w:rPr>
          <w:lang w:val="en-US"/>
        </w:rPr>
        <w:t>never</w:t>
      </w:r>
      <w:r>
        <w:rPr>
          <w:lang w:val="en-US"/>
        </w:rPr>
        <w:t>-</w:t>
      </w:r>
      <w:r w:rsidRPr="005A73E2">
        <w:rPr>
          <w:lang w:val="en-US"/>
        </w:rPr>
        <w:t>think</w:t>
      </w:r>
      <w:r>
        <w:rPr>
          <w:lang w:val="en-US"/>
        </w:rPr>
        <w:t>-</w:t>
      </w:r>
      <w:r w:rsidRPr="005A73E2">
        <w:rPr>
          <w:lang w:val="en-US"/>
        </w:rPr>
        <w:t>they</w:t>
      </w:r>
      <w:r>
        <w:rPr>
          <w:lang w:val="en-US"/>
        </w:rPr>
        <w:t>-</w:t>
      </w:r>
      <w:r w:rsidRPr="005A73E2">
        <w:rPr>
          <w:lang w:val="en-US"/>
        </w:rPr>
        <w:t>are</w:t>
      </w:r>
      <w:r>
        <w:rPr>
          <w:lang w:val="en-US"/>
        </w:rPr>
        <w:t>-</w:t>
      </w:r>
      <w:r w:rsidRPr="005A73E2">
        <w:rPr>
          <w:lang w:val="en-US"/>
        </w:rPr>
        <w:t>guilty</w:t>
      </w:r>
      <w:r>
        <w:rPr>
          <w:lang w:val="en-US"/>
        </w:rPr>
        <w:t>-</w:t>
      </w:r>
      <w:r w:rsidRPr="005A73E2">
        <w:rPr>
          <w:lang w:val="en-US"/>
        </w:rPr>
        <w:t>of</w:t>
      </w:r>
      <w:r>
        <w:rPr>
          <w:lang w:val="en-US"/>
        </w:rPr>
        <w:t>-</w:t>
      </w:r>
      <w:r w:rsidRPr="005A73E2">
        <w:rPr>
          <w:lang w:val="en-US"/>
        </w:rPr>
        <w:t>cultural</w:t>
      </w:r>
      <w:r>
        <w:rPr>
          <w:lang w:val="en-US"/>
        </w:rPr>
        <w:t>-</w:t>
      </w:r>
      <w:r w:rsidRPr="005A73E2">
        <w:rPr>
          <w:lang w:val="en-US"/>
        </w:rPr>
        <w:t>a6964906.html (dernière visite le 6</w:t>
      </w:r>
      <w:r>
        <w:rPr>
          <w:lang w:val="en-US"/>
        </w:rPr>
        <w:t> </w:t>
      </w:r>
      <w:r w:rsidRPr="005A73E2">
        <w:rPr>
          <w:lang w:val="en-US"/>
        </w:rPr>
        <w:t>février</w:t>
      </w:r>
      <w:r>
        <w:rPr>
          <w:lang w:val="en-US"/>
        </w:rPr>
        <w:t> </w:t>
      </w:r>
      <w:r w:rsidRPr="005A73E2">
        <w:rPr>
          <w:lang w:val="en-US"/>
        </w:rPr>
        <w:t xml:space="preserve">2017).  </w:t>
      </w:r>
    </w:p>
  </w:footnote>
  <w:footnote w:id="11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3BC9">
        <w:rPr>
          <w:lang w:val="en-US"/>
        </w:rPr>
        <w:tab/>
      </w:r>
      <w:r w:rsidRPr="005A73E2">
        <w:rPr>
          <w:i/>
          <w:iCs/>
          <w:lang w:val="en-US"/>
        </w:rPr>
        <w:t>Id.</w:t>
      </w:r>
    </w:p>
  </w:footnote>
  <w:footnote w:id="11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i/>
          <w:iCs/>
          <w:lang w:val="en-US"/>
        </w:rPr>
        <w:t>Supra</w:t>
      </w:r>
      <w:r w:rsidRPr="005A73E2">
        <w:rPr>
          <w:lang w:val="en-US"/>
        </w:rPr>
        <w:t xml:space="preserve"> note</w:t>
      </w:r>
      <w:r>
        <w:rPr>
          <w:lang w:val="en-US"/>
        </w:rPr>
        <w:t> </w:t>
      </w:r>
      <w:r w:rsidRPr="005A73E2">
        <w:rPr>
          <w:lang w:val="en-US"/>
        </w:rPr>
        <w:t xml:space="preserve">114.  </w:t>
      </w:r>
    </w:p>
  </w:footnote>
  <w:footnote w:id="115">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Gabbara, Princess, Ebony, </w:t>
      </w:r>
      <w:r w:rsidRPr="005A73E2">
        <w:rPr>
          <w:i/>
          <w:iCs/>
          <w:lang w:val="en-US"/>
        </w:rPr>
        <w:t>The History of Dreadlocks</w:t>
      </w:r>
      <w:r w:rsidRPr="005A73E2">
        <w:rPr>
          <w:lang w:val="en-US"/>
        </w:rPr>
        <w:t>, disponible à l</w:t>
      </w:r>
      <w:r>
        <w:rPr>
          <w:lang w:val="en-US"/>
        </w:rPr>
        <w:t>’</w:t>
      </w:r>
      <w:r w:rsidRPr="005A73E2">
        <w:rPr>
          <w:lang w:val="en-US"/>
        </w:rPr>
        <w:t>adresse http://www.ebony.com/style/history</w:t>
      </w:r>
      <w:r>
        <w:rPr>
          <w:lang w:val="en-US"/>
        </w:rPr>
        <w:t>-</w:t>
      </w:r>
      <w:r w:rsidRPr="005A73E2">
        <w:rPr>
          <w:lang w:val="en-US"/>
        </w:rPr>
        <w:t>dreadlocks#axzz4XxmwBTHN (dernière visite le 6</w:t>
      </w:r>
      <w:r>
        <w:rPr>
          <w:lang w:val="en-US"/>
        </w:rPr>
        <w:t> </w:t>
      </w:r>
      <w:r w:rsidRPr="005A73E2">
        <w:rPr>
          <w:lang w:val="en-US"/>
        </w:rPr>
        <w:t>février</w:t>
      </w:r>
      <w:r>
        <w:rPr>
          <w:lang w:val="en-US"/>
        </w:rPr>
        <w:t> </w:t>
      </w:r>
      <w:r w:rsidRPr="005A73E2">
        <w:rPr>
          <w:lang w:val="en-US"/>
        </w:rPr>
        <w:t xml:space="preserve">2017).  </w:t>
      </w:r>
    </w:p>
  </w:footnote>
  <w:footnote w:id="11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Lineberry, Cate, Smithsonian.com, </w:t>
      </w:r>
      <w:r w:rsidRPr="005A73E2">
        <w:rPr>
          <w:i/>
          <w:iCs/>
          <w:lang w:val="en-US"/>
        </w:rPr>
        <w:t>Tattoos</w:t>
      </w:r>
      <w:r>
        <w:rPr>
          <w:i/>
          <w:iCs/>
          <w:lang w:val="en-US"/>
        </w:rPr>
        <w:t> :</w:t>
      </w:r>
      <w:r w:rsidRPr="005A73E2">
        <w:rPr>
          <w:i/>
          <w:iCs/>
          <w:lang w:val="en-US"/>
        </w:rPr>
        <w:t xml:space="preserve"> The Ancient and Mysterious History</w:t>
      </w:r>
      <w:r w:rsidRPr="005A73E2">
        <w:rPr>
          <w:lang w:val="en-US"/>
        </w:rPr>
        <w:t>, disponible à l</w:t>
      </w:r>
      <w:r>
        <w:rPr>
          <w:lang w:val="en-US"/>
        </w:rPr>
        <w:t>’</w:t>
      </w:r>
      <w:r w:rsidRPr="005A73E2">
        <w:rPr>
          <w:lang w:val="en-US"/>
        </w:rPr>
        <w:t>adresse http://www.smithsonianmag.com/history/tattoos</w:t>
      </w:r>
      <w:r>
        <w:rPr>
          <w:lang w:val="en-US"/>
        </w:rPr>
        <w:t>-</w:t>
      </w:r>
      <w:r w:rsidRPr="005A73E2">
        <w:rPr>
          <w:lang w:val="en-US"/>
        </w:rPr>
        <w:t>144038580/ (dernière visite le 7</w:t>
      </w:r>
      <w:r>
        <w:rPr>
          <w:lang w:val="en-US"/>
        </w:rPr>
        <w:t> </w:t>
      </w:r>
      <w:r w:rsidRPr="005A73E2">
        <w:rPr>
          <w:lang w:val="en-US"/>
        </w:rPr>
        <w:t>février</w:t>
      </w:r>
      <w:r>
        <w:rPr>
          <w:lang w:val="en-US"/>
        </w:rPr>
        <w:t> </w:t>
      </w:r>
      <w:r w:rsidRPr="005A73E2">
        <w:rPr>
          <w:lang w:val="en-US"/>
        </w:rPr>
        <w:t xml:space="preserve">2017).  </w:t>
      </w:r>
    </w:p>
  </w:footnote>
  <w:footnote w:id="117">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96204E" w:rsidRPr="0045610A">
        <w:rPr>
          <w:lang w:val="fr-CH"/>
        </w:rPr>
        <w:tab/>
      </w:r>
      <w:r w:rsidRPr="0045610A">
        <w:rPr>
          <w:i/>
          <w:iCs/>
          <w:lang w:val="fr-CH"/>
        </w:rPr>
        <w:t>Id.</w:t>
      </w:r>
      <w:r w:rsidRPr="0045610A">
        <w:rPr>
          <w:i/>
          <w:lang w:val="fr-CH"/>
        </w:rPr>
        <w:t xml:space="preserve">  </w:t>
      </w:r>
    </w:p>
  </w:footnote>
  <w:footnote w:id="118">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96204E" w:rsidRPr="0045610A">
        <w:rPr>
          <w:lang w:val="fr-CH"/>
        </w:rPr>
        <w:tab/>
      </w:r>
      <w:r w:rsidRPr="0045610A">
        <w:rPr>
          <w:i/>
          <w:iCs/>
          <w:lang w:val="fr-CH"/>
        </w:rPr>
        <w:t>Id.</w:t>
      </w:r>
    </w:p>
  </w:footnote>
  <w:footnote w:id="119">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96204E" w:rsidRPr="0045610A">
        <w:rPr>
          <w:lang w:val="fr-CH"/>
        </w:rPr>
        <w:tab/>
      </w:r>
      <w:r w:rsidRPr="0045610A">
        <w:rPr>
          <w:i/>
          <w:iCs/>
          <w:lang w:val="fr-CH"/>
        </w:rPr>
        <w:t>Id.</w:t>
      </w:r>
    </w:p>
  </w:footnote>
  <w:footnote w:id="120">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96204E" w:rsidRPr="0045610A">
        <w:rPr>
          <w:lang w:val="fr-CH"/>
        </w:rPr>
        <w:tab/>
      </w:r>
      <w:r w:rsidRPr="0045610A">
        <w:rPr>
          <w:i/>
          <w:iCs/>
          <w:lang w:val="fr-CH"/>
        </w:rPr>
        <w:t>Id.</w:t>
      </w:r>
    </w:p>
  </w:footnote>
  <w:footnote w:id="121">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96204E" w:rsidRPr="0045610A">
        <w:rPr>
          <w:lang w:val="fr-CH"/>
        </w:rPr>
        <w:tab/>
      </w:r>
      <w:r w:rsidRPr="0045610A">
        <w:rPr>
          <w:lang w:val="fr-CH"/>
        </w:rPr>
        <w:t xml:space="preserve">Indians.org, </w:t>
      </w:r>
      <w:r w:rsidRPr="0045610A">
        <w:rPr>
          <w:i/>
          <w:iCs/>
          <w:lang w:val="fr-CH"/>
        </w:rPr>
        <w:t>Native American Tattoos</w:t>
      </w:r>
      <w:r w:rsidRPr="0045610A">
        <w:rPr>
          <w:lang w:val="fr-CH"/>
        </w:rPr>
        <w:t xml:space="preserve">, disponible à l’adresse http://www.indians.org/articles/native-american-tattoos.html (dernière visite le 7 février 2017).  </w:t>
      </w:r>
    </w:p>
  </w:footnote>
  <w:footnote w:id="12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Van Geete, Staff Sgt. Stephanie, U.S. Army, </w:t>
      </w:r>
      <w:r w:rsidRPr="005A73E2">
        <w:rPr>
          <w:i/>
          <w:lang w:val="en-US"/>
        </w:rPr>
        <w:t xml:space="preserve">Tattoos and the Army: A Long and Colorful Tradition, </w:t>
      </w:r>
      <w:r w:rsidRPr="005A73E2">
        <w:rPr>
          <w:lang w:val="en-US"/>
        </w:rPr>
        <w:t>disponible à l</w:t>
      </w:r>
      <w:r>
        <w:rPr>
          <w:lang w:val="en-US"/>
        </w:rPr>
        <w:t>’</w:t>
      </w:r>
      <w:r w:rsidRPr="005A73E2">
        <w:rPr>
          <w:lang w:val="en-US"/>
        </w:rPr>
        <w:t>adresse</w:t>
      </w:r>
      <w:r>
        <w:rPr>
          <w:lang w:val="en-US"/>
        </w:rPr>
        <w:t> </w:t>
      </w:r>
      <w:r w:rsidRPr="005A73E2">
        <w:rPr>
          <w:lang w:val="en-US"/>
        </w:rPr>
        <w:t xml:space="preserve">https://www.army.mil/article/27582/Tattoos_and_the_Army__a_long_and_colorful_tradition (dernière visite le 7 février 2017);  Mullin, Gemma, The Daily Mail, </w:t>
      </w:r>
      <w:r w:rsidRPr="005A73E2">
        <w:rPr>
          <w:i/>
          <w:lang w:val="en-US"/>
        </w:rPr>
        <w:t xml:space="preserve">Body Art of War: Army Lifts Ban on Hand and Neck Tattoos after Struggling to Attract New Recruits, </w:t>
      </w:r>
      <w:r w:rsidRPr="005A73E2">
        <w:rPr>
          <w:lang w:val="en-US"/>
        </w:rPr>
        <w:t>disponible à l</w:t>
      </w:r>
      <w:r>
        <w:rPr>
          <w:lang w:val="en-US"/>
        </w:rPr>
        <w:t>’</w:t>
      </w:r>
      <w:r w:rsidRPr="005A73E2">
        <w:rPr>
          <w:lang w:val="en-US"/>
        </w:rPr>
        <w:t>adresse http://www.dailymail.co.uk/news/article</w:t>
      </w:r>
      <w:r>
        <w:rPr>
          <w:lang w:val="en-US"/>
        </w:rPr>
        <w:t>-</w:t>
      </w:r>
      <w:r w:rsidRPr="005A73E2">
        <w:rPr>
          <w:lang w:val="en-US"/>
        </w:rPr>
        <w:t>2777588/Body</w:t>
      </w:r>
      <w:r>
        <w:rPr>
          <w:lang w:val="en-US"/>
        </w:rPr>
        <w:t>-</w:t>
      </w:r>
      <w:r w:rsidRPr="005A73E2">
        <w:rPr>
          <w:lang w:val="en-US"/>
        </w:rPr>
        <w:t>art</w:t>
      </w:r>
      <w:r>
        <w:rPr>
          <w:lang w:val="en-US"/>
        </w:rPr>
        <w:t>-</w:t>
      </w:r>
      <w:r w:rsidRPr="005A73E2">
        <w:rPr>
          <w:lang w:val="en-US"/>
        </w:rPr>
        <w:t>war</w:t>
      </w:r>
      <w:r>
        <w:rPr>
          <w:lang w:val="en-US"/>
        </w:rPr>
        <w:t>-</w:t>
      </w:r>
      <w:r w:rsidRPr="005A73E2">
        <w:rPr>
          <w:lang w:val="en-US"/>
        </w:rPr>
        <w:t>Army</w:t>
      </w:r>
      <w:r>
        <w:rPr>
          <w:lang w:val="en-US"/>
        </w:rPr>
        <w:t>-</w:t>
      </w:r>
      <w:r w:rsidRPr="005A73E2">
        <w:rPr>
          <w:lang w:val="en-US"/>
        </w:rPr>
        <w:t>lifts</w:t>
      </w:r>
      <w:r>
        <w:rPr>
          <w:lang w:val="en-US"/>
        </w:rPr>
        <w:t>-</w:t>
      </w:r>
      <w:r w:rsidRPr="005A73E2">
        <w:rPr>
          <w:lang w:val="en-US"/>
        </w:rPr>
        <w:t>ban</w:t>
      </w:r>
      <w:r>
        <w:rPr>
          <w:lang w:val="en-US"/>
        </w:rPr>
        <w:t>-</w:t>
      </w:r>
      <w:r w:rsidRPr="005A73E2">
        <w:rPr>
          <w:lang w:val="en-US"/>
        </w:rPr>
        <w:t>hand</w:t>
      </w:r>
      <w:r>
        <w:rPr>
          <w:lang w:val="en-US"/>
        </w:rPr>
        <w:t>-</w:t>
      </w:r>
      <w:r w:rsidRPr="005A73E2">
        <w:rPr>
          <w:lang w:val="en-US"/>
        </w:rPr>
        <w:t>neck</w:t>
      </w:r>
      <w:r>
        <w:rPr>
          <w:lang w:val="en-US"/>
        </w:rPr>
        <w:t>-</w:t>
      </w:r>
      <w:r w:rsidRPr="005A73E2">
        <w:rPr>
          <w:lang w:val="en-US"/>
        </w:rPr>
        <w:t>tattoos</w:t>
      </w:r>
      <w:r>
        <w:rPr>
          <w:lang w:val="en-US"/>
        </w:rPr>
        <w:t>-</w:t>
      </w:r>
      <w:r w:rsidRPr="005A73E2">
        <w:rPr>
          <w:lang w:val="en-US"/>
        </w:rPr>
        <w:t>struggling</w:t>
      </w:r>
      <w:r>
        <w:rPr>
          <w:lang w:val="en-US"/>
        </w:rPr>
        <w:t>-</w:t>
      </w:r>
      <w:r w:rsidRPr="005A73E2">
        <w:rPr>
          <w:lang w:val="en-US"/>
        </w:rPr>
        <w:t>attract</w:t>
      </w:r>
      <w:r>
        <w:rPr>
          <w:lang w:val="en-US"/>
        </w:rPr>
        <w:t>-</w:t>
      </w:r>
      <w:r w:rsidRPr="005A73E2">
        <w:rPr>
          <w:lang w:val="en-US"/>
        </w:rPr>
        <w:t>new</w:t>
      </w:r>
      <w:r>
        <w:rPr>
          <w:lang w:val="en-US"/>
        </w:rPr>
        <w:t>-</w:t>
      </w:r>
      <w:r w:rsidRPr="005A73E2">
        <w:rPr>
          <w:lang w:val="en-US"/>
        </w:rPr>
        <w:t>recruits.html (dernière visite le 7 février 2017).</w:t>
      </w:r>
    </w:p>
  </w:footnote>
  <w:footnote w:id="12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Andersen, Flemming G., Otto Holapfel, and Thomas Pettit, </w:t>
      </w:r>
      <w:r w:rsidRPr="005A73E2">
        <w:rPr>
          <w:i/>
          <w:iCs/>
          <w:lang w:val="en-US"/>
        </w:rPr>
        <w:t>The Ballad as Narrative</w:t>
      </w:r>
      <w:r>
        <w:rPr>
          <w:i/>
          <w:iCs/>
          <w:lang w:val="en-US"/>
        </w:rPr>
        <w:t> :</w:t>
      </w:r>
      <w:r w:rsidRPr="005A73E2">
        <w:rPr>
          <w:i/>
          <w:iCs/>
          <w:lang w:val="en-US"/>
        </w:rPr>
        <w:t xml:space="preserve"> Studies in the Ballad Traditions of England, Scotland, Germany and Denmark,</w:t>
      </w:r>
      <w:r w:rsidRPr="005A73E2">
        <w:rPr>
          <w:lang w:val="en-US"/>
        </w:rPr>
        <w:t xml:space="preserve"> (Odense University Press, 1982).  </w:t>
      </w:r>
    </w:p>
  </w:footnote>
  <w:footnote w:id="12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6204E">
        <w:rPr>
          <w:lang w:val="en-US"/>
        </w:rPr>
        <w:tab/>
      </w:r>
      <w:r w:rsidRPr="005A73E2">
        <w:rPr>
          <w:lang w:val="en-US"/>
        </w:rPr>
        <w:t xml:space="preserve">Sharp, Verity, BBC, </w:t>
      </w:r>
      <w:r w:rsidRPr="005A73E2">
        <w:rPr>
          <w:i/>
          <w:lang w:val="en-US"/>
        </w:rPr>
        <w:t>Never Heard of Barbara Allen?</w:t>
      </w:r>
      <w:r>
        <w:rPr>
          <w:i/>
          <w:lang w:val="en-US"/>
        </w:rPr>
        <w:t xml:space="preserve"> </w:t>
      </w:r>
      <w:r w:rsidRPr="005A73E2">
        <w:rPr>
          <w:i/>
          <w:lang w:val="en-US"/>
        </w:rPr>
        <w:t xml:space="preserve"> The World</w:t>
      </w:r>
      <w:r>
        <w:rPr>
          <w:i/>
          <w:lang w:val="en-US"/>
        </w:rPr>
        <w:t>’</w:t>
      </w:r>
      <w:r w:rsidRPr="005A73E2">
        <w:rPr>
          <w:i/>
          <w:lang w:val="en-US"/>
        </w:rPr>
        <w:t>s Most Collected Ballad Has Been Around for 450 Years</w:t>
      </w:r>
      <w:r w:rsidRPr="005A73E2">
        <w:rPr>
          <w:lang w:val="en-US"/>
        </w:rPr>
        <w:t>, disponible à l</w:t>
      </w:r>
      <w:r>
        <w:rPr>
          <w:lang w:val="en-US"/>
        </w:rPr>
        <w:t>’</w:t>
      </w:r>
      <w:r w:rsidRPr="005A73E2">
        <w:rPr>
          <w:lang w:val="en-US"/>
        </w:rPr>
        <w:t>adresse http://www.bbc.co.uk/programmes/articles/5jBl5r50P0zKGJm5nLTpwpq/never</w:t>
      </w:r>
      <w:r>
        <w:rPr>
          <w:lang w:val="en-US"/>
        </w:rPr>
        <w:t>-</w:t>
      </w:r>
      <w:r w:rsidRPr="005A73E2">
        <w:rPr>
          <w:lang w:val="en-US"/>
        </w:rPr>
        <w:t>heard</w:t>
      </w:r>
      <w:r>
        <w:rPr>
          <w:lang w:val="en-US"/>
        </w:rPr>
        <w:t>-</w:t>
      </w:r>
      <w:r w:rsidRPr="005A73E2">
        <w:rPr>
          <w:lang w:val="en-US"/>
        </w:rPr>
        <w:t>of</w:t>
      </w:r>
      <w:r>
        <w:rPr>
          <w:lang w:val="en-US"/>
        </w:rPr>
        <w:t>-</w:t>
      </w:r>
      <w:r w:rsidRPr="005A73E2">
        <w:rPr>
          <w:lang w:val="en-US"/>
        </w:rPr>
        <w:t>barbara</w:t>
      </w:r>
      <w:r>
        <w:rPr>
          <w:lang w:val="en-US"/>
        </w:rPr>
        <w:t>-</w:t>
      </w:r>
      <w:r w:rsidRPr="005A73E2">
        <w:rPr>
          <w:lang w:val="en-US"/>
        </w:rPr>
        <w:t>allen</w:t>
      </w:r>
      <w:r>
        <w:rPr>
          <w:lang w:val="en-US"/>
        </w:rPr>
        <w:t>-</w:t>
      </w:r>
      <w:r w:rsidRPr="005A73E2">
        <w:rPr>
          <w:lang w:val="en-US"/>
        </w:rPr>
        <w:t>the</w:t>
      </w:r>
      <w:r>
        <w:rPr>
          <w:lang w:val="en-US"/>
        </w:rPr>
        <w:t>-</w:t>
      </w:r>
      <w:r w:rsidRPr="005A73E2">
        <w:rPr>
          <w:lang w:val="en-US"/>
        </w:rPr>
        <w:t>worlds</w:t>
      </w:r>
      <w:r>
        <w:rPr>
          <w:lang w:val="en-US"/>
        </w:rPr>
        <w:t>-</w:t>
      </w:r>
      <w:r w:rsidRPr="005A73E2">
        <w:rPr>
          <w:lang w:val="en-US"/>
        </w:rPr>
        <w:t>most</w:t>
      </w:r>
      <w:r>
        <w:rPr>
          <w:lang w:val="en-US"/>
        </w:rPr>
        <w:t>-</w:t>
      </w:r>
      <w:r w:rsidRPr="005A73E2">
        <w:rPr>
          <w:lang w:val="en-US"/>
        </w:rPr>
        <w:t>collected</w:t>
      </w:r>
      <w:r>
        <w:rPr>
          <w:lang w:val="en-US"/>
        </w:rPr>
        <w:t>-</w:t>
      </w:r>
      <w:r w:rsidRPr="005A73E2">
        <w:rPr>
          <w:lang w:val="en-US"/>
        </w:rPr>
        <w:t>ballad</w:t>
      </w:r>
      <w:r>
        <w:rPr>
          <w:lang w:val="en-US"/>
        </w:rPr>
        <w:t>-</w:t>
      </w:r>
      <w:r w:rsidRPr="005A73E2">
        <w:rPr>
          <w:lang w:val="en-US"/>
        </w:rPr>
        <w:t>has</w:t>
      </w:r>
      <w:r>
        <w:rPr>
          <w:lang w:val="en-US"/>
        </w:rPr>
        <w:t>-</w:t>
      </w:r>
      <w:r w:rsidRPr="005A73E2">
        <w:rPr>
          <w:lang w:val="en-US"/>
        </w:rPr>
        <w:t>been</w:t>
      </w:r>
      <w:r>
        <w:rPr>
          <w:lang w:val="en-US"/>
        </w:rPr>
        <w:t>-</w:t>
      </w:r>
      <w:r w:rsidRPr="005A73E2">
        <w:rPr>
          <w:lang w:val="en-US"/>
        </w:rPr>
        <w:t>around</w:t>
      </w:r>
      <w:r>
        <w:rPr>
          <w:lang w:val="en-US"/>
        </w:rPr>
        <w:t>-</w:t>
      </w:r>
      <w:r w:rsidRPr="005A73E2">
        <w:rPr>
          <w:lang w:val="en-US"/>
        </w:rPr>
        <w:t>for</w:t>
      </w:r>
      <w:r>
        <w:rPr>
          <w:lang w:val="en-US"/>
        </w:rPr>
        <w:t>-</w:t>
      </w:r>
      <w:r w:rsidRPr="005A73E2">
        <w:rPr>
          <w:lang w:val="en-US"/>
        </w:rPr>
        <w:t>450</w:t>
      </w:r>
      <w:r>
        <w:rPr>
          <w:lang w:val="en-US"/>
        </w:rPr>
        <w:t>-</w:t>
      </w:r>
      <w:r w:rsidRPr="005A73E2">
        <w:rPr>
          <w:lang w:val="en-US"/>
        </w:rPr>
        <w:t>years (dernière visite le 7</w:t>
      </w:r>
      <w:r>
        <w:rPr>
          <w:lang w:val="en-US"/>
        </w:rPr>
        <w:t> </w:t>
      </w:r>
      <w:r w:rsidRPr="005A73E2">
        <w:rPr>
          <w:lang w:val="en-US"/>
        </w:rPr>
        <w:t>février</w:t>
      </w:r>
      <w:r>
        <w:rPr>
          <w:lang w:val="en-US"/>
        </w:rPr>
        <w:t> </w:t>
      </w:r>
      <w:r w:rsidRPr="005A73E2">
        <w:rPr>
          <w:lang w:val="en-US"/>
        </w:rPr>
        <w:t xml:space="preserve">2017).  </w:t>
      </w:r>
    </w:p>
  </w:footnote>
  <w:footnote w:id="125">
    <w:p w:rsidR="001E4C93" w:rsidRPr="007E0E3F" w:rsidRDefault="001E4C93" w:rsidP="000A6CC8">
      <w:pPr>
        <w:pStyle w:val="FootnoteText"/>
        <w:rPr>
          <w:szCs w:val="18"/>
        </w:rPr>
      </w:pPr>
      <w:r>
        <w:rPr>
          <w:rStyle w:val="FootnoteReference"/>
          <w:szCs w:val="18"/>
        </w:rPr>
        <w:footnoteRef/>
      </w:r>
      <w:r>
        <w:t xml:space="preserve"> </w:t>
      </w:r>
      <w:r w:rsidR="0096204E">
        <w:tab/>
      </w:r>
      <w:r>
        <w:t xml:space="preserve">Platenga, Bart, The Guardian, </w:t>
      </w:r>
      <w:r>
        <w:rPr>
          <w:i/>
          <w:iCs/>
        </w:rPr>
        <w:t>High on a Hill,</w:t>
      </w:r>
      <w:r>
        <w:t xml:space="preserve"> disponible à l’adresse https://www.theguardian.com/music/2006/sep/22/worldmusic (dernière visite le 7 février 2017).  </w:t>
      </w:r>
    </w:p>
  </w:footnote>
  <w:footnote w:id="126">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r>
        <w:rPr>
          <w:i/>
        </w:rPr>
        <w:t xml:space="preserve"> </w:t>
      </w:r>
      <w:r w:rsidRPr="001E4C93">
        <w:rPr>
          <w:i/>
        </w:rPr>
        <w:t xml:space="preserve"> </w:t>
      </w:r>
    </w:p>
  </w:footnote>
  <w:footnote w:id="127">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r>
        <w:rPr>
          <w:i/>
        </w:rPr>
        <w:t xml:space="preserve"> </w:t>
      </w:r>
      <w:r w:rsidRPr="001E4C93">
        <w:rPr>
          <w:i/>
        </w:rPr>
        <w:t xml:space="preserve"> </w:t>
      </w:r>
    </w:p>
  </w:footnote>
  <w:footnote w:id="128">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New World Encyclopedia, </w:t>
      </w:r>
      <w:r>
        <w:rPr>
          <w:i/>
          <w:iCs/>
        </w:rPr>
        <w:t>Yodeling</w:t>
      </w:r>
      <w:r>
        <w:t xml:space="preserve">, disponible à l’adresse http://www.newworldencyclopedia.org/entry/Yodeling (dernière visite le 7 février 2017).  </w:t>
      </w:r>
    </w:p>
  </w:footnote>
  <w:footnote w:id="129">
    <w:p w:rsidR="001E4C93" w:rsidRPr="005A73E2" w:rsidRDefault="001E4C93" w:rsidP="000A6CC8">
      <w:pPr>
        <w:pStyle w:val="FootnoteText"/>
        <w:rPr>
          <w:szCs w:val="18"/>
          <w:lang w:val="en-US"/>
        </w:rPr>
      </w:pPr>
      <w:r>
        <w:rPr>
          <w:rStyle w:val="FootnoteReference"/>
          <w:szCs w:val="18"/>
        </w:rPr>
        <w:footnoteRef/>
      </w:r>
      <w:r w:rsidRPr="009C4095">
        <w:rPr>
          <w:lang w:val="en-US"/>
        </w:rPr>
        <w:t xml:space="preserve"> </w:t>
      </w:r>
      <w:r w:rsidR="009C4095" w:rsidRPr="009C4095">
        <w:rPr>
          <w:lang w:val="en-US"/>
        </w:rPr>
        <w:tab/>
      </w:r>
      <w:r w:rsidRPr="009C4095">
        <w:rPr>
          <w:lang w:val="en-US"/>
        </w:rPr>
        <w:t xml:space="preserve">Jesse Weaver Shipley, </w:t>
      </w:r>
      <w:r w:rsidRPr="009C4095">
        <w:rPr>
          <w:i/>
          <w:iCs/>
          <w:lang w:val="en-US"/>
        </w:rPr>
        <w:t>Transnational Circulation and Digital Fatigue in Ghana’s Azonto Dance Craze</w:t>
      </w:r>
      <w:r w:rsidRPr="009C4095">
        <w:rPr>
          <w:lang w:val="en-US"/>
        </w:rPr>
        <w:t xml:space="preserve">, 40 American Ethnologist, </w:t>
      </w:r>
      <w:r w:rsidRPr="005A73E2">
        <w:rPr>
          <w:lang w:val="en-US"/>
        </w:rPr>
        <w:t>page</w:t>
      </w:r>
      <w:r>
        <w:rPr>
          <w:lang w:val="en-US"/>
        </w:rPr>
        <w:t> </w:t>
      </w:r>
      <w:r w:rsidRPr="005A73E2">
        <w:rPr>
          <w:lang w:val="en-US"/>
        </w:rPr>
        <w:t>362 (2013).</w:t>
      </w:r>
    </w:p>
  </w:footnote>
  <w:footnote w:id="130">
    <w:p w:rsidR="001E4C93" w:rsidRPr="007E0E3F" w:rsidRDefault="001E4C93" w:rsidP="000A6CC8">
      <w:pPr>
        <w:pStyle w:val="FootnoteText"/>
        <w:rPr>
          <w:szCs w:val="18"/>
        </w:rPr>
      </w:pPr>
      <w:r>
        <w:rPr>
          <w:rStyle w:val="FootnoteReference"/>
          <w:szCs w:val="18"/>
        </w:rPr>
        <w:footnoteRef/>
      </w:r>
      <w:r>
        <w:t xml:space="preserve"> </w:t>
      </w:r>
      <w:r w:rsidR="009C4095">
        <w:tab/>
      </w:r>
      <w:r>
        <w:t>Id., page 369 (relate un entretien avec Reggie Rockstone).</w:t>
      </w:r>
    </w:p>
  </w:footnote>
  <w:footnote w:id="131">
    <w:p w:rsidR="001E4C93" w:rsidRPr="007E0E3F" w:rsidRDefault="001E4C93" w:rsidP="000A6CC8">
      <w:pPr>
        <w:pStyle w:val="FootnoteText"/>
        <w:rPr>
          <w:szCs w:val="18"/>
        </w:rPr>
      </w:pPr>
      <w:r>
        <w:rPr>
          <w:rStyle w:val="FootnoteReference"/>
          <w:szCs w:val="18"/>
        </w:rPr>
        <w:footnoteRef/>
      </w:r>
      <w:r>
        <w:t xml:space="preserve"> </w:t>
      </w:r>
      <w:r w:rsidR="009C4095">
        <w:tab/>
      </w:r>
      <w:r>
        <w:rPr>
          <w:i/>
          <w:iCs/>
        </w:rPr>
        <w:t>Id.</w:t>
      </w:r>
    </w:p>
  </w:footnote>
  <w:footnote w:id="132">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Commencement 2012 – </w:t>
      </w:r>
      <w:r>
        <w:rPr>
          <w:i/>
          <w:iCs/>
        </w:rPr>
        <w:t>‘Ghana needs you,’ says Guest Speaker, Kwaku Sintim-Misa</w:t>
      </w:r>
      <w:r>
        <w:t xml:space="preserve">, Ashei University College, (2012) disponible à l’adresse </w:t>
      </w:r>
      <w:hyperlink r:id="rId3" w:history="1"/>
      <w:r>
        <w:t>http://archives.ashesi.edu.gh/V5_2014/past-ceremonies/1474-qghana-needs-youq-kwaku-sintim-misa-speaks-at-commencement-2012.html (dernière visite le 5 juin 2019) (“</w:t>
      </w:r>
      <w:r>
        <w:rPr>
          <w:i/>
          <w:iCs/>
        </w:rPr>
        <w:t>À mon époque, le cacao était le principal produit d’exportation du Ghana… de nos jours, c’est l’azonto</w:t>
      </w:r>
      <w:r>
        <w:t xml:space="preserve">”);  </w:t>
      </w:r>
      <w:r>
        <w:rPr>
          <w:i/>
          <w:iCs/>
        </w:rPr>
        <w:t>‘Azonto’ Tops All the Dances In Africa</w:t>
      </w:r>
      <w:r>
        <w:t>.</w:t>
      </w:r>
      <w:r w:rsidRPr="001E4C93">
        <w:t xml:space="preserve">  </w:t>
      </w:r>
      <w:r>
        <w:rPr>
          <w:i/>
          <w:iCs/>
        </w:rPr>
        <w:t>Check Out the List,</w:t>
      </w:r>
      <w:r>
        <w:t xml:space="preserve"> News Ghana (17 février 2012) disponible à l’adresse </w:t>
      </w:r>
      <w:hyperlink r:id="rId4" w:history="1"/>
      <w:r>
        <w:t>https://www.newsghana.com.gh/azonto-tops-all-the-dances-in-africa-check-out-the-list (dernière visite le 5 juin 2019).</w:t>
      </w:r>
    </w:p>
  </w:footnote>
  <w:footnote w:id="13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lang w:val="en-US"/>
        </w:rPr>
        <w:t xml:space="preserve">Mark, Monica, The Guardian, </w:t>
      </w:r>
      <w:r w:rsidRPr="005A73E2">
        <w:rPr>
          <w:i/>
          <w:iCs/>
          <w:lang w:val="en-US"/>
        </w:rPr>
        <w:t>Ghana</w:t>
      </w:r>
      <w:r>
        <w:rPr>
          <w:i/>
          <w:iCs/>
          <w:lang w:val="en-US"/>
        </w:rPr>
        <w:t>’</w:t>
      </w:r>
      <w:r w:rsidRPr="005A73E2">
        <w:rPr>
          <w:i/>
          <w:iCs/>
          <w:lang w:val="en-US"/>
        </w:rPr>
        <w:t>s Azonto Craze Takes Over Dancefloors Across the World</w:t>
      </w:r>
      <w:r w:rsidRPr="005A73E2">
        <w:rPr>
          <w:lang w:val="en-US"/>
        </w:rPr>
        <w:t xml:space="preserve"> (3</w:t>
      </w:r>
      <w:r>
        <w:rPr>
          <w:lang w:val="en-US"/>
        </w:rPr>
        <w:t> </w:t>
      </w:r>
      <w:r w:rsidRPr="005A73E2">
        <w:rPr>
          <w:lang w:val="en-US"/>
        </w:rPr>
        <w:t>septembre</w:t>
      </w:r>
      <w:r>
        <w:rPr>
          <w:lang w:val="en-US"/>
        </w:rPr>
        <w:t> </w:t>
      </w:r>
      <w:r w:rsidRPr="005A73E2">
        <w:rPr>
          <w:lang w:val="en-US"/>
        </w:rPr>
        <w:t>2012) disponible à l</w:t>
      </w:r>
      <w:r>
        <w:rPr>
          <w:lang w:val="en-US"/>
        </w:rPr>
        <w:t>’</w:t>
      </w:r>
      <w:r w:rsidRPr="005A73E2">
        <w:rPr>
          <w:lang w:val="en-US"/>
        </w:rPr>
        <w:t>adresse https://www.theguardian.com/world/2012/sep/03/ghana</w:t>
      </w:r>
      <w:r>
        <w:rPr>
          <w:lang w:val="en-US"/>
        </w:rPr>
        <w:t>-</w:t>
      </w:r>
      <w:r w:rsidRPr="005A73E2">
        <w:rPr>
          <w:lang w:val="en-US"/>
        </w:rPr>
        <w:t>azonto</w:t>
      </w:r>
      <w:r>
        <w:rPr>
          <w:lang w:val="en-US"/>
        </w:rPr>
        <w:t>-</w:t>
      </w:r>
      <w:r w:rsidRPr="005A73E2">
        <w:rPr>
          <w:lang w:val="en-US"/>
        </w:rPr>
        <w:t>dance</w:t>
      </w:r>
      <w:r>
        <w:rPr>
          <w:lang w:val="en-US"/>
        </w:rPr>
        <w:t>-</w:t>
      </w:r>
      <w:r w:rsidRPr="005A73E2">
        <w:rPr>
          <w:lang w:val="en-US"/>
        </w:rPr>
        <w:t>craze</w:t>
      </w:r>
      <w:r>
        <w:rPr>
          <w:lang w:val="en-US"/>
        </w:rPr>
        <w:t>-</w:t>
      </w:r>
      <w:r w:rsidRPr="005A73E2">
        <w:rPr>
          <w:lang w:val="en-US"/>
        </w:rPr>
        <w:t>world (dernière visite le 5</w:t>
      </w:r>
      <w:r>
        <w:rPr>
          <w:lang w:val="en-US"/>
        </w:rPr>
        <w:t> </w:t>
      </w:r>
      <w:r w:rsidRPr="005A73E2">
        <w:rPr>
          <w:lang w:val="en-US"/>
        </w:rPr>
        <w:t>juin</w:t>
      </w:r>
      <w:r>
        <w:rPr>
          <w:lang w:val="en-US"/>
        </w:rPr>
        <w:t> </w:t>
      </w:r>
      <w:r w:rsidRPr="005A73E2">
        <w:rPr>
          <w:lang w:val="en-US"/>
        </w:rPr>
        <w:t xml:space="preserve">2019).  </w:t>
      </w:r>
    </w:p>
  </w:footnote>
  <w:footnote w:id="134">
    <w:p w:rsidR="001E4C93" w:rsidRPr="005B63B0" w:rsidRDefault="001E4C93" w:rsidP="000A6CC8">
      <w:pPr>
        <w:pStyle w:val="FootnoteText"/>
        <w:rPr>
          <w:szCs w:val="18"/>
        </w:rPr>
      </w:pPr>
      <w:r>
        <w:rPr>
          <w:rStyle w:val="FootnoteReference"/>
          <w:szCs w:val="18"/>
        </w:rPr>
        <w:footnoteRef/>
      </w:r>
      <w:r w:rsidRPr="005B63B0">
        <w:t xml:space="preserve"> </w:t>
      </w:r>
      <w:r w:rsidR="009C4095" w:rsidRPr="005B63B0">
        <w:tab/>
      </w:r>
      <w:r w:rsidRPr="005B63B0">
        <w:t xml:space="preserve">Monica, </w:t>
      </w:r>
      <w:r w:rsidRPr="005B63B0">
        <w:rPr>
          <w:i/>
          <w:iCs/>
        </w:rPr>
        <w:t>supra</w:t>
      </w:r>
      <w:r w:rsidRPr="005B63B0">
        <w:t xml:space="preserve"> note 5.</w:t>
      </w:r>
    </w:p>
  </w:footnote>
  <w:footnote w:id="135">
    <w:p w:rsidR="001E4C93" w:rsidRPr="005B63B0" w:rsidRDefault="001E4C93" w:rsidP="000A6CC8">
      <w:pPr>
        <w:pStyle w:val="FootnoteText"/>
        <w:rPr>
          <w:szCs w:val="18"/>
        </w:rPr>
      </w:pPr>
      <w:r>
        <w:rPr>
          <w:rStyle w:val="FootnoteReference"/>
          <w:szCs w:val="18"/>
        </w:rPr>
        <w:footnoteRef/>
      </w:r>
      <w:r w:rsidRPr="005B63B0">
        <w:t xml:space="preserve"> </w:t>
      </w:r>
      <w:r w:rsidR="009C4095" w:rsidRPr="005B63B0">
        <w:tab/>
      </w:r>
      <w:r w:rsidRPr="005B63B0">
        <w:rPr>
          <w:i/>
          <w:iCs/>
        </w:rPr>
        <w:t>Where is Ghana’s Ones [sic] Popular Dance Azonto?</w:t>
      </w:r>
      <w:r w:rsidRPr="005B63B0">
        <w:t xml:space="preserve">, News Ghana (22 juillet 2015) disponible à l’adresse </w:t>
      </w:r>
      <w:hyperlink r:id="rId5" w:history="1"/>
      <w:r w:rsidRPr="005B63B0">
        <w:t xml:space="preserve">https://www.newsghana.com.gh/where-is-ghanas-ones-popular-dance-azonto/ (dernière visite le 5 juin 2019);  Weaver Shipley, </w:t>
      </w:r>
      <w:r w:rsidRPr="005B63B0">
        <w:rPr>
          <w:i/>
          <w:iCs/>
        </w:rPr>
        <w:t>supra</w:t>
      </w:r>
      <w:r w:rsidRPr="005B63B0">
        <w:t xml:space="preserve"> note 1, page 372 (le kpanlogo est également associé à l’apaa).</w:t>
      </w:r>
    </w:p>
  </w:footnote>
  <w:footnote w:id="136">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lang w:val="en-US"/>
        </w:rPr>
        <w:t xml:space="preserve">Weaver Shipley, </w:t>
      </w:r>
      <w:r w:rsidRPr="005A73E2">
        <w:rPr>
          <w:i/>
          <w:iCs/>
          <w:lang w:val="en-US"/>
        </w:rPr>
        <w:t>supra</w:t>
      </w:r>
      <w:r w:rsidRPr="005A73E2">
        <w:rPr>
          <w:lang w:val="en-US"/>
        </w:rPr>
        <w:t xml:space="preserve"> note 1, pages</w:t>
      </w:r>
      <w:r>
        <w:rPr>
          <w:lang w:val="en-US"/>
        </w:rPr>
        <w:t> </w:t>
      </w:r>
      <w:r w:rsidRPr="005A73E2">
        <w:rPr>
          <w:lang w:val="en-US"/>
        </w:rPr>
        <w:t>372–74.</w:t>
      </w:r>
    </w:p>
  </w:footnote>
  <w:footnote w:id="137">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9C4095">
        <w:rPr>
          <w:lang w:val="en-US"/>
        </w:rPr>
        <w:tab/>
      </w:r>
      <w:r w:rsidRPr="005A73E2">
        <w:rPr>
          <w:smallCaps/>
          <w:lang w:val="en-US"/>
        </w:rPr>
        <w:t xml:space="preserve">News Ghana </w:t>
      </w:r>
      <w:r w:rsidRPr="005A73E2">
        <w:rPr>
          <w:i/>
          <w:lang w:val="en-US"/>
        </w:rPr>
        <w:t>supra</w:t>
      </w:r>
      <w:r w:rsidRPr="005A73E2">
        <w:rPr>
          <w:lang w:val="en-US"/>
        </w:rPr>
        <w:t xml:space="preserve"> note 7; </w:t>
      </w:r>
      <w:r>
        <w:rPr>
          <w:lang w:val="en-US"/>
        </w:rPr>
        <w:t xml:space="preserve"> </w:t>
      </w:r>
      <w:r w:rsidRPr="005A73E2">
        <w:rPr>
          <w:lang w:val="en-US"/>
        </w:rPr>
        <w:t>K.</w:t>
      </w:r>
      <w:r>
        <w:rPr>
          <w:lang w:val="en-US"/>
        </w:rPr>
        <w:t> </w:t>
      </w:r>
      <w:r w:rsidRPr="005A73E2">
        <w:rPr>
          <w:lang w:val="en-US"/>
        </w:rPr>
        <w:t xml:space="preserve">Oteng, </w:t>
      </w:r>
      <w:r w:rsidRPr="005A73E2">
        <w:rPr>
          <w:i/>
          <w:lang w:val="en-US"/>
        </w:rPr>
        <w:t>Azonto Music the Way for Us to Hit the International Market – Gasmilla</w:t>
      </w:r>
      <w:r w:rsidRPr="005A73E2">
        <w:rPr>
          <w:lang w:val="en-US"/>
        </w:rPr>
        <w:t xml:space="preserve">, </w:t>
      </w:r>
      <w:r w:rsidRPr="005A73E2">
        <w:rPr>
          <w:smallCaps/>
          <w:lang w:val="en-US"/>
        </w:rPr>
        <w:t xml:space="preserve">GHLinks </w:t>
      </w:r>
      <w:r w:rsidRPr="005A73E2">
        <w:rPr>
          <w:lang w:val="en-US"/>
        </w:rPr>
        <w:t>(avril</w:t>
      </w:r>
      <w:r>
        <w:rPr>
          <w:lang w:val="en-US"/>
        </w:rPr>
        <w:t> </w:t>
      </w:r>
      <w:r w:rsidRPr="005A73E2">
        <w:rPr>
          <w:lang w:val="en-US"/>
        </w:rPr>
        <w:t>2019) disponible à l</w:t>
      </w:r>
      <w:r>
        <w:rPr>
          <w:lang w:val="en-US"/>
        </w:rPr>
        <w:t>’</w:t>
      </w:r>
      <w:r w:rsidRPr="005A73E2">
        <w:rPr>
          <w:lang w:val="en-US"/>
        </w:rPr>
        <w:t xml:space="preserve">adresse </w:t>
      </w:r>
      <w:hyperlink r:id="rId6" w:history="1">
        <w:r w:rsidRPr="005A73E2">
          <w:rPr>
            <w:rStyle w:val="Hyperlink"/>
            <w:color w:val="auto"/>
            <w:u w:val="none"/>
            <w:lang w:val="en-US"/>
          </w:rPr>
          <w:t>https://www.ghlinks.com.gh/azonto</w:t>
        </w:r>
        <w:r>
          <w:rPr>
            <w:rStyle w:val="Hyperlink"/>
            <w:color w:val="auto"/>
            <w:u w:val="none"/>
            <w:lang w:val="en-US"/>
          </w:rPr>
          <w:t>-</w:t>
        </w:r>
        <w:r w:rsidRPr="005A73E2">
          <w:rPr>
            <w:rStyle w:val="Hyperlink"/>
            <w:color w:val="auto"/>
            <w:u w:val="none"/>
            <w:lang w:val="en-US"/>
          </w:rPr>
          <w:t>music</w:t>
        </w:r>
        <w:r>
          <w:rPr>
            <w:rStyle w:val="Hyperlink"/>
            <w:color w:val="auto"/>
            <w:u w:val="none"/>
            <w:lang w:val="en-US"/>
          </w:rPr>
          <w:t>-</w:t>
        </w:r>
        <w:r w:rsidRPr="005A73E2">
          <w:rPr>
            <w:rStyle w:val="Hyperlink"/>
            <w:color w:val="auto"/>
            <w:u w:val="none"/>
            <w:lang w:val="en-US"/>
          </w:rPr>
          <w:t>was</w:t>
        </w:r>
        <w:r>
          <w:rPr>
            <w:rStyle w:val="Hyperlink"/>
            <w:color w:val="auto"/>
            <w:u w:val="none"/>
            <w:lang w:val="en-US"/>
          </w:rPr>
          <w:t>-</w:t>
        </w:r>
        <w:r w:rsidRPr="005A73E2">
          <w:rPr>
            <w:rStyle w:val="Hyperlink"/>
            <w:color w:val="auto"/>
            <w:u w:val="none"/>
            <w:lang w:val="en-US"/>
          </w:rPr>
          <w:t>the</w:t>
        </w:r>
        <w:r>
          <w:rPr>
            <w:rStyle w:val="Hyperlink"/>
            <w:color w:val="auto"/>
            <w:u w:val="none"/>
            <w:lang w:val="en-US"/>
          </w:rPr>
          <w:t>-</w:t>
        </w:r>
        <w:r w:rsidRPr="005A73E2">
          <w:rPr>
            <w:rStyle w:val="Hyperlink"/>
            <w:color w:val="auto"/>
            <w:u w:val="none"/>
            <w:lang w:val="en-US"/>
          </w:rPr>
          <w:t>way</w:t>
        </w:r>
        <w:r>
          <w:rPr>
            <w:rStyle w:val="Hyperlink"/>
            <w:color w:val="auto"/>
            <w:u w:val="none"/>
            <w:lang w:val="en-US"/>
          </w:rPr>
          <w:t>-</w:t>
        </w:r>
        <w:r w:rsidRPr="005A73E2">
          <w:rPr>
            <w:rStyle w:val="Hyperlink"/>
            <w:color w:val="auto"/>
            <w:u w:val="none"/>
            <w:lang w:val="en-US"/>
          </w:rPr>
          <w:t>for</w:t>
        </w:r>
        <w:r>
          <w:rPr>
            <w:rStyle w:val="Hyperlink"/>
            <w:color w:val="auto"/>
            <w:u w:val="none"/>
            <w:lang w:val="en-US"/>
          </w:rPr>
          <w:t>-</w:t>
        </w:r>
        <w:r w:rsidRPr="005A73E2">
          <w:rPr>
            <w:rStyle w:val="Hyperlink"/>
            <w:color w:val="auto"/>
            <w:u w:val="none"/>
            <w:lang w:val="en-US"/>
          </w:rPr>
          <w:t>us</w:t>
        </w:r>
        <w:r>
          <w:rPr>
            <w:rStyle w:val="Hyperlink"/>
            <w:color w:val="auto"/>
            <w:u w:val="none"/>
            <w:lang w:val="en-US"/>
          </w:rPr>
          <w:t>-</w:t>
        </w:r>
        <w:r w:rsidRPr="005A73E2">
          <w:rPr>
            <w:rStyle w:val="Hyperlink"/>
            <w:color w:val="auto"/>
            <w:u w:val="none"/>
            <w:lang w:val="en-US"/>
          </w:rPr>
          <w:t>to</w:t>
        </w:r>
        <w:r>
          <w:rPr>
            <w:rStyle w:val="Hyperlink"/>
            <w:color w:val="auto"/>
            <w:u w:val="none"/>
            <w:lang w:val="en-US"/>
          </w:rPr>
          <w:t>-</w:t>
        </w:r>
        <w:r w:rsidRPr="005A73E2">
          <w:rPr>
            <w:rStyle w:val="Hyperlink"/>
            <w:color w:val="auto"/>
            <w:u w:val="none"/>
            <w:lang w:val="en-US"/>
          </w:rPr>
          <w:t>hit</w:t>
        </w:r>
        <w:r>
          <w:rPr>
            <w:rStyle w:val="Hyperlink"/>
            <w:color w:val="auto"/>
            <w:u w:val="none"/>
            <w:lang w:val="en-US"/>
          </w:rPr>
          <w:t>-</w:t>
        </w:r>
        <w:r w:rsidRPr="005A73E2">
          <w:rPr>
            <w:rStyle w:val="Hyperlink"/>
            <w:color w:val="auto"/>
            <w:u w:val="none"/>
            <w:lang w:val="en-US"/>
          </w:rPr>
          <w:t>the</w:t>
        </w:r>
        <w:r>
          <w:rPr>
            <w:rStyle w:val="Hyperlink"/>
            <w:color w:val="auto"/>
            <w:u w:val="none"/>
            <w:lang w:val="en-US"/>
          </w:rPr>
          <w:t>-</w:t>
        </w:r>
        <w:r w:rsidRPr="005A73E2">
          <w:rPr>
            <w:rStyle w:val="Hyperlink"/>
            <w:color w:val="auto"/>
            <w:u w:val="none"/>
            <w:lang w:val="en-US"/>
          </w:rPr>
          <w:t>international</w:t>
        </w:r>
        <w:r>
          <w:rPr>
            <w:rStyle w:val="Hyperlink"/>
            <w:color w:val="auto"/>
            <w:u w:val="none"/>
            <w:lang w:val="en-US"/>
          </w:rPr>
          <w:t>-</w:t>
        </w:r>
        <w:r w:rsidRPr="005A73E2">
          <w:rPr>
            <w:rStyle w:val="Hyperlink"/>
            <w:color w:val="auto"/>
            <w:u w:val="none"/>
            <w:lang w:val="en-US"/>
          </w:rPr>
          <w:t>market</w:t>
        </w:r>
        <w:r>
          <w:rPr>
            <w:rStyle w:val="Hyperlink"/>
            <w:color w:val="auto"/>
            <w:u w:val="none"/>
            <w:lang w:val="en-US"/>
          </w:rPr>
          <w:t>-</w:t>
        </w:r>
        <w:r w:rsidRPr="005A73E2">
          <w:rPr>
            <w:rStyle w:val="Hyperlink"/>
            <w:color w:val="auto"/>
            <w:u w:val="none"/>
            <w:lang w:val="en-US"/>
          </w:rPr>
          <w:t>gasmilla/</w:t>
        </w:r>
      </w:hyperlink>
      <w:r w:rsidRPr="005A73E2">
        <w:rPr>
          <w:lang w:val="en-US"/>
        </w:rPr>
        <w:t xml:space="preserve"> (dernière visite le 5 juin 2019).</w:t>
      </w:r>
    </w:p>
  </w:footnote>
  <w:footnote w:id="138">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New World Encyclopedia, </w:t>
      </w:r>
      <w:r>
        <w:rPr>
          <w:i/>
          <w:iCs/>
        </w:rPr>
        <w:t>Calypso Music</w:t>
      </w:r>
      <w:r>
        <w:t>, disponible à l’adresse http://www.newworldencyclopedia.org/entry/Calypso_music (dernière visite le 7 février 2017).</w:t>
      </w:r>
    </w:p>
  </w:footnote>
  <w:footnote w:id="139">
    <w:p w:rsidR="001E4C93" w:rsidRPr="007E0E3F" w:rsidRDefault="001E4C93" w:rsidP="000A6CC8">
      <w:pPr>
        <w:pStyle w:val="FootnoteText"/>
        <w:rPr>
          <w:szCs w:val="18"/>
        </w:rPr>
      </w:pPr>
      <w:r>
        <w:rPr>
          <w:rStyle w:val="FootnoteReference"/>
          <w:szCs w:val="18"/>
        </w:rPr>
        <w:footnoteRef/>
      </w:r>
      <w:r>
        <w:t xml:space="preserve"> </w:t>
      </w:r>
      <w:r w:rsidR="009C4095">
        <w:tab/>
      </w:r>
      <w:r>
        <w:t xml:space="preserve">Selvin, Joel, SFGate, </w:t>
      </w:r>
      <w:r>
        <w:rPr>
          <w:i/>
          <w:iCs/>
        </w:rPr>
        <w:t>A Brief History of Ska</w:t>
      </w:r>
      <w:r>
        <w:t xml:space="preserve">, disponible à l’adresse http://www.sfgate.com/entertainment/article/A-brief-history-of-ska-3221107.php (dernière visite le 7 février 2017).  </w:t>
      </w:r>
    </w:p>
  </w:footnote>
  <w:footnote w:id="140">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9C4095" w:rsidRPr="0045610A">
        <w:rPr>
          <w:lang w:val="fr-CH"/>
        </w:rPr>
        <w:tab/>
      </w:r>
      <w:r w:rsidRPr="0045610A">
        <w:rPr>
          <w:i/>
          <w:iCs/>
          <w:lang w:val="fr-CH"/>
        </w:rPr>
        <w:t>Id.</w:t>
      </w:r>
    </w:p>
  </w:footnote>
  <w:footnote w:id="141">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37BC2" w:rsidRPr="0045610A">
        <w:rPr>
          <w:lang w:val="fr-CH"/>
        </w:rPr>
        <w:tab/>
      </w:r>
      <w:r w:rsidRPr="0045610A">
        <w:rPr>
          <w:lang w:val="fr-CH"/>
        </w:rPr>
        <w:t xml:space="preserve">Cook, John, Bowling Green State University Libraries, </w:t>
      </w:r>
      <w:r w:rsidRPr="0045610A">
        <w:rPr>
          <w:i/>
          <w:iCs/>
          <w:lang w:val="fr-CH"/>
        </w:rPr>
        <w:t>Ska</w:t>
      </w:r>
      <w:r w:rsidRPr="0045610A">
        <w:rPr>
          <w:lang w:val="fr-CH"/>
        </w:rPr>
        <w:t xml:space="preserve">, disponible à l’adresse http://libguides.bgsu.edu/c.php?g=227204&amp;p=1505986 (dernière visite le 7 février 2017).  </w:t>
      </w:r>
    </w:p>
  </w:footnote>
  <w:footnote w:id="14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Edmondson, Ph.D., Jacqueline, ed</w:t>
      </w:r>
      <w:r w:rsidRPr="005A73E2">
        <w:rPr>
          <w:i/>
          <w:lang w:val="en-US"/>
        </w:rPr>
        <w:t>., Music in American Life</w:t>
      </w:r>
      <w:r>
        <w:rPr>
          <w:i/>
          <w:lang w:val="en-US"/>
        </w:rPr>
        <w:t> :</w:t>
      </w:r>
      <w:r w:rsidRPr="005A73E2">
        <w:rPr>
          <w:i/>
          <w:lang w:val="en-US"/>
        </w:rPr>
        <w:t xml:space="preserve"> Encyclopedia of Songs, Styles, Stars, and Stories that Shaped our Culture</w:t>
      </w:r>
      <w:r w:rsidRPr="005A73E2">
        <w:rPr>
          <w:lang w:val="en-US"/>
        </w:rPr>
        <w:t xml:space="preserve"> (ABC</w:t>
      </w:r>
      <w:r>
        <w:rPr>
          <w:lang w:val="en-US"/>
        </w:rPr>
        <w:t>-</w:t>
      </w:r>
      <w:r w:rsidRPr="005A73E2">
        <w:rPr>
          <w:lang w:val="en-US"/>
        </w:rPr>
        <w:t xml:space="preserve">CLIO 2013).  </w:t>
      </w:r>
    </w:p>
  </w:footnote>
  <w:footnote w:id="143">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 xml:space="preserve">Laurence, Rebecca, BBC, </w:t>
      </w:r>
      <w:r w:rsidRPr="005A73E2">
        <w:rPr>
          <w:i/>
          <w:iCs/>
          <w:lang w:val="en-US"/>
        </w:rPr>
        <w:t>40 Years on from the Party Where Hip Hop Was Born,</w:t>
      </w:r>
      <w:r w:rsidRPr="005A73E2">
        <w:rPr>
          <w:lang w:val="en-US"/>
        </w:rPr>
        <w:t xml:space="preserve"> disponible à l</w:t>
      </w:r>
      <w:r>
        <w:rPr>
          <w:lang w:val="en-US"/>
        </w:rPr>
        <w:t>’</w:t>
      </w:r>
      <w:r w:rsidRPr="005A73E2">
        <w:rPr>
          <w:lang w:val="en-US"/>
        </w:rPr>
        <w:t>adresse http://www.bbc.com/culture/story/20130809</w:t>
      </w:r>
      <w:r>
        <w:rPr>
          <w:lang w:val="en-US"/>
        </w:rPr>
        <w:t>-</w:t>
      </w:r>
      <w:r w:rsidRPr="005A73E2">
        <w:rPr>
          <w:lang w:val="en-US"/>
        </w:rPr>
        <w:t>the</w:t>
      </w:r>
      <w:r>
        <w:rPr>
          <w:lang w:val="en-US"/>
        </w:rPr>
        <w:t>-</w:t>
      </w:r>
      <w:r w:rsidRPr="005A73E2">
        <w:rPr>
          <w:lang w:val="en-US"/>
        </w:rPr>
        <w:t>party</w:t>
      </w:r>
      <w:r>
        <w:rPr>
          <w:lang w:val="en-US"/>
        </w:rPr>
        <w:t>-</w:t>
      </w:r>
      <w:r w:rsidRPr="005A73E2">
        <w:rPr>
          <w:lang w:val="en-US"/>
        </w:rPr>
        <w:t>where</w:t>
      </w:r>
      <w:r>
        <w:rPr>
          <w:lang w:val="en-US"/>
        </w:rPr>
        <w:t>-</w:t>
      </w:r>
      <w:r w:rsidRPr="005A73E2">
        <w:rPr>
          <w:lang w:val="en-US"/>
        </w:rPr>
        <w:t>hip</w:t>
      </w:r>
      <w:r>
        <w:rPr>
          <w:lang w:val="en-US"/>
        </w:rPr>
        <w:t>-</w:t>
      </w:r>
      <w:r w:rsidRPr="005A73E2">
        <w:rPr>
          <w:lang w:val="en-US"/>
        </w:rPr>
        <w:t>hop</w:t>
      </w:r>
      <w:r>
        <w:rPr>
          <w:lang w:val="en-US"/>
        </w:rPr>
        <w:t>-</w:t>
      </w:r>
      <w:r w:rsidRPr="005A73E2">
        <w:rPr>
          <w:lang w:val="en-US"/>
        </w:rPr>
        <w:t>was</w:t>
      </w:r>
      <w:r>
        <w:rPr>
          <w:lang w:val="en-US"/>
        </w:rPr>
        <w:t>-</w:t>
      </w:r>
      <w:r w:rsidRPr="005A73E2">
        <w:rPr>
          <w:lang w:val="en-US"/>
        </w:rPr>
        <w:t>born (dernière visite le 7</w:t>
      </w:r>
      <w:r>
        <w:rPr>
          <w:lang w:val="en-US"/>
        </w:rPr>
        <w:t> </w:t>
      </w:r>
      <w:r w:rsidRPr="005A73E2">
        <w:rPr>
          <w:lang w:val="en-US"/>
        </w:rPr>
        <w:t>février</w:t>
      </w:r>
      <w:r>
        <w:rPr>
          <w:lang w:val="en-US"/>
        </w:rPr>
        <w:t> </w:t>
      </w:r>
      <w:r w:rsidRPr="005A73E2">
        <w:rPr>
          <w:lang w:val="en-US"/>
        </w:rPr>
        <w:t xml:space="preserve">2017).  </w:t>
      </w:r>
    </w:p>
  </w:footnote>
  <w:footnote w:id="144">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CD494F">
        <w:rPr>
          <w:lang w:val="en-US"/>
        </w:rPr>
        <w:tab/>
      </w:r>
      <w:r w:rsidRPr="005A73E2">
        <w:rPr>
          <w:lang w:val="en-US"/>
        </w:rPr>
        <w:t xml:space="preserve">Shah, Vikas, Thought Economics, </w:t>
      </w:r>
      <w:r w:rsidRPr="005A73E2">
        <w:rPr>
          <w:i/>
          <w:iCs/>
          <w:lang w:val="en-US"/>
        </w:rPr>
        <w:t>The Role of Hip Hop in Culture</w:t>
      </w:r>
      <w:r w:rsidRPr="005A73E2">
        <w:rPr>
          <w:lang w:val="en-US"/>
        </w:rPr>
        <w:t>, disponible à l</w:t>
      </w:r>
      <w:r>
        <w:rPr>
          <w:lang w:val="en-US"/>
        </w:rPr>
        <w:t>’</w:t>
      </w:r>
      <w:r w:rsidRPr="005A73E2">
        <w:rPr>
          <w:lang w:val="en-US"/>
        </w:rPr>
        <w:t>adresse https://thoughteconomics.com/the</w:t>
      </w:r>
      <w:r>
        <w:rPr>
          <w:lang w:val="en-US"/>
        </w:rPr>
        <w:t>-</w:t>
      </w:r>
      <w:r w:rsidRPr="005A73E2">
        <w:rPr>
          <w:lang w:val="en-US"/>
        </w:rPr>
        <w:t>role</w:t>
      </w:r>
      <w:r>
        <w:rPr>
          <w:lang w:val="en-US"/>
        </w:rPr>
        <w:t>-</w:t>
      </w:r>
      <w:r w:rsidRPr="005A73E2">
        <w:rPr>
          <w:lang w:val="en-US"/>
        </w:rPr>
        <w:t>of</w:t>
      </w:r>
      <w:r>
        <w:rPr>
          <w:lang w:val="en-US"/>
        </w:rPr>
        <w:t>-</w:t>
      </w:r>
      <w:r w:rsidRPr="005A73E2">
        <w:rPr>
          <w:lang w:val="en-US"/>
        </w:rPr>
        <w:t>hip</w:t>
      </w:r>
      <w:r>
        <w:rPr>
          <w:lang w:val="en-US"/>
        </w:rPr>
        <w:t>-</w:t>
      </w:r>
      <w:r w:rsidRPr="005A73E2">
        <w:rPr>
          <w:lang w:val="en-US"/>
        </w:rPr>
        <w:t>hop</w:t>
      </w:r>
      <w:r>
        <w:rPr>
          <w:lang w:val="en-US"/>
        </w:rPr>
        <w:t>-</w:t>
      </w:r>
      <w:r w:rsidRPr="005A73E2">
        <w:rPr>
          <w:lang w:val="en-US"/>
        </w:rPr>
        <w:t>in</w:t>
      </w:r>
      <w:r>
        <w:rPr>
          <w:lang w:val="en-US"/>
        </w:rPr>
        <w:t>-</w:t>
      </w:r>
      <w:r w:rsidRPr="005A73E2">
        <w:rPr>
          <w:lang w:val="en-US"/>
        </w:rPr>
        <w:t>culture/ (dernière visite le 7</w:t>
      </w:r>
      <w:r>
        <w:rPr>
          <w:lang w:val="en-US"/>
        </w:rPr>
        <w:t> </w:t>
      </w:r>
      <w:r w:rsidRPr="005A73E2">
        <w:rPr>
          <w:lang w:val="en-US"/>
        </w:rPr>
        <w:t>février</w:t>
      </w:r>
      <w:r>
        <w:rPr>
          <w:lang w:val="en-US"/>
        </w:rPr>
        <w:t> </w:t>
      </w:r>
      <w:r w:rsidRPr="005A73E2">
        <w:rPr>
          <w:lang w:val="en-US"/>
        </w:rPr>
        <w:t xml:space="preserve">2017).  </w:t>
      </w:r>
    </w:p>
  </w:footnote>
  <w:footnote w:id="145">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Zydeco.org, </w:t>
      </w:r>
      <w:r>
        <w:rPr>
          <w:i/>
          <w:iCs/>
        </w:rPr>
        <w:t>History</w:t>
      </w:r>
      <w:r>
        <w:t xml:space="preserve">, disponible à l’adresse http://www.zydeco.org/index.php?option=com_content&amp;task=view&amp;id=17 (dernière visite le 7 février 2017).  </w:t>
      </w:r>
    </w:p>
  </w:footnote>
  <w:footnote w:id="146">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Ancelet, Barry J., Folklife in Louisiana, </w:t>
      </w:r>
      <w:r>
        <w:rPr>
          <w:i/>
          <w:iCs/>
        </w:rPr>
        <w:t>Cajun and Zydeco Music Traditions</w:t>
      </w:r>
      <w:r>
        <w:t xml:space="preserve">, disponible à l’adresse http://www.louisianafolklife.org/LT/Articles_Essays/cajunzydeco.html (dernière visite le 7 février 2017).  </w:t>
      </w:r>
    </w:p>
  </w:footnote>
  <w:footnote w:id="147">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Zydeco.org, </w:t>
      </w:r>
      <w:r>
        <w:rPr>
          <w:i/>
          <w:iCs/>
        </w:rPr>
        <w:t>History</w:t>
      </w:r>
      <w:r>
        <w:t xml:space="preserve">, disponible à l’adresse http://www.zydeco.org/index.php?option=com_content&amp;task=view&amp;id=17 (dernière visite le 7 février 2017).  </w:t>
      </w:r>
    </w:p>
  </w:footnote>
  <w:footnote w:id="148">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Merriam-Webster Dictionary (2017).  </w:t>
      </w:r>
    </w:p>
  </w:footnote>
  <w:footnote w:id="149">
    <w:p w:rsidR="001E4C93" w:rsidRPr="007E0E3F" w:rsidRDefault="001E4C93" w:rsidP="000A6CC8">
      <w:pPr>
        <w:pStyle w:val="FootnoteText"/>
        <w:rPr>
          <w:szCs w:val="18"/>
        </w:rPr>
      </w:pPr>
      <w:r>
        <w:rPr>
          <w:rStyle w:val="FootnoteReference"/>
          <w:szCs w:val="18"/>
        </w:rPr>
        <w:footnoteRef/>
      </w:r>
      <w:r>
        <w:t xml:space="preserve"> </w:t>
      </w:r>
      <w:r w:rsidR="00CD494F">
        <w:tab/>
      </w:r>
      <w:r>
        <w:rPr>
          <w:i/>
          <w:iCs/>
        </w:rPr>
        <w:t>Id.</w:t>
      </w:r>
      <w:r>
        <w:rPr>
          <w:i/>
        </w:rPr>
        <w:t xml:space="preserve"> </w:t>
      </w:r>
      <w:r w:rsidRPr="001E4C93">
        <w:rPr>
          <w:i/>
        </w:rPr>
        <w:t xml:space="preserve"> </w:t>
      </w:r>
    </w:p>
  </w:footnote>
  <w:footnote w:id="150">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Classical Literature, </w:t>
      </w:r>
      <w:r>
        <w:rPr>
          <w:i/>
          <w:iCs/>
        </w:rPr>
        <w:t>Ancient Greece – Aesop – Fables</w:t>
      </w:r>
      <w:r>
        <w:t>, disponible à l’adresse http://www.ancient-literature.com/greece_aesop_fables.html (dernière visite le 7 février 2017).</w:t>
      </w:r>
    </w:p>
  </w:footnote>
  <w:footnote w:id="151">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Olivelle, Patrick, Religions of South Asia, </w:t>
      </w:r>
      <w:r>
        <w:rPr>
          <w:i/>
          <w:iCs/>
        </w:rPr>
        <w:t>Talking Animals : Explorations in an Indian Literary Genre</w:t>
      </w:r>
      <w:r>
        <w:t xml:space="preserve">, disponible à l’adresse http://liberalarts.utexas.edu/_files/olivelle/2013a_Talking_Animals.pdf (dernière visite le 7 février 2017).  </w:t>
      </w:r>
    </w:p>
  </w:footnote>
  <w:footnote w:id="152">
    <w:p w:rsidR="001E4C93" w:rsidRPr="007E0E3F" w:rsidRDefault="001E4C93" w:rsidP="000A6CC8">
      <w:pPr>
        <w:pStyle w:val="FootnoteText"/>
        <w:rPr>
          <w:szCs w:val="18"/>
        </w:rPr>
      </w:pPr>
      <w:r>
        <w:rPr>
          <w:rStyle w:val="FootnoteReference"/>
          <w:szCs w:val="18"/>
        </w:rPr>
        <w:footnoteRef/>
      </w:r>
      <w:r>
        <w:t xml:space="preserve"> </w:t>
      </w:r>
      <w:r w:rsidR="00CD494F">
        <w:tab/>
      </w:r>
      <w:r>
        <w:t xml:space="preserve">Bodleian Libraries, University of Oxford, </w:t>
      </w:r>
      <w:r>
        <w:rPr>
          <w:i/>
          <w:iCs/>
        </w:rPr>
        <w:t>Fables from East to West</w:t>
      </w:r>
      <w:r>
        <w:t xml:space="preserve">, disponible à l’adresse http://www.bodleian.ox.ac.uk/whatson/whats-on/online/crossing-borders/fables (dernière visite le 3 février 2017).  </w:t>
      </w:r>
    </w:p>
  </w:footnote>
  <w:footnote w:id="153">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Anike Foundation, </w:t>
      </w:r>
      <w:r>
        <w:rPr>
          <w:i/>
          <w:iCs/>
        </w:rPr>
        <w:t>African Folktales</w:t>
      </w:r>
      <w:r>
        <w:t xml:space="preserve">, disponible à l’adresse http://anikefoundation.org/index.php/african-folktales/ (dernière visite le 7 février 2017).  </w:t>
      </w:r>
    </w:p>
  </w:footnote>
  <w:footnote w:id="154">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Harris, Trudier, Freedom’s Story : Teaching African American Literature, </w:t>
      </w:r>
      <w:r>
        <w:rPr>
          <w:i/>
          <w:iCs/>
        </w:rPr>
        <w:t>The Trickster in African American Literature</w:t>
      </w:r>
      <w:r>
        <w:t xml:space="preserve">, disponible à l’adresse http://nationalhumanitiescenter.org/tserve/freedom/1865-1917/essays/trickster.htm (dernière visite le 7 février 2017).  </w:t>
      </w:r>
    </w:p>
  </w:footnote>
  <w:footnote w:id="155">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Cavendish, Richard, HistoryToday, </w:t>
      </w:r>
      <w:r>
        <w:rPr>
          <w:i/>
          <w:iCs/>
        </w:rPr>
        <w:t>Fairy Tales</w:t>
      </w:r>
      <w:r>
        <w:t xml:space="preserve">, disponible à l’adresse http://www.historytoday.com/richard-cavendish/publication-grimm%E2%80%99s-fairy-tales (dernière visite le 7 février 2017).  </w:t>
      </w:r>
    </w:p>
  </w:footnote>
  <w:footnote w:id="156">
    <w:p w:rsidR="001E4C93" w:rsidRPr="007E0E3F" w:rsidRDefault="001E4C93" w:rsidP="000A6CC8">
      <w:pPr>
        <w:pStyle w:val="FootnoteText"/>
        <w:rPr>
          <w:szCs w:val="18"/>
        </w:rPr>
      </w:pPr>
      <w:r>
        <w:rPr>
          <w:rStyle w:val="FootnoteReference"/>
          <w:szCs w:val="18"/>
        </w:rPr>
        <w:footnoteRef/>
      </w:r>
      <w:r>
        <w:t xml:space="preserve"> </w:t>
      </w:r>
      <w:r w:rsidR="0029676B">
        <w:tab/>
      </w:r>
      <w:r>
        <w:rPr>
          <w:i/>
          <w:iCs/>
        </w:rPr>
        <w:t>Id.</w:t>
      </w:r>
    </w:p>
  </w:footnote>
  <w:footnote w:id="157">
    <w:p w:rsidR="001E4C93" w:rsidRPr="007E0E3F" w:rsidRDefault="001E4C93" w:rsidP="000A6CC8">
      <w:pPr>
        <w:pStyle w:val="FootnoteText"/>
        <w:rPr>
          <w:szCs w:val="18"/>
        </w:rPr>
      </w:pPr>
      <w:r>
        <w:rPr>
          <w:rStyle w:val="FootnoteReference"/>
          <w:szCs w:val="18"/>
        </w:rPr>
        <w:footnoteRef/>
      </w:r>
      <w:r>
        <w:t xml:space="preserve"> </w:t>
      </w:r>
      <w:r w:rsidR="0029676B">
        <w:tab/>
      </w:r>
      <w:r>
        <w:t xml:space="preserve">Classical Literature, </w:t>
      </w:r>
      <w:r>
        <w:rPr>
          <w:i/>
          <w:iCs/>
        </w:rPr>
        <w:t>Ancient Greece – Aesop – Fables</w:t>
      </w:r>
      <w:r>
        <w:t xml:space="preserve">, disponible à l’adresse http://www.ancient-literature.com/greece_aesop_fables.html (dernière visite le 7 février 2017).  </w:t>
      </w:r>
    </w:p>
  </w:footnote>
  <w:footnote w:id="158">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29676B">
        <w:rPr>
          <w:lang w:val="en-US"/>
        </w:rPr>
        <w:tab/>
      </w:r>
      <w:r w:rsidRPr="005A73E2">
        <w:rPr>
          <w:i/>
          <w:iCs/>
          <w:lang w:val="en-US"/>
        </w:rPr>
        <w:t>Id.</w:t>
      </w:r>
    </w:p>
  </w:footnote>
  <w:footnote w:id="159">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29676B">
        <w:rPr>
          <w:lang w:val="en-US"/>
        </w:rPr>
        <w:tab/>
      </w:r>
      <w:r w:rsidRPr="005A73E2">
        <w:rPr>
          <w:lang w:val="en-US"/>
        </w:rPr>
        <w:t xml:space="preserve">New World Encyclopedia, </w:t>
      </w:r>
      <w:r w:rsidRPr="005A73E2">
        <w:rPr>
          <w:i/>
          <w:iCs/>
          <w:lang w:val="en-US"/>
        </w:rPr>
        <w:t>The Book of One Thousand and One Nights</w:t>
      </w:r>
      <w:r w:rsidRPr="005A73E2">
        <w:rPr>
          <w:lang w:val="en-US"/>
        </w:rPr>
        <w:t>, disponible à l</w:t>
      </w:r>
      <w:r>
        <w:rPr>
          <w:lang w:val="en-US"/>
        </w:rPr>
        <w:t>’</w:t>
      </w:r>
      <w:r w:rsidRPr="005A73E2">
        <w:rPr>
          <w:lang w:val="en-US"/>
        </w:rPr>
        <w:t xml:space="preserve">adresse http://www.newworldencyclopedia.org/entry/The_Book_of_One_Thousand_and_One_Nights (dernière visite le 7 février 2017).  </w:t>
      </w:r>
    </w:p>
  </w:footnote>
  <w:footnote w:id="160">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29676B" w:rsidRPr="0045610A">
        <w:rPr>
          <w:lang w:val="fr-CH"/>
        </w:rPr>
        <w:tab/>
      </w:r>
      <w:r w:rsidRPr="0045610A">
        <w:rPr>
          <w:i/>
          <w:iCs/>
          <w:lang w:val="fr-CH"/>
        </w:rPr>
        <w:t>Id.</w:t>
      </w:r>
    </w:p>
  </w:footnote>
  <w:footnote w:id="161">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29676B" w:rsidRPr="0045610A">
        <w:rPr>
          <w:lang w:val="fr-CH"/>
        </w:rPr>
        <w:tab/>
      </w:r>
      <w:r w:rsidRPr="0045610A">
        <w:rPr>
          <w:lang w:val="fr-CH"/>
        </w:rPr>
        <w:t xml:space="preserve">History.com, </w:t>
      </w:r>
      <w:r w:rsidRPr="0045610A">
        <w:rPr>
          <w:i/>
          <w:iCs/>
          <w:lang w:val="fr-CH"/>
        </w:rPr>
        <w:t>The Legend of St. Nicholas</w:t>
      </w:r>
      <w:r w:rsidRPr="0045610A">
        <w:rPr>
          <w:lang w:val="fr-CH"/>
        </w:rPr>
        <w:t xml:space="preserve">, disponible à l’adresse http://www.history.com/topics/christmas/santa-claus (dernière visite le 7 février 2017).  </w:t>
      </w:r>
    </w:p>
  </w:footnote>
  <w:footnote w:id="162">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29676B" w:rsidRPr="0045610A">
        <w:rPr>
          <w:lang w:val="fr-CH"/>
        </w:rPr>
        <w:tab/>
      </w:r>
      <w:r w:rsidRPr="0045610A">
        <w:rPr>
          <w:i/>
          <w:iCs/>
          <w:lang w:val="fr-CH"/>
        </w:rPr>
        <w:t>Id.</w:t>
      </w:r>
      <w:r w:rsidRPr="0045610A">
        <w:rPr>
          <w:i/>
          <w:lang w:val="fr-CH"/>
        </w:rPr>
        <w:t xml:space="preserve">  </w:t>
      </w:r>
    </w:p>
  </w:footnote>
  <w:footnote w:id="163">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lang w:val="fr-CH"/>
        </w:rPr>
        <w:t xml:space="preserve">Galloway, Laura, CNN.com, </w:t>
      </w:r>
      <w:r w:rsidRPr="0045610A">
        <w:rPr>
          <w:i/>
          <w:iCs/>
          <w:lang w:val="fr-CH"/>
        </w:rPr>
        <w:t>How Santa Got His Reindeer</w:t>
      </w:r>
      <w:r w:rsidRPr="0045610A">
        <w:rPr>
          <w:lang w:val="fr-CH"/>
        </w:rPr>
        <w:t xml:space="preserve">, disponible à l’adresse http://www.cnn.com/2012/12/22/opinion/galloway-reindeer/ (dernière visite le 7 février 2017).  </w:t>
      </w:r>
    </w:p>
  </w:footnote>
  <w:footnote w:id="164">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i/>
          <w:iCs/>
          <w:lang w:val="fr-CH"/>
        </w:rPr>
        <w:t>Id.</w:t>
      </w:r>
    </w:p>
  </w:footnote>
  <w:footnote w:id="165">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i/>
          <w:iCs/>
          <w:lang w:val="fr-CH"/>
        </w:rPr>
        <w:t>Id.</w:t>
      </w:r>
    </w:p>
  </w:footnote>
  <w:footnote w:id="166">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i/>
          <w:iCs/>
          <w:lang w:val="fr-CH"/>
        </w:rPr>
        <w:t>Id.</w:t>
      </w:r>
    </w:p>
  </w:footnote>
  <w:footnote w:id="167">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lang w:val="fr-CH"/>
        </w:rPr>
        <w:t xml:space="preserve">History.com, </w:t>
      </w:r>
      <w:r w:rsidRPr="0045610A">
        <w:rPr>
          <w:i/>
          <w:iCs/>
          <w:lang w:val="fr-CH"/>
        </w:rPr>
        <w:t>The Legend of St. Nicholas</w:t>
      </w:r>
      <w:r w:rsidRPr="0045610A">
        <w:rPr>
          <w:lang w:val="fr-CH"/>
        </w:rPr>
        <w:t xml:space="preserve">, disponible à l’adresse http://www.history.com/topics/christmas/santa-claus (dernière visite le 7 février 2017).  </w:t>
      </w:r>
    </w:p>
  </w:footnote>
  <w:footnote w:id="168">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i/>
          <w:iCs/>
          <w:lang w:val="fr-CH"/>
        </w:rPr>
        <w:t>Id.</w:t>
      </w:r>
    </w:p>
  </w:footnote>
  <w:footnote w:id="169">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lang w:val="fr-CH"/>
        </w:rPr>
        <w:t xml:space="preserve">American Museum of Natural History, </w:t>
      </w:r>
      <w:r w:rsidRPr="0045610A">
        <w:rPr>
          <w:i/>
          <w:iCs/>
          <w:lang w:val="fr-CH"/>
        </w:rPr>
        <w:t>Beyond Bigfoot</w:t>
      </w:r>
      <w:r w:rsidRPr="0045610A">
        <w:rPr>
          <w:lang w:val="fr-CH"/>
        </w:rPr>
        <w:t xml:space="preserve">, disponible à l’adresse http://www.amnh.org/exhibitions/mythic-creatures/land-creatures-of-the-earth/beyond-bigfoot/ (dernière visite le 7 février 2017).  </w:t>
      </w:r>
    </w:p>
  </w:footnote>
  <w:footnote w:id="170">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i/>
          <w:iCs/>
          <w:lang w:val="fr-CH"/>
        </w:rPr>
        <w:t>Id.</w:t>
      </w:r>
    </w:p>
  </w:footnote>
  <w:footnote w:id="171">
    <w:p w:rsidR="001E4C93" w:rsidRPr="0045610A" w:rsidRDefault="001E4C93" w:rsidP="000A6CC8">
      <w:pPr>
        <w:pStyle w:val="FootnoteText"/>
        <w:rPr>
          <w:szCs w:val="18"/>
          <w:lang w:val="fr-CH"/>
        </w:rPr>
      </w:pPr>
      <w:r>
        <w:rPr>
          <w:rStyle w:val="FootnoteReference"/>
          <w:szCs w:val="18"/>
        </w:rPr>
        <w:footnoteRef/>
      </w:r>
      <w:r w:rsidRPr="0045610A">
        <w:rPr>
          <w:lang w:val="fr-CH"/>
        </w:rPr>
        <w:t xml:space="preserve"> </w:t>
      </w:r>
      <w:r w:rsidR="00BD45A4" w:rsidRPr="0045610A">
        <w:rPr>
          <w:lang w:val="fr-CH"/>
        </w:rPr>
        <w:tab/>
      </w:r>
      <w:r w:rsidRPr="0045610A">
        <w:rPr>
          <w:lang w:val="fr-CH"/>
        </w:rPr>
        <w:t xml:space="preserve">Biography, </w:t>
      </w:r>
      <w:r w:rsidRPr="0045610A">
        <w:rPr>
          <w:i/>
          <w:iCs/>
          <w:lang w:val="fr-CH"/>
        </w:rPr>
        <w:t>Daniel Boone Biography</w:t>
      </w:r>
      <w:r w:rsidRPr="0045610A">
        <w:rPr>
          <w:lang w:val="fr-CH"/>
        </w:rPr>
        <w:t>, disponible à l’adresse http://www.biography.com/people/daniel-boone-9219543#synopsis (dernière visite le 7 février 2017).</w:t>
      </w:r>
    </w:p>
  </w:footnote>
  <w:footnote w:id="172">
    <w:p w:rsidR="001E4C93" w:rsidRPr="005A73E2" w:rsidRDefault="001E4C93" w:rsidP="000A6CC8">
      <w:pPr>
        <w:pStyle w:val="FootnoteText"/>
        <w:rPr>
          <w:szCs w:val="18"/>
          <w:lang w:val="en-US"/>
        </w:rPr>
      </w:pPr>
      <w:r>
        <w:rPr>
          <w:rStyle w:val="FootnoteReference"/>
          <w:szCs w:val="18"/>
        </w:rPr>
        <w:footnoteRef/>
      </w:r>
      <w:r w:rsidRPr="005A73E2">
        <w:rPr>
          <w:lang w:val="en-US"/>
        </w:rPr>
        <w:t xml:space="preserve"> </w:t>
      </w:r>
      <w:r w:rsidR="00BD45A4">
        <w:rPr>
          <w:lang w:val="en-US"/>
        </w:rPr>
        <w:tab/>
      </w:r>
      <w:r w:rsidRPr="005A73E2">
        <w:rPr>
          <w:lang w:val="en-US"/>
        </w:rPr>
        <w:t xml:space="preserve">Geiling, Natasha, Smithsonian.com, </w:t>
      </w:r>
      <w:r w:rsidRPr="005A73E2">
        <w:rPr>
          <w:i/>
          <w:iCs/>
          <w:lang w:val="en-US"/>
        </w:rPr>
        <w:t>The Real Johnny Appleseed Brought Apples—and Booze—to the American Frontier</w:t>
      </w:r>
      <w:r w:rsidRPr="005A73E2">
        <w:rPr>
          <w:lang w:val="en-US"/>
        </w:rPr>
        <w:t>, disponible à l</w:t>
      </w:r>
      <w:r>
        <w:rPr>
          <w:lang w:val="en-US"/>
        </w:rPr>
        <w:t>’</w:t>
      </w:r>
      <w:r w:rsidRPr="005A73E2">
        <w:rPr>
          <w:lang w:val="en-US"/>
        </w:rPr>
        <w:t>adresse http://www.smithsonianmag.com/arts</w:t>
      </w:r>
      <w:r>
        <w:rPr>
          <w:lang w:val="en-US"/>
        </w:rPr>
        <w:t>-</w:t>
      </w:r>
      <w:r w:rsidRPr="005A73E2">
        <w:rPr>
          <w:lang w:val="en-US"/>
        </w:rPr>
        <w:t>culture/real</w:t>
      </w:r>
      <w:r>
        <w:rPr>
          <w:lang w:val="en-US"/>
        </w:rPr>
        <w:t>-</w:t>
      </w:r>
      <w:r w:rsidRPr="005A73E2">
        <w:rPr>
          <w:lang w:val="en-US"/>
        </w:rPr>
        <w:t>johnny</w:t>
      </w:r>
      <w:r>
        <w:rPr>
          <w:lang w:val="en-US"/>
        </w:rPr>
        <w:t>-</w:t>
      </w:r>
      <w:r w:rsidRPr="005A73E2">
        <w:rPr>
          <w:lang w:val="en-US"/>
        </w:rPr>
        <w:t>appleseed</w:t>
      </w:r>
      <w:r>
        <w:rPr>
          <w:lang w:val="en-US"/>
        </w:rPr>
        <w:t>-</w:t>
      </w:r>
      <w:r w:rsidRPr="005A73E2">
        <w:rPr>
          <w:lang w:val="en-US"/>
        </w:rPr>
        <w:t>brought</w:t>
      </w:r>
      <w:r>
        <w:rPr>
          <w:lang w:val="en-US"/>
        </w:rPr>
        <w:t>-</w:t>
      </w:r>
      <w:r w:rsidRPr="005A73E2">
        <w:rPr>
          <w:lang w:val="en-US"/>
        </w:rPr>
        <w:t>applesand</w:t>
      </w:r>
      <w:r>
        <w:rPr>
          <w:lang w:val="en-US"/>
        </w:rPr>
        <w:t>-</w:t>
      </w:r>
      <w:r w:rsidRPr="005A73E2">
        <w:rPr>
          <w:lang w:val="en-US"/>
        </w:rPr>
        <w:t>booze</w:t>
      </w:r>
      <w:r>
        <w:rPr>
          <w:lang w:val="en-US"/>
        </w:rPr>
        <w:t>-</w:t>
      </w:r>
      <w:r w:rsidRPr="005A73E2">
        <w:rPr>
          <w:lang w:val="en-US"/>
        </w:rPr>
        <w:t>american</w:t>
      </w:r>
      <w:r>
        <w:rPr>
          <w:lang w:val="en-US"/>
        </w:rPr>
        <w:t>-</w:t>
      </w:r>
      <w:r w:rsidRPr="005A73E2">
        <w:rPr>
          <w:lang w:val="en-US"/>
        </w:rPr>
        <w:t>frontier</w:t>
      </w:r>
      <w:r>
        <w:rPr>
          <w:lang w:val="en-US"/>
        </w:rPr>
        <w:t>-</w:t>
      </w:r>
      <w:r w:rsidRPr="005A73E2">
        <w:rPr>
          <w:lang w:val="en-US"/>
        </w:rPr>
        <w:t>180953263/ (dernière visite le 7</w:t>
      </w:r>
      <w:r>
        <w:rPr>
          <w:lang w:val="en-US"/>
        </w:rPr>
        <w:t> </w:t>
      </w:r>
      <w:r w:rsidRPr="005A73E2">
        <w:rPr>
          <w:lang w:val="en-US"/>
        </w:rPr>
        <w:t>février</w:t>
      </w:r>
      <w:r>
        <w:rPr>
          <w:lang w:val="en-US"/>
        </w:rPr>
        <w:t> </w:t>
      </w:r>
      <w:r w:rsidRPr="005A73E2">
        <w:rPr>
          <w:lang w:val="en-US"/>
        </w:rPr>
        <w:t xml:space="preserve">2017).  </w:t>
      </w:r>
    </w:p>
  </w:footnote>
  <w:footnote w:id="173">
    <w:p w:rsidR="001E4C93" w:rsidRPr="007E0E3F" w:rsidRDefault="001E4C93" w:rsidP="000A6CC8">
      <w:pPr>
        <w:pStyle w:val="FootnoteText"/>
        <w:rPr>
          <w:szCs w:val="18"/>
        </w:rPr>
      </w:pPr>
      <w:r>
        <w:rPr>
          <w:rStyle w:val="FootnoteReference"/>
          <w:szCs w:val="18"/>
        </w:rPr>
        <w:footnoteRef/>
      </w:r>
      <w:r>
        <w:t xml:space="preserve"> </w:t>
      </w:r>
      <w:r w:rsidR="00BD45A4">
        <w:tab/>
      </w:r>
      <w:r>
        <w:t xml:space="preserve">Biography, </w:t>
      </w:r>
      <w:r>
        <w:rPr>
          <w:i/>
          <w:iCs/>
        </w:rPr>
        <w:t>Davy Crockett Biography</w:t>
      </w:r>
      <w:r>
        <w:t>, disponible à l’adresse http://www.biography.com/people/daniel-boone-9219543#synopsis (dernière visite le 7 février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0A" w:rsidRDefault="004561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477D6B">
    <w:pPr>
      <w:jc w:val="right"/>
    </w:pPr>
    <w:r>
      <w:t>WIPO/GRTKF/IC/34/12</w:t>
    </w:r>
  </w:p>
  <w:p w:rsidR="001E4C93" w:rsidRDefault="001E4C93" w:rsidP="00477D6B">
    <w:pPr>
      <w:jc w:val="right"/>
    </w:pPr>
    <w:r>
      <w:t>ANNEXE</w:t>
    </w:r>
  </w:p>
  <w:p w:rsidR="001E4C93" w:rsidRDefault="001E4C93" w:rsidP="00477D6B">
    <w:pPr>
      <w:jc w:val="right"/>
    </w:pPr>
  </w:p>
  <w:p w:rsidR="001E4C93" w:rsidRDefault="001E4C9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0A" w:rsidRDefault="004561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0F2AD2">
    <w:pPr>
      <w:jc w:val="right"/>
    </w:pPr>
  </w:p>
  <w:p w:rsidR="001E4C93" w:rsidRDefault="001E4C93" w:rsidP="000F2AD2">
    <w:pPr>
      <w:jc w:val="right"/>
    </w:pPr>
    <w:r>
      <w:t>page </w:t>
    </w:r>
    <w:r>
      <w:fldChar w:fldCharType="begin"/>
    </w:r>
    <w:r>
      <w:instrText xml:space="preserve"> PAGE  \* MERGEFORMAT </w:instrText>
    </w:r>
    <w:r>
      <w:fldChar w:fldCharType="separate"/>
    </w:r>
    <w:r>
      <w:t>16</w:t>
    </w:r>
    <w:r>
      <w:fldChar w:fldCharType="end"/>
    </w:r>
  </w:p>
  <w:p w:rsidR="001E4C93" w:rsidRDefault="001E4C93" w:rsidP="000F2AD2">
    <w:pPr>
      <w:jc w:val="right"/>
    </w:pPr>
  </w:p>
  <w:p w:rsidR="001E4C93" w:rsidRDefault="001E4C93"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477D6B">
    <w:pPr>
      <w:jc w:val="right"/>
    </w:pPr>
    <w:bookmarkStart w:id="6" w:name="Code2"/>
    <w:bookmarkEnd w:id="6"/>
    <w:r>
      <w:t>WIPO/GRTKF/IC/</w:t>
    </w:r>
    <w:r w:rsidR="00D23B20">
      <w:t>47</w:t>
    </w:r>
    <w:r>
      <w:t>/</w:t>
    </w:r>
    <w:r w:rsidR="00E328F8">
      <w:t>1</w:t>
    </w:r>
    <w:r w:rsidR="00D23B20">
      <w:t>8</w:t>
    </w:r>
  </w:p>
  <w:p w:rsidR="001E4C93" w:rsidRDefault="001E4C93" w:rsidP="0065720F">
    <w:pPr>
      <w:spacing w:after="480"/>
      <w:jc w:val="right"/>
    </w:pPr>
    <w:r>
      <w:t>Annexe, page</w:t>
    </w:r>
    <w:r w:rsidR="00F243FB">
      <w:t> </w:t>
    </w:r>
    <w:r>
      <w:fldChar w:fldCharType="begin"/>
    </w:r>
    <w:r>
      <w:instrText xml:space="preserve"> PAGE  \* MERGEFORMAT </w:instrText>
    </w:r>
    <w:r>
      <w:fldChar w:fldCharType="separate"/>
    </w:r>
    <w:r w:rsidR="0045610A">
      <w:rPr>
        <w:noProof/>
      </w:rPr>
      <w:t>15</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C93" w:rsidRDefault="001E4C93" w:rsidP="00CB4836">
    <w:pP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0DA0"/>
    <w:rsid w:val="00043CAA"/>
    <w:rsid w:val="00075432"/>
    <w:rsid w:val="00090C21"/>
    <w:rsid w:val="000968ED"/>
    <w:rsid w:val="000A039C"/>
    <w:rsid w:val="000A6CC8"/>
    <w:rsid w:val="000C0809"/>
    <w:rsid w:val="000C7805"/>
    <w:rsid w:val="000D1DD6"/>
    <w:rsid w:val="000F2AD2"/>
    <w:rsid w:val="000F5E56"/>
    <w:rsid w:val="0011407F"/>
    <w:rsid w:val="001362EE"/>
    <w:rsid w:val="001647D5"/>
    <w:rsid w:val="001662BD"/>
    <w:rsid w:val="001832A6"/>
    <w:rsid w:val="001A5F24"/>
    <w:rsid w:val="001E4B72"/>
    <w:rsid w:val="001E4C93"/>
    <w:rsid w:val="0021217E"/>
    <w:rsid w:val="00247632"/>
    <w:rsid w:val="002634C4"/>
    <w:rsid w:val="00291D34"/>
    <w:rsid w:val="002928D3"/>
    <w:rsid w:val="0029676B"/>
    <w:rsid w:val="002A7A23"/>
    <w:rsid w:val="002F1FE6"/>
    <w:rsid w:val="002F4E68"/>
    <w:rsid w:val="00312F7F"/>
    <w:rsid w:val="00361450"/>
    <w:rsid w:val="003629AF"/>
    <w:rsid w:val="003673CF"/>
    <w:rsid w:val="003845C1"/>
    <w:rsid w:val="003A6F89"/>
    <w:rsid w:val="003B38C1"/>
    <w:rsid w:val="003B4A4E"/>
    <w:rsid w:val="00423E3E"/>
    <w:rsid w:val="00427AF4"/>
    <w:rsid w:val="0045610A"/>
    <w:rsid w:val="004647DA"/>
    <w:rsid w:val="00474062"/>
    <w:rsid w:val="00477D6B"/>
    <w:rsid w:val="004A31B9"/>
    <w:rsid w:val="004C2A47"/>
    <w:rsid w:val="005019FF"/>
    <w:rsid w:val="0053057A"/>
    <w:rsid w:val="00544C84"/>
    <w:rsid w:val="00560A29"/>
    <w:rsid w:val="00586E73"/>
    <w:rsid w:val="005A73E2"/>
    <w:rsid w:val="005B63B0"/>
    <w:rsid w:val="005C6649"/>
    <w:rsid w:val="00605827"/>
    <w:rsid w:val="0062188B"/>
    <w:rsid w:val="00646050"/>
    <w:rsid w:val="0065720F"/>
    <w:rsid w:val="006713CA"/>
    <w:rsid w:val="00676C5C"/>
    <w:rsid w:val="00754B10"/>
    <w:rsid w:val="007C22CF"/>
    <w:rsid w:val="007D1613"/>
    <w:rsid w:val="007E4C0E"/>
    <w:rsid w:val="008A134B"/>
    <w:rsid w:val="008B2CC1"/>
    <w:rsid w:val="008B60B2"/>
    <w:rsid w:val="008D0F07"/>
    <w:rsid w:val="0090731E"/>
    <w:rsid w:val="00916EE2"/>
    <w:rsid w:val="00936FD1"/>
    <w:rsid w:val="0096204E"/>
    <w:rsid w:val="00966A22"/>
    <w:rsid w:val="0096722F"/>
    <w:rsid w:val="00980843"/>
    <w:rsid w:val="0098152B"/>
    <w:rsid w:val="009C3BC9"/>
    <w:rsid w:val="009C4095"/>
    <w:rsid w:val="009E2791"/>
    <w:rsid w:val="009E3F6F"/>
    <w:rsid w:val="009F499F"/>
    <w:rsid w:val="00A37342"/>
    <w:rsid w:val="00A42DAF"/>
    <w:rsid w:val="00A45BD8"/>
    <w:rsid w:val="00A869B7"/>
    <w:rsid w:val="00AA3CD9"/>
    <w:rsid w:val="00AB6A7A"/>
    <w:rsid w:val="00AC205C"/>
    <w:rsid w:val="00AE5229"/>
    <w:rsid w:val="00AF0A6B"/>
    <w:rsid w:val="00B05A69"/>
    <w:rsid w:val="00B10B76"/>
    <w:rsid w:val="00B35BD0"/>
    <w:rsid w:val="00B37BC2"/>
    <w:rsid w:val="00B4759F"/>
    <w:rsid w:val="00B85629"/>
    <w:rsid w:val="00B9734B"/>
    <w:rsid w:val="00BA30E2"/>
    <w:rsid w:val="00BC7DD2"/>
    <w:rsid w:val="00BD45A4"/>
    <w:rsid w:val="00BE27BE"/>
    <w:rsid w:val="00C11BFE"/>
    <w:rsid w:val="00C5068F"/>
    <w:rsid w:val="00C70046"/>
    <w:rsid w:val="00C86D74"/>
    <w:rsid w:val="00CB4836"/>
    <w:rsid w:val="00CD04F1"/>
    <w:rsid w:val="00CD494F"/>
    <w:rsid w:val="00CE356E"/>
    <w:rsid w:val="00CF2C71"/>
    <w:rsid w:val="00D23B20"/>
    <w:rsid w:val="00D45252"/>
    <w:rsid w:val="00D45EB8"/>
    <w:rsid w:val="00D71B4D"/>
    <w:rsid w:val="00D91DD6"/>
    <w:rsid w:val="00D936A0"/>
    <w:rsid w:val="00D93D55"/>
    <w:rsid w:val="00D963D9"/>
    <w:rsid w:val="00DC0950"/>
    <w:rsid w:val="00DD3F47"/>
    <w:rsid w:val="00E15015"/>
    <w:rsid w:val="00E328F8"/>
    <w:rsid w:val="00E335FE"/>
    <w:rsid w:val="00E534F0"/>
    <w:rsid w:val="00EA7D6E"/>
    <w:rsid w:val="00EC4E49"/>
    <w:rsid w:val="00ED77FB"/>
    <w:rsid w:val="00EE45FA"/>
    <w:rsid w:val="00F243FB"/>
    <w:rsid w:val="00F24BFF"/>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0A6CC8"/>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0A6CC8"/>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0A6CC8"/>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0A6CC8"/>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0A6CC8"/>
    <w:rPr>
      <w:b/>
      <w:bCs/>
      <w:lang w:val="fr-FR" w:eastAsia="en-US"/>
    </w:rPr>
  </w:style>
  <w:style w:type="character" w:customStyle="1" w:styleId="Heading7Char">
    <w:name w:val="Heading 7 Char"/>
    <w:basedOn w:val="DefaultParagraphFont"/>
    <w:link w:val="Heading7"/>
    <w:uiPriority w:val="9"/>
    <w:rsid w:val="000A6CC8"/>
    <w:rPr>
      <w:rFonts w:ascii="Cambria" w:hAnsi="Cambria"/>
      <w:i/>
      <w:iCs/>
      <w:color w:val="243F60"/>
      <w:sz w:val="22"/>
      <w:szCs w:val="22"/>
      <w:lang w:val="fr-FR" w:eastAsia="en-US"/>
    </w:rPr>
  </w:style>
  <w:style w:type="character" w:customStyle="1" w:styleId="Heading8Char">
    <w:name w:val="Heading 8 Char"/>
    <w:basedOn w:val="DefaultParagraphFont"/>
    <w:link w:val="Heading8"/>
    <w:uiPriority w:val="9"/>
    <w:rsid w:val="000A6CC8"/>
    <w:rPr>
      <w:rFonts w:ascii="Cambria" w:hAnsi="Cambria"/>
      <w:color w:val="272727"/>
      <w:sz w:val="21"/>
      <w:szCs w:val="21"/>
      <w:lang w:val="fr-FR" w:eastAsia="en-US"/>
    </w:rPr>
  </w:style>
  <w:style w:type="character" w:customStyle="1" w:styleId="Heading9Char">
    <w:name w:val="Heading 9 Char"/>
    <w:basedOn w:val="DefaultParagraphFont"/>
    <w:link w:val="Heading9"/>
    <w:uiPriority w:val="9"/>
    <w:rsid w:val="000A6CC8"/>
    <w:rPr>
      <w:rFonts w:ascii="Cambria" w:hAnsi="Cambria"/>
      <w:i/>
      <w:iCs/>
      <w:color w:val="272727"/>
      <w:sz w:val="21"/>
      <w:szCs w:val="21"/>
      <w:lang w:val="fr-FR" w:eastAsia="en-US"/>
    </w:rPr>
  </w:style>
  <w:style w:type="paragraph" w:styleId="BalloonText">
    <w:name w:val="Balloon Text"/>
    <w:basedOn w:val="Normal"/>
    <w:link w:val="BalloonTextChar"/>
    <w:uiPriority w:val="99"/>
    <w:rsid w:val="000A6CC8"/>
    <w:rPr>
      <w:rFonts w:ascii="Tahoma" w:hAnsi="Tahoma" w:cs="Tahoma"/>
      <w:sz w:val="16"/>
      <w:szCs w:val="16"/>
    </w:rPr>
  </w:style>
  <w:style w:type="character" w:customStyle="1" w:styleId="BalloonTextChar">
    <w:name w:val="Balloon Text Char"/>
    <w:basedOn w:val="DefaultParagraphFont"/>
    <w:link w:val="BalloonText"/>
    <w:uiPriority w:val="99"/>
    <w:rsid w:val="000A6CC8"/>
    <w:rPr>
      <w:rFonts w:ascii="Tahoma" w:eastAsia="SimSun" w:hAnsi="Tahoma" w:cs="Tahoma"/>
      <w:sz w:val="16"/>
      <w:szCs w:val="16"/>
      <w:lang w:val="fr-FR" w:eastAsia="zh-CN"/>
    </w:rPr>
  </w:style>
  <w:style w:type="paragraph" w:customStyle="1" w:styleId="Char">
    <w:name w:val="Char 字元 字元"/>
    <w:basedOn w:val="Normal"/>
    <w:rsid w:val="000A6CC8"/>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0A6CC8"/>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0A6CC8"/>
  </w:style>
  <w:style w:type="character" w:customStyle="1" w:styleId="Heading1Char">
    <w:name w:val="Heading 1 Char"/>
    <w:link w:val="Heading1"/>
    <w:rsid w:val="000A6CC8"/>
    <w:rPr>
      <w:rFonts w:ascii="Arial" w:eastAsia="SimSun" w:hAnsi="Arial" w:cs="Arial"/>
      <w:b/>
      <w:bCs/>
      <w:caps/>
      <w:kern w:val="32"/>
      <w:sz w:val="22"/>
      <w:szCs w:val="32"/>
      <w:lang w:val="fr-FR" w:eastAsia="zh-CN"/>
    </w:rPr>
  </w:style>
  <w:style w:type="character" w:customStyle="1" w:styleId="Heading2Char">
    <w:name w:val="Heading 2 Char"/>
    <w:link w:val="Heading2"/>
    <w:rsid w:val="000A6CC8"/>
    <w:rPr>
      <w:rFonts w:ascii="Arial" w:eastAsia="SimSun" w:hAnsi="Arial" w:cs="Arial"/>
      <w:bCs/>
      <w:iCs/>
      <w:caps/>
      <w:sz w:val="22"/>
      <w:szCs w:val="28"/>
      <w:lang w:val="fr-FR" w:eastAsia="zh-CN"/>
    </w:rPr>
  </w:style>
  <w:style w:type="character" w:customStyle="1" w:styleId="Heading3Char">
    <w:name w:val="Heading 3 Char"/>
    <w:link w:val="Heading3"/>
    <w:rsid w:val="000A6CC8"/>
    <w:rPr>
      <w:rFonts w:ascii="Arial" w:eastAsia="SimSun" w:hAnsi="Arial" w:cs="Arial"/>
      <w:bCs/>
      <w:sz w:val="22"/>
      <w:szCs w:val="26"/>
      <w:u w:val="single"/>
      <w:lang w:val="fr-FR" w:eastAsia="zh-CN"/>
    </w:rPr>
  </w:style>
  <w:style w:type="character" w:customStyle="1" w:styleId="Heading4Char">
    <w:name w:val="Heading 4 Char"/>
    <w:link w:val="Heading4"/>
    <w:rsid w:val="000A6CC8"/>
    <w:rPr>
      <w:rFonts w:ascii="Arial" w:eastAsia="SimSun" w:hAnsi="Arial" w:cs="Arial"/>
      <w:bCs/>
      <w:i/>
      <w:sz w:val="22"/>
      <w:szCs w:val="28"/>
      <w:lang w:val="fr-FR" w:eastAsia="zh-CN"/>
    </w:rPr>
  </w:style>
  <w:style w:type="character" w:customStyle="1" w:styleId="HeaderChar">
    <w:name w:val="Header Char"/>
    <w:link w:val="Header"/>
    <w:uiPriority w:val="99"/>
    <w:rsid w:val="000A6CC8"/>
    <w:rPr>
      <w:rFonts w:ascii="Arial" w:eastAsia="SimSun" w:hAnsi="Arial" w:cs="Arial"/>
      <w:sz w:val="22"/>
      <w:lang w:val="fr-FR" w:eastAsia="zh-CN"/>
    </w:rPr>
  </w:style>
  <w:style w:type="character" w:customStyle="1" w:styleId="FooterChar">
    <w:name w:val="Footer Char"/>
    <w:link w:val="Footer"/>
    <w:uiPriority w:val="99"/>
    <w:rsid w:val="000A6CC8"/>
    <w:rPr>
      <w:rFonts w:ascii="Arial" w:eastAsia="SimSun" w:hAnsi="Arial" w:cs="Arial"/>
      <w:sz w:val="22"/>
      <w:lang w:val="fr-FR" w:eastAsia="zh-CN"/>
    </w:rPr>
  </w:style>
  <w:style w:type="paragraph" w:styleId="Title">
    <w:name w:val="Title"/>
    <w:basedOn w:val="Normal"/>
    <w:next w:val="Normal"/>
    <w:link w:val="TitleChar"/>
    <w:uiPriority w:val="10"/>
    <w:qFormat/>
    <w:rsid w:val="000A6CC8"/>
    <w:pPr>
      <w:spacing w:before="720" w:after="240" w:line="288" w:lineRule="auto"/>
    </w:pPr>
    <w:rPr>
      <w:rFonts w:eastAsia="Calibri" w:cs="Times New Roman"/>
      <w:b/>
      <w:sz w:val="28"/>
      <w:szCs w:val="22"/>
      <w:lang w:eastAsia="en-US"/>
    </w:rPr>
  </w:style>
  <w:style w:type="character" w:customStyle="1" w:styleId="TitleChar">
    <w:name w:val="Title Char"/>
    <w:basedOn w:val="DefaultParagraphFont"/>
    <w:link w:val="Title"/>
    <w:uiPriority w:val="10"/>
    <w:rsid w:val="000A6CC8"/>
    <w:rPr>
      <w:rFonts w:ascii="Arial" w:eastAsia="Calibri" w:hAnsi="Arial"/>
      <w:b/>
      <w:sz w:val="28"/>
      <w:szCs w:val="22"/>
      <w:lang w:val="fr-FR" w:eastAsia="en-US"/>
    </w:rPr>
  </w:style>
  <w:style w:type="paragraph" w:styleId="TOC1">
    <w:name w:val="toc 1"/>
    <w:basedOn w:val="Normal"/>
    <w:next w:val="Normal"/>
    <w:autoRedefine/>
    <w:uiPriority w:val="39"/>
    <w:unhideWhenUsed/>
    <w:rsid w:val="000A6CC8"/>
    <w:pPr>
      <w:tabs>
        <w:tab w:val="left" w:pos="709"/>
        <w:tab w:val="left" w:pos="1418"/>
        <w:tab w:val="right" w:pos="9214"/>
      </w:tabs>
      <w:spacing w:after="100" w:line="288" w:lineRule="auto"/>
      <w:ind w:left="709" w:right="851" w:hanging="709"/>
    </w:pPr>
    <w:rPr>
      <w:rFonts w:eastAsia="Calibri" w:cs="Times New Roman"/>
      <w:noProof/>
      <w:szCs w:val="22"/>
      <w:lang w:eastAsia="en-US"/>
    </w:rPr>
  </w:style>
  <w:style w:type="paragraph" w:styleId="TOC2">
    <w:name w:val="toc 2"/>
    <w:basedOn w:val="Normal"/>
    <w:next w:val="Normal"/>
    <w:autoRedefine/>
    <w:uiPriority w:val="39"/>
    <w:unhideWhenUsed/>
    <w:rsid w:val="000A6CC8"/>
    <w:pPr>
      <w:tabs>
        <w:tab w:val="left" w:pos="1134"/>
        <w:tab w:val="right" w:pos="9214"/>
      </w:tabs>
      <w:spacing w:line="288" w:lineRule="auto"/>
      <w:ind w:left="709" w:right="851" w:hanging="709"/>
    </w:pPr>
    <w:rPr>
      <w:rFonts w:eastAsia="Calibri" w:cs="Times New Roman"/>
      <w:noProof/>
      <w:szCs w:val="22"/>
      <w:lang w:eastAsia="en-US"/>
    </w:rPr>
  </w:style>
  <w:style w:type="paragraph" w:styleId="TOC3">
    <w:name w:val="toc 3"/>
    <w:basedOn w:val="Normal"/>
    <w:next w:val="Normal"/>
    <w:autoRedefine/>
    <w:uiPriority w:val="39"/>
    <w:unhideWhenUsed/>
    <w:rsid w:val="000A6CC8"/>
    <w:pPr>
      <w:tabs>
        <w:tab w:val="left" w:pos="1320"/>
        <w:tab w:val="right" w:pos="9214"/>
      </w:tabs>
      <w:spacing w:after="100" w:line="288" w:lineRule="auto"/>
      <w:ind w:left="709" w:right="849" w:hanging="709"/>
    </w:pPr>
    <w:rPr>
      <w:rFonts w:eastAsia="Calibri" w:cs="Times New Roman"/>
      <w:noProof/>
      <w:szCs w:val="22"/>
      <w:lang w:eastAsia="en-US"/>
    </w:rPr>
  </w:style>
  <w:style w:type="character" w:styleId="Hyperlink">
    <w:name w:val="Hyperlink"/>
    <w:uiPriority w:val="99"/>
    <w:unhideWhenUsed/>
    <w:rsid w:val="000A6CC8"/>
    <w:rPr>
      <w:color w:val="0000FF"/>
      <w:u w:val="single"/>
    </w:rPr>
  </w:style>
  <w:style w:type="character" w:customStyle="1" w:styleId="FootnoteTextChar">
    <w:name w:val="Footnote Text Char"/>
    <w:link w:val="FootnoteText"/>
    <w:uiPriority w:val="99"/>
    <w:semiHidden/>
    <w:rsid w:val="000A6CC8"/>
    <w:rPr>
      <w:rFonts w:ascii="Arial" w:eastAsia="SimSun" w:hAnsi="Arial" w:cs="Arial"/>
      <w:sz w:val="18"/>
      <w:lang w:val="fr-FR" w:eastAsia="zh-CN"/>
    </w:rPr>
  </w:style>
  <w:style w:type="character" w:styleId="FootnoteReference">
    <w:name w:val="footnote reference"/>
    <w:uiPriority w:val="99"/>
    <w:unhideWhenUsed/>
    <w:rsid w:val="000A6CC8"/>
    <w:rPr>
      <w:vertAlign w:val="superscript"/>
    </w:rPr>
  </w:style>
  <w:style w:type="character" w:styleId="CommentReference">
    <w:name w:val="annotation reference"/>
    <w:unhideWhenUsed/>
    <w:rsid w:val="000A6CC8"/>
    <w:rPr>
      <w:sz w:val="16"/>
      <w:szCs w:val="16"/>
    </w:rPr>
  </w:style>
  <w:style w:type="character" w:customStyle="1" w:styleId="CommentTextChar">
    <w:name w:val="Comment Text Char"/>
    <w:rsid w:val="000A6CC8"/>
    <w:rPr>
      <w:sz w:val="20"/>
      <w:szCs w:val="20"/>
    </w:rPr>
  </w:style>
  <w:style w:type="paragraph" w:styleId="CommentSubject">
    <w:name w:val="annotation subject"/>
    <w:basedOn w:val="CommentText"/>
    <w:next w:val="CommentText"/>
    <w:link w:val="CommentSubjectChar"/>
    <w:unhideWhenUsed/>
    <w:rsid w:val="000A6CC8"/>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0A6CC8"/>
    <w:rPr>
      <w:rFonts w:ascii="Arial" w:eastAsia="SimSun" w:hAnsi="Arial" w:cs="Arial"/>
      <w:sz w:val="18"/>
      <w:lang w:val="fr-FR" w:eastAsia="zh-CN"/>
    </w:rPr>
  </w:style>
  <w:style w:type="character" w:customStyle="1" w:styleId="CommentSubjectChar">
    <w:name w:val="Comment Subject Char"/>
    <w:basedOn w:val="CommentTextChar1"/>
    <w:link w:val="CommentSubject"/>
    <w:rsid w:val="000A6CC8"/>
    <w:rPr>
      <w:rFonts w:ascii="Calibri" w:eastAsia="SimSun" w:hAnsi="Calibri" w:cs="Arial"/>
      <w:b/>
      <w:bCs/>
      <w:sz w:val="18"/>
      <w:lang w:val="fr-FR" w:eastAsia="en-US"/>
    </w:rPr>
  </w:style>
  <w:style w:type="character" w:styleId="FollowedHyperlink">
    <w:name w:val="FollowedHyperlink"/>
    <w:uiPriority w:val="99"/>
    <w:unhideWhenUsed/>
    <w:rsid w:val="000A6CC8"/>
    <w:rPr>
      <w:color w:val="800080"/>
      <w:u w:val="single"/>
    </w:rPr>
  </w:style>
  <w:style w:type="paragraph" w:customStyle="1" w:styleId="Default">
    <w:name w:val="Default"/>
    <w:rsid w:val="000A6CC8"/>
    <w:pPr>
      <w:autoSpaceDE w:val="0"/>
      <w:autoSpaceDN w:val="0"/>
      <w:adjustRightInd w:val="0"/>
    </w:pPr>
    <w:rPr>
      <w:rFonts w:ascii="Arial" w:hAnsi="Arial" w:cs="Arial"/>
      <w:color w:val="000000"/>
      <w:sz w:val="24"/>
      <w:szCs w:val="24"/>
      <w:lang w:eastAsia="en-US"/>
    </w:rPr>
  </w:style>
  <w:style w:type="character" w:styleId="Emphasis">
    <w:name w:val="Emphasis"/>
    <w:uiPriority w:val="20"/>
    <w:qFormat/>
    <w:rsid w:val="000A6CC8"/>
    <w:rPr>
      <w:i/>
      <w:iCs/>
    </w:rPr>
  </w:style>
  <w:style w:type="character" w:styleId="Strong">
    <w:name w:val="Strong"/>
    <w:uiPriority w:val="22"/>
    <w:qFormat/>
    <w:rsid w:val="000A6CC8"/>
    <w:rPr>
      <w:b/>
      <w:bCs/>
    </w:rPr>
  </w:style>
  <w:style w:type="paragraph" w:customStyle="1" w:styleId="TOCHeading1">
    <w:name w:val="TOC Heading1"/>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eastAsia="de-CH"/>
    </w:rPr>
  </w:style>
  <w:style w:type="paragraph" w:styleId="TOC4">
    <w:name w:val="toc 4"/>
    <w:basedOn w:val="Normal"/>
    <w:next w:val="Normal"/>
    <w:autoRedefine/>
    <w:uiPriority w:val="39"/>
    <w:unhideWhenUsed/>
    <w:rsid w:val="000A6CC8"/>
    <w:pPr>
      <w:spacing w:after="100" w:line="259" w:lineRule="auto"/>
      <w:ind w:left="660"/>
    </w:pPr>
    <w:rPr>
      <w:rFonts w:ascii="Calibri" w:eastAsia="Times New Roman" w:hAnsi="Calibri" w:cs="Times New Roman"/>
      <w:szCs w:val="22"/>
      <w:lang w:eastAsia="de-CH"/>
    </w:rPr>
  </w:style>
  <w:style w:type="paragraph" w:styleId="TOC5">
    <w:name w:val="toc 5"/>
    <w:basedOn w:val="Normal"/>
    <w:next w:val="Normal"/>
    <w:autoRedefine/>
    <w:uiPriority w:val="39"/>
    <w:unhideWhenUsed/>
    <w:rsid w:val="000A6CC8"/>
    <w:pPr>
      <w:spacing w:after="100" w:line="259" w:lineRule="auto"/>
      <w:ind w:left="880"/>
    </w:pPr>
    <w:rPr>
      <w:rFonts w:ascii="Calibri" w:eastAsia="Times New Roman" w:hAnsi="Calibri" w:cs="Times New Roman"/>
      <w:szCs w:val="22"/>
      <w:lang w:eastAsia="de-CH"/>
    </w:rPr>
  </w:style>
  <w:style w:type="paragraph" w:styleId="TOC6">
    <w:name w:val="toc 6"/>
    <w:basedOn w:val="Normal"/>
    <w:next w:val="Normal"/>
    <w:autoRedefine/>
    <w:uiPriority w:val="39"/>
    <w:unhideWhenUsed/>
    <w:rsid w:val="000A6CC8"/>
    <w:pPr>
      <w:spacing w:after="100" w:line="259" w:lineRule="auto"/>
      <w:ind w:left="1100"/>
    </w:pPr>
    <w:rPr>
      <w:rFonts w:ascii="Calibri" w:eastAsia="Times New Roman" w:hAnsi="Calibri" w:cs="Times New Roman"/>
      <w:szCs w:val="22"/>
      <w:lang w:eastAsia="de-CH"/>
    </w:rPr>
  </w:style>
  <w:style w:type="paragraph" w:styleId="TOC7">
    <w:name w:val="toc 7"/>
    <w:basedOn w:val="Normal"/>
    <w:next w:val="Normal"/>
    <w:autoRedefine/>
    <w:uiPriority w:val="39"/>
    <w:unhideWhenUsed/>
    <w:rsid w:val="000A6CC8"/>
    <w:pPr>
      <w:spacing w:after="100" w:line="259" w:lineRule="auto"/>
      <w:ind w:left="1320"/>
    </w:pPr>
    <w:rPr>
      <w:rFonts w:ascii="Calibri" w:eastAsia="Times New Roman" w:hAnsi="Calibri" w:cs="Times New Roman"/>
      <w:szCs w:val="22"/>
      <w:lang w:eastAsia="de-CH"/>
    </w:rPr>
  </w:style>
  <w:style w:type="paragraph" w:styleId="TOC8">
    <w:name w:val="toc 8"/>
    <w:basedOn w:val="Normal"/>
    <w:next w:val="Normal"/>
    <w:autoRedefine/>
    <w:uiPriority w:val="39"/>
    <w:unhideWhenUsed/>
    <w:rsid w:val="000A6CC8"/>
    <w:pPr>
      <w:spacing w:after="100" w:line="259" w:lineRule="auto"/>
      <w:ind w:left="1540"/>
    </w:pPr>
    <w:rPr>
      <w:rFonts w:ascii="Calibri" w:eastAsia="Times New Roman" w:hAnsi="Calibri" w:cs="Times New Roman"/>
      <w:szCs w:val="22"/>
      <w:lang w:eastAsia="de-CH"/>
    </w:rPr>
  </w:style>
  <w:style w:type="paragraph" w:styleId="TOC9">
    <w:name w:val="toc 9"/>
    <w:basedOn w:val="Normal"/>
    <w:next w:val="Normal"/>
    <w:autoRedefine/>
    <w:uiPriority w:val="39"/>
    <w:unhideWhenUsed/>
    <w:rsid w:val="000A6CC8"/>
    <w:pPr>
      <w:spacing w:after="100" w:line="259" w:lineRule="auto"/>
      <w:ind w:left="1760"/>
    </w:pPr>
    <w:rPr>
      <w:rFonts w:ascii="Calibri" w:eastAsia="Times New Roman" w:hAnsi="Calibri" w:cs="Times New Roman"/>
      <w:szCs w:val="22"/>
      <w:lang w:eastAsia="de-CH"/>
    </w:rPr>
  </w:style>
  <w:style w:type="numbering" w:customStyle="1" w:styleId="KeineListe1">
    <w:name w:val="Keine Liste1"/>
    <w:next w:val="NoList"/>
    <w:uiPriority w:val="99"/>
    <w:semiHidden/>
    <w:unhideWhenUsed/>
    <w:rsid w:val="000A6CC8"/>
  </w:style>
  <w:style w:type="character" w:customStyle="1" w:styleId="BodyTextChar">
    <w:name w:val="Body Text Char"/>
    <w:link w:val="BodyText"/>
    <w:uiPriority w:val="1"/>
    <w:rsid w:val="000A6CC8"/>
    <w:rPr>
      <w:rFonts w:ascii="Arial" w:eastAsia="SimSun" w:hAnsi="Arial" w:cs="Arial"/>
      <w:sz w:val="22"/>
      <w:lang w:val="fr-FR" w:eastAsia="zh-CN"/>
    </w:rPr>
  </w:style>
  <w:style w:type="character" w:customStyle="1" w:styleId="EndnoteTextChar">
    <w:name w:val="Endnote Text Char"/>
    <w:link w:val="EndnoteText"/>
    <w:semiHidden/>
    <w:rsid w:val="000A6CC8"/>
    <w:rPr>
      <w:rFonts w:ascii="Arial" w:eastAsia="SimSun" w:hAnsi="Arial" w:cs="Arial"/>
      <w:sz w:val="18"/>
      <w:lang w:val="fr-FR" w:eastAsia="zh-CN"/>
    </w:rPr>
  </w:style>
  <w:style w:type="character" w:customStyle="1" w:styleId="SalutationChar">
    <w:name w:val="Salutation Char"/>
    <w:link w:val="Salutation"/>
    <w:semiHidden/>
    <w:rsid w:val="000A6CC8"/>
    <w:rPr>
      <w:rFonts w:ascii="Arial" w:eastAsia="SimSun" w:hAnsi="Arial" w:cs="Arial"/>
      <w:sz w:val="22"/>
      <w:lang w:val="fr-FR" w:eastAsia="zh-CN"/>
    </w:rPr>
  </w:style>
  <w:style w:type="character" w:customStyle="1" w:styleId="SignatureChar">
    <w:name w:val="Signature Char"/>
    <w:link w:val="Signature"/>
    <w:semiHidden/>
    <w:rsid w:val="000A6CC8"/>
    <w:rPr>
      <w:rFonts w:ascii="Arial" w:eastAsia="SimSun" w:hAnsi="Arial" w:cs="Arial"/>
      <w:sz w:val="22"/>
      <w:lang w:val="fr-FR" w:eastAsia="zh-CN"/>
    </w:rPr>
  </w:style>
  <w:style w:type="paragraph" w:styleId="BodyText2">
    <w:name w:val="Body Text 2"/>
    <w:basedOn w:val="Normal"/>
    <w:link w:val="BodyText2Char"/>
    <w:rsid w:val="000A6CC8"/>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0A6CC8"/>
    <w:rPr>
      <w:b/>
      <w:bCs/>
      <w:sz w:val="24"/>
      <w:szCs w:val="24"/>
      <w:lang w:val="fr-FR" w:eastAsia="en-US"/>
    </w:rPr>
  </w:style>
  <w:style w:type="paragraph" w:styleId="NormalWeb">
    <w:name w:val="Normal (Web)"/>
    <w:basedOn w:val="Normal"/>
    <w:uiPriority w:val="99"/>
    <w:rsid w:val="000A6CC8"/>
    <w:pPr>
      <w:spacing w:beforeLines="1" w:afterLines="1"/>
    </w:pPr>
    <w:rPr>
      <w:rFonts w:ascii="Times" w:eastAsia="Cambria" w:hAnsi="Times" w:cs="Times New Roman"/>
      <w:sz w:val="20"/>
      <w:lang w:eastAsia="en-US"/>
    </w:rPr>
  </w:style>
  <w:style w:type="paragraph" w:customStyle="1" w:styleId="Documenttitle">
    <w:name w:val="Document title"/>
    <w:basedOn w:val="Normal"/>
    <w:next w:val="Normal"/>
    <w:rsid w:val="000A6CC8"/>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0A6CC8"/>
    <w:pPr>
      <w:ind w:left="5534"/>
    </w:pPr>
    <w:rPr>
      <w:i/>
    </w:rPr>
  </w:style>
  <w:style w:type="character" w:customStyle="1" w:styleId="CharChar11">
    <w:name w:val="Char Char11"/>
    <w:semiHidden/>
    <w:locked/>
    <w:rsid w:val="000A6CC8"/>
    <w:rPr>
      <w:rFonts w:ascii="Arial" w:eastAsia="SimSun" w:hAnsi="Arial" w:cs="Arial"/>
      <w:bCs/>
      <w:sz w:val="22"/>
      <w:szCs w:val="26"/>
      <w:u w:val="single"/>
      <w:lang w:val="fr-FR" w:eastAsia="zh-CN" w:bidi="ar-SA"/>
    </w:rPr>
  </w:style>
  <w:style w:type="table" w:styleId="TableGrid">
    <w:name w:val="Table Grid"/>
    <w:basedOn w:val="TableNormal"/>
    <w:uiPriority w:val="59"/>
    <w:rsid w:val="000A6C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0A6CC8"/>
  </w:style>
  <w:style w:type="character" w:customStyle="1" w:styleId="context-menu">
    <w:name w:val="context-menu"/>
    <w:rsid w:val="000A6CC8"/>
  </w:style>
  <w:style w:type="character" w:customStyle="1" w:styleId="apple-converted-space">
    <w:name w:val="apple-converted-space"/>
    <w:rsid w:val="000A6CC8"/>
  </w:style>
  <w:style w:type="character" w:styleId="EndnoteReference">
    <w:name w:val="endnote reference"/>
    <w:uiPriority w:val="99"/>
    <w:unhideWhenUsed/>
    <w:rsid w:val="000A6CC8"/>
    <w:rPr>
      <w:vertAlign w:val="superscript"/>
    </w:rPr>
  </w:style>
  <w:style w:type="paragraph" w:styleId="TOCHeading">
    <w:name w:val="TOC Heading"/>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eastAsia="de-CH"/>
    </w:rPr>
  </w:style>
  <w:style w:type="character" w:customStyle="1" w:styleId="UnresolvedMention">
    <w:name w:val="Unresolved Mention"/>
    <w:basedOn w:val="DefaultParagraphFont"/>
    <w:uiPriority w:val="99"/>
    <w:semiHidden/>
    <w:unhideWhenUsed/>
    <w:rsid w:val="000A6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6</TotalTime>
  <Pages>16</Pages>
  <Words>5194</Words>
  <Characters>27903</Characters>
  <Application>Microsoft Office Word</Application>
  <DocSecurity>0</DocSecurity>
  <Lines>593</Lines>
  <Paragraphs>136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2023-02-13T15:06:00Z</dcterms:created>
  <dcterms:modified xsi:type="dcterms:W3CDTF">2023-05-28T09:54:00Z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0c76dcae-695d-4ba7-bf2f-9b73cf554b05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2023-05-28T09:54:18Z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336ca4a4-25e6-449e-9402-79eeddb7c291</vt:lpwstr>
  </property>
  <property fmtid="{D5CDD505-2E9C-101B-9397-08002B2CF9AE}" pid="14" name="MSIP_Label_bfc084f7-b690-4c43-8ee6-d475b6d3461d_ContentBits">
    <vt:lpwstr>2</vt:lpwstr>
  </property>
</Properties>
</file>