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88FEB" w14:textId="6683C265" w:rsidR="008B2CC1" w:rsidRPr="00F043DE" w:rsidRDefault="002F19B4" w:rsidP="00D4292F">
      <w:pPr>
        <w:pBdr>
          <w:bottom w:val="single" w:sz="4" w:space="9" w:color="auto"/>
        </w:pBdr>
        <w:spacing w:after="120"/>
        <w:jc w:val="right"/>
        <w:rPr>
          <w:b/>
          <w:sz w:val="32"/>
          <w:szCs w:val="40"/>
        </w:rPr>
      </w:pPr>
      <w:r w:rsidRPr="0042194C">
        <w:rPr>
          <w:noProof/>
          <w:lang w:val="en-US"/>
        </w:rPr>
        <w:drawing>
          <wp:inline distT="0" distB="0" distL="0" distR="0" wp14:anchorId="67C57B79" wp14:editId="1E1EC88C">
            <wp:extent cx="3246120" cy="1630680"/>
            <wp:effectExtent l="0" t="0" r="0" b="7620"/>
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6160C" w14:textId="786D4F69" w:rsidR="008B2CC1" w:rsidRPr="00C5073A" w:rsidRDefault="00D4292F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GRATK/DC/</w:t>
      </w:r>
      <w:bookmarkStart w:id="0" w:name="Code"/>
      <w:bookmarkEnd w:id="0"/>
      <w:r w:rsidR="00AE2BB5" w:rsidRPr="00C5073A">
        <w:rPr>
          <w:rFonts w:ascii="Arial Black" w:hAnsi="Arial Black"/>
          <w:caps/>
          <w:sz w:val="15"/>
        </w:rPr>
        <w:t>9</w:t>
      </w:r>
    </w:p>
    <w:p w14:paraId="41287E96" w14:textId="77777777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498D0B1F" w14:textId="686234A1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2</w:t>
      </w:r>
      <w:r w:rsidR="00E5549C">
        <w:rPr>
          <w:rFonts w:ascii="Arial Black" w:hAnsi="Arial Black"/>
          <w:caps/>
          <w:sz w:val="15"/>
          <w:lang w:val="en-US"/>
        </w:rPr>
        <w:t>7</w:t>
      </w:r>
      <w:r>
        <w:rPr>
          <w:rFonts w:ascii="Arial Black" w:hAnsi="Arial Black"/>
          <w:caps/>
          <w:sz w:val="15"/>
        </w:rPr>
        <w:t xml:space="preserve"> мая 2024 г</w:t>
      </w:r>
      <w:r w:rsidR="00C84B5A">
        <w:rPr>
          <w:rFonts w:ascii="Arial Black" w:hAnsi="Arial Black"/>
          <w:caps/>
          <w:sz w:val="15"/>
        </w:rPr>
        <w:t>ода</w:t>
      </w:r>
    </w:p>
    <w:bookmarkEnd w:id="2"/>
    <w:p w14:paraId="42F07ACE" w14:textId="77777777" w:rsidR="008B2CC1" w:rsidRPr="00720EFD" w:rsidRDefault="00221F01" w:rsidP="004A5A63">
      <w:pPr>
        <w:pStyle w:val="Heading1"/>
        <w:spacing w:before="0" w:after="600"/>
        <w:rPr>
          <w:sz w:val="28"/>
          <w:szCs w:val="28"/>
        </w:rPr>
      </w:pPr>
      <w:r>
        <w:rPr>
          <w:caps w:val="0"/>
          <w:sz w:val="28"/>
        </w:rPr>
        <w:t>Дипломатическая конференция по заключению международно-правового документа, касающегося интеллектуальной собственности, генетических ресурсов и традиционных знаний, связанных с генетическими ресурсами</w:t>
      </w:r>
    </w:p>
    <w:p w14:paraId="1EA402CF" w14:textId="06D50464" w:rsidR="00D4292F" w:rsidRPr="003845C1" w:rsidRDefault="00D4292F" w:rsidP="00D4292F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>Женева, 13–24</w:t>
      </w:r>
      <w:r w:rsidR="00BF28FB">
        <w:rPr>
          <w:b/>
          <w:sz w:val="24"/>
        </w:rPr>
        <w:t xml:space="preserve"> </w:t>
      </w:r>
      <w:r>
        <w:rPr>
          <w:b/>
          <w:sz w:val="24"/>
        </w:rPr>
        <w:t>мая 2024</w:t>
      </w:r>
      <w:r w:rsidR="00BF28FB">
        <w:rPr>
          <w:b/>
          <w:sz w:val="24"/>
        </w:rPr>
        <w:t xml:space="preserve"> </w:t>
      </w:r>
      <w:r>
        <w:rPr>
          <w:b/>
          <w:sz w:val="24"/>
        </w:rPr>
        <w:t>года</w:t>
      </w:r>
    </w:p>
    <w:p w14:paraId="150C8E1A" w14:textId="6365BEFC" w:rsidR="008B2CC1" w:rsidRPr="003845C1" w:rsidRDefault="00C50529" w:rsidP="00DD7B7F">
      <w:pPr>
        <w:spacing w:after="360"/>
        <w:outlineLvl w:val="0"/>
        <w:rPr>
          <w:caps/>
          <w:sz w:val="24"/>
        </w:rPr>
      </w:pPr>
      <w:bookmarkStart w:id="3" w:name="TitleOfDoc"/>
      <w:r>
        <w:rPr>
          <w:caps/>
          <w:sz w:val="24"/>
        </w:rPr>
        <w:t>ЗАКЛЮЧИТЕЛЬН</w:t>
      </w:r>
      <w:r w:rsidR="003A2332">
        <w:rPr>
          <w:caps/>
          <w:sz w:val="24"/>
        </w:rPr>
        <w:t>ый</w:t>
      </w:r>
      <w:r>
        <w:rPr>
          <w:caps/>
          <w:sz w:val="24"/>
        </w:rPr>
        <w:t xml:space="preserve"> АКТ</w:t>
      </w:r>
    </w:p>
    <w:p w14:paraId="1DB43930" w14:textId="1F843537" w:rsidR="002928D3" w:rsidRPr="00F9165B" w:rsidRDefault="00BC66E9" w:rsidP="00C16741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п</w:t>
      </w:r>
      <w:r w:rsidR="00C50529">
        <w:rPr>
          <w:i/>
        </w:rPr>
        <w:t>р</w:t>
      </w:r>
      <w:r>
        <w:rPr>
          <w:i/>
        </w:rPr>
        <w:t>инят Дипломатической конференцией 24 мая 2024 года</w:t>
      </w:r>
    </w:p>
    <w:p w14:paraId="3FAEC053" w14:textId="50C216B4" w:rsidR="00047D9A" w:rsidRPr="00175EFB" w:rsidRDefault="00175EFB" w:rsidP="00D414FB">
      <w:pPr>
        <w:pStyle w:val="Default"/>
        <w:spacing w:after="220"/>
        <w:rPr>
          <w:sz w:val="22"/>
          <w:szCs w:val="22"/>
        </w:rPr>
      </w:pPr>
      <w:r w:rsidRPr="00175EFB">
        <w:rPr>
          <w:sz w:val="22"/>
        </w:rPr>
        <w:t>В соответствии с решением Генеральной Ассамблеи Всемирной организации интеллектуальной собственности (ВОИС</w:t>
      </w:r>
      <w:r w:rsidRPr="00F34FFC">
        <w:rPr>
          <w:sz w:val="22"/>
        </w:rPr>
        <w:t>), принят</w:t>
      </w:r>
      <w:r w:rsidR="006D31C2">
        <w:rPr>
          <w:sz w:val="22"/>
        </w:rPr>
        <w:t>ы</w:t>
      </w:r>
      <w:r w:rsidRPr="00F34FFC">
        <w:rPr>
          <w:sz w:val="22"/>
        </w:rPr>
        <w:t>м на ее пятьдесят пятой</w:t>
      </w:r>
      <w:r w:rsidR="002F19B4" w:rsidRPr="00F34FFC">
        <w:rPr>
          <w:sz w:val="22"/>
        </w:rPr>
        <w:t xml:space="preserve"> </w:t>
      </w:r>
      <w:r w:rsidR="002F19B4" w:rsidRPr="00F34FFC">
        <w:rPr>
          <w:sz w:val="22"/>
        </w:rPr>
        <w:br/>
      </w:r>
      <w:r w:rsidRPr="00F34FFC">
        <w:rPr>
          <w:sz w:val="22"/>
        </w:rPr>
        <w:t>(30-й</w:t>
      </w:r>
      <w:r w:rsidRPr="00F34FFC">
        <w:rPr>
          <w:sz w:val="22"/>
          <w:lang w:val="en-US"/>
        </w:rPr>
        <w:t> </w:t>
      </w:r>
      <w:r w:rsidRPr="00F34FFC">
        <w:rPr>
          <w:sz w:val="22"/>
        </w:rPr>
        <w:t xml:space="preserve">внеочередной) сессии </w:t>
      </w:r>
      <w:r w:rsidR="00AF43C2">
        <w:rPr>
          <w:sz w:val="22"/>
        </w:rPr>
        <w:t xml:space="preserve">в </w:t>
      </w:r>
      <w:r w:rsidRPr="00F34FFC">
        <w:rPr>
          <w:sz w:val="22"/>
        </w:rPr>
        <w:t>июл</w:t>
      </w:r>
      <w:r w:rsidR="00AF43C2">
        <w:rPr>
          <w:sz w:val="22"/>
        </w:rPr>
        <w:t>е</w:t>
      </w:r>
      <w:r w:rsidRPr="00F34FFC">
        <w:rPr>
          <w:sz w:val="22"/>
        </w:rPr>
        <w:t xml:space="preserve"> 2022 года</w:t>
      </w:r>
      <w:r w:rsidR="00F34FFC" w:rsidRPr="00F34FFC">
        <w:rPr>
          <w:sz w:val="22"/>
        </w:rPr>
        <w:t>,</w:t>
      </w:r>
      <w:r w:rsidRPr="00F34FFC">
        <w:rPr>
          <w:sz w:val="22"/>
        </w:rPr>
        <w:t xml:space="preserve"> относительно</w:t>
      </w:r>
      <w:r w:rsidRPr="00175EFB">
        <w:rPr>
          <w:sz w:val="22"/>
        </w:rPr>
        <w:t xml:space="preserve"> проведения </w:t>
      </w:r>
      <w:r w:rsidR="00E60BF3" w:rsidRPr="00175EFB">
        <w:rPr>
          <w:sz w:val="22"/>
        </w:rPr>
        <w:t>не позднее 2024</w:t>
      </w:r>
      <w:r w:rsidR="00986D4C">
        <w:rPr>
          <w:sz w:val="22"/>
        </w:rPr>
        <w:t> </w:t>
      </w:r>
      <w:r w:rsidR="00E60BF3" w:rsidRPr="00175EFB">
        <w:rPr>
          <w:sz w:val="22"/>
        </w:rPr>
        <w:t xml:space="preserve">года </w:t>
      </w:r>
      <w:r w:rsidRPr="00175EFB">
        <w:rPr>
          <w:sz w:val="22"/>
        </w:rPr>
        <w:t xml:space="preserve">Дипломатической конференции по заключению международно-правового документа, касающегося интеллектуальной собственности, генетических ресурсов и традиционных знаний, связанных с генетическими ресурсами, и после подготовительной работы, проделанной Подготовительным комитетом упомянутой Конференции и ВОИС, Дипломатическая конференция по заключению международно-правового документа, касающегося интеллектуальной собственности, генетических ресурсов и традиционных знаний, связанных с генетическими ресурсами, была созвана ВОИС и проведена </w:t>
      </w:r>
      <w:r w:rsidR="00986D4C">
        <w:rPr>
          <w:sz w:val="22"/>
        </w:rPr>
        <w:br/>
      </w:r>
      <w:r w:rsidRPr="00175EFB">
        <w:rPr>
          <w:sz w:val="22"/>
        </w:rPr>
        <w:t>13–24 мая 2024 года в Женеве.</w:t>
      </w:r>
    </w:p>
    <w:p w14:paraId="1B8C1536" w14:textId="6FC2DEE3" w:rsidR="00C96EB3" w:rsidRDefault="003940E3" w:rsidP="00D414FB">
      <w:pPr>
        <w:spacing w:after="220"/>
      </w:pPr>
      <w:r>
        <w:t xml:space="preserve">Двадцать четвертого </w:t>
      </w:r>
      <w:r w:rsidR="009507CB">
        <w:t xml:space="preserve">мая 2024 года </w:t>
      </w:r>
      <w:r w:rsidR="00175EFB" w:rsidRPr="00175EFB">
        <w:t xml:space="preserve">Дипломатическая конференция </w:t>
      </w:r>
      <w:r w:rsidR="00175EFB" w:rsidRPr="00A76759">
        <w:t xml:space="preserve">приняла </w:t>
      </w:r>
      <w:r w:rsidR="00402926" w:rsidRPr="00A76759">
        <w:t>Договор ВОИС</w:t>
      </w:r>
      <w:r w:rsidR="00402926">
        <w:t xml:space="preserve"> </w:t>
      </w:r>
      <w:r w:rsidR="002D10D5">
        <w:t>о</w:t>
      </w:r>
      <w:r w:rsidR="00AE2BB5">
        <w:t>б интеллектуальной собственности,</w:t>
      </w:r>
      <w:r w:rsidR="002D10D5">
        <w:t xml:space="preserve"> генетических ресурсах и традиц</w:t>
      </w:r>
      <w:r w:rsidR="00934AD7">
        <w:t>ионных знаниях</w:t>
      </w:r>
      <w:r w:rsidR="00175EFB" w:rsidRPr="001B76EA">
        <w:t>,</w:t>
      </w:r>
      <w:r w:rsidR="00C5073A">
        <w:t xml:space="preserve"> связанных с генетическими ресурсами,</w:t>
      </w:r>
      <w:r w:rsidR="00175EFB" w:rsidRPr="001B76EA">
        <w:t xml:space="preserve"> который б</w:t>
      </w:r>
      <w:r w:rsidR="00175EFB" w:rsidRPr="00175EFB">
        <w:t>ыл открыт для подписания 24</w:t>
      </w:r>
      <w:r w:rsidR="00A76759">
        <w:t> </w:t>
      </w:r>
      <w:r w:rsidR="00175EFB" w:rsidRPr="00175EFB">
        <w:t>мая 2024</w:t>
      </w:r>
      <w:r w:rsidR="00A76759">
        <w:t> </w:t>
      </w:r>
      <w:r w:rsidR="00175EFB" w:rsidRPr="00175EFB">
        <w:t>года.</w:t>
      </w:r>
    </w:p>
    <w:p w14:paraId="2001ACE0" w14:textId="77777777" w:rsidR="00E42063" w:rsidRDefault="00E42063">
      <w:pPr>
        <w:rPr>
          <w:color w:val="000000" w:themeColor="text1"/>
          <w:szCs w:val="22"/>
        </w:rPr>
      </w:pPr>
      <w:r>
        <w:rPr>
          <w:color w:val="000000" w:themeColor="text1"/>
          <w:szCs w:val="22"/>
        </w:rPr>
        <w:br w:type="page"/>
      </w:r>
    </w:p>
    <w:p w14:paraId="135446C4" w14:textId="1DFC0798" w:rsidR="00EB6307" w:rsidRPr="00C5073A" w:rsidRDefault="001D3DB4" w:rsidP="00D414FB">
      <w:pPr>
        <w:spacing w:after="220"/>
        <w:rPr>
          <w:szCs w:val="22"/>
        </w:rPr>
      </w:pPr>
      <w:r w:rsidRPr="001D3DB4">
        <w:rPr>
          <w:color w:val="000000" w:themeColor="text1"/>
          <w:szCs w:val="22"/>
        </w:rPr>
        <w:lastRenderedPageBreak/>
        <w:t>При этом в отношении статьи 2</w:t>
      </w:r>
      <w:r w:rsidR="002068C7">
        <w:rPr>
          <w:color w:val="000000" w:themeColor="text1"/>
          <w:szCs w:val="22"/>
        </w:rPr>
        <w:t>1</w:t>
      </w:r>
      <w:r w:rsidRPr="001D3DB4">
        <w:rPr>
          <w:color w:val="000000" w:themeColor="text1"/>
          <w:szCs w:val="22"/>
        </w:rPr>
        <w:t xml:space="preserve"> Договора, в которой предусматривается, что подписанные оригиналы на английском, арабском,</w:t>
      </w:r>
      <w:r>
        <w:rPr>
          <w:color w:val="000000" w:themeColor="text1"/>
          <w:szCs w:val="22"/>
        </w:rPr>
        <w:t xml:space="preserve"> испанском,</w:t>
      </w:r>
      <w:r w:rsidRPr="001D3DB4">
        <w:rPr>
          <w:color w:val="000000" w:themeColor="text1"/>
          <w:szCs w:val="22"/>
        </w:rPr>
        <w:t xml:space="preserve"> китайском, </w:t>
      </w:r>
      <w:r>
        <w:rPr>
          <w:color w:val="000000" w:themeColor="text1"/>
          <w:szCs w:val="22"/>
        </w:rPr>
        <w:t xml:space="preserve">русском и </w:t>
      </w:r>
      <w:r w:rsidRPr="001D3DB4">
        <w:rPr>
          <w:color w:val="000000" w:themeColor="text1"/>
          <w:szCs w:val="22"/>
        </w:rPr>
        <w:t>французском языках являются равно аутентичными, понимается, что такая аутентичность вступает в силу после принятия Договора исходя из засвидетельствования Генеральным директором ВОИС, после консультаций с Председателем Дипломатической конференции, соответствия этих текстов друг другу.</w:t>
      </w:r>
    </w:p>
    <w:p w14:paraId="433178DE" w14:textId="772FE069" w:rsidR="00C96EB3" w:rsidRPr="00C67869" w:rsidRDefault="00C96EB3" w:rsidP="00D414FB">
      <w:pPr>
        <w:pStyle w:val="Footer"/>
        <w:spacing w:after="220"/>
        <w:rPr>
          <w:szCs w:val="22"/>
        </w:rPr>
      </w:pPr>
      <w:r>
        <w:t xml:space="preserve">В </w:t>
      </w:r>
      <w:r w:rsidRPr="00C67869">
        <w:t>УДОСТОВЕРЕНИЕ ЧЕГО нижеподписавшиеся, должным образом на то уполномоченные, подписали настоящ</w:t>
      </w:r>
      <w:r w:rsidR="00DB760D" w:rsidRPr="00C67869">
        <w:t>и</w:t>
      </w:r>
      <w:r w:rsidRPr="00C67869">
        <w:t>й Заключительный акт 24 мая 2024 года в Женеве:</w:t>
      </w:r>
    </w:p>
    <w:p w14:paraId="18F8962E" w14:textId="263C6E94" w:rsidR="00957C96" w:rsidRPr="00C67869" w:rsidRDefault="00D96CAE" w:rsidP="00957C96">
      <w:pPr>
        <w:pStyle w:val="Footer"/>
        <w:tabs>
          <w:tab w:val="clear" w:pos="4320"/>
          <w:tab w:val="clear" w:pos="8640"/>
          <w:tab w:val="left" w:pos="720"/>
        </w:tabs>
        <w:spacing w:after="720"/>
      </w:pPr>
      <w:r w:rsidRPr="00C67869">
        <w:t>Албания, Алжир, Антигуа и Барбуда, Аргентина, Армения, Австралия, Австрия, Азербайджан, Бахрейн, Бангладеш, Бельгия, Бутан, Боливия (Многонациональное Государство), Босния и Герцеговина, Бразилия, Болгария, Буркина-Фасо, Бурунди, Камерун, Канада, Центральноафриканская Республика, Чили, Китай, Колумбия, Коморские Острова, Конго, Острова Кука, Кот-д'Ивуар, Хорватия, Куба, Кипр, Чешская</w:t>
      </w:r>
      <w:r w:rsidR="00BA75E5">
        <w:t> </w:t>
      </w:r>
      <w:r w:rsidRPr="00C67869">
        <w:t>Республика, Корейская Народно-Демократическая Республика, Демократическая Республика Конго, Дания, Джибути, Доминиканская Республика, Эквадор, Египет, Сальвадор, Экваториальная Гвинея, Эстония, Эсватини, Эфиопия, Фиджи, Финляндия, Франция, Грузия, Германия, Гана, Греция, Гватемала, Гвинея-Бисау, Святой Престол, Гондурас, Венгрия, Индия, Индонезия, Иран</w:t>
      </w:r>
      <w:r w:rsidR="00BA75E5">
        <w:t> </w:t>
      </w:r>
      <w:r w:rsidRPr="00C67869">
        <w:t xml:space="preserve">(Исламская Республика), Ирак, Ирландия, Израиль, Италия, Ямайка, Япония, Иордания, Казахстан, Кувейт, Кыргызстан, Лаосская Народно-Демократическая Республика, Латвия, Ливан, Лесото, Литва, Люксембург, Мадагаскар, Малави, Малайзия, Мали, Мальта, Маршалловы </w:t>
      </w:r>
      <w:r w:rsidR="00DE5C67" w:rsidRPr="00C67869">
        <w:t>О</w:t>
      </w:r>
      <w:r w:rsidRPr="00C67869">
        <w:t>строва, Маврикий, Мексика, Монголия, Черногория, М</w:t>
      </w:r>
      <w:r w:rsidR="008474E9" w:rsidRPr="00C67869">
        <w:t>а</w:t>
      </w:r>
      <w:r w:rsidRPr="00C67869">
        <w:t>рокко, Мозамбик, Намибия, Непал, Нидерланды</w:t>
      </w:r>
      <w:r w:rsidR="00BA75E5">
        <w:t> </w:t>
      </w:r>
      <w:r w:rsidRPr="00C67869">
        <w:t xml:space="preserve">(Королевство), Новая Зеландия, Никарагуа, Нигер, Нигерия, Ниуэ, Северная Македония, Норвегия, Оман, Пакистан, Панама, Парагвай, Перу, Польша, Португалия, Катар, Республика Корея, Республика Молдова, Румыния, </w:t>
      </w:r>
      <w:r w:rsidR="00BA75E5">
        <w:br/>
      </w:r>
      <w:r w:rsidRPr="00C67869">
        <w:t xml:space="preserve">Российская Федерация, Сент-Китс и Невис, Сент-Люсия, Сент-Винсент и Гренадины, Самоа, Сан-Томе и Принсипи, Саудовская Аравия, Сенегал, Сербия, Сингапур, Словакия, Словения, Соломоновы Острова, Южная Африка, Испания, Судан, Швеция, Швейцария, Сирийская Арабская Республика, Таиланд, Тимор-Лешти, Тринидад и Тобаго, Тунис, Турция, Уганда, Объединенные Арабские Эмираты, </w:t>
      </w:r>
      <w:r w:rsidR="00D42B5C">
        <w:t>Соединенное Королевство</w:t>
      </w:r>
      <w:r w:rsidRPr="00C67869">
        <w:t xml:space="preserve">, Объединенная Республика Танзания, Уругвай, Вануату, </w:t>
      </w:r>
      <w:r w:rsidR="009D2899">
        <w:br/>
      </w:r>
      <w:r w:rsidRPr="00C67869">
        <w:t xml:space="preserve">Венесуэла (Боливарианская Республика), Зимбабве, Европейский союз </w:t>
      </w:r>
      <w:r w:rsidR="00957C96" w:rsidRPr="00C67869">
        <w:t>(141).</w:t>
      </w:r>
    </w:p>
    <w:p w14:paraId="2602B3B1" w14:textId="2CA88AEA" w:rsidR="002326AB" w:rsidRDefault="00C96EB3" w:rsidP="00D414FB">
      <w:pPr>
        <w:pStyle w:val="Endofdocument"/>
      </w:pPr>
      <w:r>
        <w:rPr>
          <w:rFonts w:ascii="Arial" w:hAnsi="Arial"/>
          <w:sz w:val="22"/>
        </w:rPr>
        <w:t>[Конец документа]</w:t>
      </w:r>
    </w:p>
    <w:sectPr w:rsidR="002326AB" w:rsidSect="00C50529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B5380" w14:textId="77777777" w:rsidR="007C70A3" w:rsidRDefault="007C70A3">
      <w:r>
        <w:separator/>
      </w:r>
    </w:p>
  </w:endnote>
  <w:endnote w:type="continuationSeparator" w:id="0">
    <w:p w14:paraId="534A0527" w14:textId="77777777" w:rsidR="007C70A3" w:rsidRDefault="007C70A3" w:rsidP="003B38C1">
      <w:r>
        <w:separator/>
      </w:r>
    </w:p>
    <w:p w14:paraId="59B47C69" w14:textId="77777777" w:rsidR="007C70A3" w:rsidRPr="00175EFB" w:rsidRDefault="007C70A3" w:rsidP="003B38C1">
      <w:pPr>
        <w:spacing w:after="60"/>
        <w:rPr>
          <w:sz w:val="17"/>
          <w:lang w:val="en-US"/>
        </w:rPr>
      </w:pPr>
      <w:r w:rsidRPr="00175EFB">
        <w:rPr>
          <w:sz w:val="17"/>
          <w:lang w:val="en-US"/>
        </w:rPr>
        <w:t>[Endnote continued from previous page]</w:t>
      </w:r>
    </w:p>
  </w:endnote>
  <w:endnote w:type="continuationNotice" w:id="1">
    <w:p w14:paraId="69917D10" w14:textId="77777777" w:rsidR="007C70A3" w:rsidRPr="00175EFB" w:rsidRDefault="007C70A3" w:rsidP="003B38C1">
      <w:pPr>
        <w:spacing w:before="60"/>
        <w:jc w:val="right"/>
        <w:rPr>
          <w:sz w:val="17"/>
          <w:szCs w:val="17"/>
          <w:lang w:val="en-US"/>
        </w:rPr>
      </w:pPr>
      <w:r w:rsidRPr="00175EFB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C7C4C" w14:textId="77777777" w:rsidR="007C70A3" w:rsidRDefault="007C70A3">
      <w:r>
        <w:separator/>
      </w:r>
    </w:p>
  </w:footnote>
  <w:footnote w:type="continuationSeparator" w:id="0">
    <w:p w14:paraId="200FB800" w14:textId="77777777" w:rsidR="007C70A3" w:rsidRDefault="007C70A3" w:rsidP="008B60B2">
      <w:r>
        <w:separator/>
      </w:r>
    </w:p>
    <w:p w14:paraId="16128A81" w14:textId="77777777" w:rsidR="007C70A3" w:rsidRPr="00175EFB" w:rsidRDefault="007C70A3" w:rsidP="008B60B2">
      <w:pPr>
        <w:spacing w:after="60"/>
        <w:rPr>
          <w:sz w:val="17"/>
          <w:szCs w:val="17"/>
          <w:lang w:val="en-US"/>
        </w:rPr>
      </w:pPr>
      <w:r w:rsidRPr="00175EFB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33CFC116" w14:textId="77777777" w:rsidR="007C70A3" w:rsidRPr="00175EFB" w:rsidRDefault="007C70A3" w:rsidP="008B60B2">
      <w:pPr>
        <w:spacing w:before="60"/>
        <w:jc w:val="right"/>
        <w:rPr>
          <w:sz w:val="17"/>
          <w:szCs w:val="17"/>
          <w:lang w:val="en-US"/>
        </w:rPr>
      </w:pPr>
      <w:r w:rsidRPr="00175EFB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73C1A" w14:textId="342C577E" w:rsidR="00D07C78" w:rsidRPr="002A4788" w:rsidRDefault="00C50529" w:rsidP="00477D6B">
    <w:pPr>
      <w:jc w:val="right"/>
      <w:rPr>
        <w:caps/>
        <w:lang w:val="en-US"/>
      </w:rPr>
    </w:pPr>
    <w:bookmarkStart w:id="5" w:name="Code2"/>
    <w:bookmarkEnd w:id="5"/>
    <w:r>
      <w:rPr>
        <w:caps/>
      </w:rPr>
      <w:t>GRATK/DC/</w:t>
    </w:r>
    <w:r w:rsidR="00EB6307">
      <w:rPr>
        <w:caps/>
        <w:lang w:val="en-US"/>
      </w:rPr>
      <w:t>9</w:t>
    </w:r>
  </w:p>
  <w:p w14:paraId="7E099D90" w14:textId="77777777" w:rsidR="00D07C78" w:rsidRDefault="00D07C78" w:rsidP="00477D6B">
    <w:pPr>
      <w:jc w:val="right"/>
    </w:pPr>
    <w:r>
      <w:t>стр. </w:t>
    </w:r>
    <w:r>
      <w:fldChar w:fldCharType="begin"/>
    </w:r>
    <w:r>
      <w:instrText xml:space="preserve"> PAGE  \* MERGEFORMAT </w:instrText>
    </w:r>
    <w:r>
      <w:fldChar w:fldCharType="separate"/>
    </w:r>
    <w:r w:rsidR="002326AB">
      <w:t>2</w:t>
    </w:r>
    <w:r>
      <w:fldChar w:fldCharType="end"/>
    </w:r>
  </w:p>
  <w:p w14:paraId="51EEA1A3" w14:textId="77777777" w:rsidR="00D07C78" w:rsidRDefault="00D07C78" w:rsidP="00477D6B">
    <w:pPr>
      <w:jc w:val="right"/>
    </w:pPr>
  </w:p>
  <w:p w14:paraId="4ABBBBA9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2477141">
    <w:abstractNumId w:val="2"/>
  </w:num>
  <w:num w:numId="2" w16cid:durableId="87777114">
    <w:abstractNumId w:val="4"/>
  </w:num>
  <w:num w:numId="3" w16cid:durableId="1510412581">
    <w:abstractNumId w:val="0"/>
  </w:num>
  <w:num w:numId="4" w16cid:durableId="1989355400">
    <w:abstractNumId w:val="5"/>
  </w:num>
  <w:num w:numId="5" w16cid:durableId="961686399">
    <w:abstractNumId w:val="1"/>
  </w:num>
  <w:num w:numId="6" w16cid:durableId="10069777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529"/>
    <w:rsid w:val="00043CAA"/>
    <w:rsid w:val="00047D9A"/>
    <w:rsid w:val="00056381"/>
    <w:rsid w:val="00056816"/>
    <w:rsid w:val="00075432"/>
    <w:rsid w:val="000968ED"/>
    <w:rsid w:val="000A3D97"/>
    <w:rsid w:val="000F5E56"/>
    <w:rsid w:val="001362EE"/>
    <w:rsid w:val="001647D5"/>
    <w:rsid w:val="00175EFB"/>
    <w:rsid w:val="001832A6"/>
    <w:rsid w:val="001B76EA"/>
    <w:rsid w:val="001D3DB4"/>
    <w:rsid w:val="001D4107"/>
    <w:rsid w:val="001F654F"/>
    <w:rsid w:val="00203D24"/>
    <w:rsid w:val="00205995"/>
    <w:rsid w:val="002068C7"/>
    <w:rsid w:val="0021217E"/>
    <w:rsid w:val="00221F01"/>
    <w:rsid w:val="002326AB"/>
    <w:rsid w:val="00233ACD"/>
    <w:rsid w:val="00243430"/>
    <w:rsid w:val="002634C4"/>
    <w:rsid w:val="002928D3"/>
    <w:rsid w:val="00297159"/>
    <w:rsid w:val="002A4788"/>
    <w:rsid w:val="002D10D5"/>
    <w:rsid w:val="002F19B4"/>
    <w:rsid w:val="002F1FE6"/>
    <w:rsid w:val="002F4E68"/>
    <w:rsid w:val="00312F7F"/>
    <w:rsid w:val="003342E1"/>
    <w:rsid w:val="00361450"/>
    <w:rsid w:val="003673CF"/>
    <w:rsid w:val="003845C1"/>
    <w:rsid w:val="003940E3"/>
    <w:rsid w:val="003A2332"/>
    <w:rsid w:val="003A6F89"/>
    <w:rsid w:val="003B38C1"/>
    <w:rsid w:val="003C34E9"/>
    <w:rsid w:val="003F68D5"/>
    <w:rsid w:val="00402926"/>
    <w:rsid w:val="00423E3E"/>
    <w:rsid w:val="00427AF4"/>
    <w:rsid w:val="004647DA"/>
    <w:rsid w:val="00474062"/>
    <w:rsid w:val="00477D6B"/>
    <w:rsid w:val="004A5A63"/>
    <w:rsid w:val="005019FF"/>
    <w:rsid w:val="00512100"/>
    <w:rsid w:val="0053057A"/>
    <w:rsid w:val="00556076"/>
    <w:rsid w:val="00560A29"/>
    <w:rsid w:val="005C6649"/>
    <w:rsid w:val="00605827"/>
    <w:rsid w:val="00646050"/>
    <w:rsid w:val="00655C15"/>
    <w:rsid w:val="006713CA"/>
    <w:rsid w:val="00676C5C"/>
    <w:rsid w:val="006D31C2"/>
    <w:rsid w:val="00720EFD"/>
    <w:rsid w:val="007854AF"/>
    <w:rsid w:val="00793A7C"/>
    <w:rsid w:val="007A398A"/>
    <w:rsid w:val="007C70A3"/>
    <w:rsid w:val="007D1613"/>
    <w:rsid w:val="007E4C0E"/>
    <w:rsid w:val="007F5D38"/>
    <w:rsid w:val="008474E9"/>
    <w:rsid w:val="008A134B"/>
    <w:rsid w:val="008B2CC1"/>
    <w:rsid w:val="008B60B2"/>
    <w:rsid w:val="008C29A3"/>
    <w:rsid w:val="008E4CC4"/>
    <w:rsid w:val="0090731E"/>
    <w:rsid w:val="00916EE2"/>
    <w:rsid w:val="00934AD7"/>
    <w:rsid w:val="009507CB"/>
    <w:rsid w:val="00957C96"/>
    <w:rsid w:val="0096640F"/>
    <w:rsid w:val="00966A22"/>
    <w:rsid w:val="0096722F"/>
    <w:rsid w:val="009719A1"/>
    <w:rsid w:val="00980843"/>
    <w:rsid w:val="00986D4C"/>
    <w:rsid w:val="009D2899"/>
    <w:rsid w:val="009E2791"/>
    <w:rsid w:val="009E3F6F"/>
    <w:rsid w:val="009F499F"/>
    <w:rsid w:val="00A37342"/>
    <w:rsid w:val="00A42DAF"/>
    <w:rsid w:val="00A45BD8"/>
    <w:rsid w:val="00A76759"/>
    <w:rsid w:val="00A860A6"/>
    <w:rsid w:val="00A869B7"/>
    <w:rsid w:val="00A90F0A"/>
    <w:rsid w:val="00AC205C"/>
    <w:rsid w:val="00AE2BB5"/>
    <w:rsid w:val="00AF0A6B"/>
    <w:rsid w:val="00AF43C2"/>
    <w:rsid w:val="00B05A69"/>
    <w:rsid w:val="00B75281"/>
    <w:rsid w:val="00B82F8E"/>
    <w:rsid w:val="00B92F1F"/>
    <w:rsid w:val="00B9734B"/>
    <w:rsid w:val="00BA30E2"/>
    <w:rsid w:val="00BA75E5"/>
    <w:rsid w:val="00BB4659"/>
    <w:rsid w:val="00BC66E9"/>
    <w:rsid w:val="00BD1BAC"/>
    <w:rsid w:val="00BF28FB"/>
    <w:rsid w:val="00C11BFE"/>
    <w:rsid w:val="00C16741"/>
    <w:rsid w:val="00C50529"/>
    <w:rsid w:val="00C5068F"/>
    <w:rsid w:val="00C5073A"/>
    <w:rsid w:val="00C67869"/>
    <w:rsid w:val="00C84B5A"/>
    <w:rsid w:val="00C86D74"/>
    <w:rsid w:val="00C96EB3"/>
    <w:rsid w:val="00CD04F1"/>
    <w:rsid w:val="00CF681A"/>
    <w:rsid w:val="00D07C78"/>
    <w:rsid w:val="00D414FB"/>
    <w:rsid w:val="00D4292F"/>
    <w:rsid w:val="00D42B5C"/>
    <w:rsid w:val="00D45252"/>
    <w:rsid w:val="00D71B4D"/>
    <w:rsid w:val="00D93D55"/>
    <w:rsid w:val="00D94FDA"/>
    <w:rsid w:val="00D96CAE"/>
    <w:rsid w:val="00DB760D"/>
    <w:rsid w:val="00DD2CDA"/>
    <w:rsid w:val="00DD7B7F"/>
    <w:rsid w:val="00DE5C67"/>
    <w:rsid w:val="00E15015"/>
    <w:rsid w:val="00E335FE"/>
    <w:rsid w:val="00E42063"/>
    <w:rsid w:val="00E5549C"/>
    <w:rsid w:val="00E60BF3"/>
    <w:rsid w:val="00EA7D6E"/>
    <w:rsid w:val="00EB2F76"/>
    <w:rsid w:val="00EB6307"/>
    <w:rsid w:val="00EC4E49"/>
    <w:rsid w:val="00ED77FB"/>
    <w:rsid w:val="00EE45FA"/>
    <w:rsid w:val="00F043DE"/>
    <w:rsid w:val="00F067C4"/>
    <w:rsid w:val="00F34FFC"/>
    <w:rsid w:val="00F66152"/>
    <w:rsid w:val="00F9165B"/>
    <w:rsid w:val="00FA01CF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25BCD03A"/>
  <w15:docId w15:val="{275BFC8C-A720-4E35-9CD9-F4FE5E699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C96EB3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Default">
    <w:name w:val="Default"/>
    <w:rsid w:val="00C96E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7F5D38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655C1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55C15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55C15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655C15"/>
    <w:rPr>
      <w:rFonts w:ascii="Arial" w:eastAsia="SimSun" w:hAnsi="Arial" w:cs="Arial"/>
      <w:b/>
      <w:bCs/>
      <w:sz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GRATK_DC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3C42F-858B-489B-B141-0A4E6BD49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GRATK_DC (E)</Template>
  <TotalTime>0</TotalTime>
  <Pages>2</Pages>
  <Words>424</Words>
  <Characters>3411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GRATK/DC/</vt:lpstr>
    </vt:vector>
  </TitlesOfParts>
  <Company>WIPO</Company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GRATK/DC/</dc:title>
  <dc:creator>Raquel Mallo Alvarez</dc:creator>
  <cp:keywords>FOR OFFICIAL USE ONLY</cp:keywords>
  <cp:lastModifiedBy>Raquel Mallo Alvarez </cp:lastModifiedBy>
  <cp:revision>2</cp:revision>
  <cp:lastPrinted>2024-05-21T07:00:00Z</cp:lastPrinted>
  <dcterms:created xsi:type="dcterms:W3CDTF">2024-05-29T06:51:00Z</dcterms:created>
  <dcterms:modified xsi:type="dcterms:W3CDTF">2024-05-29T06:51:00Z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2023-03-29T07:13:27Z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7d0ce6da-ad4b-481d-b135-9af19960f1b0</vt:lpwstr>
  </property>
  <property fmtid="{D5CDD505-2E9C-101B-9397-08002B2CF9AE}" pid="14" name="MSIP_Label_20773ee6-353b-4fb9-a59d-0b94c8c67bea_ContentBits">
    <vt:lpwstr>0</vt:lpwstr>
  </property>
</Properties>
</file>