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0316" w:rsidP="00916EE2">
            <w:r>
              <w:rPr>
                <w:noProof/>
                <w:lang w:eastAsia="en-US"/>
              </w:rPr>
              <w:drawing>
                <wp:inline distT="0" distB="0" distL="0" distR="0" wp14:anchorId="032E5545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0316" w:rsidP="00BA031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D1D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>
              <w:rPr>
                <w:rFonts w:ascii="Arial Black" w:hAnsi="Arial Black"/>
                <w:caps/>
                <w:sz w:val="15"/>
              </w:rPr>
              <w:t>1</w:t>
            </w:r>
            <w:r w:rsidR="00DA395A">
              <w:rPr>
                <w:rFonts w:ascii="Arial Black" w:hAnsi="Arial Black"/>
                <w:caps/>
                <w:sz w:val="15"/>
              </w:rPr>
              <w:t>/inf/6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A0316" w:rsidP="00BA03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A0316" w:rsidP="00BA031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DA395A">
              <w:rPr>
                <w:rFonts w:ascii="Arial Black" w:hAnsi="Arial Black"/>
                <w:caps/>
                <w:sz w:val="15"/>
              </w:rPr>
              <w:t xml:space="preserve">  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DA395A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BA0316" w:rsidP="000D1DD6">
      <w:pPr>
        <w:rPr>
          <w:b/>
          <w:sz w:val="28"/>
          <w:szCs w:val="28"/>
        </w:rPr>
      </w:pPr>
      <w:r w:rsidRPr="00BA0316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BA0316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8B2CC1" w:rsidRPr="003845C1" w:rsidRDefault="00BA0316" w:rsidP="008B2CC1">
      <w:pPr>
        <w:rPr>
          <w:b/>
          <w:sz w:val="24"/>
          <w:szCs w:val="24"/>
        </w:rPr>
      </w:pPr>
      <w:r w:rsidRPr="00BA0316">
        <w:rPr>
          <w:b/>
          <w:sz w:val="24"/>
          <w:szCs w:val="24"/>
          <w:lang w:val="ru-RU"/>
        </w:rPr>
        <w:t>Женева</w:t>
      </w:r>
      <w:r w:rsidRPr="00BA0316">
        <w:rPr>
          <w:b/>
          <w:sz w:val="24"/>
          <w:szCs w:val="24"/>
        </w:rPr>
        <w:t xml:space="preserve">, </w:t>
      </w:r>
      <w:r w:rsidRPr="00BA0316">
        <w:rPr>
          <w:b/>
          <w:sz w:val="24"/>
          <w:szCs w:val="24"/>
          <w:lang w:val="ru-RU"/>
        </w:rPr>
        <w:t>30 августа–3 сентября</w:t>
      </w:r>
      <w:r w:rsidRPr="00BA0316">
        <w:rPr>
          <w:b/>
          <w:sz w:val="24"/>
          <w:szCs w:val="24"/>
        </w:rPr>
        <w:t xml:space="preserve"> 202</w:t>
      </w:r>
      <w:r w:rsidRPr="00BA0316">
        <w:rPr>
          <w:b/>
          <w:sz w:val="24"/>
          <w:szCs w:val="24"/>
          <w:lang w:val="ru-RU"/>
        </w:rPr>
        <w:t>1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A395A" w:rsidRPr="00675C54" w:rsidRDefault="00BA0316" w:rsidP="00DA395A">
      <w:pPr>
        <w:pStyle w:val="Heading2"/>
        <w:spacing w:before="0" w:after="0"/>
        <w:rPr>
          <w:b/>
          <w:sz w:val="24"/>
          <w:szCs w:val="24"/>
        </w:rPr>
      </w:pPr>
      <w:bookmarkStart w:id="3" w:name="TitleOfDoc"/>
      <w:bookmarkEnd w:id="3"/>
      <w:r>
        <w:rPr>
          <w:sz w:val="24"/>
          <w:szCs w:val="24"/>
          <w:lang w:val="ru-RU"/>
        </w:rPr>
        <w:t>УСЛОВИЯ И ПОРЯДОК ПРОВЕДЕНИЯ СЕССИИ</w:t>
      </w:r>
    </w:p>
    <w:p w:rsidR="00DA395A" w:rsidRPr="00675C54" w:rsidRDefault="00DA395A" w:rsidP="00DA395A">
      <w:pPr>
        <w:pStyle w:val="BodyText"/>
        <w:spacing w:after="0"/>
        <w:rPr>
          <w:sz w:val="31"/>
        </w:rPr>
      </w:pPr>
    </w:p>
    <w:p w:rsidR="00DA395A" w:rsidRPr="00675C54" w:rsidRDefault="001017C7" w:rsidP="00DA395A">
      <w:pPr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:rsidR="00DA395A" w:rsidRPr="00675C54" w:rsidRDefault="00DA395A" w:rsidP="00DA395A">
      <w:pPr>
        <w:pStyle w:val="BodyText"/>
        <w:spacing w:after="0"/>
        <w:rPr>
          <w:i/>
          <w:sz w:val="24"/>
        </w:rPr>
      </w:pPr>
    </w:p>
    <w:p w:rsidR="00DA395A" w:rsidRPr="00DA395A" w:rsidRDefault="00DA395A" w:rsidP="00B87CC1"/>
    <w:p w:rsidR="00DA395A" w:rsidRPr="00DA395A" w:rsidRDefault="00F3766E" w:rsidP="00B87CC1">
      <w:bookmarkStart w:id="4" w:name="INTRODUCTION"/>
      <w:bookmarkEnd w:id="4"/>
      <w:r>
        <w:rPr>
          <w:lang w:val="ru-RU"/>
        </w:rPr>
        <w:t>ВВЕДЕНИЕ</w:t>
      </w:r>
    </w:p>
    <w:p w:rsidR="00DA395A" w:rsidRPr="00DA395A" w:rsidRDefault="00DA395A" w:rsidP="00B87CC1">
      <w:pPr>
        <w:rPr>
          <w:b/>
        </w:rPr>
      </w:pPr>
    </w:p>
    <w:p w:rsidR="00DA395A" w:rsidRPr="00982975" w:rsidRDefault="00816200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82975" w:rsidRPr="00982975">
        <w:rPr>
          <w:lang w:val="ru-RU"/>
        </w:rPr>
        <w:t xml:space="preserve">Сорок первая сессия </w:t>
      </w:r>
      <w:r w:rsidR="00982975">
        <w:rPr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</w:t>
      </w:r>
      <w:r w:rsidR="00982975" w:rsidRPr="00982975">
        <w:rPr>
          <w:lang w:val="ru-RU"/>
        </w:rPr>
        <w:t xml:space="preserve"> (</w:t>
      </w:r>
      <w:r w:rsidR="00982975">
        <w:rPr>
          <w:lang w:val="ru-RU"/>
        </w:rPr>
        <w:t>МКГР</w:t>
      </w:r>
      <w:r w:rsidR="00982975" w:rsidRPr="00982975">
        <w:rPr>
          <w:lang w:val="ru-RU"/>
        </w:rPr>
        <w:t xml:space="preserve">) пройдет </w:t>
      </w:r>
      <w:r w:rsidR="00982975">
        <w:rPr>
          <w:lang w:val="ru-RU"/>
        </w:rPr>
        <w:t>30</w:t>
      </w:r>
      <w:r w:rsidR="00982975" w:rsidRPr="00982975">
        <w:rPr>
          <w:lang w:val="ru-RU"/>
        </w:rPr>
        <w:t> </w:t>
      </w:r>
      <w:r w:rsidR="00982975">
        <w:rPr>
          <w:lang w:val="ru-RU"/>
        </w:rPr>
        <w:t>августа</w:t>
      </w:r>
      <w:r w:rsidR="00982975" w:rsidRPr="00982975">
        <w:rPr>
          <w:lang w:val="ru-RU"/>
        </w:rPr>
        <w:t>–</w:t>
      </w:r>
      <w:r w:rsidR="00982975">
        <w:rPr>
          <w:lang w:val="ru-RU"/>
        </w:rPr>
        <w:t>3</w:t>
      </w:r>
      <w:r w:rsidR="00982975" w:rsidRPr="00982975">
        <w:rPr>
          <w:lang w:bidi="en-US"/>
        </w:rPr>
        <w:t> </w:t>
      </w:r>
      <w:r w:rsidR="00982975">
        <w:rPr>
          <w:lang w:val="ru-RU" w:bidi="en-US"/>
        </w:rPr>
        <w:t>сентября</w:t>
      </w:r>
      <w:r w:rsidR="00982975" w:rsidRPr="00982975">
        <w:rPr>
          <w:lang w:val="ru-RU"/>
        </w:rPr>
        <w:t xml:space="preserve"> 2021</w:t>
      </w:r>
      <w:r w:rsidR="00982975" w:rsidRPr="00982975">
        <w:rPr>
          <w:lang w:bidi="en-US"/>
        </w:rPr>
        <w:t> </w:t>
      </w:r>
      <w:r w:rsidR="00982975" w:rsidRPr="00982975">
        <w:rPr>
          <w:lang w:val="ru-RU"/>
        </w:rPr>
        <w:t xml:space="preserve">г. в гибридном формате в конференц-зале </w:t>
      </w:r>
      <w:r w:rsidR="003F55C6">
        <w:rPr>
          <w:lang w:val="ru-RU"/>
        </w:rPr>
        <w:br/>
      </w:r>
      <w:r w:rsidR="00982975" w:rsidRPr="00982975">
        <w:rPr>
          <w:lang w:val="ru-RU"/>
        </w:rPr>
        <w:t xml:space="preserve">ВОИС (КЗВ) в комплексе зданий Организации, а также в режиме видеоконференции с использованием платформы </w:t>
      </w:r>
      <w:r w:rsidR="00982975" w:rsidRPr="00982975">
        <w:rPr>
          <w:lang w:bidi="en-US"/>
        </w:rPr>
        <w:t>Interprefy</w:t>
      </w:r>
      <w:r w:rsidR="00982975">
        <w:rPr>
          <w:lang w:val="ru-RU" w:bidi="en-US"/>
        </w:rPr>
        <w:t>.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82978" w:rsidRPr="00782978">
        <w:rPr>
          <w:lang w:val="ru-RU"/>
        </w:rPr>
        <w:t xml:space="preserve">Условия и порядок проведения сессии, подробно изложенные ниже, продиктованы рекомендациями и ограничениями правительства Швейцарии и, в частности, Государственного совета Республики и кантона Женева, связанными с распространением </w:t>
      </w:r>
      <w:r w:rsidR="00782978" w:rsidRPr="00782978">
        <w:rPr>
          <w:lang w:bidi="en-US"/>
        </w:rPr>
        <w:t>COVID</w:t>
      </w:r>
      <w:r w:rsidR="00782978" w:rsidRPr="00782978">
        <w:rPr>
          <w:lang w:val="ru-RU"/>
        </w:rPr>
        <w:t>-19.  С учетом динамики пандемии и меняющихся в связи с этим рекомендаций и ограничений настоящие условия и порядок могут уточняться.</w:t>
      </w:r>
    </w:p>
    <w:p w:rsidR="00DA395A" w:rsidRPr="00DA395A" w:rsidRDefault="00DA395A" w:rsidP="00B87CC1"/>
    <w:p w:rsidR="00DA395A" w:rsidRPr="00DA395A" w:rsidRDefault="00DA395A" w:rsidP="00B87CC1"/>
    <w:p w:rsidR="00DA395A" w:rsidRPr="00816200" w:rsidRDefault="00815CB9" w:rsidP="00B87CC1">
      <w:pPr>
        <w:rPr>
          <w:b/>
        </w:rPr>
      </w:pPr>
      <w:r w:rsidRPr="00815CB9">
        <w:rPr>
          <w:b/>
          <w:lang w:val="ru-RU"/>
        </w:rPr>
        <w:t>РАСПИСАНИЕ ЗАСЕДАНИЙ И РАБОЧИЕ ДОКУМЕНТЫ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B0177" w:rsidRPr="004B0177">
        <w:rPr>
          <w:lang w:val="ru-RU"/>
        </w:rPr>
        <w:t xml:space="preserve">Заседания Комитета будут проходить ежедневно с 12:00 до 14:30 (по центральноевропейскому летнему времени) с </w:t>
      </w:r>
      <w:r w:rsidR="004B0177">
        <w:rPr>
          <w:lang w:val="ru-RU"/>
        </w:rPr>
        <w:t xml:space="preserve">30 августа </w:t>
      </w:r>
      <w:r w:rsidR="004B0177" w:rsidRPr="004B0177">
        <w:rPr>
          <w:lang w:val="ru-RU"/>
        </w:rPr>
        <w:t xml:space="preserve">по 1 </w:t>
      </w:r>
      <w:r w:rsidR="004B0177">
        <w:rPr>
          <w:lang w:val="ru-RU"/>
        </w:rPr>
        <w:t>сентября</w:t>
      </w:r>
      <w:r w:rsidR="004B0177" w:rsidRPr="004B0177">
        <w:rPr>
          <w:lang w:val="ru-RU"/>
        </w:rPr>
        <w:t xml:space="preserve"> 2021 г.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C7731" w:rsidRPr="003C7731">
        <w:rPr>
          <w:lang w:val="ru-RU"/>
        </w:rPr>
        <w:t>Для удобства участников</w:t>
      </w:r>
      <w:r w:rsidR="00E74824">
        <w:rPr>
          <w:lang w:val="ru-RU"/>
        </w:rPr>
        <w:t xml:space="preserve"> сессии</w:t>
      </w:r>
      <w:r w:rsidR="003C7731" w:rsidRPr="003C7731">
        <w:rPr>
          <w:lang w:val="ru-RU"/>
        </w:rPr>
        <w:t xml:space="preserve"> Секретариат подготовил аннотированную повестку дня с расписанием заседаний, которая размещена на веб-странице </w:t>
      </w:r>
      <w:r w:rsidR="003C7731">
        <w:rPr>
          <w:lang w:val="ru-RU"/>
        </w:rPr>
        <w:t>МКГР</w:t>
      </w:r>
      <w:r w:rsidR="003C7731" w:rsidRPr="003C7731">
        <w:rPr>
          <w:lang w:val="ru-RU"/>
        </w:rPr>
        <w:t>.  Как сказано в аннотированной повестке дня, если Комитет завершит рассмотрение того или иного пункта повестки до истечения отведенного времени, он приступит к обсуждению следующего</w:t>
      </w:r>
      <w:r w:rsidR="003C7731">
        <w:rPr>
          <w:lang w:val="ru-RU"/>
        </w:rPr>
        <w:t>.</w:t>
      </w:r>
    </w:p>
    <w:p w:rsidR="00DA395A" w:rsidRPr="00DA395A" w:rsidRDefault="00DA395A" w:rsidP="00B87CC1"/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B76C8" w:rsidRPr="007B76C8">
        <w:rPr>
          <w:lang w:val="ru-RU"/>
        </w:rPr>
        <w:t>Рабочие документы сессии и другие документы по теме размещены по адресу</w:t>
      </w:r>
      <w:r>
        <w:t xml:space="preserve"> </w:t>
      </w:r>
      <w:hyperlink r:id="rId8" w:history="1">
        <w:r w:rsidR="007B76C8" w:rsidRPr="00897C1E">
          <w:rPr>
            <w:rStyle w:val="Hyperlink"/>
          </w:rPr>
          <w:t>https://www.wipo.int/meetings/ru/details.jsp?meeting_id=55246</w:t>
        </w:r>
      </w:hyperlink>
      <w:r w:rsidR="00DA395A" w:rsidRPr="00DA395A">
        <w:rPr>
          <w:rStyle w:val="Hyperlink"/>
          <w:szCs w:val="22"/>
          <w:u w:val="none"/>
        </w:rPr>
        <w:t>.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706EC" w:rsidRPr="00C706EC">
        <w:rPr>
          <w:lang w:val="ru-RU"/>
        </w:rPr>
        <w:t>По любым вопросам, касающимся сессии, просьба обращаться в Секретариат по адресу</w:t>
      </w:r>
      <w:r w:rsidR="00DA395A" w:rsidRPr="00DA395A">
        <w:t xml:space="preserve"> </w:t>
      </w:r>
      <w:hyperlink r:id="rId9" w:history="1">
        <w:r w:rsidRPr="0017043E">
          <w:rPr>
            <w:rStyle w:val="Hyperlink"/>
            <w:szCs w:val="22"/>
          </w:rPr>
          <w:t>grtkf@wipo.int</w:t>
        </w:r>
      </w:hyperlink>
      <w:r w:rsidR="00DA395A" w:rsidRPr="00DA395A">
        <w:t>.</w:t>
      </w:r>
      <w:bookmarkStart w:id="5" w:name="_bookmark0"/>
      <w:bookmarkStart w:id="6" w:name="ATTENDANCE_OF_DELEGATES"/>
      <w:bookmarkEnd w:id="5"/>
      <w:bookmarkEnd w:id="6"/>
    </w:p>
    <w:p w:rsidR="00DA395A" w:rsidRPr="00DA395A" w:rsidRDefault="00DA395A" w:rsidP="00B87CC1"/>
    <w:p w:rsidR="00DA395A" w:rsidRPr="00DA395A" w:rsidRDefault="00DA395A" w:rsidP="00B87CC1"/>
    <w:p w:rsidR="00DA395A" w:rsidRPr="00DA395A" w:rsidRDefault="005E43D4" w:rsidP="00B87CC1">
      <w:pPr>
        <w:rPr>
          <w:b/>
        </w:rPr>
      </w:pPr>
      <w:r>
        <w:rPr>
          <w:b/>
          <w:lang w:val="ru-RU"/>
        </w:rPr>
        <w:t>УЧАСТИЕ ДЕЛЕГАТОВ</w:t>
      </w:r>
    </w:p>
    <w:p w:rsidR="00DA395A" w:rsidRPr="00DA395A" w:rsidRDefault="00DA395A" w:rsidP="00B87CC1"/>
    <w:p w:rsidR="00DA395A" w:rsidRPr="00DA395A" w:rsidRDefault="00767A1E" w:rsidP="00B87CC1">
      <w:bookmarkStart w:id="7" w:name="on-site_delegates"/>
      <w:bookmarkEnd w:id="7"/>
      <w:r>
        <w:rPr>
          <w:lang w:val="ru-RU"/>
        </w:rPr>
        <w:t>ОЧНОЕ УЧАСТИЕ</w:t>
      </w:r>
    </w:p>
    <w:p w:rsidR="00DA395A" w:rsidRPr="00DA395A" w:rsidRDefault="00DA395A" w:rsidP="00B87CC1"/>
    <w:p w:rsidR="00DA395A" w:rsidRPr="00DA395A" w:rsidRDefault="00816200" w:rsidP="00B87CC1">
      <w:pPr>
        <w:rPr>
          <w:rFonts w:eastAsia="Times New Roman"/>
          <w:color w:val="212121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C0F53" w:rsidRPr="003C0F53">
        <w:rPr>
          <w:lang w:val="ru-RU"/>
        </w:rPr>
        <w:t>Число делегатов, которые могут физически присутствовать в комплексе зданий ВОИС, в настоящее время ограничено</w:t>
      </w:r>
      <w:r w:rsidR="00BA14E9">
        <w:rPr>
          <w:lang w:val="ru-RU"/>
        </w:rPr>
        <w:t xml:space="preserve"> двумя</w:t>
      </w:r>
      <w:r w:rsidR="003C0F53">
        <w:rPr>
          <w:lang w:val="ru-RU"/>
        </w:rPr>
        <w:t xml:space="preserve"> делегат</w:t>
      </w:r>
      <w:r w:rsidR="00BA14E9">
        <w:rPr>
          <w:lang w:val="ru-RU"/>
        </w:rPr>
        <w:t>ами</w:t>
      </w:r>
      <w:r w:rsidR="003C0F53">
        <w:rPr>
          <w:lang w:val="ru-RU"/>
        </w:rPr>
        <w:t xml:space="preserve"> из числа постоянно находящихся в Женеве от каждого государства-члена</w:t>
      </w:r>
      <w:r w:rsidR="003C0F53" w:rsidRPr="003C0F53">
        <w:rPr>
          <w:lang w:val="ru-RU"/>
        </w:rPr>
        <w:t>.</w:t>
      </w:r>
    </w:p>
    <w:p w:rsidR="00DA395A" w:rsidRPr="00DA395A" w:rsidRDefault="00DA395A" w:rsidP="00B87CC1">
      <w:pPr>
        <w:rPr>
          <w:u w:val="single"/>
        </w:rPr>
      </w:pPr>
    </w:p>
    <w:p w:rsidR="00DA395A" w:rsidRPr="00DA395A" w:rsidRDefault="00816200" w:rsidP="00B87CC1">
      <w:pPr>
        <w:rPr>
          <w:rFonts w:eastAsia="Times New Roman"/>
          <w:color w:val="212121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15E4C" w:rsidRPr="00B15E4C">
        <w:rPr>
          <w:lang w:val="ru-RU"/>
        </w:rPr>
        <w:t>Каждый вечер в помещении КЗВ будет проводиться тщательнейшая уборка.  В этой связи просьба к делегатам не оставлять личные вещи в зале заседаний по окончании рабочего дня</w:t>
      </w:r>
      <w:r w:rsidR="00B15E4C">
        <w:rPr>
          <w:lang w:val="ru-RU"/>
        </w:rPr>
        <w:t>.</w:t>
      </w:r>
    </w:p>
    <w:p w:rsidR="00DA395A" w:rsidRPr="00DA395A" w:rsidRDefault="00DA395A" w:rsidP="00B87CC1">
      <w:pPr>
        <w:rPr>
          <w:rFonts w:eastAsia="Times New Roman"/>
          <w:color w:val="212121"/>
        </w:rPr>
      </w:pPr>
    </w:p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F7939" w:rsidRPr="00EF7939">
        <w:rPr>
          <w:lang w:val="ru-RU"/>
        </w:rPr>
        <w:t xml:space="preserve">Убедительно просим всех </w:t>
      </w:r>
      <w:r w:rsidR="00EF7939">
        <w:rPr>
          <w:lang w:val="ru-RU"/>
        </w:rPr>
        <w:t>делегатов</w:t>
      </w:r>
      <w:r w:rsidR="00EF7939" w:rsidRPr="00EF7939">
        <w:rPr>
          <w:lang w:val="ru-RU"/>
        </w:rPr>
        <w:t xml:space="preserve"> в первый день работы подойти к стойке регистрации в Центре доступа ВОИС для получения индивидуального пропуска для входа в комплекс зданий ВОИС.  Центр доступа ВОИС находится по адресу 34 </w:t>
      </w:r>
      <w:r w:rsidR="00EF7939" w:rsidRPr="00EF7939">
        <w:rPr>
          <w:lang w:bidi="en-US"/>
        </w:rPr>
        <w:t>Chemin</w:t>
      </w:r>
      <w:r w:rsidR="00EF7939" w:rsidRPr="00EF7939">
        <w:rPr>
          <w:lang w:val="ru-RU"/>
        </w:rPr>
        <w:t xml:space="preserve"> </w:t>
      </w:r>
      <w:r w:rsidR="00EF7939" w:rsidRPr="00EF7939">
        <w:rPr>
          <w:lang w:bidi="en-US"/>
        </w:rPr>
        <w:t>des</w:t>
      </w:r>
      <w:r w:rsidR="00EF7939" w:rsidRPr="00EF7939">
        <w:rPr>
          <w:lang w:val="ru-RU"/>
        </w:rPr>
        <w:t xml:space="preserve"> </w:t>
      </w:r>
      <w:r w:rsidR="00EF7939" w:rsidRPr="00EF7939">
        <w:rPr>
          <w:lang w:bidi="en-US"/>
        </w:rPr>
        <w:t>Colombettes</w:t>
      </w:r>
      <w:r w:rsidR="00EF7939" w:rsidRPr="00EF7939">
        <w:rPr>
          <w:lang w:val="ru-RU"/>
        </w:rPr>
        <w:t xml:space="preserve"> (северная сторона здания </w:t>
      </w:r>
      <w:r w:rsidR="00EF7939" w:rsidRPr="00EF7939">
        <w:rPr>
          <w:lang w:bidi="en-US"/>
        </w:rPr>
        <w:t>AB</w:t>
      </w:r>
      <w:r w:rsidR="00EF7939" w:rsidRPr="00EF7939">
        <w:rPr>
          <w:lang w:val="ru-RU"/>
        </w:rPr>
        <w:t xml:space="preserve"> ВОИС; тел. +41 22 338 7942).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94DFA" w:rsidRPr="00D94DFA">
        <w:rPr>
          <w:lang w:val="ru-RU"/>
        </w:rPr>
        <w:t>В случае потери пропуска просьба незамедлительно сообщить об этом сотрудникам Центра доступа ВОИС</w:t>
      </w:r>
      <w:r w:rsidR="00DA395A" w:rsidRPr="00DA395A">
        <w:rPr>
          <w:spacing w:val="-16"/>
        </w:rPr>
        <w:t>.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75B36" w:rsidRPr="00675B36">
        <w:rPr>
          <w:lang w:val="ru-RU"/>
        </w:rPr>
        <w:t>Все делегаты, включая региональных координаторов, должны заполнить регистрационный бланк в режиме онлайн, независимо от формата участия в сессии (очный, предусматривающий физическое участие, или дистанционный).</w:t>
      </w:r>
    </w:p>
    <w:p w:rsidR="00DA395A" w:rsidRPr="00DA395A" w:rsidRDefault="00DA395A" w:rsidP="00B87CC1"/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13D71" w:rsidRPr="00E13D71">
        <w:rPr>
          <w:lang w:val="ru-RU"/>
        </w:rPr>
        <w:t>ВОИС укрепила потенциал своего Медицинского пункта, который готов оказать помощь делегатам, участвующим в работе очно.  Делегаты, которые будут работать в здании ВОИС, могут быть уверены в том, что Организацией приняты все рекомендованные меры по охране здоровья и безопасности.  Здоровье</w:t>
      </w:r>
      <w:r w:rsidR="00E13D71" w:rsidRPr="00E13D71">
        <w:rPr>
          <w:lang w:bidi="en-US"/>
        </w:rPr>
        <w:t xml:space="preserve"> </w:t>
      </w:r>
      <w:r w:rsidR="00E13D71" w:rsidRPr="00E13D71">
        <w:rPr>
          <w:lang w:val="ru-RU"/>
        </w:rPr>
        <w:t>и</w:t>
      </w:r>
      <w:r w:rsidR="00E13D71" w:rsidRPr="00E13D71">
        <w:rPr>
          <w:lang w:bidi="en-US"/>
        </w:rPr>
        <w:t xml:space="preserve"> </w:t>
      </w:r>
      <w:r w:rsidR="00E13D71" w:rsidRPr="00E13D71">
        <w:rPr>
          <w:lang w:val="ru-RU"/>
        </w:rPr>
        <w:t>безопасность</w:t>
      </w:r>
      <w:r w:rsidR="00E13D71" w:rsidRPr="00E13D71">
        <w:rPr>
          <w:lang w:bidi="en-US"/>
        </w:rPr>
        <w:t xml:space="preserve"> </w:t>
      </w:r>
      <w:r w:rsidR="00E13D71" w:rsidRPr="00E13D71">
        <w:rPr>
          <w:lang w:val="ru-RU"/>
        </w:rPr>
        <w:t>делегатов</w:t>
      </w:r>
      <w:r w:rsidR="00E13D71" w:rsidRPr="00E13D71">
        <w:rPr>
          <w:lang w:bidi="en-US"/>
        </w:rPr>
        <w:t xml:space="preserve"> </w:t>
      </w:r>
      <w:r w:rsidR="00E13D71" w:rsidRPr="00E13D71">
        <w:rPr>
          <w:lang w:val="ru-RU"/>
        </w:rPr>
        <w:t>имеют</w:t>
      </w:r>
      <w:r w:rsidR="00E13D71" w:rsidRPr="00E13D71">
        <w:rPr>
          <w:lang w:bidi="en-US"/>
        </w:rPr>
        <w:t xml:space="preserve"> </w:t>
      </w:r>
      <w:r w:rsidR="00E13D71" w:rsidRPr="00E13D71">
        <w:rPr>
          <w:lang w:val="ru-RU"/>
        </w:rPr>
        <w:t>приоритетное</w:t>
      </w:r>
      <w:r w:rsidR="00E13D71" w:rsidRPr="00E13D71">
        <w:rPr>
          <w:lang w:bidi="en-US"/>
        </w:rPr>
        <w:t xml:space="preserve"> </w:t>
      </w:r>
      <w:r w:rsidR="00E13D71" w:rsidRPr="00E13D71">
        <w:rPr>
          <w:lang w:val="ru-RU"/>
        </w:rPr>
        <w:t>значение</w:t>
      </w:r>
      <w:r w:rsidR="00E13D71">
        <w:rPr>
          <w:lang w:val="ru-RU"/>
        </w:rPr>
        <w:t>.</w:t>
      </w:r>
    </w:p>
    <w:p w:rsidR="00DA395A" w:rsidRPr="00DA395A" w:rsidRDefault="00DA395A" w:rsidP="00B87CC1"/>
    <w:p w:rsidR="00DA395A" w:rsidRPr="007C14E3" w:rsidRDefault="00816200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C14E3" w:rsidRPr="007C14E3">
        <w:rPr>
          <w:lang w:val="ru-RU"/>
        </w:rPr>
        <w:t>Просьба принять к сведению, что в настоящее время всем сторонним участникам, допущенным в комплекс зданий ВОИС,</w:t>
      </w:r>
      <w:r w:rsidR="007C14E3" w:rsidRPr="007C14E3">
        <w:rPr>
          <w:bCs/>
          <w:lang w:val="ru-RU"/>
        </w:rPr>
        <w:t xml:space="preserve"> следует ознакомиться с </w:t>
      </w:r>
      <w:hyperlink r:id="rId10" w:history="1">
        <w:r w:rsidR="007C14E3" w:rsidRPr="007C14E3">
          <w:rPr>
            <w:rStyle w:val="Hyperlink"/>
            <w:lang w:val="ru-RU"/>
          </w:rPr>
          <w:t>бланком контроля состояния здоровья</w:t>
        </w:r>
      </w:hyperlink>
      <w:r w:rsidR="007C14E3" w:rsidRPr="007C14E3">
        <w:rPr>
          <w:bCs/>
          <w:lang w:val="ru-RU"/>
        </w:rPr>
        <w:t xml:space="preserve"> и подписать его.  Бланк следует заполнить и передать сотруднику службы охраны на входе в Центр доступа по прибытии в ВОИС.</w:t>
      </w:r>
      <w:r w:rsidR="007C14E3" w:rsidRPr="007C14E3">
        <w:rPr>
          <w:lang w:val="ru-RU"/>
        </w:rPr>
        <w:t xml:space="preserve">  В комплекс зданий ВОИС будут допущены только те делегаты, которые заполнили бланк контроля состояния здоровья</w:t>
      </w:r>
      <w:r w:rsidR="007C14E3">
        <w:rPr>
          <w:lang w:val="ru-RU"/>
        </w:rPr>
        <w:t>.</w:t>
      </w:r>
    </w:p>
    <w:p w:rsidR="00816200" w:rsidRPr="00DA395A" w:rsidRDefault="00816200" w:rsidP="00B87CC1">
      <w:pPr>
        <w:rPr>
          <w:rFonts w:eastAsiaTheme="minorHAnsi"/>
        </w:rPr>
      </w:pPr>
    </w:p>
    <w:p w:rsidR="00DA395A" w:rsidRPr="00DA395A" w:rsidRDefault="00816200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B3024" w:rsidRPr="002B3024">
        <w:rPr>
          <w:lang w:val="ru-RU"/>
        </w:rPr>
        <w:t xml:space="preserve">Кроме того, в соответствии с рекомендациями, распространенными Группой Организации Объединенных Наций по обеспечению безопасности, делегаты и сотрудники ВОИС, находящиеся в комплексе зданий, </w:t>
      </w:r>
      <w:r w:rsidR="002B3024" w:rsidRPr="002B3024">
        <w:rPr>
          <w:u w:val="single"/>
          <w:lang w:val="ru-RU"/>
        </w:rPr>
        <w:t>должны носить маски постоянно</w:t>
      </w:r>
      <w:r w:rsidR="002B3024" w:rsidRPr="002B3024">
        <w:rPr>
          <w:lang w:val="ru-RU"/>
        </w:rPr>
        <w:t xml:space="preserve">, за исключением времени пребывания за столом в кафетерии в здании </w:t>
      </w:r>
      <w:r w:rsidR="002B3024" w:rsidRPr="002B3024">
        <w:rPr>
          <w:lang w:bidi="en-US"/>
        </w:rPr>
        <w:t>NB</w:t>
      </w:r>
      <w:r w:rsidR="002B3024" w:rsidRPr="002B3024">
        <w:rPr>
          <w:lang w:val="ru-RU"/>
        </w:rPr>
        <w:t xml:space="preserve"> или выступления.  Им также следует выполнять все остальные рекомендации по охране здоровья и безопасности.  Маски</w:t>
      </w:r>
      <w:r w:rsidR="002B3024" w:rsidRPr="002B3024">
        <w:rPr>
          <w:lang w:bidi="en-US"/>
        </w:rPr>
        <w:t xml:space="preserve"> </w:t>
      </w:r>
      <w:r w:rsidR="002B3024" w:rsidRPr="002B3024">
        <w:rPr>
          <w:lang w:val="ru-RU"/>
        </w:rPr>
        <w:t>предоставляются</w:t>
      </w:r>
      <w:r w:rsidR="002B3024" w:rsidRPr="002B3024">
        <w:rPr>
          <w:lang w:bidi="en-US"/>
        </w:rPr>
        <w:t xml:space="preserve"> </w:t>
      </w:r>
      <w:r w:rsidR="002B3024" w:rsidRPr="002B3024">
        <w:rPr>
          <w:lang w:val="ru-RU"/>
        </w:rPr>
        <w:t>по</w:t>
      </w:r>
      <w:r w:rsidR="002B3024" w:rsidRPr="002B3024">
        <w:rPr>
          <w:lang w:bidi="en-US"/>
        </w:rPr>
        <w:t xml:space="preserve"> </w:t>
      </w:r>
      <w:r w:rsidR="002B3024" w:rsidRPr="002B3024">
        <w:rPr>
          <w:lang w:val="ru-RU"/>
        </w:rPr>
        <w:t>требованию</w:t>
      </w:r>
      <w:r w:rsidR="002B3024" w:rsidRPr="002B3024">
        <w:rPr>
          <w:lang w:bidi="en-US"/>
        </w:rPr>
        <w:t xml:space="preserve"> </w:t>
      </w:r>
      <w:r w:rsidR="002B3024" w:rsidRPr="002B3024">
        <w:rPr>
          <w:lang w:val="ru-RU"/>
        </w:rPr>
        <w:t>в</w:t>
      </w:r>
      <w:r w:rsidR="002B3024" w:rsidRPr="002B3024">
        <w:rPr>
          <w:lang w:bidi="en-US"/>
        </w:rPr>
        <w:t xml:space="preserve"> </w:t>
      </w:r>
      <w:r w:rsidR="002B3024" w:rsidRPr="002B3024">
        <w:rPr>
          <w:lang w:val="ru-RU"/>
        </w:rPr>
        <w:t>Центре</w:t>
      </w:r>
      <w:r w:rsidR="002B3024" w:rsidRPr="002B3024">
        <w:rPr>
          <w:lang w:bidi="en-US"/>
        </w:rPr>
        <w:t xml:space="preserve"> </w:t>
      </w:r>
      <w:r w:rsidR="002B3024" w:rsidRPr="002B3024">
        <w:rPr>
          <w:lang w:val="ru-RU"/>
        </w:rPr>
        <w:t>доступа ВОИС</w:t>
      </w:r>
      <w:r w:rsidR="002B3024" w:rsidRPr="002B3024">
        <w:rPr>
          <w:lang w:bidi="en-US"/>
        </w:rPr>
        <w:t>.</w:t>
      </w:r>
    </w:p>
    <w:p w:rsidR="00DA395A" w:rsidRPr="00DA395A" w:rsidRDefault="00DA395A" w:rsidP="00B87CC1"/>
    <w:p w:rsidR="00DA395A" w:rsidRPr="00DA395A" w:rsidRDefault="00816200" w:rsidP="00B87CC1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2670A" w:rsidRPr="00E2670A">
        <w:rPr>
          <w:lang w:val="ru-RU"/>
        </w:rPr>
        <w:t xml:space="preserve">Делегаты, участвующие в работе очно, могут посещать кафетерий в здании </w:t>
      </w:r>
      <w:r w:rsidR="00E2670A" w:rsidRPr="00E2670A">
        <w:rPr>
          <w:lang w:bidi="en-US"/>
        </w:rPr>
        <w:t>NB</w:t>
      </w:r>
      <w:r w:rsidR="00E2670A" w:rsidRPr="00E2670A">
        <w:rPr>
          <w:lang w:val="ru-RU"/>
        </w:rPr>
        <w:t xml:space="preserve"> </w:t>
      </w:r>
      <w:r w:rsidR="00E2670A" w:rsidRPr="00E2670A">
        <w:rPr>
          <w:lang w:bidi="en-US"/>
        </w:rPr>
        <w:t>c</w:t>
      </w:r>
      <w:r w:rsidR="00E2670A" w:rsidRPr="00E2670A">
        <w:rPr>
          <w:lang w:val="ru-RU"/>
        </w:rPr>
        <w:t xml:space="preserve"> 12:00 до 15:00 при условии соблюдения дистанции и ограниченной численности посетителей.  На 13-м этаже здания АВ ВОИС установлены торговые автоматы, в которых можно приобрести кофе и легкие закуски</w:t>
      </w:r>
      <w:r w:rsidR="00E2670A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41B39" w:rsidRPr="00241B39">
        <w:rPr>
          <w:lang w:val="ru-RU"/>
        </w:rPr>
        <w:t>Раздача документов производиться не будет</w:t>
      </w:r>
      <w:r w:rsidR="00DA395A" w:rsidRPr="00DA395A">
        <w:t>.</w:t>
      </w:r>
    </w:p>
    <w:p w:rsidR="00DA395A" w:rsidRPr="00DA395A" w:rsidRDefault="00DA395A" w:rsidP="00B87CC1"/>
    <w:p w:rsidR="00DA395A" w:rsidRPr="00DA395A" w:rsidRDefault="00DA395A" w:rsidP="00B87CC1"/>
    <w:p w:rsidR="00DA395A" w:rsidRPr="00DA395A" w:rsidRDefault="0053040F" w:rsidP="00B87CC1">
      <w:r>
        <w:rPr>
          <w:lang w:val="ru-RU"/>
        </w:rPr>
        <w:t>ДИСТАНЦИОННОЕ УЧАСТИЕ</w:t>
      </w:r>
    </w:p>
    <w:p w:rsidR="00DA395A" w:rsidRPr="00DA395A" w:rsidRDefault="00DA395A" w:rsidP="00B87CC1"/>
    <w:p w:rsidR="00DA395A" w:rsidRPr="00327E55" w:rsidRDefault="00951892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27E55" w:rsidRPr="00327E55">
        <w:rPr>
          <w:lang w:val="ru-RU" w:bidi="en-US"/>
        </w:rPr>
        <w:t>Interprefy</w:t>
      </w:r>
      <w:r w:rsidR="00327E55" w:rsidRPr="00327E55">
        <w:rPr>
          <w:lang w:val="ru-RU"/>
        </w:rPr>
        <w:t xml:space="preserve"> – это многоязычная онлайн-платформа для дистанционного участия в заседаниях ВОИС.  С ее помощью будет обеспечен синхронный перевод на шесть языков Организации Объединенных Наций.  </w:t>
      </w:r>
      <w:hyperlink r:id="rId11" w:history="1">
        <w:r w:rsidR="00327E55" w:rsidRPr="00327E55">
          <w:rPr>
            <w:rStyle w:val="Hyperlink"/>
            <w:lang w:val="ru-RU"/>
          </w:rPr>
          <w:t>Руководство</w:t>
        </w:r>
      </w:hyperlink>
      <w:r w:rsidR="00327E55" w:rsidRPr="00327E55">
        <w:rPr>
          <w:lang w:val="ru-RU"/>
        </w:rPr>
        <w:t xml:space="preserve"> по использованию платформы </w:t>
      </w:r>
      <w:r w:rsidR="00327E55" w:rsidRPr="00327E55">
        <w:rPr>
          <w:lang w:val="ru-RU" w:bidi="en-US"/>
        </w:rPr>
        <w:t>Interprefy</w:t>
      </w:r>
      <w:r w:rsidR="00327E55" w:rsidRPr="00327E55">
        <w:rPr>
          <w:lang w:val="ru-RU"/>
        </w:rPr>
        <w:t xml:space="preserve"> для делегатов ВОИС и дополнительная информация по теме размещены на странице, посвященной </w:t>
      </w:r>
      <w:hyperlink r:id="rId12" w:history="1">
        <w:r w:rsidR="00327E55" w:rsidRPr="00327E55">
          <w:rPr>
            <w:rStyle w:val="Hyperlink"/>
            <w:lang w:val="ru-RU"/>
          </w:rPr>
          <w:t>заседаниям ВОИС в заочном и гибридном формате</w:t>
        </w:r>
      </w:hyperlink>
      <w:r w:rsidR="00327E55" w:rsidRPr="00327E55">
        <w:rPr>
          <w:lang w:val="ru-RU"/>
        </w:rPr>
        <w:t>, на шести языках Организации</w:t>
      </w:r>
      <w:r w:rsidR="00327E55" w:rsidRPr="00327E55">
        <w:rPr>
          <w:vertAlign w:val="superscript"/>
          <w:lang w:val="ru-RU" w:bidi="en-US"/>
        </w:rPr>
        <w:footnoteReference w:id="2"/>
      </w:r>
      <w:r w:rsidR="00712659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D1059" w:rsidRPr="005D1059">
        <w:rPr>
          <w:lang w:val="ru-RU"/>
        </w:rPr>
        <w:t xml:space="preserve">До начала сессии участники, зарегистрировавшиеся для работы в дистанционном режиме, получат дополнительные инструкции и приглашение принять участие в предварительном мини-тренинге с проверкой связи, который будет проводиться под руководством специалиста по технической поддержке платформы </w:t>
      </w:r>
      <w:r w:rsidR="005D1059" w:rsidRPr="005D1059">
        <w:rPr>
          <w:lang w:bidi="en-US"/>
        </w:rPr>
        <w:t>Interprefy</w:t>
      </w:r>
      <w:r w:rsidR="005D1059" w:rsidRPr="005D1059">
        <w:rPr>
          <w:lang w:val="ru-RU"/>
        </w:rPr>
        <w:t>.  Всем участникам, зарегистрировавшимся для дистанционной работы, настоятельно рекомендуется пройти тренинг с проверкой связи, поскольку он позволит определить и устранить потенциальные технические проблемы до начала заседаний</w:t>
      </w:r>
      <w:r w:rsidR="005D1059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53DC9" w:rsidRPr="00C53DC9">
        <w:rPr>
          <w:lang w:val="ru-RU"/>
        </w:rPr>
        <w:t>Если делегаты, участвующие в работе дистанционно, столкнутся с техническими проблемами в ходе сессии, им следует связаться с группой технической поддержки с помощью функции "</w:t>
      </w:r>
      <w:r w:rsidR="00C53DC9" w:rsidRPr="00C53DC9">
        <w:rPr>
          <w:lang w:bidi="en-US"/>
        </w:rPr>
        <w:t>remote support</w:t>
      </w:r>
      <w:r w:rsidR="00C53DC9" w:rsidRPr="00C53DC9">
        <w:rPr>
          <w:lang w:val="ru-RU"/>
        </w:rPr>
        <w:t xml:space="preserve">" (закрытый чат) платформы </w:t>
      </w:r>
      <w:r w:rsidR="00C53DC9" w:rsidRPr="00C53DC9">
        <w:rPr>
          <w:lang w:bidi="en-US"/>
        </w:rPr>
        <w:t>Interprefy</w:t>
      </w:r>
      <w:r w:rsidR="00C53DC9" w:rsidRPr="00C53DC9">
        <w:rPr>
          <w:lang w:val="ru-RU"/>
        </w:rPr>
        <w:t xml:space="preserve">.  Делегатам, участвующим в сессии дистанционно, также будет дан номер телефона службы помощи </w:t>
      </w:r>
      <w:r w:rsidR="00C53DC9" w:rsidRPr="00C53DC9">
        <w:rPr>
          <w:lang w:bidi="en-US"/>
        </w:rPr>
        <w:t>Interprefy</w:t>
      </w:r>
      <w:r w:rsidR="00C53DC9" w:rsidRPr="00C53DC9">
        <w:rPr>
          <w:lang w:val="ru-RU"/>
        </w:rPr>
        <w:t xml:space="preserve"> с соответствующей инструкцией</w:t>
      </w:r>
      <w:r w:rsidR="00C53DC9">
        <w:rPr>
          <w:lang w:val="ru-RU"/>
        </w:rPr>
        <w:t>.</w:t>
      </w:r>
    </w:p>
    <w:p w:rsidR="00DA395A" w:rsidRPr="00DA395A" w:rsidRDefault="00DA395A" w:rsidP="00B87CC1"/>
    <w:p w:rsidR="00DA395A" w:rsidRPr="00DA395A" w:rsidRDefault="00CA67BF" w:rsidP="00B87CC1">
      <w:bookmarkStart w:id="8" w:name="Webcasting"/>
      <w:bookmarkEnd w:id="8"/>
      <w:r>
        <w:rPr>
          <w:lang w:val="ru-RU"/>
        </w:rPr>
        <w:t>ВЕБ-КАСТИНГ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36565" w:rsidRPr="00236565">
        <w:rPr>
          <w:lang w:val="ru-RU"/>
        </w:rPr>
        <w:t xml:space="preserve">Участники, которые не планируют брать слово, могут следить за ходом сессии в прямой трансляции через систему </w:t>
      </w:r>
      <w:hyperlink r:id="rId13" w:history="1">
        <w:r w:rsidR="00236565" w:rsidRPr="00236565">
          <w:rPr>
            <w:rStyle w:val="Hyperlink"/>
            <w:lang w:val="ru-RU"/>
          </w:rPr>
          <w:t>веб-кастинга</w:t>
        </w:r>
      </w:hyperlink>
      <w:r w:rsidR="00236565" w:rsidRPr="00236565">
        <w:rPr>
          <w:lang w:val="ru-RU"/>
        </w:rPr>
        <w:t>.  Это самый простой способ следить за ходом заседаний: он удобен с точки зрения подключения и не требует никакой предварительной аутентификации, обучения или проверки стабильности связи.  Веб-кастинг осуществляется на шести языках Организации Объединенных Наций</w:t>
      </w:r>
      <w:r w:rsidR="00236565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D6400" w:rsidRPr="00AD6400">
        <w:rPr>
          <w:lang w:val="ru-RU"/>
        </w:rPr>
        <w:t>В официальном списке участников сессии будут фигурировать только имена зарегистрировавшихся делегатов</w:t>
      </w:r>
      <w:r w:rsidR="00AD6400">
        <w:rPr>
          <w:lang w:val="ru-RU"/>
        </w:rPr>
        <w:t>.</w:t>
      </w:r>
    </w:p>
    <w:p w:rsidR="00DA395A" w:rsidRDefault="00DA395A" w:rsidP="00B87CC1"/>
    <w:p w:rsidR="0039233B" w:rsidRPr="00DA395A" w:rsidRDefault="0039233B" w:rsidP="00B87CC1"/>
    <w:p w:rsidR="0039233B" w:rsidRDefault="0039233B">
      <w:r>
        <w:br w:type="page"/>
      </w:r>
    </w:p>
    <w:p w:rsidR="00DA395A" w:rsidRPr="00DA395A" w:rsidRDefault="0039233B" w:rsidP="00B87CC1">
      <w:pPr>
        <w:rPr>
          <w:b/>
        </w:rPr>
      </w:pPr>
      <w:r>
        <w:rPr>
          <w:b/>
          <w:lang w:val="ru-RU"/>
        </w:rPr>
        <w:lastRenderedPageBreak/>
        <w:t>ПОРЯДОК ПРОВЕДЕНИЯ ЗАСЕДАНИЙ</w:t>
      </w:r>
    </w:p>
    <w:p w:rsidR="00DA395A" w:rsidRPr="00DA395A" w:rsidRDefault="00DA395A" w:rsidP="00B87CC1">
      <w:pPr>
        <w:rPr>
          <w:b/>
        </w:rPr>
      </w:pPr>
    </w:p>
    <w:p w:rsidR="00DA395A" w:rsidRPr="00DA395A" w:rsidRDefault="00654B34" w:rsidP="00B87CC1">
      <w:bookmarkStart w:id="9" w:name="Requests_for_the_floor"/>
      <w:bookmarkEnd w:id="9"/>
      <w:r>
        <w:rPr>
          <w:lang w:val="ru-RU"/>
        </w:rPr>
        <w:t>ПРОСЬБА ПРЕДОСТАВИТЬ СЛОВО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34D53" w:rsidRPr="00D34D53">
        <w:rPr>
          <w:lang w:val="ru-RU"/>
        </w:rPr>
        <w:t>Председатель изложит порядок проведения заседаний и приглашения разных категорий ораторов, желающих сделать заявление.  Порядок</w:t>
      </w:r>
      <w:r w:rsidR="00D34D53" w:rsidRPr="00D34D53">
        <w:rPr>
          <w:lang w:bidi="en-US"/>
        </w:rPr>
        <w:t xml:space="preserve"> </w:t>
      </w:r>
      <w:r w:rsidR="00D34D53" w:rsidRPr="00D34D53">
        <w:rPr>
          <w:lang w:val="ru-RU"/>
        </w:rPr>
        <w:t>выступлений</w:t>
      </w:r>
      <w:r w:rsidR="00D34D53" w:rsidRPr="00D34D53">
        <w:rPr>
          <w:lang w:bidi="en-US"/>
        </w:rPr>
        <w:t xml:space="preserve"> </w:t>
      </w:r>
      <w:r w:rsidR="00D34D53" w:rsidRPr="00D34D53">
        <w:rPr>
          <w:lang w:val="ru-RU"/>
        </w:rPr>
        <w:t>будет</w:t>
      </w:r>
      <w:r w:rsidR="00D34D53" w:rsidRPr="00D34D53">
        <w:rPr>
          <w:lang w:bidi="en-US"/>
        </w:rPr>
        <w:t xml:space="preserve"> </w:t>
      </w:r>
      <w:r w:rsidR="00D34D53" w:rsidRPr="00D34D53">
        <w:rPr>
          <w:lang w:val="ru-RU"/>
        </w:rPr>
        <w:t>таким</w:t>
      </w:r>
      <w:r w:rsidR="00D34D53" w:rsidRPr="00D34D53">
        <w:rPr>
          <w:lang w:bidi="en-US"/>
        </w:rPr>
        <w:t xml:space="preserve"> </w:t>
      </w:r>
      <w:r w:rsidR="00D34D53" w:rsidRPr="00D34D53">
        <w:rPr>
          <w:lang w:val="ru-RU"/>
        </w:rPr>
        <w:t>же</w:t>
      </w:r>
      <w:r w:rsidR="00D34D53" w:rsidRPr="00D34D53">
        <w:rPr>
          <w:lang w:bidi="en-US"/>
        </w:rPr>
        <w:t xml:space="preserve">, </w:t>
      </w:r>
      <w:r w:rsidR="00D34D53" w:rsidRPr="00D34D53">
        <w:rPr>
          <w:lang w:val="ru-RU"/>
        </w:rPr>
        <w:t>как</w:t>
      </w:r>
      <w:r w:rsidR="00D34D53" w:rsidRPr="00D34D53">
        <w:rPr>
          <w:lang w:bidi="en-US"/>
        </w:rPr>
        <w:t xml:space="preserve"> </w:t>
      </w:r>
      <w:r w:rsidR="00D34D53" w:rsidRPr="00D34D53">
        <w:rPr>
          <w:lang w:val="ru-RU"/>
        </w:rPr>
        <w:t>обычно</w:t>
      </w:r>
      <w:r w:rsidR="00D34D53">
        <w:rPr>
          <w:lang w:val="ru-RU"/>
        </w:rPr>
        <w:t>:</w:t>
      </w:r>
    </w:p>
    <w:p w:rsidR="00DA395A" w:rsidRPr="00DA395A" w:rsidRDefault="00DA395A" w:rsidP="00B87CC1"/>
    <w:p w:rsidR="00DA395A" w:rsidRPr="00DA395A" w:rsidRDefault="00D34D53" w:rsidP="00951892">
      <w:pPr>
        <w:ind w:left="567"/>
      </w:pPr>
      <w:r>
        <w:rPr>
          <w:lang w:val="ru-RU"/>
        </w:rPr>
        <w:t>члены</w:t>
      </w:r>
    </w:p>
    <w:p w:rsidR="00DA395A" w:rsidRPr="00DA395A" w:rsidRDefault="00D34D53" w:rsidP="00951892">
      <w:pPr>
        <w:ind w:left="567"/>
      </w:pPr>
      <w:r>
        <w:rPr>
          <w:lang w:val="ru-RU"/>
        </w:rPr>
        <w:t>НПО</w:t>
      </w:r>
    </w:p>
    <w:p w:rsidR="00DA395A" w:rsidRPr="00DA395A" w:rsidRDefault="00D34D53" w:rsidP="00951892">
      <w:pPr>
        <w:ind w:left="567"/>
      </w:pPr>
      <w:r>
        <w:rPr>
          <w:lang w:val="ru-RU"/>
        </w:rPr>
        <w:t>наблюдатели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43875" w:rsidRPr="00C43875">
        <w:rPr>
          <w:lang w:val="ru-RU"/>
        </w:rPr>
        <w:t xml:space="preserve">Убедительная просьба к </w:t>
      </w:r>
      <w:r w:rsidR="00C43875">
        <w:rPr>
          <w:lang w:val="ru-RU"/>
        </w:rPr>
        <w:t>делегатам</w:t>
      </w:r>
      <w:r w:rsidR="00C43875" w:rsidRPr="00C43875">
        <w:rPr>
          <w:lang w:val="ru-RU"/>
        </w:rPr>
        <w:t>, присутствующим в комплексе зданий ВОИС, просить слово и выступать, используя микрофонную систему КЗВ в соответствии со сложившейся практикой</w:t>
      </w:r>
      <w:r w:rsidR="00C43875">
        <w:rPr>
          <w:lang w:val="ru-RU"/>
        </w:rPr>
        <w:t>.</w:t>
      </w:r>
    </w:p>
    <w:p w:rsidR="00DA395A" w:rsidRPr="00DA395A" w:rsidRDefault="00DA395A" w:rsidP="00B87CC1"/>
    <w:p w:rsidR="00DA395A" w:rsidRPr="006B53B2" w:rsidRDefault="00951892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B53B2" w:rsidRPr="006B53B2">
        <w:rPr>
          <w:lang w:val="ru-RU"/>
        </w:rPr>
        <w:t xml:space="preserve">Делегаты, участвующие в работе через платформу </w:t>
      </w:r>
      <w:r w:rsidR="006B53B2" w:rsidRPr="006B53B2">
        <w:rPr>
          <w:lang w:val="ru-RU" w:bidi="en-US"/>
        </w:rPr>
        <w:t>Interprefy</w:t>
      </w:r>
      <w:r w:rsidR="006B53B2" w:rsidRPr="006B53B2">
        <w:rPr>
          <w:lang w:val="ru-RU"/>
        </w:rPr>
        <w:t xml:space="preserve">, должны просить слово, нажимая на иконку с изображением поднятой руки, как указано в </w:t>
      </w:r>
      <w:hyperlink r:id="rId14" w:history="1">
        <w:r w:rsidR="006B53B2" w:rsidRPr="006B53B2">
          <w:rPr>
            <w:rStyle w:val="Hyperlink"/>
            <w:lang w:val="ru-RU"/>
          </w:rPr>
          <w:t>Руководстве</w:t>
        </w:r>
      </w:hyperlink>
      <w:r w:rsidR="006B53B2" w:rsidRPr="006B53B2">
        <w:rPr>
          <w:lang w:val="ru-RU"/>
        </w:rPr>
        <w:t xml:space="preserve"> по использованию </w:t>
      </w:r>
      <w:r w:rsidR="006B53B2" w:rsidRPr="006B53B2">
        <w:rPr>
          <w:lang w:val="ru-RU" w:bidi="en-US"/>
        </w:rPr>
        <w:t xml:space="preserve">Interprefy </w:t>
      </w:r>
      <w:r w:rsidR="006B53B2" w:rsidRPr="006B53B2">
        <w:rPr>
          <w:lang w:val="ru-RU"/>
        </w:rPr>
        <w:t>для</w:t>
      </w:r>
      <w:r w:rsidR="006B53B2" w:rsidRPr="006B53B2">
        <w:rPr>
          <w:lang w:val="ru-RU" w:bidi="en-US"/>
        </w:rPr>
        <w:t xml:space="preserve"> </w:t>
      </w:r>
      <w:r w:rsidR="006B53B2" w:rsidRPr="006B53B2">
        <w:rPr>
          <w:lang w:val="ru-RU"/>
        </w:rPr>
        <w:t>делегатов</w:t>
      </w:r>
      <w:r w:rsidR="006B53B2" w:rsidRPr="006B53B2">
        <w:rPr>
          <w:lang w:val="ru-RU" w:bidi="en-US"/>
        </w:rPr>
        <w:t xml:space="preserve"> </w:t>
      </w:r>
      <w:r w:rsidR="006B53B2" w:rsidRPr="006B53B2">
        <w:rPr>
          <w:lang w:val="ru-RU"/>
        </w:rPr>
        <w:t>ВОИС</w:t>
      </w:r>
      <w:r w:rsidR="006B53B2">
        <w:rPr>
          <w:lang w:val="ru-RU"/>
        </w:rPr>
        <w:t>.</w:t>
      </w:r>
    </w:p>
    <w:p w:rsidR="00DA395A" w:rsidRPr="00DA395A" w:rsidRDefault="00DA395A" w:rsidP="00B87CC1"/>
    <w:p w:rsidR="00DA395A" w:rsidRPr="00DA395A" w:rsidRDefault="00426942" w:rsidP="00B87CC1">
      <w:bookmarkStart w:id="10" w:name="Interventions_on_agenda_items"/>
      <w:bookmarkEnd w:id="10"/>
      <w:r>
        <w:rPr>
          <w:lang w:val="ru-RU"/>
        </w:rPr>
        <w:t>ЗАЯВЛЕНИЯ ПО ПУНКТАМ ПОВЕСТКИ ДНЯ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82E83" w:rsidRPr="00782E83">
        <w:rPr>
          <w:lang w:val="ru-RU"/>
        </w:rPr>
        <w:t>В ходе интерактивной дискуссии по каждому пункту повестки дня Председатель предложит делегациям выступить с заявлениями.  Секретариат будет помогать Председателю отслеживать просьбы о предоставлении слова от делегатов, участвующих очно и дистанционно.  Делегациям будет предложено выступить в указанном выше порядке и по мере возможности в той очередности, в какой соответствующие просьбы были получены от участников из зала и делегатов, работающих дистанционно</w:t>
      </w:r>
      <w:r w:rsidR="002F2E33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E637C" w:rsidRPr="005E637C">
        <w:rPr>
          <w:lang w:val="ru-RU"/>
        </w:rPr>
        <w:t>Просьба к делегациям координировать действия своих членов во избежание направления ими дублирующих запросов о предоставлении слова</w:t>
      </w:r>
      <w:r w:rsidR="005E637C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4476D" w:rsidRPr="0044476D">
        <w:rPr>
          <w:lang w:val="ru-RU"/>
        </w:rPr>
        <w:t>Ввиду ограниченного времени заседаний продолжительность заявлений будет ограничена временным регламентом.  Развернутые заявления можно представить в Секретариат для размещения на веб-странице сессии и включения в протокол заседания</w:t>
      </w:r>
      <w:r w:rsidR="0044476D">
        <w:rPr>
          <w:lang w:val="ru-RU"/>
        </w:rPr>
        <w:t>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C54B4" w:rsidRPr="005C54B4">
        <w:rPr>
          <w:lang w:val="ru-RU"/>
        </w:rPr>
        <w:t>Участники, которые хотят представить в Секретариат заявления в письменном виде, должны направить их по адресу</w:t>
      </w:r>
      <w:r w:rsidR="005C54B4">
        <w:rPr>
          <w:lang w:val="ru-RU"/>
        </w:rPr>
        <w:t xml:space="preserve"> </w:t>
      </w:r>
      <w:hyperlink r:id="rId15" w:history="1">
        <w:r w:rsidR="005C54B4" w:rsidRPr="0017043E">
          <w:rPr>
            <w:rStyle w:val="Hyperlink"/>
            <w:szCs w:val="22"/>
          </w:rPr>
          <w:t>grtkf@wipo.int</w:t>
        </w:r>
      </w:hyperlink>
      <w:r w:rsidR="005C54B4" w:rsidRPr="005C54B4">
        <w:rPr>
          <w:lang w:val="ru-RU"/>
        </w:rPr>
        <w:t>.  Заявления могут быть представлены заблаговременно для размещения на странице</w:t>
      </w:r>
      <w:r w:rsidR="0043173F">
        <w:rPr>
          <w:lang w:val="ru-RU"/>
        </w:rPr>
        <w:t xml:space="preserve"> МКГР</w:t>
      </w:r>
      <w:r w:rsidR="005C54B4" w:rsidRPr="005C54B4">
        <w:rPr>
          <w:lang w:val="ru-RU"/>
        </w:rPr>
        <w:t xml:space="preserve"> в формате .</w:t>
      </w:r>
      <w:r w:rsidR="005C54B4" w:rsidRPr="005C54B4">
        <w:rPr>
          <w:lang w:bidi="en-US"/>
        </w:rPr>
        <w:t>pdf</w:t>
      </w:r>
      <w:r w:rsidR="005C54B4" w:rsidRPr="005C54B4">
        <w:rPr>
          <w:lang w:val="ru-RU"/>
        </w:rPr>
        <w:t xml:space="preserve"> с возможностью поиска.  Обращаем ваше внимание на то, что заявления</w:t>
      </w:r>
      <w:r w:rsidR="005C54B4" w:rsidRPr="005C54B4">
        <w:rPr>
          <w:lang w:bidi="en-US"/>
        </w:rPr>
        <w:t xml:space="preserve"> </w:t>
      </w:r>
      <w:r w:rsidR="005C54B4" w:rsidRPr="005C54B4">
        <w:rPr>
          <w:lang w:val="ru-RU"/>
        </w:rPr>
        <w:t>будут</w:t>
      </w:r>
      <w:r w:rsidR="005C54B4" w:rsidRPr="005C54B4">
        <w:rPr>
          <w:lang w:bidi="en-US"/>
        </w:rPr>
        <w:t xml:space="preserve"> </w:t>
      </w:r>
      <w:r w:rsidR="005C54B4" w:rsidRPr="005C54B4">
        <w:rPr>
          <w:lang w:val="ru-RU"/>
        </w:rPr>
        <w:t>размещены на том языке, на каком они были представлены</w:t>
      </w:r>
      <w:r w:rsidR="0043173F">
        <w:rPr>
          <w:lang w:val="ru-RU"/>
        </w:rPr>
        <w:t>.</w:t>
      </w:r>
    </w:p>
    <w:p w:rsidR="00DA395A" w:rsidRPr="00DA395A" w:rsidRDefault="00DA395A" w:rsidP="00B87CC1"/>
    <w:p w:rsidR="00DA395A" w:rsidRPr="00DA395A" w:rsidRDefault="009C0D64" w:rsidP="00B87CC1">
      <w:bookmarkStart w:id="11" w:name="Raising_a_Point_of_Order"/>
      <w:bookmarkEnd w:id="11"/>
      <w:r>
        <w:rPr>
          <w:lang w:val="ru-RU"/>
        </w:rPr>
        <w:t>ЗАЯВЛЕНИЯ ПО ПОРЯДКУ ВЕДЕНИЯ ЗАСЕДАНИЯ</w:t>
      </w:r>
    </w:p>
    <w:p w:rsidR="00DA395A" w:rsidRPr="00DA395A" w:rsidRDefault="00DA395A" w:rsidP="00B87CC1"/>
    <w:p w:rsidR="00AF3078" w:rsidRDefault="00951892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F3078" w:rsidRPr="00AF3078">
        <w:rPr>
          <w:lang w:val="ru-RU"/>
        </w:rPr>
        <w:t xml:space="preserve">Для того чтобы сделать заявление по порядку ведения заседания, участники, работающие через платформу </w:t>
      </w:r>
      <w:r w:rsidR="00AF3078" w:rsidRPr="00AF3078">
        <w:rPr>
          <w:lang w:bidi="en-US"/>
        </w:rPr>
        <w:t>Interprefy</w:t>
      </w:r>
      <w:r w:rsidR="00AF3078" w:rsidRPr="00AF3078">
        <w:rPr>
          <w:lang w:val="ru-RU"/>
        </w:rPr>
        <w:t xml:space="preserve">, должны написать сообщение в </w:t>
      </w:r>
      <w:r w:rsidR="00AF3078" w:rsidRPr="00AF3078">
        <w:rPr>
          <w:lang w:bidi="en-US"/>
        </w:rPr>
        <w:t>event</w:t>
      </w:r>
      <w:r w:rsidR="00AF3078" w:rsidRPr="00AF3078">
        <w:rPr>
          <w:lang w:val="ru-RU"/>
        </w:rPr>
        <w:t xml:space="preserve"> </w:t>
      </w:r>
      <w:r w:rsidR="00AF3078" w:rsidRPr="00AF3078">
        <w:rPr>
          <w:lang w:bidi="en-US"/>
        </w:rPr>
        <w:t>chat</w:t>
      </w:r>
      <w:r w:rsidR="00AF3078" w:rsidRPr="00AF3078">
        <w:rPr>
          <w:lang w:val="ru-RU"/>
        </w:rPr>
        <w:t xml:space="preserve">, как указано в </w:t>
      </w:r>
      <w:hyperlink r:id="rId16" w:history="1">
        <w:r w:rsidR="00AF3078" w:rsidRPr="00AF3078">
          <w:rPr>
            <w:rStyle w:val="Hyperlink"/>
            <w:lang w:val="ru-RU"/>
          </w:rPr>
          <w:t>Руководстве</w:t>
        </w:r>
      </w:hyperlink>
      <w:r w:rsidR="00AF3078" w:rsidRPr="00AF3078">
        <w:rPr>
          <w:lang w:val="ru-RU"/>
        </w:rPr>
        <w:t xml:space="preserve"> по использованию </w:t>
      </w:r>
      <w:r w:rsidR="00AF3078" w:rsidRPr="00AF3078">
        <w:rPr>
          <w:lang w:bidi="en-US"/>
        </w:rPr>
        <w:t>Interprefy</w:t>
      </w:r>
      <w:r w:rsidR="00AF3078" w:rsidRPr="00AF3078">
        <w:rPr>
          <w:lang w:val="ru-RU"/>
        </w:rPr>
        <w:t xml:space="preserve"> для делегатов ВОИС.  Одно лишь нажатие иконки с изображением поднятой руки не позволит Председателю понять, идет ли речь о заявлении по порядку ведения заседания или обычном заявлении</w:t>
      </w:r>
      <w:r w:rsidR="00AF3078">
        <w:rPr>
          <w:lang w:val="ru-RU"/>
        </w:rPr>
        <w:t>.</w:t>
      </w:r>
    </w:p>
    <w:p w:rsidR="00B65DE7" w:rsidRDefault="00B65DE7" w:rsidP="00B87CC1">
      <w:pPr>
        <w:rPr>
          <w:lang w:val="ru-RU"/>
        </w:rPr>
      </w:pPr>
    </w:p>
    <w:p w:rsidR="00B65DE7" w:rsidRDefault="00B65DE7" w:rsidP="00B87CC1">
      <w:pPr>
        <w:rPr>
          <w:lang w:val="ru-RU"/>
        </w:rPr>
      </w:pPr>
    </w:p>
    <w:p w:rsidR="00AF3078" w:rsidRDefault="00AF3078">
      <w:pPr>
        <w:rPr>
          <w:lang w:val="ru-RU"/>
        </w:rPr>
      </w:pPr>
      <w:r>
        <w:rPr>
          <w:lang w:val="ru-RU"/>
        </w:rPr>
        <w:br w:type="page"/>
      </w:r>
    </w:p>
    <w:p w:rsidR="00DA395A" w:rsidRPr="00DA395A" w:rsidRDefault="00EF7F0F" w:rsidP="00B87CC1">
      <w:bookmarkStart w:id="12" w:name="Use_of_the_chat_functions"/>
      <w:bookmarkEnd w:id="12"/>
      <w:r>
        <w:rPr>
          <w:lang w:val="ru-RU"/>
        </w:rPr>
        <w:lastRenderedPageBreak/>
        <w:t>ИСПОЛЬЗОВАНИЕ ФУНКЦИЙ ЧАТА</w:t>
      </w:r>
    </w:p>
    <w:p w:rsidR="00DA395A" w:rsidRPr="00DA395A" w:rsidRDefault="00DA395A" w:rsidP="00B87CC1"/>
    <w:p w:rsidR="00DA395A" w:rsidRPr="00DC46C6" w:rsidRDefault="00951892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C46C6" w:rsidRPr="00DC46C6">
        <w:rPr>
          <w:lang w:val="ru-RU"/>
        </w:rPr>
        <w:t xml:space="preserve">Участники, работающие через платформу </w:t>
      </w:r>
      <w:r w:rsidR="00DC46C6" w:rsidRPr="00DC46C6">
        <w:rPr>
          <w:lang w:val="ru-RU" w:bidi="en-US"/>
        </w:rPr>
        <w:t>Interprefy</w:t>
      </w:r>
      <w:r w:rsidR="00DC46C6" w:rsidRPr="00DC46C6">
        <w:rPr>
          <w:lang w:val="ru-RU"/>
        </w:rPr>
        <w:t>, могут пользоваться функциями закрытого чата (</w:t>
      </w:r>
      <w:r w:rsidR="00DC46C6" w:rsidRPr="00DC46C6">
        <w:rPr>
          <w:lang w:val="ru-RU" w:bidi="en-US"/>
        </w:rPr>
        <w:t>private</w:t>
      </w:r>
      <w:r w:rsidR="00DC46C6" w:rsidRPr="00DC46C6">
        <w:rPr>
          <w:lang w:val="ru-RU"/>
        </w:rPr>
        <w:t xml:space="preserve"> </w:t>
      </w:r>
      <w:r w:rsidR="00DC46C6" w:rsidRPr="00DC46C6">
        <w:rPr>
          <w:lang w:val="ru-RU" w:bidi="en-US"/>
        </w:rPr>
        <w:t>chat</w:t>
      </w:r>
      <w:r w:rsidR="00DC46C6" w:rsidRPr="00DC46C6">
        <w:rPr>
          <w:lang w:val="ru-RU"/>
        </w:rPr>
        <w:t>) и чата мероприятия (</w:t>
      </w:r>
      <w:r w:rsidR="00DC46C6" w:rsidRPr="00DC46C6">
        <w:rPr>
          <w:lang w:val="ru-RU" w:bidi="en-US"/>
        </w:rPr>
        <w:t>event</w:t>
      </w:r>
      <w:r w:rsidR="00DC46C6" w:rsidRPr="00DC46C6">
        <w:rPr>
          <w:lang w:val="ru-RU"/>
        </w:rPr>
        <w:t xml:space="preserve"> </w:t>
      </w:r>
      <w:r w:rsidR="00DC46C6" w:rsidRPr="00DC46C6">
        <w:rPr>
          <w:lang w:val="ru-RU" w:bidi="en-US"/>
        </w:rPr>
        <w:t>chat</w:t>
      </w:r>
      <w:r w:rsidR="00DC46C6" w:rsidRPr="00DC46C6">
        <w:rPr>
          <w:lang w:val="ru-RU"/>
        </w:rPr>
        <w:t xml:space="preserve">).  Однако, поскольку сессия </w:t>
      </w:r>
      <w:r w:rsidR="00DC46C6">
        <w:rPr>
          <w:lang w:val="ru-RU"/>
        </w:rPr>
        <w:t>МКГР</w:t>
      </w:r>
      <w:r w:rsidR="00DC46C6" w:rsidRPr="00DC46C6">
        <w:rPr>
          <w:lang w:val="ru-RU"/>
        </w:rPr>
        <w:t xml:space="preserve"> является официальным мероприятием ВОИС, не следует использовать чат мероприятия </w:t>
      </w:r>
      <w:r w:rsidR="00DC46C6" w:rsidRPr="00DC46C6">
        <w:rPr>
          <w:lang w:val="ru-RU" w:bidi="en-US"/>
        </w:rPr>
        <w:t>Interprefy</w:t>
      </w:r>
      <w:r w:rsidR="00DC46C6" w:rsidRPr="00DC46C6">
        <w:rPr>
          <w:lang w:val="ru-RU"/>
        </w:rPr>
        <w:t xml:space="preserve"> вместо устных заявлений или общих замечаний и вопросов.</w:t>
      </w:r>
    </w:p>
    <w:p w:rsidR="00DA395A" w:rsidRPr="00DA395A" w:rsidRDefault="00DA395A" w:rsidP="00B87CC1"/>
    <w:p w:rsidR="00DA395A" w:rsidRPr="00DA395A" w:rsidRDefault="00951892" w:rsidP="00B87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21E50" w:rsidRPr="00921E50">
        <w:rPr>
          <w:lang w:val="ru-RU"/>
        </w:rPr>
        <w:t>Чат мероприятия (е</w:t>
      </w:r>
      <w:r w:rsidR="00921E50" w:rsidRPr="00921E50">
        <w:rPr>
          <w:lang w:bidi="en-US"/>
        </w:rPr>
        <w:t>vent</w:t>
      </w:r>
      <w:r w:rsidR="00921E50" w:rsidRPr="00921E50">
        <w:rPr>
          <w:lang w:val="ru-RU"/>
        </w:rPr>
        <w:t xml:space="preserve"> </w:t>
      </w:r>
      <w:r w:rsidR="00921E50" w:rsidRPr="00921E50">
        <w:rPr>
          <w:lang w:bidi="en-US"/>
        </w:rPr>
        <w:t>chat</w:t>
      </w:r>
      <w:r w:rsidR="00921E50" w:rsidRPr="00921E50">
        <w:rPr>
          <w:lang w:val="ru-RU"/>
        </w:rPr>
        <w:t>) могут использовать представители Секретариата, операторы микрофонов или устные переводчики для общения со всеми делегатами, участвующими в работе дистанционно.  Как правило, сообщения в этом чате пишутся на английском языке</w:t>
      </w:r>
      <w:r w:rsidR="00921E50">
        <w:rPr>
          <w:lang w:val="ru-RU"/>
        </w:rPr>
        <w:t>.</w:t>
      </w:r>
    </w:p>
    <w:p w:rsidR="00DA395A" w:rsidRPr="00DA395A" w:rsidRDefault="00DA395A" w:rsidP="00B87CC1">
      <w:bookmarkStart w:id="13" w:name="_GoBack"/>
      <w:bookmarkEnd w:id="13"/>
    </w:p>
    <w:p w:rsidR="00DA395A" w:rsidRPr="007B75F1" w:rsidRDefault="00951892" w:rsidP="00B87CC1">
      <w:p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B75F1" w:rsidRPr="007B75F1">
        <w:rPr>
          <w:lang w:val="ru-RU"/>
        </w:rPr>
        <w:t xml:space="preserve">Участники, работающие через </w:t>
      </w:r>
      <w:r w:rsidR="007B75F1" w:rsidRPr="007B75F1">
        <w:rPr>
          <w:lang w:val="ru-RU" w:bidi="en-US"/>
        </w:rPr>
        <w:t>Interprefy</w:t>
      </w:r>
      <w:r w:rsidR="007B75F1" w:rsidRPr="007B75F1">
        <w:rPr>
          <w:lang w:val="ru-RU"/>
        </w:rPr>
        <w:t xml:space="preserve">, могут использовать закрытый чат для обмена конфиденциальными сообщениями с другими участниками из списка платформы, с Секретариатом или сотрудниками технической поддержки (с помощью </w:t>
      </w:r>
      <w:r w:rsidR="007B75F1" w:rsidRPr="007B75F1">
        <w:rPr>
          <w:lang w:val="ru-RU" w:bidi="en-US"/>
        </w:rPr>
        <w:t>remote support chat</w:t>
      </w:r>
      <w:r w:rsidR="007B75F1" w:rsidRPr="007B75F1">
        <w:rPr>
          <w:lang w:val="ru-RU"/>
        </w:rPr>
        <w:t>).  Беседа в закрытом чате не видна другим участникам и не сохраняется в системе.  Просьба к участникам, работающим дистанционно, не пользоваться закрытым чатом для обмена сообщениями с Председателем, поскольку он будет занят координацией хода заседания и не сможет следить за своим чатом</w:t>
      </w:r>
      <w:r w:rsidR="002269E7">
        <w:rPr>
          <w:lang w:val="ru-RU"/>
        </w:rPr>
        <w:t>.</w:t>
      </w:r>
    </w:p>
    <w:p w:rsidR="00DA395A" w:rsidRPr="00DA395A" w:rsidRDefault="00DA395A" w:rsidP="00B87CC1"/>
    <w:p w:rsidR="00DA395A" w:rsidRPr="00DA395A" w:rsidRDefault="00DA395A" w:rsidP="00B87CC1"/>
    <w:p w:rsidR="00DA395A" w:rsidRPr="00DA395A" w:rsidRDefault="00DA395A" w:rsidP="00951892">
      <w:pPr>
        <w:ind w:left="5533"/>
      </w:pPr>
      <w:r w:rsidRPr="00DA395A">
        <w:t>[</w:t>
      </w:r>
      <w:r w:rsidR="007B75F1">
        <w:rPr>
          <w:lang w:val="ru-RU"/>
        </w:rPr>
        <w:t>Конец документа</w:t>
      </w:r>
      <w:r w:rsidRPr="00DA395A">
        <w:t>]</w:t>
      </w:r>
    </w:p>
    <w:p w:rsidR="00AC205C" w:rsidRPr="00DA395A" w:rsidRDefault="00AC205C" w:rsidP="00B87CC1"/>
    <w:p w:rsidR="000F5E56" w:rsidRPr="00DA395A" w:rsidRDefault="000F5E56" w:rsidP="00B87CC1"/>
    <w:p w:rsidR="002928D3" w:rsidRPr="00DA395A" w:rsidRDefault="002928D3" w:rsidP="00B87CC1"/>
    <w:p w:rsidR="002928D3" w:rsidRPr="00DA395A" w:rsidRDefault="002928D3" w:rsidP="00B87CC1"/>
    <w:p w:rsidR="002928D3" w:rsidRPr="00DA395A" w:rsidRDefault="002928D3" w:rsidP="00B87CC1"/>
    <w:sectPr w:rsidR="002928D3" w:rsidRPr="00DA395A" w:rsidSect="000F2AD2">
      <w:headerReference w:type="even" r:id="rId17"/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ED" w:rsidRDefault="008C0FED">
      <w:r>
        <w:separator/>
      </w:r>
    </w:p>
  </w:endnote>
  <w:endnote w:type="continuationSeparator" w:id="0">
    <w:p w:rsidR="008C0FED" w:rsidRDefault="008C0FED" w:rsidP="003B38C1">
      <w:r>
        <w:separator/>
      </w:r>
    </w:p>
    <w:p w:rsidR="008C0FED" w:rsidRPr="003B38C1" w:rsidRDefault="008C0F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0FED" w:rsidRPr="003B38C1" w:rsidRDefault="008C0F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ED" w:rsidRDefault="008C0FED">
      <w:r>
        <w:separator/>
      </w:r>
    </w:p>
  </w:footnote>
  <w:footnote w:type="continuationSeparator" w:id="0">
    <w:p w:rsidR="008C0FED" w:rsidRDefault="008C0FED" w:rsidP="008B60B2">
      <w:r>
        <w:separator/>
      </w:r>
    </w:p>
    <w:p w:rsidR="008C0FED" w:rsidRPr="00ED77FB" w:rsidRDefault="008C0F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0FED" w:rsidRPr="00ED77FB" w:rsidRDefault="008C0F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27E55" w:rsidRDefault="00327E55" w:rsidP="00327E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B175F">
          <w:rPr>
            <w:rStyle w:val="Hyperlink"/>
          </w:rPr>
          <w:t>https://www.wipo.int/meetings/ru/virtual_meetings/index.html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Pr="00816200" w:rsidRDefault="00816200" w:rsidP="000F2AD2">
    <w:pPr>
      <w:jc w:val="right"/>
      <w:rPr>
        <w:szCs w:val="22"/>
      </w:rPr>
    </w:pPr>
    <w:r w:rsidRPr="00816200">
      <w:rPr>
        <w:caps/>
        <w:szCs w:val="22"/>
      </w:rPr>
      <w:t>WIPO/GRTKF/IC/41/inf/6</w:t>
    </w:r>
  </w:p>
  <w:p w:rsidR="000F2AD2" w:rsidRDefault="004F3067" w:rsidP="000F2AD2">
    <w:pPr>
      <w:jc w:val="right"/>
    </w:pPr>
    <w:r>
      <w:rPr>
        <w:lang w:val="ru-RU"/>
      </w:rPr>
      <w:t>стр.</w:t>
    </w:r>
    <w:r w:rsidR="000F2AD2">
      <w:t xml:space="preserve">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AE36D7">
      <w:rPr>
        <w:noProof/>
      </w:rPr>
      <w:t>2</w:t>
    </w:r>
    <w:r w:rsidR="000F2AD2"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51892" w:rsidP="00477D6B">
    <w:pPr>
      <w:jc w:val="right"/>
    </w:pPr>
    <w:bookmarkStart w:id="14" w:name="Code2"/>
    <w:bookmarkEnd w:id="14"/>
    <w:r w:rsidRPr="00816200">
      <w:rPr>
        <w:caps/>
        <w:szCs w:val="22"/>
      </w:rPr>
      <w:t>WIPO/GRTKF/IC/41/inf/6</w:t>
    </w:r>
  </w:p>
  <w:p w:rsidR="00EC4E49" w:rsidRDefault="004F306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E36D7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4E11D4"/>
    <w:multiLevelType w:val="hybridMultilevel"/>
    <w:tmpl w:val="23F24058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3" w15:restartNumberingAfterBreak="0">
    <w:nsid w:val="136D7576"/>
    <w:multiLevelType w:val="hybridMultilevel"/>
    <w:tmpl w:val="2CD44714"/>
    <w:lvl w:ilvl="0" w:tplc="573AC322">
      <w:start w:val="1"/>
      <w:numFmt w:val="decimal"/>
      <w:lvlText w:val="%1."/>
      <w:lvlJc w:val="left"/>
      <w:pPr>
        <w:ind w:left="138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1" w:tplc="6B4E09C0">
      <w:start w:val="1"/>
      <w:numFmt w:val="lowerLetter"/>
      <w:lvlText w:val="(%2)"/>
      <w:lvlJc w:val="left"/>
      <w:pPr>
        <w:ind w:left="1272" w:hanging="568"/>
      </w:pPr>
      <w:rPr>
        <w:rFonts w:ascii="Arial" w:eastAsia="Arial" w:hAnsi="Arial" w:cs="Arial" w:hint="default"/>
        <w:w w:val="99"/>
        <w:sz w:val="22"/>
        <w:szCs w:val="22"/>
        <w:lang w:val="en-US" w:eastAsia="en-US" w:bidi="en-US"/>
      </w:rPr>
    </w:lvl>
    <w:lvl w:ilvl="2" w:tplc="46C2E6AA">
      <w:numFmt w:val="bullet"/>
      <w:lvlText w:val="•"/>
      <w:lvlJc w:val="left"/>
      <w:pPr>
        <w:ind w:left="2207" w:hanging="568"/>
      </w:pPr>
      <w:rPr>
        <w:rFonts w:hint="default"/>
        <w:lang w:val="en-US" w:eastAsia="en-US" w:bidi="en-US"/>
      </w:rPr>
    </w:lvl>
    <w:lvl w:ilvl="3" w:tplc="B50AE47A">
      <w:numFmt w:val="bullet"/>
      <w:lvlText w:val="•"/>
      <w:lvlJc w:val="left"/>
      <w:pPr>
        <w:ind w:left="3135" w:hanging="568"/>
      </w:pPr>
      <w:rPr>
        <w:rFonts w:hint="default"/>
        <w:lang w:val="en-US" w:eastAsia="en-US" w:bidi="en-US"/>
      </w:rPr>
    </w:lvl>
    <w:lvl w:ilvl="4" w:tplc="D5B04BB6">
      <w:numFmt w:val="bullet"/>
      <w:lvlText w:val="•"/>
      <w:lvlJc w:val="left"/>
      <w:pPr>
        <w:ind w:left="4062" w:hanging="568"/>
      </w:pPr>
      <w:rPr>
        <w:rFonts w:hint="default"/>
        <w:lang w:val="en-US" w:eastAsia="en-US" w:bidi="en-US"/>
      </w:rPr>
    </w:lvl>
    <w:lvl w:ilvl="5" w:tplc="EDE037A6">
      <w:numFmt w:val="bullet"/>
      <w:lvlText w:val="•"/>
      <w:lvlJc w:val="left"/>
      <w:pPr>
        <w:ind w:left="4990" w:hanging="568"/>
      </w:pPr>
      <w:rPr>
        <w:rFonts w:hint="default"/>
        <w:lang w:val="en-US" w:eastAsia="en-US" w:bidi="en-US"/>
      </w:rPr>
    </w:lvl>
    <w:lvl w:ilvl="6" w:tplc="4EA455C6">
      <w:numFmt w:val="bullet"/>
      <w:lvlText w:val="•"/>
      <w:lvlJc w:val="left"/>
      <w:pPr>
        <w:ind w:left="5917" w:hanging="568"/>
      </w:pPr>
      <w:rPr>
        <w:rFonts w:hint="default"/>
        <w:lang w:val="en-US" w:eastAsia="en-US" w:bidi="en-US"/>
      </w:rPr>
    </w:lvl>
    <w:lvl w:ilvl="7" w:tplc="132CE672">
      <w:numFmt w:val="bullet"/>
      <w:lvlText w:val="•"/>
      <w:lvlJc w:val="left"/>
      <w:pPr>
        <w:ind w:left="6845" w:hanging="568"/>
      </w:pPr>
      <w:rPr>
        <w:rFonts w:hint="default"/>
        <w:lang w:val="en-US" w:eastAsia="en-US" w:bidi="en-US"/>
      </w:rPr>
    </w:lvl>
    <w:lvl w:ilvl="8" w:tplc="25A8F59E">
      <w:numFmt w:val="bullet"/>
      <w:lvlText w:val="•"/>
      <w:lvlJc w:val="left"/>
      <w:pPr>
        <w:ind w:left="7772" w:hanging="568"/>
      </w:pPr>
      <w:rPr>
        <w:rFonts w:hint="default"/>
        <w:lang w:val="en-US" w:eastAsia="en-US" w:bidi="en-US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202C0"/>
    <w:rsid w:val="000300C0"/>
    <w:rsid w:val="00043CAA"/>
    <w:rsid w:val="00075432"/>
    <w:rsid w:val="000968ED"/>
    <w:rsid w:val="000D1DD6"/>
    <w:rsid w:val="000F2AD2"/>
    <w:rsid w:val="000F499E"/>
    <w:rsid w:val="000F5E56"/>
    <w:rsid w:val="001017C7"/>
    <w:rsid w:val="0012681D"/>
    <w:rsid w:val="001362EE"/>
    <w:rsid w:val="001647D5"/>
    <w:rsid w:val="001832A6"/>
    <w:rsid w:val="0021217E"/>
    <w:rsid w:val="002269E7"/>
    <w:rsid w:val="00236565"/>
    <w:rsid w:val="00241B39"/>
    <w:rsid w:val="002634C4"/>
    <w:rsid w:val="002928D3"/>
    <w:rsid w:val="002B3024"/>
    <w:rsid w:val="002F1FE6"/>
    <w:rsid w:val="002F2E33"/>
    <w:rsid w:val="002F4E68"/>
    <w:rsid w:val="00312F7F"/>
    <w:rsid w:val="00327E55"/>
    <w:rsid w:val="00361450"/>
    <w:rsid w:val="003673CF"/>
    <w:rsid w:val="003845C1"/>
    <w:rsid w:val="0039233B"/>
    <w:rsid w:val="003A6F89"/>
    <w:rsid w:val="003B38C1"/>
    <w:rsid w:val="003C0F53"/>
    <w:rsid w:val="003C7731"/>
    <w:rsid w:val="003F55C6"/>
    <w:rsid w:val="00423E3E"/>
    <w:rsid w:val="00426942"/>
    <w:rsid w:val="00427AF4"/>
    <w:rsid w:val="0043173F"/>
    <w:rsid w:val="0044476D"/>
    <w:rsid w:val="004647DA"/>
    <w:rsid w:val="00474062"/>
    <w:rsid w:val="00477D6B"/>
    <w:rsid w:val="004B0177"/>
    <w:rsid w:val="004F3067"/>
    <w:rsid w:val="005019FF"/>
    <w:rsid w:val="0053040F"/>
    <w:rsid w:val="0053057A"/>
    <w:rsid w:val="0053379E"/>
    <w:rsid w:val="00560A29"/>
    <w:rsid w:val="0059367E"/>
    <w:rsid w:val="005C482D"/>
    <w:rsid w:val="005C54B4"/>
    <w:rsid w:val="005C6649"/>
    <w:rsid w:val="005D0837"/>
    <w:rsid w:val="005D1059"/>
    <w:rsid w:val="005E43D4"/>
    <w:rsid w:val="005E637C"/>
    <w:rsid w:val="00605827"/>
    <w:rsid w:val="00646050"/>
    <w:rsid w:val="00654B34"/>
    <w:rsid w:val="006713CA"/>
    <w:rsid w:val="00675B36"/>
    <w:rsid w:val="00676C5C"/>
    <w:rsid w:val="006B53B2"/>
    <w:rsid w:val="00712659"/>
    <w:rsid w:val="007301A4"/>
    <w:rsid w:val="00747F97"/>
    <w:rsid w:val="00767A1E"/>
    <w:rsid w:val="00782978"/>
    <w:rsid w:val="00782E83"/>
    <w:rsid w:val="007B75F1"/>
    <w:rsid w:val="007B76C8"/>
    <w:rsid w:val="007C104A"/>
    <w:rsid w:val="007C14E3"/>
    <w:rsid w:val="007D1613"/>
    <w:rsid w:val="007E4C0E"/>
    <w:rsid w:val="00815CB9"/>
    <w:rsid w:val="00816200"/>
    <w:rsid w:val="008A134B"/>
    <w:rsid w:val="008B2CC1"/>
    <w:rsid w:val="008B60B2"/>
    <w:rsid w:val="008C014F"/>
    <w:rsid w:val="008C0B57"/>
    <w:rsid w:val="008C0FED"/>
    <w:rsid w:val="0090731E"/>
    <w:rsid w:val="00916EE2"/>
    <w:rsid w:val="00921E50"/>
    <w:rsid w:val="00951892"/>
    <w:rsid w:val="00966A22"/>
    <w:rsid w:val="0096722F"/>
    <w:rsid w:val="00980843"/>
    <w:rsid w:val="00982975"/>
    <w:rsid w:val="009C0D64"/>
    <w:rsid w:val="009E2791"/>
    <w:rsid w:val="009E3F6F"/>
    <w:rsid w:val="009F499F"/>
    <w:rsid w:val="00A37342"/>
    <w:rsid w:val="00A42DAF"/>
    <w:rsid w:val="00A45BD8"/>
    <w:rsid w:val="00A869B7"/>
    <w:rsid w:val="00AC205C"/>
    <w:rsid w:val="00AC65D6"/>
    <w:rsid w:val="00AD6400"/>
    <w:rsid w:val="00AE36D7"/>
    <w:rsid w:val="00AF0A6B"/>
    <w:rsid w:val="00AF3078"/>
    <w:rsid w:val="00B05A69"/>
    <w:rsid w:val="00B15E4C"/>
    <w:rsid w:val="00B27A79"/>
    <w:rsid w:val="00B4759F"/>
    <w:rsid w:val="00B65DE7"/>
    <w:rsid w:val="00B87CC1"/>
    <w:rsid w:val="00B9734B"/>
    <w:rsid w:val="00BA0316"/>
    <w:rsid w:val="00BA14E9"/>
    <w:rsid w:val="00BA30E2"/>
    <w:rsid w:val="00BC7DD2"/>
    <w:rsid w:val="00C11BFE"/>
    <w:rsid w:val="00C41AB0"/>
    <w:rsid w:val="00C43875"/>
    <w:rsid w:val="00C5068F"/>
    <w:rsid w:val="00C53DC9"/>
    <w:rsid w:val="00C633DB"/>
    <w:rsid w:val="00C706EC"/>
    <w:rsid w:val="00C86D74"/>
    <w:rsid w:val="00CA67BF"/>
    <w:rsid w:val="00CD04F1"/>
    <w:rsid w:val="00D34D53"/>
    <w:rsid w:val="00D403C7"/>
    <w:rsid w:val="00D45252"/>
    <w:rsid w:val="00D71B4D"/>
    <w:rsid w:val="00D93D55"/>
    <w:rsid w:val="00D94DFA"/>
    <w:rsid w:val="00DA395A"/>
    <w:rsid w:val="00DC46C6"/>
    <w:rsid w:val="00DD3F47"/>
    <w:rsid w:val="00E13D71"/>
    <w:rsid w:val="00E15015"/>
    <w:rsid w:val="00E2670A"/>
    <w:rsid w:val="00E335FE"/>
    <w:rsid w:val="00E74824"/>
    <w:rsid w:val="00EA7D6E"/>
    <w:rsid w:val="00EC4E49"/>
    <w:rsid w:val="00ED77FB"/>
    <w:rsid w:val="00EE45FA"/>
    <w:rsid w:val="00EF7939"/>
    <w:rsid w:val="00EF7F0F"/>
    <w:rsid w:val="00F3766E"/>
    <w:rsid w:val="00F66152"/>
    <w:rsid w:val="00F7614F"/>
    <w:rsid w:val="00FE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7EBEF988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1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uiPriority w:val="1"/>
    <w:rsid w:val="00DA395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DA395A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DA395A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1"/>
    <w:qFormat/>
    <w:rsid w:val="00DA395A"/>
    <w:pPr>
      <w:widowControl w:val="0"/>
      <w:autoSpaceDE w:val="0"/>
      <w:autoSpaceDN w:val="0"/>
      <w:ind w:left="138"/>
    </w:pPr>
    <w:rPr>
      <w:rFonts w:eastAsia="Arial"/>
      <w:szCs w:val="22"/>
      <w:lang w:eastAsia="en-US" w:bidi="en-US"/>
    </w:rPr>
  </w:style>
  <w:style w:type="character" w:styleId="Hyperlink">
    <w:name w:val="Hyperlink"/>
    <w:basedOn w:val="DefaultParagraphFont"/>
    <w:uiPriority w:val="99"/>
    <w:unhideWhenUsed/>
    <w:rsid w:val="00DA395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395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DA39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meetings/ru/details.jsp?meeting_id=55246" TargetMode="External"/><Relationship Id="rId13" Type="http://schemas.openxmlformats.org/officeDocument/2006/relationships/hyperlink" Target="https://www.wipo.int/webcasting/en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wipo.int/meetings/ru/virtual_meetings/index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wipo.int/export/sites/www/meetings/ru/docs/interprefy_user_guide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xport/sites/www/meetings/ru/docs/interprefy_user_guide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rtkf@wipo.int" TargetMode="External"/><Relationship Id="rId10" Type="http://schemas.openxmlformats.org/officeDocument/2006/relationships/hyperlink" Target="https://www.wipo.int/export/sites/www/about-wipo/ru/assemblies/pdf/healthsafetyform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rtkf@wipo.int" TargetMode="External"/><Relationship Id="rId14" Type="http://schemas.openxmlformats.org/officeDocument/2006/relationships/hyperlink" Target="https://www.wipo.int/export/sites/www/meetings/ru/docs/interprefy_user_guide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virtual_meetings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</TotalTime>
  <Pages>5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2</cp:revision>
  <cp:lastPrinted>2011-02-15T11:56:00Z</cp:lastPrinted>
  <dcterms:created xsi:type="dcterms:W3CDTF">2021-08-23T15:08:00Z</dcterms:created>
  <dcterms:modified xsi:type="dcterms:W3CDTF">2021-08-23T15:08:00Z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