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33798C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 w:eastAsia="en-US"/>
        </w:rPr>
        <w:drawing>
          <wp:inline distT="0" distB="0" distL="0" distR="0" wp14:anchorId="66C9FED2" wp14:editId="6E41A52A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0D1A50" w:rsidRDefault="005F7E4F" w:rsidP="00EB2F76">
      <w:pPr>
        <w:jc w:val="right"/>
        <w:rPr>
          <w:rFonts w:ascii="Arial Black" w:hAnsi="Arial Black"/>
          <w:caps/>
          <w:sz w:val="15"/>
          <w:szCs w:val="15"/>
          <w:lang w:val="en-US"/>
        </w:rPr>
      </w:pPr>
      <w:r>
        <w:rPr>
          <w:rFonts w:ascii="Arial Black" w:hAnsi="Arial Black"/>
          <w:caps/>
          <w:sz w:val="15"/>
        </w:rPr>
        <w:t>WIPO/GRTKF/IC/47/</w:t>
      </w:r>
      <w:bookmarkStart w:id="0" w:name="Code"/>
      <w:bookmarkEnd w:id="0"/>
      <w:r>
        <w:rPr>
          <w:rFonts w:ascii="Arial Black" w:hAnsi="Arial Black"/>
          <w:caps/>
          <w:sz w:val="15"/>
        </w:rPr>
        <w:t>INF/3</w:t>
      </w:r>
      <w:r w:rsidR="000D1A50">
        <w:rPr>
          <w:rFonts w:ascii="Arial Black" w:hAnsi="Arial Black"/>
          <w:caps/>
          <w:sz w:val="15"/>
          <w:lang w:val="en-US"/>
        </w:rPr>
        <w:t xml:space="preserve"> Rev.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="000D1A50">
        <w:rPr>
          <w:rFonts w:ascii="Arial Black" w:hAnsi="Arial Black"/>
          <w:caps/>
          <w:sz w:val="15"/>
        </w:rPr>
        <w:t>30</w:t>
      </w:r>
      <w:r>
        <w:rPr>
          <w:rFonts w:ascii="Arial Black" w:hAnsi="Arial Black"/>
          <w:caps/>
          <w:sz w:val="15"/>
        </w:rPr>
        <w:t xml:space="preserve"> мая 2023 года</w:t>
      </w:r>
    </w:p>
    <w:bookmarkEnd w:id="2"/>
    <w:p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5–9 июня 2023 года</w:t>
      </w:r>
    </w:p>
    <w:p w:rsidR="00CC0FF7" w:rsidRPr="003845C1" w:rsidRDefault="00CC0FF7" w:rsidP="00CC0FF7">
      <w:pPr>
        <w:rPr>
          <w:caps/>
          <w:sz w:val="24"/>
        </w:rPr>
      </w:pPr>
      <w:bookmarkStart w:id="3" w:name="TitleOfDoc"/>
      <w:r>
        <w:rPr>
          <w:caps/>
          <w:sz w:val="24"/>
        </w:rPr>
        <w:t>Проект программы сорок седьмой сессии</w:t>
      </w:r>
    </w:p>
    <w:p w:rsidR="00CC0FF7" w:rsidRPr="008B2CC1" w:rsidRDefault="00CC0FF7" w:rsidP="00CC0FF7"/>
    <w:p w:rsidR="00CC0FF7" w:rsidRPr="008B2CC1" w:rsidRDefault="00CC0FF7" w:rsidP="00CC0FF7">
      <w:pPr>
        <w:rPr>
          <w:i/>
        </w:rPr>
      </w:pPr>
      <w:r>
        <w:rPr>
          <w:i/>
        </w:rPr>
        <w:t>Документ подготовлен Секретариатом</w:t>
      </w:r>
    </w:p>
    <w:p w:rsidR="00CC0FF7" w:rsidRDefault="00CC0FF7" w:rsidP="00CC0FF7"/>
    <w:p w:rsidR="00CC0FF7" w:rsidRDefault="00CC0FF7" w:rsidP="00CC0FF7"/>
    <w:p w:rsidR="00CC0FF7" w:rsidRDefault="00CC0FF7" w:rsidP="00CC0FF7"/>
    <w:p w:rsidR="00CC0FF7" w:rsidRDefault="00CC0FF7" w:rsidP="00CC0FF7"/>
    <w:p w:rsidR="00CC0FF7" w:rsidRDefault="00CC0FF7" w:rsidP="00CC0FF7">
      <w:pPr>
        <w:pStyle w:val="ListParagraph"/>
        <w:numPr>
          <w:ilvl w:val="0"/>
          <w:numId w:val="7"/>
        </w:numPr>
        <w:ind w:left="0" w:firstLine="0"/>
      </w:pPr>
      <w: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(«Комитет») о распространении предлагаемой программы работы в настоящем документе представлен проект предлагаемой программы работы сорок седьмой сессии Комитета.  Данный проект носит сугубо ориентировочный характер: фактическая организация работы Комитета будет определена Председателем и членами Комитета в соответствии с правилами процедуры.</w:t>
      </w:r>
    </w:p>
    <w:p w:rsidR="00CC0FF7" w:rsidRDefault="00CC0FF7" w:rsidP="00CC0FF7"/>
    <w:p w:rsidR="00CC0FF7" w:rsidRDefault="00CC0FF7" w:rsidP="00CC0FF7"/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17"/>
        <w:gridCol w:w="23"/>
        <w:gridCol w:w="5805"/>
      </w:tblGrid>
      <w:tr w:rsidR="00CC0FF7" w:rsidTr="00503141">
        <w:tc>
          <w:tcPr>
            <w:tcW w:w="3550" w:type="dxa"/>
            <w:gridSpan w:val="3"/>
            <w:shd w:val="clear" w:color="auto" w:fill="auto"/>
          </w:tcPr>
          <w:p w:rsidR="00CC0FF7" w:rsidRPr="00B77AA8" w:rsidRDefault="00CC0FF7" w:rsidP="00503141">
            <w:pPr>
              <w:spacing w:before="100" w:beforeAutospacing="1" w:after="100" w:afterAutospacing="1"/>
              <w:rPr>
                <w:u w:val="single"/>
              </w:rPr>
            </w:pPr>
            <w:r>
              <w:rPr>
                <w:u w:val="single"/>
              </w:rPr>
              <w:t>Воскресенье, 4 июня 2023 года</w:t>
            </w:r>
          </w:p>
          <w:p w:rsidR="00CC0FF7" w:rsidRDefault="00CC0FF7" w:rsidP="00503141">
            <w:pPr>
              <w:spacing w:before="100" w:beforeAutospacing="1" w:after="100" w:afterAutospacing="1"/>
            </w:pPr>
            <w:r>
              <w:t>С 10:00</w:t>
            </w:r>
          </w:p>
          <w:p w:rsidR="004231FC" w:rsidRDefault="004231FC" w:rsidP="00503141">
            <w:pPr>
              <w:spacing w:before="100" w:beforeAutospacing="1" w:after="100" w:afterAutospacing="1"/>
            </w:pPr>
          </w:p>
          <w:p w:rsidR="004231FC" w:rsidRDefault="004231FC" w:rsidP="00503141">
            <w:pPr>
              <w:spacing w:before="100" w:beforeAutospacing="1" w:after="100" w:afterAutospacing="1"/>
            </w:pPr>
          </w:p>
          <w:p w:rsidR="004231FC" w:rsidRDefault="004231FC" w:rsidP="00503141">
            <w:pPr>
              <w:spacing w:before="100" w:beforeAutospacing="1" w:after="100" w:afterAutospacing="1"/>
            </w:pPr>
          </w:p>
          <w:p w:rsidR="00CC0FF7" w:rsidRDefault="00CC0FF7" w:rsidP="00503141"/>
        </w:tc>
        <w:tc>
          <w:tcPr>
            <w:tcW w:w="5805" w:type="dxa"/>
            <w:shd w:val="clear" w:color="auto" w:fill="auto"/>
          </w:tcPr>
          <w:p w:rsidR="00CC0FF7" w:rsidRDefault="00CC0FF7" w:rsidP="00503141">
            <w:pPr>
              <w:spacing w:before="100" w:beforeAutospacing="1" w:after="100" w:afterAutospacing="1"/>
            </w:pPr>
          </w:p>
          <w:p w:rsidR="00CC0FF7" w:rsidRDefault="00CC0FF7" w:rsidP="00503141">
            <w:pPr>
              <w:spacing w:before="100" w:beforeAutospacing="1" w:after="100" w:afterAutospacing="1"/>
            </w:pPr>
            <w:r>
              <w:t>Консультативный форум коренных народов</w:t>
            </w:r>
          </w:p>
          <w:p w:rsidR="00CC0FF7" w:rsidRDefault="00CC0FF7" w:rsidP="00503141">
            <w:pPr>
              <w:spacing w:before="100" w:beforeAutospacing="1" w:after="100" w:afterAutospacing="1"/>
            </w:pPr>
            <w:r>
              <w:rPr>
                <w:i/>
              </w:rPr>
              <w:t>В работе форума примут участие члены организаций, представляющих общины коренных народов.  Заседание не является официальной сессией Комитета, но проводится по решению Комитета и обслуживается Секретариатом.</w:t>
            </w:r>
            <w:bookmarkStart w:id="4" w:name="_GoBack"/>
            <w:bookmarkEnd w:id="4"/>
          </w:p>
          <w:p w:rsidR="000D1A50" w:rsidRPr="00530764" w:rsidRDefault="000D1A50" w:rsidP="00503141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CC0FF7" w:rsidTr="00503141">
        <w:tc>
          <w:tcPr>
            <w:tcW w:w="3510" w:type="dxa"/>
            <w:shd w:val="clear" w:color="auto" w:fill="auto"/>
          </w:tcPr>
          <w:p w:rsidR="00CC0FF7" w:rsidRPr="00B77AA8" w:rsidRDefault="00CC0FF7" w:rsidP="00503141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Понедельник, 5 июня 2023 года</w:t>
            </w:r>
          </w:p>
          <w:p w:rsidR="00CC0FF7" w:rsidRDefault="00CC0FF7" w:rsidP="00503141"/>
          <w:p w:rsidR="00CC0FF7" w:rsidRDefault="00CC0FF7" w:rsidP="00503141">
            <w:r>
              <w:t>10:00–13:00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CC0FF7" w:rsidRPr="00982005" w:rsidRDefault="00CC0FF7" w:rsidP="00503141">
            <w:pPr>
              <w:ind w:left="1052" w:hanging="1080"/>
            </w:pPr>
          </w:p>
          <w:p w:rsidR="00CC0FF7" w:rsidRPr="00982005" w:rsidRDefault="00CC0FF7" w:rsidP="00503141">
            <w:pPr>
              <w:ind w:left="1052" w:hanging="1080"/>
            </w:pPr>
          </w:p>
          <w:p w:rsidR="00CC0FF7" w:rsidRDefault="00CC0FF7" w:rsidP="00503141">
            <w:pPr>
              <w:ind w:left="1052" w:hanging="1080"/>
            </w:pPr>
            <w:r>
              <w:rPr>
                <w:b/>
              </w:rPr>
              <w:t>Пункт 1:</w:t>
            </w:r>
            <w:r w:rsidR="0033798C">
              <w:t xml:space="preserve">   </w:t>
            </w:r>
            <w:r>
              <w:t>Открытие сессии</w:t>
            </w:r>
          </w:p>
          <w:p w:rsidR="00CC0FF7" w:rsidRDefault="00CC0FF7" w:rsidP="00503141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CC0FF7" w:rsidRDefault="00CC0FF7" w:rsidP="00503141">
            <w:pPr>
              <w:spacing w:line="260" w:lineRule="atLeast"/>
              <w:ind w:left="1052" w:hanging="1080"/>
            </w:pPr>
            <w:r>
              <w:rPr>
                <w:b/>
              </w:rPr>
              <w:t>Пункт 2:</w:t>
            </w:r>
            <w:r w:rsidR="0033798C">
              <w:t xml:space="preserve">   </w:t>
            </w:r>
            <w:r>
              <w:t>Принятие повестки дня</w:t>
            </w:r>
          </w:p>
          <w:p w:rsidR="00CC0FF7" w:rsidRPr="0033798C" w:rsidRDefault="00655AB6" w:rsidP="00503141">
            <w:pPr>
              <w:spacing w:line="260" w:lineRule="atLeast"/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 Prov.</w:t>
            </w:r>
            <w:r w:rsidR="000D1A50">
              <w:rPr>
                <w:lang w:val="en-US"/>
              </w:rPr>
              <w:t> 3</w:t>
            </w:r>
          </w:p>
          <w:p w:rsidR="00CC0FF7" w:rsidRPr="000D1A50" w:rsidRDefault="00655AB6" w:rsidP="00503141">
            <w:pPr>
              <w:spacing w:line="260" w:lineRule="atLeast"/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WIPO/GRTKF/IC/47/INF/2</w:t>
            </w:r>
            <w:r w:rsidR="000D1A50">
              <w:rPr>
                <w:lang w:val="en-US"/>
              </w:rPr>
              <w:t xml:space="preserve"> Rev.</w:t>
            </w:r>
          </w:p>
          <w:p w:rsidR="00CC0FF7" w:rsidRPr="000D1A50" w:rsidRDefault="00655AB6" w:rsidP="00503141">
            <w:pPr>
              <w:spacing w:line="260" w:lineRule="atLeast"/>
              <w:ind w:left="1052"/>
              <w:rPr>
                <w:lang w:val="en-US"/>
              </w:rPr>
            </w:pPr>
            <w:r>
              <w:t>WIPO/GRTKF/IC/47/INF/3</w:t>
            </w:r>
            <w:r w:rsidR="000D1A50">
              <w:rPr>
                <w:lang w:val="en-US"/>
              </w:rPr>
              <w:t xml:space="preserve"> Rev.</w:t>
            </w:r>
          </w:p>
          <w:p w:rsidR="00CC0FF7" w:rsidRDefault="00CC0FF7" w:rsidP="00503141">
            <w:pPr>
              <w:ind w:left="1052" w:hanging="1080"/>
              <w:rPr>
                <w:b/>
              </w:rPr>
            </w:pPr>
          </w:p>
          <w:p w:rsidR="00CC0FF7" w:rsidRDefault="00CC0FF7" w:rsidP="00503141">
            <w:pPr>
              <w:ind w:left="1052" w:hanging="1080"/>
            </w:pPr>
            <w:r>
              <w:rPr>
                <w:b/>
              </w:rPr>
              <w:t>Пункт 3:</w:t>
            </w:r>
            <w:r w:rsidR="0033798C">
              <w:t xml:space="preserve">   </w:t>
            </w:r>
            <w:r>
              <w:t>Аккредитация некоторых организаций</w:t>
            </w:r>
          </w:p>
          <w:p w:rsidR="00CC0FF7" w:rsidRPr="0033798C" w:rsidRDefault="00655AB6" w:rsidP="00503141">
            <w:pPr>
              <w:spacing w:line="260" w:lineRule="atLeast"/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WIPO/GRTKF/IC/47/2</w:t>
            </w:r>
          </w:p>
          <w:p w:rsidR="00655AB6" w:rsidRPr="0033798C" w:rsidRDefault="00655AB6" w:rsidP="00503141">
            <w:pPr>
              <w:spacing w:line="260" w:lineRule="atLeast"/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WIPO/GRTKF/IC/47/20</w:t>
            </w:r>
          </w:p>
          <w:p w:rsidR="00CC0FF7" w:rsidRPr="0033798C" w:rsidRDefault="00CC0FF7" w:rsidP="00503141">
            <w:pPr>
              <w:ind w:left="1052" w:hanging="1080"/>
              <w:rPr>
                <w:b/>
                <w:lang w:val="en-US"/>
              </w:rPr>
            </w:pPr>
          </w:p>
          <w:p w:rsidR="00CC0FF7" w:rsidRDefault="00CC0FF7" w:rsidP="0033798C">
            <w:pPr>
              <w:ind w:left="1052" w:hanging="1080"/>
            </w:pPr>
            <w:r>
              <w:rPr>
                <w:b/>
              </w:rPr>
              <w:t>Пункт 4:</w:t>
            </w:r>
            <w:r w:rsidR="0033798C">
              <w:t xml:space="preserve">   </w:t>
            </w:r>
            <w:r>
              <w:t>Участие коренных народов и местных общин</w:t>
            </w:r>
          </w:p>
          <w:p w:rsidR="00CC0FF7" w:rsidRDefault="00CC0FF7" w:rsidP="00503141">
            <w:pPr>
              <w:spacing w:line="260" w:lineRule="atLeast"/>
              <w:ind w:left="1052"/>
            </w:pPr>
          </w:p>
          <w:p w:rsidR="00CC0FF7" w:rsidRDefault="00CC0FF7" w:rsidP="00503141">
            <w:pPr>
              <w:spacing w:line="260" w:lineRule="atLeast"/>
              <w:ind w:left="1052"/>
            </w:pPr>
            <w:r>
              <w:t>Добровольный фонд</w:t>
            </w:r>
          </w:p>
          <w:p w:rsidR="00CC0FF7" w:rsidRDefault="00655AB6" w:rsidP="00503141">
            <w:pPr>
              <w:ind w:left="1052"/>
            </w:pPr>
            <w:r>
              <w:t>WIPO/GRTKF/IC/47/3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WIPO/GRTKF/IC/47/INF/4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WIPO/GRTKF/IC/47/INF/6</w:t>
            </w:r>
          </w:p>
          <w:p w:rsidR="00CC0FF7" w:rsidRPr="0033798C" w:rsidRDefault="00CC0FF7" w:rsidP="00503141">
            <w:pPr>
              <w:ind w:left="1052"/>
              <w:rPr>
                <w:lang w:val="en-US"/>
              </w:rPr>
            </w:pPr>
          </w:p>
          <w:p w:rsidR="00CC0FF7" w:rsidRDefault="00CC0FF7" w:rsidP="00503141">
            <w:pPr>
              <w:ind w:left="1052"/>
            </w:pPr>
            <w:r>
              <w:t>Дискуссионная группа местных и коренных общин</w:t>
            </w:r>
          </w:p>
          <w:p w:rsidR="00CC0FF7" w:rsidRPr="0074785E" w:rsidRDefault="00CC0FF7" w:rsidP="00503141">
            <w:pPr>
              <w:spacing w:line="260" w:lineRule="atLeast"/>
              <w:ind w:left="1052"/>
              <w:rPr>
                <w:i/>
              </w:rPr>
            </w:pPr>
            <w:r>
              <w:rPr>
                <w:i/>
              </w:rPr>
              <w:t>Не является официальным заседанием Комитета, но отчет о работе Группы включается в отчет о работе сессии</w:t>
            </w:r>
            <w:r>
              <w:rPr>
                <w:i/>
              </w:rPr>
              <w:br/>
              <w:t>WIPO/GRTKF/IC/47/INF/5</w:t>
            </w:r>
          </w:p>
          <w:p w:rsidR="00CC0FF7" w:rsidRDefault="00CC0FF7" w:rsidP="00503141">
            <w:pPr>
              <w:ind w:left="1052"/>
            </w:pPr>
          </w:p>
        </w:tc>
      </w:tr>
      <w:tr w:rsidR="00CC0FF7" w:rsidRPr="0033798C" w:rsidTr="00503141">
        <w:tc>
          <w:tcPr>
            <w:tcW w:w="3510" w:type="dxa"/>
            <w:shd w:val="clear" w:color="auto" w:fill="auto"/>
          </w:tcPr>
          <w:p w:rsidR="00CC0FF7" w:rsidRPr="00480C4C" w:rsidRDefault="00CC0FF7" w:rsidP="00503141">
            <w:pPr>
              <w:spacing w:line="260" w:lineRule="atLeast"/>
              <w:rPr>
                <w:sz w:val="2"/>
                <w:szCs w:val="2"/>
              </w:rPr>
            </w:pPr>
          </w:p>
          <w:p w:rsidR="00CC0FF7" w:rsidRDefault="00CC0FF7" w:rsidP="00503141">
            <w:pPr>
              <w:spacing w:line="260" w:lineRule="atLeast"/>
            </w:pPr>
            <w:r>
              <w:t>15:00–18:00</w:t>
            </w:r>
          </w:p>
          <w:p w:rsidR="00CC0FF7" w:rsidRDefault="00CC0FF7" w:rsidP="00503141">
            <w:pPr>
              <w:spacing w:line="260" w:lineRule="atLeast"/>
            </w:pPr>
          </w:p>
          <w:p w:rsidR="00CC0FF7" w:rsidRDefault="00CC0FF7" w:rsidP="00503141">
            <w:pPr>
              <w:spacing w:line="260" w:lineRule="atLeast"/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CC0FF7" w:rsidRPr="005C0326" w:rsidRDefault="00CC0FF7" w:rsidP="00503141">
            <w:pPr>
              <w:ind w:left="1052" w:hanging="1080"/>
              <w:rPr>
                <w:szCs w:val="22"/>
              </w:rPr>
            </w:pPr>
          </w:p>
          <w:p w:rsidR="00CC0FF7" w:rsidRDefault="00CC0FF7" w:rsidP="00503141">
            <w:pPr>
              <w:ind w:left="1052" w:hanging="1080"/>
            </w:pPr>
            <w:r>
              <w:rPr>
                <w:b/>
              </w:rPr>
              <w:t>Пункт 5:</w:t>
            </w:r>
            <w:r w:rsidR="0033798C">
              <w:t xml:space="preserve">   </w:t>
            </w:r>
            <w:r>
              <w:t>Традиционные знания/традиционные выражения культуры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WIPO/GRTKF/IC/47/4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WIPO/GRTKF/IC/47/5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WIPO/GRTKF/IC/47/8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WIPO/GRTKF/IC/47/9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WIPO/GRTKF/IC/47/10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WIPO/GRTKF/IC/47/11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WIPO/GRTKF/IC/47/12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WIPO/GRTKF/IC/47/16</w:t>
            </w:r>
          </w:p>
          <w:p w:rsidR="00CC0FF7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WIPO/GRTKF/IC/47/17</w:t>
            </w:r>
          </w:p>
          <w:p w:rsidR="00655AB6" w:rsidRPr="0033798C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WIPO/GRTKF/IC/47/18</w:t>
            </w:r>
          </w:p>
          <w:p w:rsidR="00655AB6" w:rsidRDefault="00655AB6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WIPO/GRTKF/IC/47/19</w:t>
            </w:r>
          </w:p>
          <w:p w:rsidR="000D1A50" w:rsidRPr="0033798C" w:rsidRDefault="000D1A50" w:rsidP="00503141">
            <w:pPr>
              <w:ind w:left="1052"/>
              <w:rPr>
                <w:lang w:val="en-US"/>
              </w:rPr>
            </w:pPr>
            <w:r>
              <w:rPr>
                <w:lang w:val="en-US"/>
              </w:rPr>
              <w:t>WIPO/GRTKF/IC/47/21</w:t>
            </w:r>
          </w:p>
          <w:p w:rsidR="00CC0FF7" w:rsidRPr="0033798C" w:rsidRDefault="00CC0FF7" w:rsidP="00503141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WIPO/GRTKF/IC/47/INF/7</w:t>
            </w:r>
          </w:p>
          <w:p w:rsidR="00CC0FF7" w:rsidRPr="0033798C" w:rsidRDefault="00CC0FF7" w:rsidP="00503141">
            <w:pPr>
              <w:ind w:left="1052" w:firstLine="8"/>
              <w:rPr>
                <w:lang w:val="en-US"/>
              </w:rPr>
            </w:pPr>
            <w:r w:rsidRPr="0033798C">
              <w:rPr>
                <w:lang w:val="en-US"/>
              </w:rPr>
              <w:t>WIPO/GRTKF/IC/47/INF/8</w:t>
            </w:r>
          </w:p>
          <w:p w:rsidR="00655AB6" w:rsidRPr="0033798C" w:rsidRDefault="00655AB6" w:rsidP="00655AB6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WIPO/GRTKF/IC/47/INF/9</w:t>
            </w:r>
          </w:p>
          <w:p w:rsidR="00CC0FF7" w:rsidRPr="0033798C" w:rsidRDefault="00CC0FF7" w:rsidP="00503141">
            <w:pPr>
              <w:ind w:left="1052" w:firstLine="8"/>
              <w:rPr>
                <w:lang w:val="en-US"/>
              </w:rPr>
            </w:pPr>
          </w:p>
          <w:p w:rsidR="00CC0FF7" w:rsidRPr="0033798C" w:rsidRDefault="00CC0FF7" w:rsidP="00503141">
            <w:pPr>
              <w:ind w:left="1052" w:hanging="1080"/>
              <w:rPr>
                <w:lang w:val="en-US"/>
              </w:rPr>
            </w:pPr>
          </w:p>
        </w:tc>
      </w:tr>
      <w:tr w:rsidR="00CC0FF7" w:rsidTr="00503141">
        <w:tc>
          <w:tcPr>
            <w:tcW w:w="3510" w:type="dxa"/>
            <w:shd w:val="clear" w:color="auto" w:fill="auto"/>
          </w:tcPr>
          <w:p w:rsidR="00CC0FF7" w:rsidRDefault="00CC0FF7" w:rsidP="00503141">
            <w:pPr>
              <w:rPr>
                <w:u w:val="single"/>
              </w:rPr>
            </w:pPr>
            <w:r>
              <w:rPr>
                <w:u w:val="single"/>
              </w:rPr>
              <w:t>Вторник, 6 июня 2023 года</w:t>
            </w:r>
          </w:p>
          <w:p w:rsidR="00CC0FF7" w:rsidRDefault="00CC0FF7" w:rsidP="00503141"/>
          <w:p w:rsidR="00CC0FF7" w:rsidRDefault="00CC0FF7" w:rsidP="00503141">
            <w:r>
              <w:t>10:00–13:00</w:t>
            </w:r>
          </w:p>
          <w:p w:rsidR="00CC0FF7" w:rsidRDefault="00CC0FF7" w:rsidP="00503141"/>
          <w:p w:rsidR="00CC0FF7" w:rsidRDefault="00CC0FF7" w:rsidP="00503141"/>
          <w:p w:rsidR="00CC0FF7" w:rsidRDefault="00CC0FF7" w:rsidP="00503141">
            <w:r>
              <w:t>15:00–18:00</w:t>
            </w:r>
          </w:p>
          <w:p w:rsidR="004231FC" w:rsidRDefault="004231FC" w:rsidP="00503141"/>
          <w:p w:rsidR="004231FC" w:rsidRDefault="004231FC" w:rsidP="00503141"/>
          <w:p w:rsidR="004231FC" w:rsidRDefault="004231FC" w:rsidP="00503141"/>
        </w:tc>
        <w:tc>
          <w:tcPr>
            <w:tcW w:w="5845" w:type="dxa"/>
            <w:gridSpan w:val="3"/>
            <w:shd w:val="clear" w:color="auto" w:fill="auto"/>
          </w:tcPr>
          <w:p w:rsidR="00CC0FF7" w:rsidRDefault="00CC0FF7" w:rsidP="00503141">
            <w:pPr>
              <w:ind w:left="-28"/>
              <w:rPr>
                <w:b/>
              </w:rPr>
            </w:pPr>
          </w:p>
          <w:p w:rsidR="00CC0FF7" w:rsidRDefault="00CC0FF7" w:rsidP="00503141">
            <w:pPr>
              <w:ind w:left="-28"/>
              <w:rPr>
                <w:b/>
              </w:rPr>
            </w:pPr>
          </w:p>
          <w:p w:rsidR="00CC0FF7" w:rsidRDefault="00CC0FF7" w:rsidP="00503141">
            <w:pPr>
              <w:ind w:left="1052" w:hanging="1080"/>
              <w:rPr>
                <w:i/>
              </w:rPr>
            </w:pPr>
            <w:r>
              <w:rPr>
                <w:b/>
              </w:rPr>
              <w:t>Пункт 5:</w:t>
            </w:r>
            <w:r w:rsidR="0033798C">
              <w:t xml:space="preserve">   </w:t>
            </w:r>
            <w:r>
              <w:t>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:rsidR="00CC0FF7" w:rsidRDefault="00CC0FF7" w:rsidP="00503141">
            <w:pPr>
              <w:ind w:left="-28"/>
            </w:pPr>
          </w:p>
          <w:p w:rsidR="00CC0FF7" w:rsidRDefault="00CC0FF7" w:rsidP="00503141">
            <w:pPr>
              <w:spacing w:line="260" w:lineRule="atLeast"/>
              <w:ind w:left="1052" w:hanging="1080"/>
              <w:rPr>
                <w:i/>
              </w:rPr>
            </w:pPr>
            <w:r>
              <w:rPr>
                <w:b/>
              </w:rPr>
              <w:t>Пункт 5:</w:t>
            </w:r>
            <w:r w:rsidR="0033798C">
              <w:t xml:space="preserve">   </w:t>
            </w:r>
            <w:r>
              <w:t>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:rsidR="00CC0FF7" w:rsidRDefault="00CC0FF7" w:rsidP="00503141">
            <w:pPr>
              <w:spacing w:line="260" w:lineRule="atLeast"/>
              <w:ind w:left="1052" w:hanging="1080"/>
            </w:pPr>
          </w:p>
        </w:tc>
      </w:tr>
      <w:tr w:rsidR="00CC0FF7" w:rsidTr="00503141">
        <w:tc>
          <w:tcPr>
            <w:tcW w:w="3527" w:type="dxa"/>
            <w:gridSpan w:val="2"/>
            <w:shd w:val="clear" w:color="auto" w:fill="auto"/>
          </w:tcPr>
          <w:p w:rsidR="00CC0FF7" w:rsidRDefault="00CC0FF7" w:rsidP="00503141">
            <w:pPr>
              <w:rPr>
                <w:u w:val="single"/>
              </w:rPr>
            </w:pPr>
          </w:p>
          <w:p w:rsidR="00CC0FF7" w:rsidRPr="00B77AA8" w:rsidRDefault="00CC0FF7" w:rsidP="00503141">
            <w:pPr>
              <w:rPr>
                <w:u w:val="single"/>
              </w:rPr>
            </w:pPr>
            <w:r>
              <w:rPr>
                <w:u w:val="single"/>
              </w:rPr>
              <w:t>Среда, 7 июня 2023 года</w:t>
            </w:r>
          </w:p>
          <w:p w:rsidR="00CC0FF7" w:rsidRDefault="00CC0FF7" w:rsidP="00503141"/>
          <w:p w:rsidR="00CC0FF7" w:rsidRDefault="00CC0FF7" w:rsidP="00503141">
            <w:r>
              <w:t>10:00–13:00</w:t>
            </w:r>
          </w:p>
          <w:p w:rsidR="00CC0FF7" w:rsidRDefault="00CC0FF7" w:rsidP="00503141"/>
          <w:p w:rsidR="00CC0FF7" w:rsidRDefault="00CC0FF7" w:rsidP="00503141"/>
          <w:p w:rsidR="00CC0FF7" w:rsidRDefault="00CC0FF7" w:rsidP="00503141">
            <w:r>
              <w:t>15:00–18:00</w:t>
            </w:r>
          </w:p>
        </w:tc>
        <w:tc>
          <w:tcPr>
            <w:tcW w:w="5828" w:type="dxa"/>
            <w:gridSpan w:val="2"/>
            <w:shd w:val="clear" w:color="auto" w:fill="auto"/>
          </w:tcPr>
          <w:p w:rsidR="00CC0FF7" w:rsidRDefault="00CC0FF7" w:rsidP="00503141">
            <w:pPr>
              <w:rPr>
                <w:b/>
              </w:rPr>
            </w:pPr>
          </w:p>
          <w:p w:rsidR="004231FC" w:rsidRDefault="004231FC" w:rsidP="00503141">
            <w:pPr>
              <w:rPr>
                <w:b/>
              </w:rPr>
            </w:pPr>
          </w:p>
          <w:p w:rsidR="00CC0FF7" w:rsidRDefault="00CC0FF7" w:rsidP="00503141">
            <w:pPr>
              <w:rPr>
                <w:b/>
              </w:rPr>
            </w:pPr>
          </w:p>
          <w:p w:rsidR="00CC0FF7" w:rsidRDefault="00CC0FF7" w:rsidP="00503141">
            <w:pPr>
              <w:ind w:left="1052" w:hanging="1052"/>
            </w:pPr>
            <w:r>
              <w:rPr>
                <w:b/>
              </w:rPr>
              <w:t>Пункт 5:</w:t>
            </w:r>
            <w:r w:rsidR="0033798C">
              <w:t xml:space="preserve">   </w:t>
            </w:r>
            <w:r>
              <w:t>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:rsidR="00CC0FF7" w:rsidRDefault="00CC0FF7" w:rsidP="00503141">
            <w:pPr>
              <w:rPr>
                <w:b/>
              </w:rPr>
            </w:pPr>
          </w:p>
          <w:p w:rsidR="00CC0FF7" w:rsidRDefault="00CC0FF7" w:rsidP="00503141">
            <w:pPr>
              <w:ind w:left="1038" w:hanging="1038"/>
              <w:rPr>
                <w:i/>
              </w:rPr>
            </w:pPr>
            <w:r>
              <w:rPr>
                <w:b/>
              </w:rPr>
              <w:t>Пункт 5:</w:t>
            </w:r>
            <w:r w:rsidR="0033798C">
              <w:t xml:space="preserve">   </w:t>
            </w:r>
            <w:r>
              <w:t>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:rsidR="00CC0FF7" w:rsidRDefault="00CC0FF7" w:rsidP="00503141">
            <w:pPr>
              <w:ind w:left="1038" w:hanging="1038"/>
            </w:pPr>
          </w:p>
          <w:p w:rsidR="00CC0FF7" w:rsidRDefault="00CC0FF7" w:rsidP="00503141">
            <w:pPr>
              <w:ind w:left="1038" w:hanging="1038"/>
            </w:pPr>
          </w:p>
        </w:tc>
      </w:tr>
      <w:tr w:rsidR="00CC0FF7" w:rsidTr="00503141">
        <w:tc>
          <w:tcPr>
            <w:tcW w:w="3527" w:type="dxa"/>
            <w:gridSpan w:val="2"/>
            <w:shd w:val="clear" w:color="auto" w:fill="auto"/>
          </w:tcPr>
          <w:p w:rsidR="00CC0FF7" w:rsidRPr="00B77AA8" w:rsidRDefault="00CC0FF7" w:rsidP="00503141">
            <w:pPr>
              <w:rPr>
                <w:u w:val="single"/>
              </w:rPr>
            </w:pPr>
            <w:r>
              <w:rPr>
                <w:u w:val="single"/>
              </w:rPr>
              <w:t>Четверг, 8 июня 2023 года</w:t>
            </w:r>
          </w:p>
          <w:p w:rsidR="00CC0FF7" w:rsidRDefault="00CC0FF7" w:rsidP="00503141"/>
          <w:p w:rsidR="00CC0FF7" w:rsidRDefault="00CC0FF7" w:rsidP="00503141">
            <w:r>
              <w:t>10:00–13:00</w:t>
            </w:r>
          </w:p>
          <w:p w:rsidR="00CC0FF7" w:rsidRDefault="00CC0FF7" w:rsidP="00503141"/>
          <w:p w:rsidR="00CC0FF7" w:rsidRDefault="00CC0FF7" w:rsidP="00503141"/>
          <w:p w:rsidR="00655AB6" w:rsidRDefault="00655AB6" w:rsidP="00503141"/>
          <w:p w:rsidR="00655AB6" w:rsidRDefault="00655AB6" w:rsidP="00503141"/>
          <w:p w:rsidR="00655AB6" w:rsidRDefault="00655AB6" w:rsidP="00503141"/>
          <w:p w:rsidR="00655AB6" w:rsidRDefault="00655AB6" w:rsidP="00503141"/>
          <w:p w:rsidR="00655AB6" w:rsidRDefault="00655AB6" w:rsidP="00503141"/>
          <w:p w:rsidR="000A26CF" w:rsidRDefault="000A26CF" w:rsidP="00503141"/>
          <w:p w:rsidR="00CC0FF7" w:rsidRDefault="00CC0FF7" w:rsidP="00503141">
            <w:r>
              <w:t>15:00–18:00</w:t>
            </w:r>
          </w:p>
        </w:tc>
        <w:tc>
          <w:tcPr>
            <w:tcW w:w="5828" w:type="dxa"/>
            <w:gridSpan w:val="2"/>
            <w:shd w:val="clear" w:color="auto" w:fill="auto"/>
          </w:tcPr>
          <w:p w:rsidR="00CC0FF7" w:rsidRDefault="00CC0FF7" w:rsidP="00503141">
            <w:pPr>
              <w:rPr>
                <w:b/>
              </w:rPr>
            </w:pPr>
          </w:p>
          <w:p w:rsidR="00CC0FF7" w:rsidRDefault="00CC0FF7" w:rsidP="00503141">
            <w:pPr>
              <w:rPr>
                <w:b/>
              </w:rPr>
            </w:pPr>
          </w:p>
          <w:p w:rsidR="00CC0FF7" w:rsidRDefault="00CC0FF7" w:rsidP="00503141">
            <w:pPr>
              <w:ind w:left="1052" w:hanging="1052"/>
              <w:rPr>
                <w:szCs w:val="22"/>
              </w:rPr>
            </w:pPr>
            <w:r>
              <w:rPr>
                <w:b/>
              </w:rPr>
              <w:t>Пункт 6:</w:t>
            </w:r>
            <w:r w:rsidR="0033798C">
              <w:t xml:space="preserve">   </w:t>
            </w:r>
            <w:r>
              <w:t>Подведение итогов проделанной работы и вынесение рекомендации для Генеральной Ассамблеи</w:t>
            </w:r>
          </w:p>
          <w:p w:rsidR="00655AB6" w:rsidRPr="0033798C" w:rsidRDefault="00655AB6" w:rsidP="00655AB6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WIPO/GRTKF/IC/47/6</w:t>
            </w:r>
          </w:p>
          <w:p w:rsidR="00655AB6" w:rsidRPr="0033798C" w:rsidRDefault="00655AB6" w:rsidP="00655AB6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WIPO/GRTKF/IC/47/7</w:t>
            </w:r>
          </w:p>
          <w:p w:rsidR="00655AB6" w:rsidRPr="0033798C" w:rsidRDefault="00655AB6" w:rsidP="00655AB6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WIPO/GRTKF/IC/47/13</w:t>
            </w:r>
          </w:p>
          <w:p w:rsidR="00655AB6" w:rsidRPr="0033798C" w:rsidRDefault="00655AB6" w:rsidP="00655AB6">
            <w:pPr>
              <w:ind w:left="1052"/>
              <w:rPr>
                <w:lang w:val="en-US"/>
              </w:rPr>
            </w:pPr>
            <w:r w:rsidRPr="0033798C">
              <w:rPr>
                <w:lang w:val="en-US"/>
              </w:rPr>
              <w:t>WIPO/GRTKF/IC/47/14</w:t>
            </w:r>
          </w:p>
          <w:p w:rsidR="00655AB6" w:rsidRDefault="00655AB6" w:rsidP="00655AB6">
            <w:pPr>
              <w:ind w:left="1052"/>
            </w:pPr>
            <w:r>
              <w:t>WIPO/GRTKF/IC/47/15</w:t>
            </w:r>
          </w:p>
          <w:p w:rsidR="000A26CF" w:rsidRDefault="000A26CF" w:rsidP="00655AB6">
            <w:pPr>
              <w:ind w:left="1052"/>
            </w:pPr>
          </w:p>
          <w:p w:rsidR="00CC0FF7" w:rsidRDefault="00CC0FF7" w:rsidP="00655AB6">
            <w:pPr>
              <w:ind w:left="1052" w:hanging="1052"/>
              <w:rPr>
                <w:i/>
              </w:rPr>
            </w:pPr>
            <w:r>
              <w:rPr>
                <w:b/>
              </w:rPr>
              <w:t>Пункт 6:</w:t>
            </w:r>
            <w:r w:rsidR="0033798C">
              <w:t xml:space="preserve">   </w:t>
            </w:r>
            <w:r>
              <w:t>Подведение итогов проделанной работы и вынесение рекомендации для Генеральной Ассамблеи (</w:t>
            </w:r>
            <w:r>
              <w:rPr>
                <w:i/>
                <w:iCs/>
              </w:rPr>
              <w:t>продолжение</w:t>
            </w:r>
            <w:r>
              <w:t>)</w:t>
            </w:r>
          </w:p>
          <w:p w:rsidR="004231FC" w:rsidRDefault="004231FC" w:rsidP="00655AB6">
            <w:pPr>
              <w:ind w:left="1052" w:hanging="1052"/>
              <w:rPr>
                <w:i/>
              </w:rPr>
            </w:pPr>
          </w:p>
          <w:p w:rsidR="004231FC" w:rsidRDefault="004231FC" w:rsidP="00655AB6">
            <w:pPr>
              <w:ind w:left="1052" w:hanging="1052"/>
            </w:pPr>
          </w:p>
        </w:tc>
      </w:tr>
      <w:tr w:rsidR="00CC0FF7" w:rsidTr="00503141">
        <w:trPr>
          <w:trHeight w:val="349"/>
        </w:trPr>
        <w:tc>
          <w:tcPr>
            <w:tcW w:w="3527" w:type="dxa"/>
            <w:gridSpan w:val="2"/>
            <w:shd w:val="clear" w:color="auto" w:fill="auto"/>
          </w:tcPr>
          <w:p w:rsidR="00CC0FF7" w:rsidRPr="00B77AA8" w:rsidRDefault="00CC0FF7" w:rsidP="00503141">
            <w:pPr>
              <w:rPr>
                <w:u w:val="single"/>
              </w:rPr>
            </w:pPr>
            <w:r>
              <w:rPr>
                <w:u w:val="single"/>
              </w:rPr>
              <w:t>Пятница, 9 июня 2023 года</w:t>
            </w:r>
          </w:p>
          <w:p w:rsidR="00CC0FF7" w:rsidRDefault="00CC0FF7" w:rsidP="00503141"/>
          <w:p w:rsidR="00CC0FF7" w:rsidRDefault="00CC0FF7" w:rsidP="00503141">
            <w:r>
              <w:t>10:00–13:00</w:t>
            </w:r>
          </w:p>
          <w:p w:rsidR="00CC0FF7" w:rsidRDefault="00CC0FF7" w:rsidP="00503141"/>
          <w:p w:rsidR="00CC0FF7" w:rsidRDefault="00CC0FF7" w:rsidP="00503141"/>
          <w:p w:rsidR="000A26CF" w:rsidRDefault="000A26CF" w:rsidP="00503141"/>
          <w:p w:rsidR="00CC0FF7" w:rsidRPr="0060028B" w:rsidRDefault="00CC0FF7" w:rsidP="008E7A99">
            <w:pPr>
              <w:rPr>
                <w:u w:val="single"/>
              </w:rPr>
            </w:pPr>
            <w:r>
              <w:t>15:00–18:00</w:t>
            </w:r>
          </w:p>
        </w:tc>
        <w:tc>
          <w:tcPr>
            <w:tcW w:w="5828" w:type="dxa"/>
            <w:gridSpan w:val="2"/>
            <w:shd w:val="clear" w:color="auto" w:fill="auto"/>
          </w:tcPr>
          <w:p w:rsidR="00CC0FF7" w:rsidRDefault="00CC0FF7" w:rsidP="00503141"/>
          <w:p w:rsidR="00CC0FF7" w:rsidRDefault="00CC0FF7" w:rsidP="00503141">
            <w:pPr>
              <w:rPr>
                <w:b/>
              </w:rPr>
            </w:pPr>
          </w:p>
          <w:p w:rsidR="00CC0FF7" w:rsidRDefault="00CC0FF7" w:rsidP="00503141">
            <w:pPr>
              <w:ind w:left="1052" w:hanging="1052"/>
              <w:rPr>
                <w:i/>
              </w:rPr>
            </w:pPr>
            <w:r>
              <w:rPr>
                <w:b/>
              </w:rPr>
              <w:t>Пункт 6:</w:t>
            </w:r>
            <w:r w:rsidR="0033798C">
              <w:t xml:space="preserve">   </w:t>
            </w:r>
            <w:r>
              <w:t>Подведение итогов проделанной работы и вынесение рекомендации для Генеральной Ассамблеи (</w:t>
            </w:r>
            <w:r>
              <w:rPr>
                <w:i/>
                <w:iCs/>
              </w:rPr>
              <w:t>продолжение</w:t>
            </w:r>
            <w:r>
              <w:t>)</w:t>
            </w:r>
          </w:p>
          <w:p w:rsidR="00CC0FF7" w:rsidRDefault="00CC0FF7" w:rsidP="00503141">
            <w:pPr>
              <w:ind w:left="1052" w:hanging="1052"/>
              <w:rPr>
                <w:i/>
              </w:rPr>
            </w:pPr>
          </w:p>
          <w:p w:rsidR="00CC0FF7" w:rsidRPr="0074785E" w:rsidRDefault="00CC0FF7" w:rsidP="00503141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Пункт 7:</w:t>
            </w:r>
            <w:r w:rsidR="0033798C">
              <w:t xml:space="preserve">   </w:t>
            </w:r>
            <w:r>
              <w:t>Любые другие вопросы</w:t>
            </w:r>
          </w:p>
          <w:p w:rsidR="00CC0FF7" w:rsidRDefault="00CC0FF7" w:rsidP="00503141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CC0FF7" w:rsidRPr="004530F0" w:rsidRDefault="0033798C" w:rsidP="00503141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Пункт 8:</w:t>
            </w:r>
            <w:r w:rsidRPr="0033798C">
              <w:t xml:space="preserve">   </w:t>
            </w:r>
            <w:r w:rsidR="00CC0FF7">
              <w:t>Закрытие сессии</w:t>
            </w:r>
          </w:p>
          <w:p w:rsidR="00CC0FF7" w:rsidRDefault="00CC0FF7" w:rsidP="00503141">
            <w:pPr>
              <w:ind w:left="1232" w:hanging="1232"/>
            </w:pPr>
          </w:p>
        </w:tc>
      </w:tr>
    </w:tbl>
    <w:p w:rsidR="00CC0FF7" w:rsidRDefault="00CC0FF7" w:rsidP="00CC0FF7">
      <w:pPr>
        <w:pStyle w:val="Endofdocument-Annex"/>
        <w:ind w:left="0" w:firstLine="90"/>
      </w:pPr>
    </w:p>
    <w:p w:rsidR="00CC0FF7" w:rsidRDefault="00CC0FF7" w:rsidP="00CC0FF7">
      <w:pPr>
        <w:pStyle w:val="Endofdocument-Annex"/>
        <w:ind w:left="0" w:firstLine="90"/>
      </w:pPr>
    </w:p>
    <w:p w:rsidR="002326AB" w:rsidRDefault="00CC0FF7" w:rsidP="008E7A99">
      <w:pPr>
        <w:pStyle w:val="Endofdocument-Annex"/>
      </w:pPr>
      <w:r>
        <w:t>[Конец документа]</w:t>
      </w:r>
      <w:bookmarkStart w:id="5" w:name="Prepared"/>
      <w:bookmarkEnd w:id="3"/>
      <w:bookmarkEnd w:id="5"/>
    </w:p>
    <w:sectPr w:rsidR="002326AB" w:rsidSect="00CC0F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FF7" w:rsidRDefault="00CC0FF7">
      <w:r>
        <w:separator/>
      </w:r>
    </w:p>
  </w:endnote>
  <w:endnote w:type="continuationSeparator" w:id="0">
    <w:p w:rsidR="00CC0FF7" w:rsidRDefault="00CC0FF7" w:rsidP="003B38C1">
      <w:r>
        <w:separator/>
      </w:r>
    </w:p>
    <w:p w:rsidR="00CC0FF7" w:rsidRPr="0033798C" w:rsidRDefault="00CC0FF7" w:rsidP="003B38C1">
      <w:pPr>
        <w:spacing w:after="60"/>
        <w:rPr>
          <w:sz w:val="17"/>
          <w:lang w:val="en-US"/>
        </w:rPr>
      </w:pPr>
      <w:r w:rsidRPr="0033798C">
        <w:rPr>
          <w:sz w:val="17"/>
          <w:lang w:val="en-US"/>
        </w:rPr>
        <w:t>[Endnote continued from previous page]</w:t>
      </w:r>
    </w:p>
  </w:endnote>
  <w:endnote w:type="continuationNotice" w:id="1">
    <w:p w:rsidR="00CC0FF7" w:rsidRPr="0033798C" w:rsidRDefault="00CC0FF7" w:rsidP="003B38C1">
      <w:pPr>
        <w:spacing w:before="60"/>
        <w:jc w:val="right"/>
        <w:rPr>
          <w:sz w:val="17"/>
          <w:szCs w:val="17"/>
          <w:lang w:val="en-US"/>
        </w:rPr>
      </w:pPr>
      <w:r w:rsidRPr="0033798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50" w:rsidRDefault="000D1A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50" w:rsidRDefault="000D1A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50" w:rsidRDefault="000D1A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FF7" w:rsidRDefault="00CC0FF7">
      <w:r>
        <w:separator/>
      </w:r>
    </w:p>
  </w:footnote>
  <w:footnote w:type="continuationSeparator" w:id="0">
    <w:p w:rsidR="00CC0FF7" w:rsidRDefault="00CC0FF7" w:rsidP="008B60B2">
      <w:r>
        <w:separator/>
      </w:r>
    </w:p>
    <w:p w:rsidR="00CC0FF7" w:rsidRPr="0033798C" w:rsidRDefault="00CC0FF7" w:rsidP="008B60B2">
      <w:pPr>
        <w:spacing w:after="60"/>
        <w:rPr>
          <w:sz w:val="17"/>
          <w:szCs w:val="17"/>
          <w:lang w:val="en-US"/>
        </w:rPr>
      </w:pPr>
      <w:r w:rsidRPr="0033798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CC0FF7" w:rsidRPr="0033798C" w:rsidRDefault="00CC0FF7" w:rsidP="008B60B2">
      <w:pPr>
        <w:spacing w:before="60"/>
        <w:jc w:val="right"/>
        <w:rPr>
          <w:sz w:val="17"/>
          <w:szCs w:val="17"/>
          <w:lang w:val="en-US"/>
        </w:rPr>
      </w:pPr>
      <w:r w:rsidRPr="0033798C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50" w:rsidRDefault="000D1A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0D1A50" w:rsidRDefault="00CC0FF7" w:rsidP="00477D6B">
    <w:pPr>
      <w:jc w:val="right"/>
      <w:rPr>
        <w:caps/>
        <w:lang w:val="en-US"/>
      </w:rPr>
    </w:pPr>
    <w:bookmarkStart w:id="6" w:name="Code2"/>
    <w:bookmarkEnd w:id="6"/>
    <w:r w:rsidRPr="0033798C">
      <w:rPr>
        <w:caps/>
        <w:lang w:val="en-US"/>
      </w:rPr>
      <w:t>WIPO/GRTKF/IC/47/INF/3</w:t>
    </w:r>
    <w:r w:rsidR="000D1A50">
      <w:rPr>
        <w:caps/>
      </w:rPr>
      <w:t xml:space="preserve"> </w:t>
    </w:r>
    <w:r w:rsidR="000D1A50">
      <w:rPr>
        <w:caps/>
        <w:lang w:val="en-US"/>
      </w:rPr>
      <w:t>Rev.</w:t>
    </w:r>
  </w:p>
  <w:p w:rsidR="00D07C78" w:rsidRDefault="00D07C78" w:rsidP="00477D6B">
    <w:pPr>
      <w:jc w:val="right"/>
    </w:pPr>
    <w:r>
      <w:t>стр</w:t>
    </w:r>
    <w:r w:rsidRPr="0033798C">
      <w:rPr>
        <w:lang w:val="en-US"/>
      </w:rPr>
      <w:t xml:space="preserve">. </w:t>
    </w:r>
    <w:r>
      <w:fldChar w:fldCharType="begin"/>
    </w:r>
    <w:r w:rsidRPr="0033798C">
      <w:rPr>
        <w:lang w:val="en-US"/>
      </w:rPr>
      <w:instrText xml:space="preserve"> PAGE  \* MERGEFORMAT </w:instrText>
    </w:r>
    <w:r>
      <w:fldChar w:fldCharType="separate"/>
    </w:r>
    <w:r w:rsidR="00986798" w:rsidRPr="00986798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50" w:rsidRDefault="000D1A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F7"/>
    <w:rsid w:val="00043CAA"/>
    <w:rsid w:val="00056816"/>
    <w:rsid w:val="00075432"/>
    <w:rsid w:val="000968ED"/>
    <w:rsid w:val="000A26CF"/>
    <w:rsid w:val="000A3D97"/>
    <w:rsid w:val="000D1A50"/>
    <w:rsid w:val="000F5E56"/>
    <w:rsid w:val="001362EE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3798C"/>
    <w:rsid w:val="00361450"/>
    <w:rsid w:val="003673CF"/>
    <w:rsid w:val="003845C1"/>
    <w:rsid w:val="003A6F89"/>
    <w:rsid w:val="003B38C1"/>
    <w:rsid w:val="003C34E9"/>
    <w:rsid w:val="004231FC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C6649"/>
    <w:rsid w:val="005F7E4F"/>
    <w:rsid w:val="00605827"/>
    <w:rsid w:val="00646050"/>
    <w:rsid w:val="00655AB6"/>
    <w:rsid w:val="006713CA"/>
    <w:rsid w:val="00676C5C"/>
    <w:rsid w:val="00720EFD"/>
    <w:rsid w:val="007854AF"/>
    <w:rsid w:val="00793A7C"/>
    <w:rsid w:val="007A398A"/>
    <w:rsid w:val="007D1613"/>
    <w:rsid w:val="007E4C0E"/>
    <w:rsid w:val="008A134B"/>
    <w:rsid w:val="008B2CC1"/>
    <w:rsid w:val="008B60B2"/>
    <w:rsid w:val="008E7A99"/>
    <w:rsid w:val="0090731E"/>
    <w:rsid w:val="00916EE2"/>
    <w:rsid w:val="00966A22"/>
    <w:rsid w:val="0096722F"/>
    <w:rsid w:val="00980843"/>
    <w:rsid w:val="00986798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BD1691"/>
    <w:rsid w:val="00C11BFE"/>
    <w:rsid w:val="00C5068F"/>
    <w:rsid w:val="00C86D74"/>
    <w:rsid w:val="00C91A8D"/>
    <w:rsid w:val="00CC0FF7"/>
    <w:rsid w:val="00CD04F1"/>
    <w:rsid w:val="00CF681A"/>
    <w:rsid w:val="00D07C78"/>
    <w:rsid w:val="00D45252"/>
    <w:rsid w:val="00D71B4D"/>
    <w:rsid w:val="00D93D55"/>
    <w:rsid w:val="00DD7B7F"/>
    <w:rsid w:val="00E15015"/>
    <w:rsid w:val="00E335FE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2F9E1554"/>
  <w15:docId w15:val="{D654FCA8-71BC-4ABA-A061-836D3393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CC0FF7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CC0FF7"/>
    <w:pPr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CDB8-1FDD-4958-B9FF-945AE897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</Template>
  <TotalTime>7</TotalTime>
  <Pages>3</Pages>
  <Words>334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WIPO/GRTKF/IC/47/INF/3</vt:lpstr>
    </vt:vector>
  </TitlesOfParts>
  <Company>WIPO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WIPO/GRTKF/IC/47/INF/3</dc:title>
  <dc:creator>JIAO Fei</dc:creator>
  <cp:keywords>FOR OFFICIAL USE ONLY</cp:keywords>
  <cp:lastModifiedBy>KOMSHILOVA Svetlana</cp:lastModifiedBy>
  <cp:revision>6</cp:revision>
  <cp:lastPrinted>2011-02-15T11:56:00Z</cp:lastPrinted>
  <dcterms:created xsi:type="dcterms:W3CDTF">2023-05-24T10:42:00Z</dcterms:created>
  <dcterms:modified xsi:type="dcterms:W3CDTF">2023-05-31T14:49:00Z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2023-05-23T17:49:34Z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710b1736-5a35-4c49-b310-7e37ea0ef74a</vt:lpwstr>
  </property>
  <property fmtid="{D5CDD505-2E9C-101B-9397-08002B2CF9AE}" pid="14" name="MSIP_Label_20773ee6-353b-4fb9-a59d-0b94c8c67bea_ContentBits">
    <vt:lpwstr>0</vt:lpwstr>
  </property>
</Properties>
</file>